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44C1D3" w14:textId="77777777" w:rsidR="00413B9C" w:rsidRDefault="00413B9C" w:rsidP="00413B9C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Приложение №2  к приказу Министерства образования</w:t>
      </w:r>
    </w:p>
    <w:p w14:paraId="4BCC95B7" w14:textId="77777777" w:rsidR="00413B9C" w:rsidRPr="00BE3CB8" w:rsidRDefault="00413B9C" w:rsidP="00413B9C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</w:t>
      </w:r>
      <w:r w:rsidR="00FD1274">
        <w:rPr>
          <w:rFonts w:ascii="Times New Roman" w:hAnsi="Times New Roman" w:cs="Times New Roman"/>
          <w:i/>
          <w:iCs/>
          <w:sz w:val="24"/>
          <w:szCs w:val="24"/>
        </w:rPr>
        <w:t xml:space="preserve">   № 240</w:t>
      </w:r>
    </w:p>
    <w:p w14:paraId="02987410" w14:textId="77777777" w:rsidR="00413B9C" w:rsidRDefault="00413B9C" w:rsidP="00413B9C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  <w:proofErr w:type="gramEnd"/>
    </w:p>
    <w:p w14:paraId="2DA9307A" w14:textId="77777777" w:rsidR="00413B9C" w:rsidRDefault="00413B9C" w:rsidP="00413B9C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14:paraId="4EB587AC" w14:textId="77777777" w:rsidR="00413B9C" w:rsidRDefault="00413B9C" w:rsidP="00413B9C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14:paraId="2522A9AD" w14:textId="77777777" w:rsidR="00413B9C" w:rsidRPr="00FD0F2C" w:rsidRDefault="00413B9C" w:rsidP="00413B9C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3DD423AB" w14:textId="77777777" w:rsidR="00E94B6C" w:rsidRPr="00C30652" w:rsidRDefault="00E94B6C" w:rsidP="007704E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0652">
        <w:rPr>
          <w:rFonts w:ascii="Times New Roman" w:hAnsi="Times New Roman" w:cs="Times New Roman"/>
          <w:b/>
          <w:sz w:val="24"/>
          <w:szCs w:val="24"/>
        </w:rPr>
        <w:t>МР  Абзелиловский район Республики Башкортостан</w:t>
      </w:r>
    </w:p>
    <w:p w14:paraId="0E693E73" w14:textId="77777777" w:rsidR="00E94B6C" w:rsidRPr="00C30652" w:rsidRDefault="00E94B6C" w:rsidP="007704E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403"/>
        <w:gridCol w:w="4110"/>
        <w:gridCol w:w="2977"/>
      </w:tblGrid>
      <w:tr w:rsidR="00E94B6C" w:rsidRPr="00C30652" w14:paraId="081465CD" w14:textId="77777777" w:rsidTr="00C3065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D87C2" w14:textId="77777777" w:rsidR="00E94B6C" w:rsidRPr="00C30652" w:rsidRDefault="00E94B6C" w:rsidP="007704E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E1058" w14:textId="77777777" w:rsidR="00E94B6C" w:rsidRPr="00C30652" w:rsidRDefault="00E94B6C" w:rsidP="00C3065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b/>
                <w:sz w:val="24"/>
                <w:szCs w:val="24"/>
              </w:rPr>
              <w:t>Ф</w:t>
            </w:r>
            <w:r w:rsidR="00C30652">
              <w:rPr>
                <w:rFonts w:ascii="Times New Roman" w:hAnsi="Times New Roman" w:cs="Times New Roman"/>
                <w:b/>
                <w:sz w:val="24"/>
                <w:szCs w:val="24"/>
              </w:rPr>
              <w:t>ИО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5C4FB" w14:textId="77777777" w:rsidR="00E94B6C" w:rsidRPr="00C30652" w:rsidRDefault="00E94B6C" w:rsidP="00C3065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28FD4" w14:textId="77777777" w:rsidR="00E94B6C" w:rsidRPr="00C30652" w:rsidRDefault="00E94B6C" w:rsidP="00C3065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E94B6C" w:rsidRPr="00C30652" w14:paraId="4212C255" w14:textId="77777777" w:rsidTr="00C3065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227C7" w14:textId="77777777" w:rsidR="00E94B6C" w:rsidRPr="00C30652" w:rsidRDefault="00E94B6C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CC543" w14:textId="77777777" w:rsidR="00546751" w:rsidRPr="00C30652" w:rsidRDefault="00E94B6C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Багаутдинова</w:t>
            </w:r>
          </w:p>
          <w:p w14:paraId="17F873DF" w14:textId="77777777" w:rsidR="00E94B6C" w:rsidRPr="00C30652" w:rsidRDefault="00E94B6C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Гульфия Римовна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1E9A6" w14:textId="77777777" w:rsidR="00E94B6C" w:rsidRPr="00C30652" w:rsidRDefault="00E94B6C" w:rsidP="00C3065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652">
              <w:rPr>
                <w:rFonts w:ascii="Times New Roman" w:hAnsi="Times New Roman"/>
                <w:sz w:val="24"/>
                <w:szCs w:val="24"/>
              </w:rPr>
              <w:t>МАДОУ д-с «Теремок» с. Аскарово</w:t>
            </w:r>
          </w:p>
          <w:p w14:paraId="5FED46E7" w14:textId="77777777" w:rsidR="00E94B6C" w:rsidRPr="00C30652" w:rsidRDefault="00E94B6C" w:rsidP="00C3065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652">
              <w:rPr>
                <w:rFonts w:ascii="Times New Roman" w:hAnsi="Times New Roman"/>
                <w:sz w:val="24"/>
                <w:szCs w:val="24"/>
              </w:rPr>
              <w:t>МР Абзелиловский район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5F9F4" w14:textId="77777777" w:rsidR="00E94B6C" w:rsidRPr="00C30652" w:rsidRDefault="00546751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94B6C" w:rsidRPr="00C30652">
              <w:rPr>
                <w:rFonts w:ascii="Times New Roman" w:hAnsi="Times New Roman" w:cs="Times New Roman"/>
                <w:sz w:val="24"/>
                <w:szCs w:val="24"/>
              </w:rPr>
              <w:t>нструктор по физической культуре</w:t>
            </w:r>
          </w:p>
        </w:tc>
      </w:tr>
      <w:tr w:rsidR="00E94B6C" w:rsidRPr="00C30652" w14:paraId="7A21B468" w14:textId="77777777" w:rsidTr="00C3065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615A9" w14:textId="77777777" w:rsidR="00E94B6C" w:rsidRPr="00C30652" w:rsidRDefault="00E94B6C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9EBFB" w14:textId="77777777" w:rsidR="00546751" w:rsidRPr="00C30652" w:rsidRDefault="00E94B6C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Гафаров</w:t>
            </w:r>
          </w:p>
          <w:p w14:paraId="528ED220" w14:textId="77777777" w:rsidR="00E94B6C" w:rsidRPr="00C30652" w:rsidRDefault="00E94B6C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Вадим Фанилович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FFC93" w14:textId="77777777" w:rsidR="00546751" w:rsidRPr="00C30652" w:rsidRDefault="00E94B6C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МОБУ ДОД СЮТ</w:t>
            </w:r>
          </w:p>
          <w:p w14:paraId="02298346" w14:textId="77777777" w:rsidR="00E94B6C" w:rsidRPr="00C30652" w:rsidRDefault="00E94B6C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МР Абзелиловский район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DCF2D" w14:textId="77777777" w:rsidR="00E94B6C" w:rsidRPr="00C30652" w:rsidRDefault="00546751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94B6C" w:rsidRPr="00C30652">
              <w:rPr>
                <w:rFonts w:ascii="Times New Roman" w:hAnsi="Times New Roman" w:cs="Times New Roman"/>
                <w:sz w:val="24"/>
                <w:szCs w:val="24"/>
              </w:rPr>
              <w:t>едагог дополнительного образования</w:t>
            </w:r>
          </w:p>
        </w:tc>
      </w:tr>
      <w:tr w:rsidR="00E94B6C" w:rsidRPr="00C30652" w14:paraId="5AB8B95C" w14:textId="77777777" w:rsidTr="00C3065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3006D" w14:textId="77777777" w:rsidR="00E94B6C" w:rsidRPr="00C30652" w:rsidRDefault="00E94B6C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43F2C" w14:textId="77777777" w:rsidR="00546751" w:rsidRPr="00C30652" w:rsidRDefault="00E94B6C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Гельмитдинова</w:t>
            </w:r>
          </w:p>
          <w:p w14:paraId="2BF85247" w14:textId="77777777" w:rsidR="00E94B6C" w:rsidRPr="00C30652" w:rsidRDefault="00E94B6C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Гульниза Юмадиловна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938B8" w14:textId="77777777" w:rsidR="00546751" w:rsidRPr="00C30652" w:rsidRDefault="00E94B6C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МОБУ СОШ с. Баимово</w:t>
            </w:r>
          </w:p>
          <w:p w14:paraId="7581DD42" w14:textId="77777777" w:rsidR="00E94B6C" w:rsidRPr="00C30652" w:rsidRDefault="00E94B6C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МР Абзелиловский район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214E8" w14:textId="77777777" w:rsidR="00E94B6C" w:rsidRPr="00C30652" w:rsidRDefault="00546751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94B6C" w:rsidRPr="00C30652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E94B6C" w:rsidRPr="00C30652" w14:paraId="64B3AC26" w14:textId="77777777" w:rsidTr="00C3065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BD749" w14:textId="77777777" w:rsidR="00E94B6C" w:rsidRPr="00C30652" w:rsidRDefault="00E94B6C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EF5B2" w14:textId="77777777" w:rsidR="00546751" w:rsidRPr="00C30652" w:rsidRDefault="00E94B6C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Гибадатова</w:t>
            </w:r>
          </w:p>
          <w:p w14:paraId="5DD46FF9" w14:textId="77777777" w:rsidR="00E94B6C" w:rsidRPr="00C30652" w:rsidRDefault="00E94B6C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Зильда Сагадеевна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89A25" w14:textId="77777777" w:rsidR="001F3C20" w:rsidRDefault="00546751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МОБУ Гимназия им. Т.</w:t>
            </w:r>
            <w:r w:rsidR="00E94B6C" w:rsidRPr="00C30652">
              <w:rPr>
                <w:rFonts w:ascii="Times New Roman" w:hAnsi="Times New Roman" w:cs="Times New Roman"/>
                <w:sz w:val="24"/>
                <w:szCs w:val="24"/>
              </w:rPr>
              <w:t xml:space="preserve"> Кусимова </w:t>
            </w:r>
          </w:p>
          <w:p w14:paraId="459E4C7E" w14:textId="77777777" w:rsidR="00E94B6C" w:rsidRPr="00C30652" w:rsidRDefault="00E94B6C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МР Абзелиловский район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94973" w14:textId="77777777" w:rsidR="00E94B6C" w:rsidRPr="00C30652" w:rsidRDefault="00546751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94B6C" w:rsidRPr="00C30652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E94B6C" w:rsidRPr="00C30652" w14:paraId="30FD1844" w14:textId="77777777" w:rsidTr="00C3065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012CF" w14:textId="77777777" w:rsidR="00E94B6C" w:rsidRPr="00C30652" w:rsidRDefault="00E94B6C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E6358" w14:textId="77777777" w:rsidR="00546751" w:rsidRPr="00C30652" w:rsidRDefault="00E94B6C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Зайнуллина</w:t>
            </w:r>
          </w:p>
          <w:p w14:paraId="7A760021" w14:textId="77777777" w:rsidR="00E94B6C" w:rsidRPr="00C30652" w:rsidRDefault="00E94B6C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Гульнара Ураловна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FF80A" w14:textId="77777777" w:rsidR="00546751" w:rsidRPr="00C30652" w:rsidRDefault="00E94B6C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МОБУ СОШ №1 с. Аскарово</w:t>
            </w:r>
          </w:p>
          <w:p w14:paraId="600B4975" w14:textId="77777777" w:rsidR="00E94B6C" w:rsidRPr="00C30652" w:rsidRDefault="00E94B6C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МР Абзелиловский район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E05B1" w14:textId="77777777" w:rsidR="00E94B6C" w:rsidRPr="00C30652" w:rsidRDefault="00546751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94B6C" w:rsidRPr="00C30652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E94B6C" w:rsidRPr="00C30652" w14:paraId="089E5E8F" w14:textId="77777777" w:rsidTr="00C3065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8AEAF" w14:textId="77777777" w:rsidR="00E94B6C" w:rsidRPr="00C30652" w:rsidRDefault="00E94B6C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26271" w14:textId="77777777" w:rsidR="00546751" w:rsidRPr="00C30652" w:rsidRDefault="00E94B6C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Исламов</w:t>
            </w:r>
          </w:p>
          <w:p w14:paraId="03374E10" w14:textId="77777777" w:rsidR="00E94B6C" w:rsidRPr="00C30652" w:rsidRDefault="00E94B6C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Ильдар Лукманович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A7A73" w14:textId="77777777" w:rsidR="001F3C20" w:rsidRDefault="00E94B6C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 xml:space="preserve">МОБУ СОШ с. Баимово </w:t>
            </w:r>
          </w:p>
          <w:p w14:paraId="3BF8884A" w14:textId="77777777" w:rsidR="00E94B6C" w:rsidRPr="00C30652" w:rsidRDefault="00E94B6C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 xml:space="preserve"> МР Абзелиловский район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148B0" w14:textId="77777777" w:rsidR="00E94B6C" w:rsidRPr="00C30652" w:rsidRDefault="00546751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94B6C" w:rsidRPr="00C30652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E94B6C" w:rsidRPr="00C30652" w14:paraId="15F8900A" w14:textId="77777777" w:rsidTr="00C3065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E4687" w14:textId="77777777" w:rsidR="00E94B6C" w:rsidRPr="00C30652" w:rsidRDefault="00E94B6C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473D2" w14:textId="77777777" w:rsidR="00546751" w:rsidRPr="00C30652" w:rsidRDefault="00E94B6C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Махиянов</w:t>
            </w:r>
          </w:p>
          <w:p w14:paraId="1ADC23C5" w14:textId="77777777" w:rsidR="00E94B6C" w:rsidRPr="00C30652" w:rsidRDefault="00E94B6C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Аслям Зульфарович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5064D" w14:textId="77777777" w:rsidR="00546751" w:rsidRPr="00C30652" w:rsidRDefault="00E94B6C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 xml:space="preserve">МОБУ СОШ </w:t>
            </w:r>
            <w:proofErr w:type="gramStart"/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. Михайловка</w:t>
            </w:r>
          </w:p>
          <w:p w14:paraId="7ADF6141" w14:textId="77777777" w:rsidR="00E94B6C" w:rsidRPr="00C30652" w:rsidRDefault="00E94B6C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МР Абзелиловский район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2FE09" w14:textId="77777777" w:rsidR="00E94B6C" w:rsidRPr="00C30652" w:rsidRDefault="00546751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94B6C" w:rsidRPr="00C30652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E94B6C" w:rsidRPr="00C30652" w14:paraId="1E0F4A8B" w14:textId="77777777" w:rsidTr="00C3065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A9144" w14:textId="77777777" w:rsidR="00E94B6C" w:rsidRPr="00C30652" w:rsidRDefault="00E94B6C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3E267" w14:textId="77777777" w:rsidR="00546751" w:rsidRPr="00C30652" w:rsidRDefault="00E94B6C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Насырова</w:t>
            </w:r>
          </w:p>
          <w:p w14:paraId="75F15744" w14:textId="77777777" w:rsidR="00E94B6C" w:rsidRPr="00C30652" w:rsidRDefault="00E94B6C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Гульдар Расиховна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DC157" w14:textId="77777777" w:rsidR="00546751" w:rsidRPr="00C30652" w:rsidRDefault="00E94B6C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МОБУ СОШ №1 с. Аскарово</w:t>
            </w:r>
          </w:p>
          <w:p w14:paraId="12DF0731" w14:textId="77777777" w:rsidR="00E94B6C" w:rsidRPr="00C30652" w:rsidRDefault="00E94B6C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МР Абзелиловский район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39B73" w14:textId="77777777" w:rsidR="00E94B6C" w:rsidRPr="00C30652" w:rsidRDefault="00546751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94B6C" w:rsidRPr="00C30652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E94B6C" w:rsidRPr="00C30652" w14:paraId="24F11F21" w14:textId="77777777" w:rsidTr="00C3065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B8013" w14:textId="77777777" w:rsidR="00E94B6C" w:rsidRPr="00C30652" w:rsidRDefault="00E94B6C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D40FB" w14:textId="77777777" w:rsidR="00546751" w:rsidRPr="00C30652" w:rsidRDefault="00E94B6C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Саитгалина</w:t>
            </w:r>
          </w:p>
          <w:p w14:paraId="4D929C1F" w14:textId="77777777" w:rsidR="00E94B6C" w:rsidRPr="00C30652" w:rsidRDefault="00E94B6C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Алия Вахитовна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C4148" w14:textId="77777777" w:rsidR="00E94B6C" w:rsidRPr="00C30652" w:rsidRDefault="00E94B6C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МАДОУ д-с «Теремок» с. Аскарово</w:t>
            </w:r>
          </w:p>
          <w:p w14:paraId="15E12FD7" w14:textId="77777777" w:rsidR="00E94B6C" w:rsidRPr="00C30652" w:rsidRDefault="00E94B6C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МР Абзелиловский район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505EC" w14:textId="77777777" w:rsidR="00E94B6C" w:rsidRPr="00C30652" w:rsidRDefault="00546751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94B6C" w:rsidRPr="00C30652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  <w:tr w:rsidR="00E94B6C" w:rsidRPr="00C30652" w14:paraId="59499051" w14:textId="77777777" w:rsidTr="00C3065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3FA25" w14:textId="77777777" w:rsidR="00E94B6C" w:rsidRPr="00C30652" w:rsidRDefault="00E94B6C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05062" w14:textId="77777777" w:rsidR="00546751" w:rsidRPr="00C30652" w:rsidRDefault="00E94B6C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Фаттахова</w:t>
            </w:r>
          </w:p>
          <w:p w14:paraId="33788B81" w14:textId="77777777" w:rsidR="00E94B6C" w:rsidRPr="00C30652" w:rsidRDefault="00E94B6C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Зифа Сарваровна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CADC7" w14:textId="77777777" w:rsidR="00546751" w:rsidRPr="00C30652" w:rsidRDefault="00E94B6C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МОБУ СОШ №1 с. Аскарово</w:t>
            </w:r>
          </w:p>
          <w:p w14:paraId="59F383EF" w14:textId="77777777" w:rsidR="00E94B6C" w:rsidRPr="00C30652" w:rsidRDefault="00E94B6C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МР Абзелиловский район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93D17" w14:textId="77777777" w:rsidR="00E94B6C" w:rsidRPr="00C30652" w:rsidRDefault="00546751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94B6C" w:rsidRPr="00C30652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E94B6C" w:rsidRPr="00C30652" w14:paraId="14184B0B" w14:textId="77777777" w:rsidTr="00C3065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26218" w14:textId="77777777" w:rsidR="00E94B6C" w:rsidRPr="00C30652" w:rsidRDefault="00E94B6C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A176D" w14:textId="77777777" w:rsidR="00546751" w:rsidRPr="00C30652" w:rsidRDefault="00E94B6C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Фатхуллина</w:t>
            </w:r>
          </w:p>
          <w:p w14:paraId="009168DF" w14:textId="77777777" w:rsidR="00E94B6C" w:rsidRPr="00C30652" w:rsidRDefault="00E94B6C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Лейла Валериевна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0F64C" w14:textId="77777777" w:rsidR="00E94B6C" w:rsidRPr="00C30652" w:rsidRDefault="00E94B6C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МАДОУ д-с «Теремок» с. Аскарово</w:t>
            </w:r>
          </w:p>
          <w:p w14:paraId="39A59FCC" w14:textId="77777777" w:rsidR="00E94B6C" w:rsidRPr="00C30652" w:rsidRDefault="00E94B6C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МР Абзелиловский район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0206A" w14:textId="77777777" w:rsidR="00E94B6C" w:rsidRPr="00C30652" w:rsidRDefault="00546751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94B6C" w:rsidRPr="00C30652">
              <w:rPr>
                <w:rFonts w:ascii="Times New Roman" w:hAnsi="Times New Roman" w:cs="Times New Roman"/>
                <w:sz w:val="24"/>
                <w:szCs w:val="24"/>
              </w:rPr>
              <w:t>тарший воспитатель</w:t>
            </w:r>
          </w:p>
        </w:tc>
      </w:tr>
      <w:tr w:rsidR="00E94B6C" w:rsidRPr="00C30652" w14:paraId="2B4E5CB8" w14:textId="77777777" w:rsidTr="00C3065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391E2" w14:textId="77777777" w:rsidR="00E94B6C" w:rsidRPr="00C30652" w:rsidRDefault="00E94B6C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03703" w14:textId="77777777" w:rsidR="00546751" w:rsidRPr="00C30652" w:rsidRDefault="00E94B6C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Халисов</w:t>
            </w:r>
          </w:p>
          <w:p w14:paraId="124B3281" w14:textId="77777777" w:rsidR="00E94B6C" w:rsidRPr="00C30652" w:rsidRDefault="00E94B6C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Айрат Хубитдинович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D431F" w14:textId="77777777" w:rsidR="00546751" w:rsidRPr="00C30652" w:rsidRDefault="00E94B6C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МОБУ ДОД СЮТ</w:t>
            </w:r>
          </w:p>
          <w:p w14:paraId="6864E84E" w14:textId="77777777" w:rsidR="00E94B6C" w:rsidRPr="00C30652" w:rsidRDefault="00E94B6C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МР Абзелиловский район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0F5B2" w14:textId="77777777" w:rsidR="00E94B6C" w:rsidRPr="00C30652" w:rsidRDefault="00546751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94B6C" w:rsidRPr="00C30652">
              <w:rPr>
                <w:rFonts w:ascii="Times New Roman" w:hAnsi="Times New Roman" w:cs="Times New Roman"/>
                <w:sz w:val="24"/>
                <w:szCs w:val="24"/>
              </w:rPr>
              <w:t>едагог дополнительного образования</w:t>
            </w:r>
          </w:p>
        </w:tc>
      </w:tr>
      <w:tr w:rsidR="00E94B6C" w:rsidRPr="00C30652" w14:paraId="3C9D1FE4" w14:textId="77777777" w:rsidTr="00C3065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7DB61" w14:textId="77777777" w:rsidR="00E94B6C" w:rsidRPr="00C30652" w:rsidRDefault="00E94B6C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81597" w14:textId="77777777" w:rsidR="00546751" w:rsidRPr="00C30652" w:rsidRDefault="00E94B6C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Хамматова</w:t>
            </w:r>
          </w:p>
          <w:p w14:paraId="6C213DB6" w14:textId="77777777" w:rsidR="00E94B6C" w:rsidRPr="00C30652" w:rsidRDefault="00E94B6C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Зульфия Хатаповна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952B2" w14:textId="77777777" w:rsidR="001F3C20" w:rsidRDefault="00E94B6C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 xml:space="preserve">Филиал МОБУ СОШ с. Халилово </w:t>
            </w:r>
          </w:p>
          <w:p w14:paraId="61F65FF0" w14:textId="77777777" w:rsidR="001F3C20" w:rsidRDefault="00E94B6C" w:rsidP="001F3C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МР Абзелиловский район РБ СОШ</w:t>
            </w:r>
          </w:p>
          <w:p w14:paraId="43CB5BE5" w14:textId="77777777" w:rsidR="00E94B6C" w:rsidRPr="00C30652" w:rsidRDefault="00E94B6C" w:rsidP="001F3C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с. Ишбулдино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134A2" w14:textId="77777777" w:rsidR="00E94B6C" w:rsidRPr="00C30652" w:rsidRDefault="00546751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94B6C" w:rsidRPr="00C30652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E94B6C" w:rsidRPr="00C30652" w14:paraId="67FE6202" w14:textId="77777777" w:rsidTr="00C3065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D3D06" w14:textId="77777777" w:rsidR="00E94B6C" w:rsidRPr="00C30652" w:rsidRDefault="00E94B6C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B0F29" w14:textId="77777777" w:rsidR="00546751" w:rsidRPr="00C30652" w:rsidRDefault="00E94B6C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Юсупова</w:t>
            </w:r>
          </w:p>
          <w:p w14:paraId="080154AA" w14:textId="77777777" w:rsidR="00E94B6C" w:rsidRPr="00C30652" w:rsidRDefault="00E94B6C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Разифа Шарифьяновна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9BD26" w14:textId="77777777" w:rsidR="00546751" w:rsidRPr="00C30652" w:rsidRDefault="00E94B6C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МОБУ СОШ с. Целинный</w:t>
            </w:r>
          </w:p>
          <w:p w14:paraId="147A27E9" w14:textId="77777777" w:rsidR="00E94B6C" w:rsidRPr="00C30652" w:rsidRDefault="00E94B6C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МР Абзелиловский район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9C59A" w14:textId="77777777" w:rsidR="00E94B6C" w:rsidRPr="00C30652" w:rsidRDefault="00546751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94B6C" w:rsidRPr="00C30652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</w:tbl>
    <w:p w14:paraId="2502E85B" w14:textId="77777777" w:rsidR="006A0D9B" w:rsidRPr="00C30652" w:rsidRDefault="006A0D9B" w:rsidP="00C3065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B98A7AC" w14:textId="77777777" w:rsidR="00FD1274" w:rsidRDefault="00FD1274" w:rsidP="002E23F2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A656FAA" w14:textId="77777777" w:rsidR="00FD1274" w:rsidRDefault="00FD1274" w:rsidP="002E23F2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079A21B" w14:textId="77777777" w:rsidR="00FD1274" w:rsidRDefault="00FD1274" w:rsidP="002E23F2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54C9504" w14:textId="77777777" w:rsidR="00FD1274" w:rsidRDefault="00FD1274" w:rsidP="002E23F2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5FD7E91" w14:textId="77777777" w:rsidR="00FD1274" w:rsidRDefault="00FD1274" w:rsidP="002E23F2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8ED386C" w14:textId="77777777" w:rsidR="00FD1274" w:rsidRDefault="00FD1274" w:rsidP="002E23F2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F9A6677" w14:textId="77777777" w:rsidR="00FD1274" w:rsidRDefault="00FD1274" w:rsidP="002E23F2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159DE44" w14:textId="77777777" w:rsidR="00FD1274" w:rsidRDefault="00FD1274" w:rsidP="002E23F2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FB093EB" w14:textId="77777777" w:rsidR="00FD1274" w:rsidRDefault="00FD1274" w:rsidP="002E23F2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4278791" w14:textId="77777777" w:rsidR="00FD1274" w:rsidRDefault="00FD1274" w:rsidP="002E23F2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B88C6C7" w14:textId="77777777" w:rsidR="00FD1274" w:rsidRDefault="00FD1274" w:rsidP="00FD127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 к приказу Министерства образования</w:t>
      </w:r>
    </w:p>
    <w:p w14:paraId="393E98EF" w14:textId="77777777" w:rsidR="00FD1274" w:rsidRPr="00BE3CB8" w:rsidRDefault="00FD1274" w:rsidP="00FD1274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14:paraId="317DDE18" w14:textId="77777777" w:rsidR="00FD1274" w:rsidRDefault="00FD1274" w:rsidP="00FD127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  <w:proofErr w:type="gramEnd"/>
    </w:p>
    <w:p w14:paraId="44BE0D52" w14:textId="77777777" w:rsidR="00FD1274" w:rsidRDefault="00FD1274" w:rsidP="00FD127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14:paraId="4A11CB05" w14:textId="77777777" w:rsidR="00FD1274" w:rsidRDefault="00FD1274" w:rsidP="00FD1274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14:paraId="27A65C8E" w14:textId="77777777" w:rsidR="00FD1274" w:rsidRPr="00FD0F2C" w:rsidRDefault="00FD1274" w:rsidP="00FD1274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34396FFB" w14:textId="77777777" w:rsidR="002E23F2" w:rsidRDefault="002E23F2" w:rsidP="002E23F2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23F2">
        <w:rPr>
          <w:rFonts w:ascii="Times New Roman" w:hAnsi="Times New Roman" w:cs="Times New Roman"/>
          <w:b/>
          <w:sz w:val="24"/>
          <w:szCs w:val="24"/>
        </w:rPr>
        <w:t>МР Архангельский  район Республики Башкортостан</w:t>
      </w:r>
    </w:p>
    <w:p w14:paraId="1A89B319" w14:textId="77777777" w:rsidR="002E23F2" w:rsidRPr="002E23F2" w:rsidRDefault="002E23F2" w:rsidP="002E23F2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0" w:type="auto"/>
        <w:tblInd w:w="-1168" w:type="dxa"/>
        <w:tblLook w:val="04A0" w:firstRow="1" w:lastRow="0" w:firstColumn="1" w:lastColumn="0" w:noHBand="0" w:noVBand="1"/>
      </w:tblPr>
      <w:tblGrid>
        <w:gridCol w:w="567"/>
        <w:gridCol w:w="3403"/>
        <w:gridCol w:w="4110"/>
        <w:gridCol w:w="2977"/>
      </w:tblGrid>
      <w:tr w:rsidR="002E23F2" w:rsidRPr="002E23F2" w14:paraId="6B206B30" w14:textId="77777777" w:rsidTr="00BD0AA6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FA8816D" w14:textId="77777777" w:rsidR="002E23F2" w:rsidRPr="00C30652" w:rsidRDefault="002E23F2" w:rsidP="00BD0AA6">
            <w:pPr>
              <w:jc w:val="center"/>
              <w:rPr>
                <w:b/>
                <w:sz w:val="24"/>
                <w:szCs w:val="24"/>
              </w:rPr>
            </w:pPr>
            <w:r w:rsidRPr="00C30652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E7A070A" w14:textId="77777777" w:rsidR="002E23F2" w:rsidRPr="00C30652" w:rsidRDefault="002E23F2" w:rsidP="00BD0AA6">
            <w:pPr>
              <w:jc w:val="center"/>
              <w:rPr>
                <w:b/>
                <w:sz w:val="24"/>
                <w:szCs w:val="24"/>
              </w:rPr>
            </w:pPr>
            <w:r w:rsidRPr="00C30652">
              <w:rPr>
                <w:b/>
                <w:sz w:val="24"/>
                <w:szCs w:val="24"/>
              </w:rPr>
              <w:t>Ф</w:t>
            </w:r>
            <w:r>
              <w:rPr>
                <w:b/>
                <w:sz w:val="24"/>
                <w:szCs w:val="24"/>
              </w:rPr>
              <w:t>ИО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A6CFFAB" w14:textId="77777777" w:rsidR="002E23F2" w:rsidRPr="00C30652" w:rsidRDefault="002E23F2" w:rsidP="00BD0AA6">
            <w:pPr>
              <w:jc w:val="center"/>
              <w:rPr>
                <w:b/>
                <w:sz w:val="24"/>
                <w:szCs w:val="24"/>
              </w:rPr>
            </w:pPr>
            <w:r w:rsidRPr="00C30652">
              <w:rPr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29938B0" w14:textId="77777777" w:rsidR="002E23F2" w:rsidRPr="00C30652" w:rsidRDefault="002E23F2" w:rsidP="00BD0AA6">
            <w:pPr>
              <w:jc w:val="center"/>
              <w:rPr>
                <w:b/>
                <w:sz w:val="24"/>
                <w:szCs w:val="24"/>
              </w:rPr>
            </w:pPr>
            <w:r w:rsidRPr="00C30652">
              <w:rPr>
                <w:b/>
                <w:sz w:val="24"/>
                <w:szCs w:val="24"/>
              </w:rPr>
              <w:t>Должность</w:t>
            </w:r>
          </w:p>
        </w:tc>
      </w:tr>
      <w:tr w:rsidR="002E23F2" w:rsidRPr="002E23F2" w14:paraId="54B83C80" w14:textId="77777777" w:rsidTr="002E23F2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BCF391" w14:textId="77777777" w:rsidR="002E23F2" w:rsidRPr="002E23F2" w:rsidRDefault="002E23F2" w:rsidP="002E23F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E23F2">
              <w:rPr>
                <w:sz w:val="24"/>
                <w:szCs w:val="24"/>
              </w:rPr>
              <w:t>1.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CD8E781" w14:textId="77777777" w:rsidR="002E23F2" w:rsidRDefault="002E23F2" w:rsidP="002E23F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E23F2">
              <w:rPr>
                <w:sz w:val="24"/>
                <w:szCs w:val="24"/>
              </w:rPr>
              <w:t xml:space="preserve">Валеева </w:t>
            </w:r>
          </w:p>
          <w:p w14:paraId="383613EF" w14:textId="77777777" w:rsidR="002E23F2" w:rsidRPr="002E23F2" w:rsidRDefault="002E23F2" w:rsidP="002E23F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E23F2">
              <w:rPr>
                <w:sz w:val="24"/>
                <w:szCs w:val="24"/>
              </w:rPr>
              <w:t>Динара Фаритовна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DA78A06" w14:textId="77777777" w:rsidR="002E23F2" w:rsidRPr="002E23F2" w:rsidRDefault="002E23F2" w:rsidP="002E23F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E23F2">
              <w:rPr>
                <w:sz w:val="24"/>
                <w:szCs w:val="24"/>
              </w:rPr>
              <w:t xml:space="preserve">МОБУ СОШ №1 с. </w:t>
            </w:r>
            <w:proofErr w:type="gramStart"/>
            <w:r w:rsidRPr="002E23F2">
              <w:rPr>
                <w:sz w:val="24"/>
                <w:szCs w:val="24"/>
              </w:rPr>
              <w:t>Архангельское</w:t>
            </w:r>
            <w:proofErr w:type="gramEnd"/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66C59E" w14:textId="77777777" w:rsidR="002E23F2" w:rsidRPr="002E23F2" w:rsidRDefault="002E23F2" w:rsidP="002E23F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2E23F2">
              <w:rPr>
                <w:sz w:val="24"/>
                <w:szCs w:val="24"/>
              </w:rPr>
              <w:t>читель</w:t>
            </w:r>
          </w:p>
        </w:tc>
      </w:tr>
      <w:tr w:rsidR="002E23F2" w:rsidRPr="002E23F2" w14:paraId="64BCAC58" w14:textId="77777777" w:rsidTr="002E23F2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AF5EF50" w14:textId="77777777" w:rsidR="002E23F2" w:rsidRPr="002E23F2" w:rsidRDefault="002E23F2" w:rsidP="002E23F2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14:paraId="07EAB0B9" w14:textId="77777777" w:rsidR="002E23F2" w:rsidRPr="002E23F2" w:rsidRDefault="002E23F2" w:rsidP="002E23F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E23F2">
              <w:rPr>
                <w:sz w:val="24"/>
                <w:szCs w:val="24"/>
              </w:rPr>
              <w:t>2.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18A68D2" w14:textId="77777777" w:rsidR="002E23F2" w:rsidRDefault="002E23F2" w:rsidP="002E23F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E23F2">
              <w:rPr>
                <w:sz w:val="24"/>
                <w:szCs w:val="24"/>
              </w:rPr>
              <w:t>Вольберг</w:t>
            </w:r>
          </w:p>
          <w:p w14:paraId="45E4224C" w14:textId="77777777" w:rsidR="002E23F2" w:rsidRPr="002E23F2" w:rsidRDefault="002E23F2" w:rsidP="002E23F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E23F2">
              <w:rPr>
                <w:sz w:val="24"/>
                <w:szCs w:val="24"/>
              </w:rPr>
              <w:t xml:space="preserve"> Евгения Ивановна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C048790" w14:textId="77777777" w:rsidR="002E23F2" w:rsidRPr="002E23F2" w:rsidRDefault="002E23F2" w:rsidP="002E23F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E23F2">
              <w:rPr>
                <w:sz w:val="24"/>
                <w:szCs w:val="24"/>
              </w:rPr>
              <w:t xml:space="preserve">МОБУ СОШ №2 с. </w:t>
            </w:r>
            <w:proofErr w:type="gramStart"/>
            <w:r w:rsidRPr="002E23F2">
              <w:rPr>
                <w:sz w:val="24"/>
                <w:szCs w:val="24"/>
              </w:rPr>
              <w:t>Архангельское</w:t>
            </w:r>
            <w:proofErr w:type="gramEnd"/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4D183DE" w14:textId="77777777" w:rsidR="002E23F2" w:rsidRPr="002E23F2" w:rsidRDefault="002E23F2" w:rsidP="002E23F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E23F2">
              <w:rPr>
                <w:sz w:val="24"/>
                <w:szCs w:val="24"/>
              </w:rPr>
              <w:t>учитель</w:t>
            </w:r>
          </w:p>
        </w:tc>
      </w:tr>
      <w:tr w:rsidR="002E23F2" w:rsidRPr="002E23F2" w14:paraId="57743B0A" w14:textId="77777777" w:rsidTr="002E23F2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52C9DDC" w14:textId="77777777" w:rsidR="002E23F2" w:rsidRPr="002E23F2" w:rsidRDefault="002E23F2" w:rsidP="002E23F2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14:paraId="0BB0DE5C" w14:textId="77777777" w:rsidR="002E23F2" w:rsidRPr="002E23F2" w:rsidRDefault="002E23F2" w:rsidP="002E23F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E23F2">
              <w:rPr>
                <w:sz w:val="24"/>
                <w:szCs w:val="24"/>
              </w:rPr>
              <w:t>3.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B4F364E" w14:textId="77777777" w:rsidR="002E23F2" w:rsidRDefault="002E23F2" w:rsidP="002E23F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E23F2">
              <w:rPr>
                <w:sz w:val="24"/>
                <w:szCs w:val="24"/>
              </w:rPr>
              <w:t xml:space="preserve">Сагадатова </w:t>
            </w:r>
          </w:p>
          <w:p w14:paraId="48E321BB" w14:textId="77777777" w:rsidR="002E23F2" w:rsidRPr="002E23F2" w:rsidRDefault="002E23F2" w:rsidP="002E23F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E23F2">
              <w:rPr>
                <w:sz w:val="24"/>
                <w:szCs w:val="24"/>
              </w:rPr>
              <w:t>Лилия Тимирьяновна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C91E324" w14:textId="77777777" w:rsidR="002E23F2" w:rsidRPr="002E23F2" w:rsidRDefault="002E23F2" w:rsidP="002E23F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E23F2">
              <w:rPr>
                <w:sz w:val="24"/>
                <w:szCs w:val="24"/>
              </w:rPr>
              <w:t xml:space="preserve">МОБУ СОШ №2 с. </w:t>
            </w:r>
            <w:proofErr w:type="gramStart"/>
            <w:r w:rsidRPr="002E23F2">
              <w:rPr>
                <w:sz w:val="24"/>
                <w:szCs w:val="24"/>
              </w:rPr>
              <w:t>Архангельское</w:t>
            </w:r>
            <w:proofErr w:type="gramEnd"/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C3BE9D" w14:textId="77777777" w:rsidR="002E23F2" w:rsidRPr="002E23F2" w:rsidRDefault="002E23F2" w:rsidP="002E23F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E23F2">
              <w:rPr>
                <w:sz w:val="24"/>
                <w:szCs w:val="24"/>
              </w:rPr>
              <w:t>учитель</w:t>
            </w:r>
          </w:p>
        </w:tc>
      </w:tr>
      <w:tr w:rsidR="002E23F2" w:rsidRPr="002E23F2" w14:paraId="3B69ACC5" w14:textId="77777777" w:rsidTr="002E23F2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109DCB4" w14:textId="77777777" w:rsidR="002E23F2" w:rsidRPr="002E23F2" w:rsidRDefault="002E23F2" w:rsidP="002E23F2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14:paraId="1264B8B7" w14:textId="77777777" w:rsidR="002E23F2" w:rsidRPr="002E23F2" w:rsidRDefault="002E23F2" w:rsidP="002E23F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E23F2">
              <w:rPr>
                <w:sz w:val="24"/>
                <w:szCs w:val="24"/>
              </w:rPr>
              <w:t>4.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D0EF75B" w14:textId="77777777" w:rsidR="002E23F2" w:rsidRDefault="002E23F2" w:rsidP="002E23F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E23F2">
              <w:rPr>
                <w:sz w:val="24"/>
                <w:szCs w:val="24"/>
              </w:rPr>
              <w:t>Губачев</w:t>
            </w:r>
          </w:p>
          <w:p w14:paraId="023444B7" w14:textId="77777777" w:rsidR="002E23F2" w:rsidRPr="002E23F2" w:rsidRDefault="002E23F2" w:rsidP="002E23F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E23F2">
              <w:rPr>
                <w:sz w:val="24"/>
                <w:szCs w:val="24"/>
              </w:rPr>
              <w:t xml:space="preserve"> Александр  Васильевич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A3CCE1D" w14:textId="77777777" w:rsidR="002E23F2" w:rsidRPr="002E23F2" w:rsidRDefault="002E23F2" w:rsidP="002E23F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E23F2">
              <w:rPr>
                <w:sz w:val="24"/>
                <w:szCs w:val="24"/>
              </w:rPr>
              <w:t xml:space="preserve">МОБУ СОШ №2 с. </w:t>
            </w:r>
            <w:proofErr w:type="gramStart"/>
            <w:r w:rsidRPr="002E23F2">
              <w:rPr>
                <w:sz w:val="24"/>
                <w:szCs w:val="24"/>
              </w:rPr>
              <w:t>Архангельское</w:t>
            </w:r>
            <w:proofErr w:type="gramEnd"/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9BBF9C3" w14:textId="77777777" w:rsidR="002E23F2" w:rsidRPr="002E23F2" w:rsidRDefault="002E23F2" w:rsidP="002E23F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E23F2">
              <w:rPr>
                <w:sz w:val="24"/>
                <w:szCs w:val="24"/>
              </w:rPr>
              <w:t>учитель</w:t>
            </w:r>
          </w:p>
        </w:tc>
      </w:tr>
      <w:tr w:rsidR="002E23F2" w:rsidRPr="002E23F2" w14:paraId="59E434B1" w14:textId="77777777" w:rsidTr="002E23F2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015CFDD" w14:textId="77777777" w:rsidR="002E23F2" w:rsidRPr="002E23F2" w:rsidRDefault="002E23F2" w:rsidP="002E23F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E23F2">
              <w:rPr>
                <w:sz w:val="24"/>
                <w:szCs w:val="24"/>
              </w:rPr>
              <w:t>5.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FD44A5F" w14:textId="77777777" w:rsidR="002E23F2" w:rsidRDefault="002E23F2" w:rsidP="002E23F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E23F2">
              <w:rPr>
                <w:sz w:val="24"/>
                <w:szCs w:val="24"/>
              </w:rPr>
              <w:t xml:space="preserve">Мухамедьянова </w:t>
            </w:r>
          </w:p>
          <w:p w14:paraId="4E35E65E" w14:textId="77777777" w:rsidR="002E23F2" w:rsidRPr="002E23F2" w:rsidRDefault="002E23F2" w:rsidP="002E23F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E23F2">
              <w:rPr>
                <w:sz w:val="24"/>
                <w:szCs w:val="24"/>
              </w:rPr>
              <w:t>Миниасма Зульфаровна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4D38569" w14:textId="77777777" w:rsidR="002E23F2" w:rsidRPr="002E23F2" w:rsidRDefault="002E23F2" w:rsidP="002E23F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E23F2">
              <w:rPr>
                <w:sz w:val="24"/>
                <w:szCs w:val="24"/>
              </w:rPr>
              <w:t>МОБУ СОШ   с. Абзаново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1B1B7C7" w14:textId="77777777" w:rsidR="002E23F2" w:rsidRPr="002E23F2" w:rsidRDefault="002E23F2" w:rsidP="002E23F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E23F2">
              <w:rPr>
                <w:sz w:val="24"/>
                <w:szCs w:val="24"/>
              </w:rPr>
              <w:t>учитель</w:t>
            </w:r>
          </w:p>
        </w:tc>
      </w:tr>
      <w:tr w:rsidR="002E23F2" w:rsidRPr="002E23F2" w14:paraId="0DBA758D" w14:textId="77777777" w:rsidTr="002E23F2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2C65D9E" w14:textId="77777777" w:rsidR="002E23F2" w:rsidRPr="002E23F2" w:rsidRDefault="002E23F2" w:rsidP="002E23F2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F023EC8" w14:textId="77777777" w:rsidR="002E23F2" w:rsidRPr="002E23F2" w:rsidRDefault="002E23F2" w:rsidP="002E23F2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42F43F8" w14:textId="77777777" w:rsidR="002E23F2" w:rsidRPr="002E23F2" w:rsidRDefault="002E23F2" w:rsidP="002E23F2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44F353F" w14:textId="77777777" w:rsidR="002E23F2" w:rsidRPr="002E23F2" w:rsidRDefault="002E23F2" w:rsidP="002E23F2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14:paraId="453C5686" w14:textId="77777777" w:rsidR="002E23F2" w:rsidRDefault="002E23F2" w:rsidP="002E23F2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36D02447" w14:textId="77777777" w:rsidR="00F30AD8" w:rsidRDefault="00F30AD8" w:rsidP="002E23F2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6A0C8A36" w14:textId="77777777" w:rsidR="00F30AD8" w:rsidRPr="002E23F2" w:rsidRDefault="00F30AD8" w:rsidP="002E23F2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7E1F3253" w14:textId="77777777" w:rsidR="00FD1274" w:rsidRDefault="00FD1274" w:rsidP="00F30A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DDA8BE6" w14:textId="77777777" w:rsidR="00FD1274" w:rsidRDefault="00FD1274" w:rsidP="00F30A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4359FB1" w14:textId="77777777" w:rsidR="00FD1274" w:rsidRDefault="00FD1274" w:rsidP="00F30A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83C186C" w14:textId="77777777" w:rsidR="00FD1274" w:rsidRDefault="00FD1274" w:rsidP="00F30A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481E03E" w14:textId="77777777" w:rsidR="00FD1274" w:rsidRDefault="00FD1274" w:rsidP="00F30A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58491C6" w14:textId="77777777" w:rsidR="00FD1274" w:rsidRDefault="00FD1274" w:rsidP="00F30A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9D93E4F" w14:textId="77777777" w:rsidR="00FD1274" w:rsidRDefault="00FD1274" w:rsidP="00F30A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E382D53" w14:textId="77777777" w:rsidR="00FD1274" w:rsidRDefault="00FD1274" w:rsidP="00F30A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C2F8DB7" w14:textId="77777777" w:rsidR="00FD1274" w:rsidRDefault="00FD1274" w:rsidP="00F30A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75C60AC" w14:textId="77777777" w:rsidR="00FD1274" w:rsidRDefault="00FD1274" w:rsidP="00F30A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DF5935B" w14:textId="77777777" w:rsidR="00FD1274" w:rsidRDefault="00FD1274" w:rsidP="00F30A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122E0FA" w14:textId="77777777" w:rsidR="00FD1274" w:rsidRDefault="00FD1274" w:rsidP="00F30A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21DA546" w14:textId="77777777" w:rsidR="00FD1274" w:rsidRDefault="00FD1274" w:rsidP="00F30A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65A28B9" w14:textId="77777777" w:rsidR="00FD1274" w:rsidRDefault="00FD1274" w:rsidP="00F30A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BD92730" w14:textId="77777777" w:rsidR="00FD1274" w:rsidRDefault="00FD1274" w:rsidP="00F30A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4C11815" w14:textId="77777777" w:rsidR="00FD1274" w:rsidRDefault="00FD1274" w:rsidP="00F30A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EC5A795" w14:textId="77777777" w:rsidR="00FD1274" w:rsidRDefault="00FD1274" w:rsidP="00F30A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FBAE3AF" w14:textId="77777777" w:rsidR="00FD1274" w:rsidRDefault="00FD1274" w:rsidP="00F30A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FBD8145" w14:textId="77777777" w:rsidR="00FD1274" w:rsidRDefault="00FD1274" w:rsidP="00F30A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41525F6" w14:textId="77777777" w:rsidR="00FD1274" w:rsidRDefault="00FD1274" w:rsidP="00F30A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A5E0570" w14:textId="77777777" w:rsidR="00FD1274" w:rsidRDefault="00FD1274" w:rsidP="00F30A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40386EE" w14:textId="77777777" w:rsidR="00FD1274" w:rsidRDefault="00FD1274" w:rsidP="00F30A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65C5237" w14:textId="77777777" w:rsidR="00FD1274" w:rsidRDefault="00FD1274" w:rsidP="00F30A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ECB0E8D" w14:textId="77777777" w:rsidR="00FD1274" w:rsidRDefault="00FD1274" w:rsidP="00F30A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EFA19C0" w14:textId="77777777" w:rsidR="00FD1274" w:rsidRDefault="00FD1274" w:rsidP="00F30A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BBAD57C" w14:textId="77777777" w:rsidR="00FD1274" w:rsidRDefault="00FD1274" w:rsidP="00F30A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99CBDC2" w14:textId="77777777" w:rsidR="00FD1274" w:rsidRDefault="00FD1274" w:rsidP="00F30A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D28686F" w14:textId="77777777" w:rsidR="00FD1274" w:rsidRDefault="00FD1274" w:rsidP="00FD127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Приложение №2  к приказу Министерства образования</w:t>
      </w:r>
    </w:p>
    <w:p w14:paraId="723B4390" w14:textId="77777777" w:rsidR="00FD1274" w:rsidRPr="00BE3CB8" w:rsidRDefault="00FD1274" w:rsidP="00FD1274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14:paraId="669BD1F6" w14:textId="77777777" w:rsidR="00FD1274" w:rsidRDefault="00FD1274" w:rsidP="00FD127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  <w:proofErr w:type="gramEnd"/>
    </w:p>
    <w:p w14:paraId="02D2C4BB" w14:textId="77777777" w:rsidR="00FD1274" w:rsidRDefault="00FD1274" w:rsidP="00FD127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14:paraId="6AD1DECC" w14:textId="77777777" w:rsidR="00FD1274" w:rsidRDefault="00FD1274" w:rsidP="00FD1274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14:paraId="105D200A" w14:textId="77777777" w:rsidR="00FD1274" w:rsidRPr="00FD0F2C" w:rsidRDefault="00FD1274" w:rsidP="00FD1274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5FA2E7A3" w14:textId="77777777" w:rsidR="00F30AD8" w:rsidRDefault="00F30AD8" w:rsidP="00F30A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МР </w:t>
      </w:r>
      <w:r w:rsidRPr="00F30AD8">
        <w:rPr>
          <w:rFonts w:ascii="Times New Roman" w:hAnsi="Times New Roman" w:cs="Times New Roman"/>
          <w:b/>
          <w:sz w:val="24"/>
          <w:szCs w:val="24"/>
        </w:rPr>
        <w:t>Аскинский район</w:t>
      </w:r>
      <w:r>
        <w:rPr>
          <w:rFonts w:ascii="Times New Roman" w:hAnsi="Times New Roman" w:cs="Times New Roman"/>
          <w:b/>
          <w:sz w:val="24"/>
          <w:szCs w:val="24"/>
        </w:rPr>
        <w:t xml:space="preserve"> Республики Башкортостан</w:t>
      </w:r>
    </w:p>
    <w:p w14:paraId="079D476A" w14:textId="77777777" w:rsidR="00F30AD8" w:rsidRPr="00F30AD8" w:rsidRDefault="00F30AD8" w:rsidP="00F30A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0" w:type="auto"/>
        <w:tblInd w:w="-1168" w:type="dxa"/>
        <w:tblLook w:val="04A0" w:firstRow="1" w:lastRow="0" w:firstColumn="1" w:lastColumn="0" w:noHBand="0" w:noVBand="1"/>
      </w:tblPr>
      <w:tblGrid>
        <w:gridCol w:w="567"/>
        <w:gridCol w:w="3403"/>
        <w:gridCol w:w="4110"/>
        <w:gridCol w:w="2977"/>
      </w:tblGrid>
      <w:tr w:rsidR="00F30AD8" w:rsidRPr="00C30652" w14:paraId="0802104E" w14:textId="77777777" w:rsidTr="00F30AD8">
        <w:tc>
          <w:tcPr>
            <w:tcW w:w="567" w:type="dxa"/>
            <w:hideMark/>
          </w:tcPr>
          <w:p w14:paraId="37C94FE7" w14:textId="77777777" w:rsidR="00F30AD8" w:rsidRPr="00C30652" w:rsidRDefault="00F30AD8" w:rsidP="00BD0AA6">
            <w:pPr>
              <w:jc w:val="center"/>
              <w:rPr>
                <w:b/>
                <w:sz w:val="24"/>
                <w:szCs w:val="24"/>
              </w:rPr>
            </w:pPr>
            <w:r w:rsidRPr="00C30652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3403" w:type="dxa"/>
            <w:hideMark/>
          </w:tcPr>
          <w:p w14:paraId="410B12B5" w14:textId="77777777" w:rsidR="00F30AD8" w:rsidRPr="00C30652" w:rsidRDefault="00F30AD8" w:rsidP="00BD0AA6">
            <w:pPr>
              <w:jc w:val="center"/>
              <w:rPr>
                <w:b/>
                <w:sz w:val="24"/>
                <w:szCs w:val="24"/>
              </w:rPr>
            </w:pPr>
            <w:r w:rsidRPr="00C30652">
              <w:rPr>
                <w:b/>
                <w:sz w:val="24"/>
                <w:szCs w:val="24"/>
              </w:rPr>
              <w:t>Ф</w:t>
            </w:r>
            <w:r>
              <w:rPr>
                <w:b/>
                <w:sz w:val="24"/>
                <w:szCs w:val="24"/>
              </w:rPr>
              <w:t>ИО</w:t>
            </w:r>
          </w:p>
        </w:tc>
        <w:tc>
          <w:tcPr>
            <w:tcW w:w="4110" w:type="dxa"/>
            <w:hideMark/>
          </w:tcPr>
          <w:p w14:paraId="60D96FA9" w14:textId="77777777" w:rsidR="00F30AD8" w:rsidRPr="00C30652" w:rsidRDefault="00F30AD8" w:rsidP="00BD0AA6">
            <w:pPr>
              <w:jc w:val="center"/>
              <w:rPr>
                <w:b/>
                <w:sz w:val="24"/>
                <w:szCs w:val="24"/>
              </w:rPr>
            </w:pPr>
            <w:r w:rsidRPr="00C30652">
              <w:rPr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977" w:type="dxa"/>
            <w:hideMark/>
          </w:tcPr>
          <w:p w14:paraId="109D924B" w14:textId="77777777" w:rsidR="00F30AD8" w:rsidRPr="00C30652" w:rsidRDefault="00F30AD8" w:rsidP="00BD0AA6">
            <w:pPr>
              <w:jc w:val="center"/>
              <w:rPr>
                <w:b/>
                <w:sz w:val="24"/>
                <w:szCs w:val="24"/>
              </w:rPr>
            </w:pPr>
            <w:r w:rsidRPr="00C30652">
              <w:rPr>
                <w:b/>
                <w:sz w:val="24"/>
                <w:szCs w:val="24"/>
              </w:rPr>
              <w:t>Должность</w:t>
            </w:r>
          </w:p>
        </w:tc>
      </w:tr>
      <w:tr w:rsidR="00F30AD8" w:rsidRPr="00F30AD8" w14:paraId="0D9B5F70" w14:textId="77777777" w:rsidTr="00F30AD8">
        <w:tblPrEx>
          <w:tblLook w:val="01E0" w:firstRow="1" w:lastRow="1" w:firstColumn="1" w:lastColumn="1" w:noHBand="0" w:noVBand="0"/>
        </w:tblPrEx>
        <w:tc>
          <w:tcPr>
            <w:tcW w:w="567" w:type="dxa"/>
          </w:tcPr>
          <w:p w14:paraId="523837A2" w14:textId="77777777" w:rsidR="00F30AD8" w:rsidRPr="00F30AD8" w:rsidRDefault="00F30AD8" w:rsidP="00F30AD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30AD8">
              <w:rPr>
                <w:sz w:val="24"/>
                <w:szCs w:val="24"/>
              </w:rPr>
              <w:t>1</w:t>
            </w:r>
          </w:p>
        </w:tc>
        <w:tc>
          <w:tcPr>
            <w:tcW w:w="3403" w:type="dxa"/>
          </w:tcPr>
          <w:p w14:paraId="51BB1DA3" w14:textId="77777777" w:rsidR="00F30AD8" w:rsidRDefault="00F30AD8" w:rsidP="00F30AD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30AD8">
              <w:rPr>
                <w:sz w:val="24"/>
                <w:szCs w:val="24"/>
              </w:rPr>
              <w:t xml:space="preserve">Ахметов </w:t>
            </w:r>
          </w:p>
          <w:p w14:paraId="126CE39D" w14:textId="77777777" w:rsidR="00F30AD8" w:rsidRPr="00F30AD8" w:rsidRDefault="00F30AD8" w:rsidP="00F30AD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30AD8">
              <w:rPr>
                <w:sz w:val="24"/>
                <w:szCs w:val="24"/>
              </w:rPr>
              <w:t>Фардус Зульфатович</w:t>
            </w:r>
          </w:p>
        </w:tc>
        <w:tc>
          <w:tcPr>
            <w:tcW w:w="4110" w:type="dxa"/>
          </w:tcPr>
          <w:p w14:paraId="7664B900" w14:textId="77777777" w:rsidR="001F3C20" w:rsidRDefault="00F30AD8" w:rsidP="00F30AD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30AD8">
              <w:rPr>
                <w:sz w:val="24"/>
                <w:szCs w:val="24"/>
              </w:rPr>
              <w:t>МБОУ СОШ  №2 с</w:t>
            </w:r>
            <w:proofErr w:type="gramStart"/>
            <w:r w:rsidRPr="00F30AD8">
              <w:rPr>
                <w:sz w:val="24"/>
                <w:szCs w:val="24"/>
              </w:rPr>
              <w:t>.А</w:t>
            </w:r>
            <w:proofErr w:type="gramEnd"/>
            <w:r w:rsidRPr="00F30AD8">
              <w:rPr>
                <w:sz w:val="24"/>
                <w:szCs w:val="24"/>
              </w:rPr>
              <w:t xml:space="preserve">скино </w:t>
            </w:r>
          </w:p>
          <w:p w14:paraId="111A3355" w14:textId="77777777" w:rsidR="00F30AD8" w:rsidRPr="00F30AD8" w:rsidRDefault="00F30AD8" w:rsidP="00F30AD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30AD8">
              <w:rPr>
                <w:sz w:val="24"/>
                <w:szCs w:val="24"/>
              </w:rPr>
              <w:t>МР Аскинский район РБ</w:t>
            </w:r>
          </w:p>
        </w:tc>
        <w:tc>
          <w:tcPr>
            <w:tcW w:w="2977" w:type="dxa"/>
          </w:tcPr>
          <w:p w14:paraId="353000CC" w14:textId="77777777" w:rsidR="00F30AD8" w:rsidRPr="00F30AD8" w:rsidRDefault="00F30AD8" w:rsidP="00F30AD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</w:t>
            </w:r>
          </w:p>
        </w:tc>
      </w:tr>
      <w:tr w:rsidR="00F30AD8" w:rsidRPr="00F30AD8" w14:paraId="5B46372E" w14:textId="77777777" w:rsidTr="00F30AD8">
        <w:tblPrEx>
          <w:tblLook w:val="01E0" w:firstRow="1" w:lastRow="1" w:firstColumn="1" w:lastColumn="1" w:noHBand="0" w:noVBand="0"/>
        </w:tblPrEx>
        <w:tc>
          <w:tcPr>
            <w:tcW w:w="567" w:type="dxa"/>
          </w:tcPr>
          <w:p w14:paraId="1CA9108D" w14:textId="77777777" w:rsidR="00F30AD8" w:rsidRPr="00F30AD8" w:rsidRDefault="00F30AD8" w:rsidP="00F30AD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30AD8">
              <w:rPr>
                <w:sz w:val="24"/>
                <w:szCs w:val="24"/>
              </w:rPr>
              <w:t>2</w:t>
            </w:r>
          </w:p>
        </w:tc>
        <w:tc>
          <w:tcPr>
            <w:tcW w:w="3403" w:type="dxa"/>
          </w:tcPr>
          <w:p w14:paraId="1CECA1EE" w14:textId="77777777" w:rsidR="00F30AD8" w:rsidRDefault="00F30AD8" w:rsidP="00F30AD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30AD8">
              <w:rPr>
                <w:sz w:val="24"/>
                <w:szCs w:val="24"/>
              </w:rPr>
              <w:t>Ахмадуллина</w:t>
            </w:r>
          </w:p>
          <w:p w14:paraId="3D0CDD7C" w14:textId="77777777" w:rsidR="00F30AD8" w:rsidRPr="00F30AD8" w:rsidRDefault="00F30AD8" w:rsidP="00F30AD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30AD8">
              <w:rPr>
                <w:sz w:val="24"/>
                <w:szCs w:val="24"/>
              </w:rPr>
              <w:t xml:space="preserve"> Эльвира Альфатовна</w:t>
            </w:r>
          </w:p>
        </w:tc>
        <w:tc>
          <w:tcPr>
            <w:tcW w:w="4110" w:type="dxa"/>
          </w:tcPr>
          <w:p w14:paraId="3199B677" w14:textId="77777777" w:rsidR="001F3C20" w:rsidRDefault="00F30AD8" w:rsidP="00F30AD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30AD8">
              <w:rPr>
                <w:sz w:val="24"/>
                <w:szCs w:val="24"/>
              </w:rPr>
              <w:t>МБОУ СОШ №1 с</w:t>
            </w:r>
            <w:proofErr w:type="gramStart"/>
            <w:r w:rsidRPr="00F30AD8">
              <w:rPr>
                <w:sz w:val="24"/>
                <w:szCs w:val="24"/>
              </w:rPr>
              <w:t>.А</w:t>
            </w:r>
            <w:proofErr w:type="gramEnd"/>
            <w:r w:rsidRPr="00F30AD8">
              <w:rPr>
                <w:sz w:val="24"/>
                <w:szCs w:val="24"/>
              </w:rPr>
              <w:t>скино</w:t>
            </w:r>
          </w:p>
          <w:p w14:paraId="70F9B397" w14:textId="77777777" w:rsidR="00F30AD8" w:rsidRPr="00F30AD8" w:rsidRDefault="00F30AD8" w:rsidP="00F30AD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30AD8">
              <w:rPr>
                <w:sz w:val="24"/>
                <w:szCs w:val="24"/>
              </w:rPr>
              <w:t xml:space="preserve"> МР Аскинский район РБ</w:t>
            </w:r>
          </w:p>
        </w:tc>
        <w:tc>
          <w:tcPr>
            <w:tcW w:w="2977" w:type="dxa"/>
          </w:tcPr>
          <w:p w14:paraId="366BA92F" w14:textId="77777777" w:rsidR="00F30AD8" w:rsidRDefault="00F30AD8" w:rsidP="00F30AD8">
            <w:pPr>
              <w:jc w:val="center"/>
            </w:pPr>
            <w:r w:rsidRPr="0063348E">
              <w:rPr>
                <w:sz w:val="24"/>
                <w:szCs w:val="24"/>
              </w:rPr>
              <w:t>учитель</w:t>
            </w:r>
          </w:p>
        </w:tc>
      </w:tr>
      <w:tr w:rsidR="00F30AD8" w:rsidRPr="00F30AD8" w14:paraId="293494E7" w14:textId="77777777" w:rsidTr="00F30AD8">
        <w:tblPrEx>
          <w:tblLook w:val="01E0" w:firstRow="1" w:lastRow="1" w:firstColumn="1" w:lastColumn="1" w:noHBand="0" w:noVBand="0"/>
        </w:tblPrEx>
        <w:tc>
          <w:tcPr>
            <w:tcW w:w="567" w:type="dxa"/>
          </w:tcPr>
          <w:p w14:paraId="2FBFC803" w14:textId="77777777" w:rsidR="00F30AD8" w:rsidRPr="00F30AD8" w:rsidRDefault="00F30AD8" w:rsidP="00F30AD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30AD8">
              <w:rPr>
                <w:sz w:val="24"/>
                <w:szCs w:val="24"/>
              </w:rPr>
              <w:t>3</w:t>
            </w:r>
          </w:p>
        </w:tc>
        <w:tc>
          <w:tcPr>
            <w:tcW w:w="3403" w:type="dxa"/>
          </w:tcPr>
          <w:p w14:paraId="6B68EEEF" w14:textId="77777777" w:rsidR="00F30AD8" w:rsidRDefault="00F30AD8" w:rsidP="00F30AD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30AD8">
              <w:rPr>
                <w:sz w:val="24"/>
                <w:szCs w:val="24"/>
              </w:rPr>
              <w:t xml:space="preserve">Ахметов </w:t>
            </w:r>
          </w:p>
          <w:p w14:paraId="33A32A7B" w14:textId="77777777" w:rsidR="00F30AD8" w:rsidRPr="00F30AD8" w:rsidRDefault="00F30AD8" w:rsidP="00F30AD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30AD8">
              <w:rPr>
                <w:sz w:val="24"/>
                <w:szCs w:val="24"/>
              </w:rPr>
              <w:t>Раиль Гатуфович</w:t>
            </w:r>
          </w:p>
        </w:tc>
        <w:tc>
          <w:tcPr>
            <w:tcW w:w="4110" w:type="dxa"/>
          </w:tcPr>
          <w:p w14:paraId="15A17A7E" w14:textId="77777777" w:rsidR="001F3C20" w:rsidRDefault="00F30AD8" w:rsidP="00F30AD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30AD8">
              <w:rPr>
                <w:sz w:val="24"/>
                <w:szCs w:val="24"/>
              </w:rPr>
              <w:t>МБОУ СОШ  №1 с</w:t>
            </w:r>
            <w:proofErr w:type="gramStart"/>
            <w:r w:rsidRPr="00F30AD8">
              <w:rPr>
                <w:sz w:val="24"/>
                <w:szCs w:val="24"/>
              </w:rPr>
              <w:t>.А</w:t>
            </w:r>
            <w:proofErr w:type="gramEnd"/>
            <w:r w:rsidRPr="00F30AD8">
              <w:rPr>
                <w:sz w:val="24"/>
                <w:szCs w:val="24"/>
              </w:rPr>
              <w:t xml:space="preserve">скино </w:t>
            </w:r>
          </w:p>
          <w:p w14:paraId="6EE4E406" w14:textId="77777777" w:rsidR="00F30AD8" w:rsidRPr="00F30AD8" w:rsidRDefault="00F30AD8" w:rsidP="00F30AD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30AD8">
              <w:rPr>
                <w:sz w:val="24"/>
                <w:szCs w:val="24"/>
              </w:rPr>
              <w:t>МР Аскинский район РБ</w:t>
            </w:r>
          </w:p>
        </w:tc>
        <w:tc>
          <w:tcPr>
            <w:tcW w:w="2977" w:type="dxa"/>
          </w:tcPr>
          <w:p w14:paraId="5E0CB97B" w14:textId="77777777" w:rsidR="00F30AD8" w:rsidRDefault="00F30AD8" w:rsidP="00F30AD8">
            <w:pPr>
              <w:jc w:val="center"/>
            </w:pPr>
            <w:r w:rsidRPr="0063348E">
              <w:rPr>
                <w:sz w:val="24"/>
                <w:szCs w:val="24"/>
              </w:rPr>
              <w:t>учитель</w:t>
            </w:r>
          </w:p>
        </w:tc>
      </w:tr>
      <w:tr w:rsidR="00F30AD8" w:rsidRPr="00F30AD8" w14:paraId="22159369" w14:textId="77777777" w:rsidTr="00F30AD8">
        <w:tblPrEx>
          <w:tblLook w:val="01E0" w:firstRow="1" w:lastRow="1" w:firstColumn="1" w:lastColumn="1" w:noHBand="0" w:noVBand="0"/>
        </w:tblPrEx>
        <w:tc>
          <w:tcPr>
            <w:tcW w:w="567" w:type="dxa"/>
          </w:tcPr>
          <w:p w14:paraId="61412700" w14:textId="77777777" w:rsidR="00F30AD8" w:rsidRPr="00F30AD8" w:rsidRDefault="00F30AD8" w:rsidP="00F30AD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30AD8">
              <w:rPr>
                <w:sz w:val="24"/>
                <w:szCs w:val="24"/>
              </w:rPr>
              <w:t>4</w:t>
            </w:r>
          </w:p>
        </w:tc>
        <w:tc>
          <w:tcPr>
            <w:tcW w:w="3403" w:type="dxa"/>
          </w:tcPr>
          <w:p w14:paraId="1B8216F9" w14:textId="77777777" w:rsidR="00F30AD8" w:rsidRDefault="00F30AD8" w:rsidP="00F30AD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30AD8">
              <w:rPr>
                <w:sz w:val="24"/>
                <w:szCs w:val="24"/>
              </w:rPr>
              <w:t xml:space="preserve">Мазгарова </w:t>
            </w:r>
          </w:p>
          <w:p w14:paraId="68B81E7A" w14:textId="77777777" w:rsidR="00F30AD8" w:rsidRPr="00F30AD8" w:rsidRDefault="00F30AD8" w:rsidP="00F30AD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30AD8">
              <w:rPr>
                <w:sz w:val="24"/>
                <w:szCs w:val="24"/>
              </w:rPr>
              <w:t>Зульфия Наилевна</w:t>
            </w:r>
          </w:p>
        </w:tc>
        <w:tc>
          <w:tcPr>
            <w:tcW w:w="4110" w:type="dxa"/>
          </w:tcPr>
          <w:p w14:paraId="7A762E38" w14:textId="77777777" w:rsidR="001F3C20" w:rsidRDefault="00F30AD8" w:rsidP="00F30AD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30AD8">
              <w:rPr>
                <w:sz w:val="24"/>
                <w:szCs w:val="24"/>
              </w:rPr>
              <w:t>МБОУ ООШ  д</w:t>
            </w:r>
            <w:proofErr w:type="gramStart"/>
            <w:r w:rsidRPr="00F30AD8">
              <w:rPr>
                <w:sz w:val="24"/>
                <w:szCs w:val="24"/>
              </w:rPr>
              <w:t>.У</w:t>
            </w:r>
            <w:proofErr w:type="gramEnd"/>
            <w:r w:rsidRPr="00F30AD8">
              <w:rPr>
                <w:sz w:val="24"/>
                <w:szCs w:val="24"/>
              </w:rPr>
              <w:t>пканкуль-филиал МБОУ СОШ №2 с.Аскино</w:t>
            </w:r>
          </w:p>
          <w:p w14:paraId="22D81CDF" w14:textId="77777777" w:rsidR="00F30AD8" w:rsidRPr="00F30AD8" w:rsidRDefault="00F30AD8" w:rsidP="00F30AD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30AD8">
              <w:rPr>
                <w:sz w:val="24"/>
                <w:szCs w:val="24"/>
              </w:rPr>
              <w:t xml:space="preserve"> МР Аскинский район РБ</w:t>
            </w:r>
          </w:p>
        </w:tc>
        <w:tc>
          <w:tcPr>
            <w:tcW w:w="2977" w:type="dxa"/>
          </w:tcPr>
          <w:p w14:paraId="57D85A85" w14:textId="77777777" w:rsidR="00F30AD8" w:rsidRDefault="00F30AD8" w:rsidP="00F30AD8">
            <w:pPr>
              <w:jc w:val="center"/>
            </w:pPr>
            <w:r w:rsidRPr="0063348E">
              <w:rPr>
                <w:sz w:val="24"/>
                <w:szCs w:val="24"/>
              </w:rPr>
              <w:t>учитель</w:t>
            </w:r>
          </w:p>
        </w:tc>
      </w:tr>
      <w:tr w:rsidR="00F30AD8" w:rsidRPr="00F30AD8" w14:paraId="12082DC7" w14:textId="77777777" w:rsidTr="00F30AD8">
        <w:tblPrEx>
          <w:tblLook w:val="01E0" w:firstRow="1" w:lastRow="1" w:firstColumn="1" w:lastColumn="1" w:noHBand="0" w:noVBand="0"/>
        </w:tblPrEx>
        <w:tc>
          <w:tcPr>
            <w:tcW w:w="567" w:type="dxa"/>
          </w:tcPr>
          <w:p w14:paraId="30C4D69F" w14:textId="77777777" w:rsidR="00F30AD8" w:rsidRPr="00F30AD8" w:rsidRDefault="00F30AD8" w:rsidP="00F30AD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30AD8">
              <w:rPr>
                <w:sz w:val="24"/>
                <w:szCs w:val="24"/>
              </w:rPr>
              <w:t>5</w:t>
            </w:r>
          </w:p>
        </w:tc>
        <w:tc>
          <w:tcPr>
            <w:tcW w:w="3403" w:type="dxa"/>
          </w:tcPr>
          <w:p w14:paraId="0A6A6370" w14:textId="77777777" w:rsidR="00F30AD8" w:rsidRDefault="00F30AD8" w:rsidP="00F30AD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30AD8">
              <w:rPr>
                <w:sz w:val="24"/>
                <w:szCs w:val="24"/>
              </w:rPr>
              <w:t xml:space="preserve">Шаймарданова </w:t>
            </w:r>
          </w:p>
          <w:p w14:paraId="2E7572B7" w14:textId="77777777" w:rsidR="00F30AD8" w:rsidRPr="00F30AD8" w:rsidRDefault="00F30AD8" w:rsidP="00F30AD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30AD8">
              <w:rPr>
                <w:sz w:val="24"/>
                <w:szCs w:val="24"/>
              </w:rPr>
              <w:t>Альфия Разимовна</w:t>
            </w:r>
          </w:p>
        </w:tc>
        <w:tc>
          <w:tcPr>
            <w:tcW w:w="4110" w:type="dxa"/>
          </w:tcPr>
          <w:p w14:paraId="6ABEA4B4" w14:textId="77777777" w:rsidR="001F3C20" w:rsidRDefault="00F30AD8" w:rsidP="00F30AD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30AD8">
              <w:rPr>
                <w:sz w:val="24"/>
                <w:szCs w:val="24"/>
              </w:rPr>
              <w:t>МБОУ СОШ №1 с</w:t>
            </w:r>
            <w:proofErr w:type="gramStart"/>
            <w:r w:rsidRPr="00F30AD8">
              <w:rPr>
                <w:sz w:val="24"/>
                <w:szCs w:val="24"/>
              </w:rPr>
              <w:t>.А</w:t>
            </w:r>
            <w:proofErr w:type="gramEnd"/>
            <w:r w:rsidRPr="00F30AD8">
              <w:rPr>
                <w:sz w:val="24"/>
                <w:szCs w:val="24"/>
              </w:rPr>
              <w:t xml:space="preserve">скино </w:t>
            </w:r>
          </w:p>
          <w:p w14:paraId="2EC17F82" w14:textId="77777777" w:rsidR="00F30AD8" w:rsidRPr="00F30AD8" w:rsidRDefault="00F30AD8" w:rsidP="00F30AD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30AD8">
              <w:rPr>
                <w:sz w:val="24"/>
                <w:szCs w:val="24"/>
              </w:rPr>
              <w:t>МР Аскинский район РБ</w:t>
            </w:r>
          </w:p>
        </w:tc>
        <w:tc>
          <w:tcPr>
            <w:tcW w:w="2977" w:type="dxa"/>
          </w:tcPr>
          <w:p w14:paraId="50456A34" w14:textId="77777777" w:rsidR="00F30AD8" w:rsidRDefault="00F30AD8" w:rsidP="00F30AD8">
            <w:pPr>
              <w:jc w:val="center"/>
            </w:pPr>
            <w:r w:rsidRPr="0063348E">
              <w:rPr>
                <w:sz w:val="24"/>
                <w:szCs w:val="24"/>
              </w:rPr>
              <w:t>учитель</w:t>
            </w:r>
          </w:p>
        </w:tc>
      </w:tr>
      <w:tr w:rsidR="00F30AD8" w:rsidRPr="00F30AD8" w14:paraId="2716F869" w14:textId="77777777" w:rsidTr="00F30AD8">
        <w:tblPrEx>
          <w:tblLook w:val="01E0" w:firstRow="1" w:lastRow="1" w:firstColumn="1" w:lastColumn="1" w:noHBand="0" w:noVBand="0"/>
        </w:tblPrEx>
        <w:tc>
          <w:tcPr>
            <w:tcW w:w="567" w:type="dxa"/>
          </w:tcPr>
          <w:p w14:paraId="5ED0D972" w14:textId="77777777" w:rsidR="00F30AD8" w:rsidRPr="00F30AD8" w:rsidRDefault="00F30AD8" w:rsidP="00F30AD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30AD8">
              <w:rPr>
                <w:sz w:val="24"/>
                <w:szCs w:val="24"/>
              </w:rPr>
              <w:t>6</w:t>
            </w:r>
          </w:p>
        </w:tc>
        <w:tc>
          <w:tcPr>
            <w:tcW w:w="3403" w:type="dxa"/>
          </w:tcPr>
          <w:p w14:paraId="0D32E66C" w14:textId="77777777" w:rsidR="00F30AD8" w:rsidRDefault="00F30AD8" w:rsidP="00F30AD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30AD8">
              <w:rPr>
                <w:sz w:val="24"/>
                <w:szCs w:val="24"/>
              </w:rPr>
              <w:t xml:space="preserve">Тагирова </w:t>
            </w:r>
          </w:p>
          <w:p w14:paraId="74BE884F" w14:textId="77777777" w:rsidR="00F30AD8" w:rsidRPr="00F30AD8" w:rsidRDefault="00F30AD8" w:rsidP="00F30AD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30AD8">
              <w:rPr>
                <w:sz w:val="24"/>
                <w:szCs w:val="24"/>
              </w:rPr>
              <w:t>Райфа Рафаэловна</w:t>
            </w:r>
          </w:p>
        </w:tc>
        <w:tc>
          <w:tcPr>
            <w:tcW w:w="4110" w:type="dxa"/>
          </w:tcPr>
          <w:p w14:paraId="4C803F0D" w14:textId="77777777" w:rsidR="001F3C20" w:rsidRDefault="00F30AD8" w:rsidP="00F30AD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30AD8">
              <w:rPr>
                <w:sz w:val="24"/>
                <w:szCs w:val="24"/>
              </w:rPr>
              <w:t>МБОУ СОШ №1 с</w:t>
            </w:r>
            <w:proofErr w:type="gramStart"/>
            <w:r w:rsidRPr="00F30AD8">
              <w:rPr>
                <w:sz w:val="24"/>
                <w:szCs w:val="24"/>
              </w:rPr>
              <w:t>.А</w:t>
            </w:r>
            <w:proofErr w:type="gramEnd"/>
            <w:r w:rsidRPr="00F30AD8">
              <w:rPr>
                <w:sz w:val="24"/>
                <w:szCs w:val="24"/>
              </w:rPr>
              <w:t xml:space="preserve">скино </w:t>
            </w:r>
          </w:p>
          <w:p w14:paraId="6EFFB567" w14:textId="77777777" w:rsidR="00F30AD8" w:rsidRPr="00F30AD8" w:rsidRDefault="00F30AD8" w:rsidP="00F30AD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30AD8">
              <w:rPr>
                <w:sz w:val="24"/>
                <w:szCs w:val="24"/>
              </w:rPr>
              <w:t>МР Аскинский район РБ</w:t>
            </w:r>
          </w:p>
        </w:tc>
        <w:tc>
          <w:tcPr>
            <w:tcW w:w="2977" w:type="dxa"/>
          </w:tcPr>
          <w:p w14:paraId="62DF2EE5" w14:textId="77777777" w:rsidR="00F30AD8" w:rsidRDefault="00F30AD8" w:rsidP="00F30AD8">
            <w:pPr>
              <w:jc w:val="center"/>
            </w:pPr>
            <w:r w:rsidRPr="0063348E">
              <w:rPr>
                <w:sz w:val="24"/>
                <w:szCs w:val="24"/>
              </w:rPr>
              <w:t>учитель</w:t>
            </w:r>
          </w:p>
        </w:tc>
      </w:tr>
      <w:tr w:rsidR="00F30AD8" w:rsidRPr="00F30AD8" w14:paraId="655CDB12" w14:textId="77777777" w:rsidTr="00F30AD8">
        <w:tblPrEx>
          <w:tblLook w:val="01E0" w:firstRow="1" w:lastRow="1" w:firstColumn="1" w:lastColumn="1" w:noHBand="0" w:noVBand="0"/>
        </w:tblPrEx>
        <w:tc>
          <w:tcPr>
            <w:tcW w:w="567" w:type="dxa"/>
          </w:tcPr>
          <w:p w14:paraId="3744993B" w14:textId="77777777" w:rsidR="00F30AD8" w:rsidRPr="00F30AD8" w:rsidRDefault="00F30AD8" w:rsidP="00F30AD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30AD8">
              <w:rPr>
                <w:sz w:val="24"/>
                <w:szCs w:val="24"/>
              </w:rPr>
              <w:t>7</w:t>
            </w:r>
          </w:p>
        </w:tc>
        <w:tc>
          <w:tcPr>
            <w:tcW w:w="3403" w:type="dxa"/>
          </w:tcPr>
          <w:p w14:paraId="5DB7320A" w14:textId="77777777" w:rsidR="00F30AD8" w:rsidRDefault="00F30AD8" w:rsidP="00F30AD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30AD8">
              <w:rPr>
                <w:sz w:val="24"/>
                <w:szCs w:val="24"/>
              </w:rPr>
              <w:t>Фазлинурова</w:t>
            </w:r>
          </w:p>
          <w:p w14:paraId="5807A005" w14:textId="77777777" w:rsidR="00F30AD8" w:rsidRPr="00F30AD8" w:rsidRDefault="00F30AD8" w:rsidP="00F30AD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30AD8">
              <w:rPr>
                <w:sz w:val="24"/>
                <w:szCs w:val="24"/>
              </w:rPr>
              <w:t>Файруза Арсеньевна</w:t>
            </w:r>
          </w:p>
        </w:tc>
        <w:tc>
          <w:tcPr>
            <w:tcW w:w="4110" w:type="dxa"/>
          </w:tcPr>
          <w:p w14:paraId="3792B95B" w14:textId="77777777" w:rsidR="001F3C20" w:rsidRDefault="00F30AD8" w:rsidP="00F30AD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30AD8">
              <w:rPr>
                <w:sz w:val="24"/>
                <w:szCs w:val="24"/>
              </w:rPr>
              <w:t>МБОУ СОШ №1 с</w:t>
            </w:r>
            <w:proofErr w:type="gramStart"/>
            <w:r w:rsidRPr="00F30AD8">
              <w:rPr>
                <w:sz w:val="24"/>
                <w:szCs w:val="24"/>
              </w:rPr>
              <w:t>.А</w:t>
            </w:r>
            <w:proofErr w:type="gramEnd"/>
            <w:r w:rsidRPr="00F30AD8">
              <w:rPr>
                <w:sz w:val="24"/>
                <w:szCs w:val="24"/>
              </w:rPr>
              <w:t xml:space="preserve">скино </w:t>
            </w:r>
          </w:p>
          <w:p w14:paraId="12DDB439" w14:textId="77777777" w:rsidR="00F30AD8" w:rsidRPr="00F30AD8" w:rsidRDefault="00F30AD8" w:rsidP="00F30AD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30AD8">
              <w:rPr>
                <w:sz w:val="24"/>
                <w:szCs w:val="24"/>
              </w:rPr>
              <w:t>МР Аскинский район РБ</w:t>
            </w:r>
          </w:p>
        </w:tc>
        <w:tc>
          <w:tcPr>
            <w:tcW w:w="2977" w:type="dxa"/>
          </w:tcPr>
          <w:p w14:paraId="5E57B237" w14:textId="77777777" w:rsidR="00F30AD8" w:rsidRDefault="00F30AD8" w:rsidP="00F30AD8">
            <w:pPr>
              <w:jc w:val="center"/>
            </w:pPr>
            <w:r w:rsidRPr="0063348E">
              <w:rPr>
                <w:sz w:val="24"/>
                <w:szCs w:val="24"/>
              </w:rPr>
              <w:t>учитель</w:t>
            </w:r>
          </w:p>
        </w:tc>
      </w:tr>
      <w:tr w:rsidR="00F30AD8" w:rsidRPr="00F30AD8" w14:paraId="24FE84B8" w14:textId="77777777" w:rsidTr="00F30AD8">
        <w:tblPrEx>
          <w:tblLook w:val="01E0" w:firstRow="1" w:lastRow="1" w:firstColumn="1" w:lastColumn="1" w:noHBand="0" w:noVBand="0"/>
        </w:tblPrEx>
        <w:tc>
          <w:tcPr>
            <w:tcW w:w="567" w:type="dxa"/>
          </w:tcPr>
          <w:p w14:paraId="364D1B61" w14:textId="77777777" w:rsidR="00F30AD8" w:rsidRPr="00F30AD8" w:rsidRDefault="00F30AD8" w:rsidP="00F30AD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30AD8">
              <w:rPr>
                <w:sz w:val="24"/>
                <w:szCs w:val="24"/>
              </w:rPr>
              <w:t>8</w:t>
            </w:r>
          </w:p>
        </w:tc>
        <w:tc>
          <w:tcPr>
            <w:tcW w:w="3403" w:type="dxa"/>
          </w:tcPr>
          <w:p w14:paraId="472029E9" w14:textId="77777777" w:rsidR="00F30AD8" w:rsidRDefault="00F30AD8" w:rsidP="00F30AD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30AD8">
              <w:rPr>
                <w:sz w:val="24"/>
                <w:szCs w:val="24"/>
              </w:rPr>
              <w:t>Шайхулова</w:t>
            </w:r>
          </w:p>
          <w:p w14:paraId="37F4A909" w14:textId="77777777" w:rsidR="00F30AD8" w:rsidRPr="00F30AD8" w:rsidRDefault="00F30AD8" w:rsidP="00F30AD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30AD8">
              <w:rPr>
                <w:sz w:val="24"/>
                <w:szCs w:val="24"/>
              </w:rPr>
              <w:t xml:space="preserve"> Эльвира Адхамовна</w:t>
            </w:r>
          </w:p>
        </w:tc>
        <w:tc>
          <w:tcPr>
            <w:tcW w:w="4110" w:type="dxa"/>
          </w:tcPr>
          <w:p w14:paraId="40058C7F" w14:textId="77777777" w:rsidR="001F3C20" w:rsidRDefault="00F30AD8" w:rsidP="00F30AD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30AD8">
              <w:rPr>
                <w:sz w:val="24"/>
                <w:szCs w:val="24"/>
              </w:rPr>
              <w:t>МБОУ СОШ  №1 с</w:t>
            </w:r>
            <w:proofErr w:type="gramStart"/>
            <w:r w:rsidRPr="00F30AD8">
              <w:rPr>
                <w:sz w:val="24"/>
                <w:szCs w:val="24"/>
              </w:rPr>
              <w:t>.А</w:t>
            </w:r>
            <w:proofErr w:type="gramEnd"/>
            <w:r w:rsidRPr="00F30AD8">
              <w:rPr>
                <w:sz w:val="24"/>
                <w:szCs w:val="24"/>
              </w:rPr>
              <w:t xml:space="preserve">скино </w:t>
            </w:r>
          </w:p>
          <w:p w14:paraId="2FEBAFE4" w14:textId="77777777" w:rsidR="00F30AD8" w:rsidRPr="00F30AD8" w:rsidRDefault="00F30AD8" w:rsidP="00F30AD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30AD8">
              <w:rPr>
                <w:sz w:val="24"/>
                <w:szCs w:val="24"/>
              </w:rPr>
              <w:t>МР Аскинский район РБ</w:t>
            </w:r>
          </w:p>
        </w:tc>
        <w:tc>
          <w:tcPr>
            <w:tcW w:w="2977" w:type="dxa"/>
          </w:tcPr>
          <w:p w14:paraId="7FC789CD" w14:textId="77777777" w:rsidR="00F30AD8" w:rsidRDefault="00F30AD8" w:rsidP="00F30AD8">
            <w:pPr>
              <w:jc w:val="center"/>
            </w:pPr>
            <w:r w:rsidRPr="0063348E">
              <w:rPr>
                <w:sz w:val="24"/>
                <w:szCs w:val="24"/>
              </w:rPr>
              <w:t>учитель</w:t>
            </w:r>
          </w:p>
        </w:tc>
      </w:tr>
    </w:tbl>
    <w:p w14:paraId="53365B70" w14:textId="77777777" w:rsidR="00F30AD8" w:rsidRDefault="00F30AD8" w:rsidP="00F30AD8">
      <w:pPr>
        <w:spacing w:after="0"/>
      </w:pPr>
    </w:p>
    <w:p w14:paraId="675EB44C" w14:textId="77777777" w:rsidR="002E23F2" w:rsidRPr="002E23F2" w:rsidRDefault="002E23F2" w:rsidP="002E23F2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3737B4EE" w14:textId="77777777" w:rsidR="00FD1274" w:rsidRDefault="00FD1274" w:rsidP="0019544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F24E8D2" w14:textId="77777777" w:rsidR="00FD1274" w:rsidRDefault="00FD1274" w:rsidP="0019544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604C2BC" w14:textId="77777777" w:rsidR="00FD1274" w:rsidRDefault="00FD1274" w:rsidP="0019544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FAFAFA4" w14:textId="77777777" w:rsidR="00FD1274" w:rsidRDefault="00FD1274" w:rsidP="0019544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1F1FE79" w14:textId="77777777" w:rsidR="00FD1274" w:rsidRDefault="00FD1274" w:rsidP="0019544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BBC1DE8" w14:textId="77777777" w:rsidR="00FD1274" w:rsidRDefault="00FD1274" w:rsidP="0019544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AD41EBB" w14:textId="77777777" w:rsidR="00FD1274" w:rsidRDefault="00FD1274" w:rsidP="0019544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6ABC76B" w14:textId="77777777" w:rsidR="00FD1274" w:rsidRDefault="00FD1274" w:rsidP="0019544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70E4BC2" w14:textId="77777777" w:rsidR="00FD1274" w:rsidRDefault="00FD1274" w:rsidP="0019544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A7D1CEE" w14:textId="77777777" w:rsidR="00FD1274" w:rsidRDefault="00FD1274" w:rsidP="0019544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CCBACED" w14:textId="77777777" w:rsidR="00FD1274" w:rsidRDefault="00FD1274" w:rsidP="0019544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CB5F176" w14:textId="77777777" w:rsidR="00FD1274" w:rsidRDefault="00FD1274" w:rsidP="0019544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AFD3553" w14:textId="77777777" w:rsidR="00FD1274" w:rsidRDefault="00FD1274" w:rsidP="0019544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EF39BD9" w14:textId="77777777" w:rsidR="00FD1274" w:rsidRDefault="00FD1274" w:rsidP="0019544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2AEC6DA" w14:textId="77777777" w:rsidR="00FD1274" w:rsidRDefault="00FD1274" w:rsidP="0019544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60F45C7" w14:textId="77777777" w:rsidR="00FD1274" w:rsidRDefault="00FD1274" w:rsidP="0019544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2F4C00E" w14:textId="77777777" w:rsidR="00FD1274" w:rsidRDefault="00FD1274" w:rsidP="0019544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278ADFB" w14:textId="77777777" w:rsidR="00FD1274" w:rsidRDefault="00FD1274" w:rsidP="0019544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AB7484F" w14:textId="77777777" w:rsidR="00FD1274" w:rsidRDefault="00FD1274" w:rsidP="0019544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45DB52C" w14:textId="77777777" w:rsidR="00FD1274" w:rsidRDefault="00FD1274" w:rsidP="0019544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9FC34DA" w14:textId="77777777" w:rsidR="00FD1274" w:rsidRDefault="00FD1274" w:rsidP="0019544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B8436D5" w14:textId="77777777" w:rsidR="00FD1274" w:rsidRDefault="00FD1274" w:rsidP="00FD127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Приложение №2  к приказу Министерства образования</w:t>
      </w:r>
    </w:p>
    <w:p w14:paraId="0A386698" w14:textId="77777777" w:rsidR="00FD1274" w:rsidRPr="00BE3CB8" w:rsidRDefault="00FD1274" w:rsidP="00FD1274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14:paraId="30C48732" w14:textId="77777777" w:rsidR="00FD1274" w:rsidRDefault="00FD1274" w:rsidP="00FD127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  <w:proofErr w:type="gramEnd"/>
    </w:p>
    <w:p w14:paraId="7E8368EB" w14:textId="77777777" w:rsidR="00FD1274" w:rsidRDefault="00FD1274" w:rsidP="00FD127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14:paraId="125D04D2" w14:textId="77777777" w:rsidR="00FD1274" w:rsidRDefault="00FD1274" w:rsidP="00FD1274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14:paraId="158EB319" w14:textId="77777777" w:rsidR="00FD1274" w:rsidRPr="00FD0F2C" w:rsidRDefault="00FD1274" w:rsidP="00FD1274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1E799283" w14:textId="77777777" w:rsidR="0019544F" w:rsidRDefault="0019544F" w:rsidP="0019544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МР  Аургазинский район Республики Башкортостан</w:t>
      </w:r>
    </w:p>
    <w:p w14:paraId="38F6698E" w14:textId="77777777" w:rsidR="0019544F" w:rsidRDefault="0019544F" w:rsidP="0019544F">
      <w:pPr>
        <w:spacing w:after="0"/>
        <w:jc w:val="center"/>
        <w:rPr>
          <w:rFonts w:ascii="Times New Roman" w:hAnsi="Times New Roman" w:cs="Times New Roman"/>
          <w:b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403"/>
        <w:gridCol w:w="4110"/>
        <w:gridCol w:w="2977"/>
      </w:tblGrid>
      <w:tr w:rsidR="0019544F" w14:paraId="0DBD0AA6" w14:textId="77777777" w:rsidTr="0019544F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C4EBE" w14:textId="77777777" w:rsidR="0019544F" w:rsidRDefault="0019544F" w:rsidP="0019544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5A6EB" w14:textId="77777777" w:rsidR="0019544F" w:rsidRDefault="0019544F" w:rsidP="0019544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13B51" w14:textId="77777777" w:rsidR="0019544F" w:rsidRDefault="0019544F" w:rsidP="0019544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D8A3C" w14:textId="77777777" w:rsidR="0019544F" w:rsidRDefault="0019544F" w:rsidP="0019544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19544F" w14:paraId="47313C3A" w14:textId="77777777" w:rsidTr="0019544F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E3688" w14:textId="77777777" w:rsidR="0019544F" w:rsidRPr="001A7DBA" w:rsidRDefault="0019544F" w:rsidP="001954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D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ECA09" w14:textId="77777777" w:rsidR="0019544F" w:rsidRDefault="0019544F" w:rsidP="0019544F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6BC4">
              <w:rPr>
                <w:rFonts w:ascii="Times New Roman" w:hAnsi="Times New Roman"/>
                <w:sz w:val="24"/>
                <w:szCs w:val="24"/>
              </w:rPr>
              <w:t xml:space="preserve">Габидуллина </w:t>
            </w:r>
          </w:p>
          <w:p w14:paraId="0FE991D1" w14:textId="77777777" w:rsidR="0019544F" w:rsidRPr="007F6BC4" w:rsidRDefault="0019544F" w:rsidP="0019544F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6BC4">
              <w:rPr>
                <w:rFonts w:ascii="Times New Roman" w:hAnsi="Times New Roman"/>
                <w:sz w:val="24"/>
                <w:szCs w:val="24"/>
              </w:rPr>
              <w:t>Раушания Фирдависовна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BAA8A" w14:textId="77777777" w:rsidR="0019544F" w:rsidRPr="007F6BC4" w:rsidRDefault="0019544F" w:rsidP="0019544F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6BC4">
              <w:rPr>
                <w:rFonts w:ascii="Times New Roman" w:hAnsi="Times New Roman"/>
                <w:sz w:val="24"/>
                <w:szCs w:val="24"/>
              </w:rPr>
              <w:t>МБОУ Лицей с</w:t>
            </w:r>
            <w:proofErr w:type="gramStart"/>
            <w:r w:rsidRPr="007F6BC4">
              <w:rPr>
                <w:rFonts w:ascii="Times New Roman" w:hAnsi="Times New Roman"/>
                <w:sz w:val="24"/>
                <w:szCs w:val="24"/>
              </w:rPr>
              <w:t>.Т</w:t>
            </w:r>
            <w:proofErr w:type="gramEnd"/>
            <w:r w:rsidRPr="007F6BC4">
              <w:rPr>
                <w:rFonts w:ascii="Times New Roman" w:hAnsi="Times New Roman"/>
                <w:sz w:val="24"/>
                <w:szCs w:val="24"/>
              </w:rPr>
              <w:t>олбазы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A18AC" w14:textId="77777777" w:rsidR="0019544F" w:rsidRPr="007F6BC4" w:rsidRDefault="0019544F" w:rsidP="0019544F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6BC4"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</w:tc>
      </w:tr>
      <w:tr w:rsidR="0019544F" w14:paraId="73219E6D" w14:textId="77777777" w:rsidTr="0019544F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04A52" w14:textId="77777777" w:rsidR="0019544F" w:rsidRPr="001A7DBA" w:rsidRDefault="0019544F" w:rsidP="001954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D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0100C" w14:textId="77777777" w:rsidR="0019544F" w:rsidRDefault="0019544F" w:rsidP="001954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Бикбаева </w:t>
            </w:r>
          </w:p>
          <w:p w14:paraId="22C45130" w14:textId="77777777" w:rsidR="0019544F" w:rsidRDefault="0019544F" w:rsidP="001954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Гюзель Мажитовна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B5416" w14:textId="77777777" w:rsidR="0019544F" w:rsidRDefault="0019544F" w:rsidP="001954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№3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олбазы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5ABEF" w14:textId="77777777" w:rsidR="0019544F" w:rsidRDefault="0019544F" w:rsidP="001954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19544F" w14:paraId="3B73E84C" w14:textId="77777777" w:rsidTr="0019544F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7BB0C" w14:textId="77777777" w:rsidR="0019544F" w:rsidRPr="001A7DBA" w:rsidRDefault="0019544F" w:rsidP="001954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D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FBA83" w14:textId="77777777" w:rsidR="0019544F" w:rsidRDefault="0019544F" w:rsidP="0019544F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6BC4">
              <w:rPr>
                <w:rFonts w:ascii="Times New Roman" w:hAnsi="Times New Roman"/>
                <w:sz w:val="24"/>
                <w:szCs w:val="24"/>
              </w:rPr>
              <w:t xml:space="preserve">Петрова </w:t>
            </w:r>
          </w:p>
          <w:p w14:paraId="3B8316DF" w14:textId="77777777" w:rsidR="0019544F" w:rsidRPr="007F6BC4" w:rsidRDefault="0019544F" w:rsidP="0019544F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6BC4">
              <w:rPr>
                <w:rFonts w:ascii="Times New Roman" w:hAnsi="Times New Roman"/>
                <w:sz w:val="24"/>
                <w:szCs w:val="24"/>
              </w:rPr>
              <w:t>Марина Владимировна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13657" w14:textId="77777777" w:rsidR="0019544F" w:rsidRPr="007F6BC4" w:rsidRDefault="0019544F" w:rsidP="0019544F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6BC4">
              <w:rPr>
                <w:rFonts w:ascii="Times New Roman" w:hAnsi="Times New Roman"/>
                <w:sz w:val="24"/>
                <w:szCs w:val="24"/>
              </w:rPr>
              <w:t>МБОУ СОШ с</w:t>
            </w:r>
            <w:proofErr w:type="gramStart"/>
            <w:r w:rsidRPr="007F6BC4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Pr="007F6BC4">
              <w:rPr>
                <w:rFonts w:ascii="Times New Roman" w:hAnsi="Times New Roman"/>
                <w:sz w:val="24"/>
                <w:szCs w:val="24"/>
              </w:rPr>
              <w:t>ишкаин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E6C77" w14:textId="77777777" w:rsidR="0019544F" w:rsidRPr="007F6BC4" w:rsidRDefault="0019544F" w:rsidP="0019544F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6BC4"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</w:tc>
      </w:tr>
      <w:tr w:rsidR="0019544F" w14:paraId="577DD75D" w14:textId="77777777" w:rsidTr="0019544F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387FE" w14:textId="77777777" w:rsidR="0019544F" w:rsidRPr="001A7DBA" w:rsidRDefault="0019544F" w:rsidP="001954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D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51A0D" w14:textId="77777777" w:rsidR="0019544F" w:rsidRDefault="0019544F" w:rsidP="0019544F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6BC4">
              <w:rPr>
                <w:rFonts w:ascii="Times New Roman" w:hAnsi="Times New Roman"/>
                <w:sz w:val="24"/>
                <w:szCs w:val="24"/>
              </w:rPr>
              <w:t xml:space="preserve">Дубовицкая </w:t>
            </w:r>
          </w:p>
          <w:p w14:paraId="2CE54B73" w14:textId="77777777" w:rsidR="0019544F" w:rsidRPr="007F6BC4" w:rsidRDefault="0019544F" w:rsidP="0019544F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6BC4">
              <w:rPr>
                <w:rFonts w:ascii="Times New Roman" w:hAnsi="Times New Roman"/>
                <w:sz w:val="24"/>
                <w:szCs w:val="24"/>
              </w:rPr>
              <w:t>Рима Рифгатовна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C55BD" w14:textId="77777777" w:rsidR="0019544F" w:rsidRPr="007F6BC4" w:rsidRDefault="0019544F" w:rsidP="0019544F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6BC4">
              <w:rPr>
                <w:rFonts w:ascii="Times New Roman" w:hAnsi="Times New Roman"/>
                <w:sz w:val="24"/>
                <w:szCs w:val="24"/>
              </w:rPr>
              <w:t>МБОУ СОШ №3 с</w:t>
            </w:r>
            <w:proofErr w:type="gramStart"/>
            <w:r w:rsidRPr="007F6BC4">
              <w:rPr>
                <w:rFonts w:ascii="Times New Roman" w:hAnsi="Times New Roman"/>
                <w:sz w:val="24"/>
                <w:szCs w:val="24"/>
              </w:rPr>
              <w:t>.Т</w:t>
            </w:r>
            <w:proofErr w:type="gramEnd"/>
            <w:r w:rsidRPr="007F6BC4">
              <w:rPr>
                <w:rFonts w:ascii="Times New Roman" w:hAnsi="Times New Roman"/>
                <w:sz w:val="24"/>
                <w:szCs w:val="24"/>
              </w:rPr>
              <w:t>олбазы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22121" w14:textId="77777777" w:rsidR="0019544F" w:rsidRPr="007F6BC4" w:rsidRDefault="0019544F" w:rsidP="0019544F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6BC4"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</w:tc>
      </w:tr>
    </w:tbl>
    <w:p w14:paraId="11BBE59A" w14:textId="77777777" w:rsidR="00506783" w:rsidRDefault="00506783" w:rsidP="00506783">
      <w:pPr>
        <w:spacing w:after="0"/>
        <w:ind w:firstLine="851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             </w:t>
      </w:r>
    </w:p>
    <w:p w14:paraId="7063FE1D" w14:textId="77777777" w:rsidR="00FD1274" w:rsidRDefault="00FD1274" w:rsidP="00506783">
      <w:pPr>
        <w:spacing w:after="0"/>
        <w:ind w:firstLine="851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14:paraId="47188F14" w14:textId="77777777" w:rsidR="00FD1274" w:rsidRDefault="00FD1274" w:rsidP="00506783">
      <w:pPr>
        <w:spacing w:after="0"/>
        <w:ind w:firstLine="851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14:paraId="1435C55D" w14:textId="77777777" w:rsidR="00FD1274" w:rsidRDefault="00FD1274" w:rsidP="00506783">
      <w:pPr>
        <w:spacing w:after="0"/>
        <w:ind w:firstLine="851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14:paraId="6DE1451E" w14:textId="77777777" w:rsidR="00FD1274" w:rsidRDefault="00FD1274" w:rsidP="00506783">
      <w:pPr>
        <w:spacing w:after="0"/>
        <w:ind w:firstLine="851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14:paraId="762582E9" w14:textId="77777777" w:rsidR="00FD1274" w:rsidRDefault="00FD1274" w:rsidP="00506783">
      <w:pPr>
        <w:spacing w:after="0"/>
        <w:ind w:firstLine="851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14:paraId="181C1DF5" w14:textId="77777777" w:rsidR="00FD1274" w:rsidRDefault="00FD1274" w:rsidP="00506783">
      <w:pPr>
        <w:spacing w:after="0"/>
        <w:ind w:firstLine="851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14:paraId="09B5F67B" w14:textId="77777777" w:rsidR="00FD1274" w:rsidRDefault="00FD1274" w:rsidP="00506783">
      <w:pPr>
        <w:spacing w:after="0"/>
        <w:ind w:firstLine="851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14:paraId="24BD822F" w14:textId="77777777" w:rsidR="00FD1274" w:rsidRDefault="00FD1274" w:rsidP="00506783">
      <w:pPr>
        <w:spacing w:after="0"/>
        <w:ind w:firstLine="851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14:paraId="15381314" w14:textId="77777777" w:rsidR="00FD1274" w:rsidRDefault="00FD1274" w:rsidP="00506783">
      <w:pPr>
        <w:spacing w:after="0"/>
        <w:ind w:firstLine="851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14:paraId="23409D1D" w14:textId="77777777" w:rsidR="00FD1274" w:rsidRDefault="00FD1274" w:rsidP="00506783">
      <w:pPr>
        <w:spacing w:after="0"/>
        <w:ind w:firstLine="851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14:paraId="00D839E1" w14:textId="77777777" w:rsidR="00FD1274" w:rsidRDefault="00FD1274" w:rsidP="00506783">
      <w:pPr>
        <w:spacing w:after="0"/>
        <w:ind w:firstLine="851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14:paraId="02312623" w14:textId="77777777" w:rsidR="00FD1274" w:rsidRDefault="00FD1274" w:rsidP="00506783">
      <w:pPr>
        <w:spacing w:after="0"/>
        <w:ind w:firstLine="851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14:paraId="3290C570" w14:textId="77777777" w:rsidR="00FD1274" w:rsidRDefault="00FD1274" w:rsidP="00506783">
      <w:pPr>
        <w:spacing w:after="0"/>
        <w:ind w:firstLine="851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14:paraId="76F32BEA" w14:textId="77777777" w:rsidR="00FD1274" w:rsidRDefault="00FD1274" w:rsidP="00506783">
      <w:pPr>
        <w:spacing w:after="0"/>
        <w:ind w:firstLine="851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14:paraId="69E8B9D6" w14:textId="77777777" w:rsidR="00FD1274" w:rsidRDefault="00FD1274" w:rsidP="00506783">
      <w:pPr>
        <w:spacing w:after="0"/>
        <w:ind w:firstLine="851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14:paraId="202E38B6" w14:textId="77777777" w:rsidR="00FD1274" w:rsidRDefault="00FD1274" w:rsidP="00506783">
      <w:pPr>
        <w:spacing w:after="0"/>
        <w:ind w:firstLine="851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14:paraId="28425C29" w14:textId="77777777" w:rsidR="00FD1274" w:rsidRDefault="00FD1274" w:rsidP="00506783">
      <w:pPr>
        <w:spacing w:after="0"/>
        <w:ind w:firstLine="851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14:paraId="14D653A9" w14:textId="77777777" w:rsidR="00FD1274" w:rsidRDefault="00FD1274" w:rsidP="00506783">
      <w:pPr>
        <w:spacing w:after="0"/>
        <w:ind w:firstLine="851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14:paraId="7D5427CC" w14:textId="77777777" w:rsidR="00FD1274" w:rsidRDefault="00FD1274" w:rsidP="00506783">
      <w:pPr>
        <w:spacing w:after="0"/>
        <w:ind w:firstLine="851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14:paraId="2087C029" w14:textId="77777777" w:rsidR="00FD1274" w:rsidRDefault="00FD1274" w:rsidP="00506783">
      <w:pPr>
        <w:spacing w:after="0"/>
        <w:ind w:firstLine="851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14:paraId="12E3B2E6" w14:textId="77777777" w:rsidR="00FD1274" w:rsidRDefault="00FD1274" w:rsidP="00506783">
      <w:pPr>
        <w:spacing w:after="0"/>
        <w:ind w:firstLine="851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14:paraId="4452D867" w14:textId="77777777" w:rsidR="00FD1274" w:rsidRDefault="00FD1274" w:rsidP="00506783">
      <w:pPr>
        <w:spacing w:after="0"/>
        <w:ind w:firstLine="851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14:paraId="3944BFC2" w14:textId="77777777" w:rsidR="00FD1274" w:rsidRDefault="00FD1274" w:rsidP="00506783">
      <w:pPr>
        <w:spacing w:after="0"/>
        <w:ind w:firstLine="851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14:paraId="1D7D553D" w14:textId="77777777" w:rsidR="00FD1274" w:rsidRDefault="00FD1274" w:rsidP="00506783">
      <w:pPr>
        <w:spacing w:after="0"/>
        <w:ind w:firstLine="851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14:paraId="6C3BBDE1" w14:textId="77777777" w:rsidR="00FD1274" w:rsidRDefault="00FD1274" w:rsidP="00506783">
      <w:pPr>
        <w:spacing w:after="0"/>
        <w:ind w:firstLine="851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14:paraId="4AF04DD5" w14:textId="77777777" w:rsidR="00FD1274" w:rsidRDefault="00FD1274" w:rsidP="00506783">
      <w:pPr>
        <w:spacing w:after="0"/>
        <w:ind w:firstLine="851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14:paraId="7FE6D032" w14:textId="77777777" w:rsidR="00FD1274" w:rsidRDefault="00FD1274" w:rsidP="00506783">
      <w:pPr>
        <w:spacing w:after="0"/>
        <w:ind w:firstLine="851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14:paraId="54CE1CFA" w14:textId="77777777" w:rsidR="00FD1274" w:rsidRDefault="00FD1274" w:rsidP="00506783">
      <w:pPr>
        <w:spacing w:after="0"/>
        <w:ind w:firstLine="851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14:paraId="023A849B" w14:textId="77777777" w:rsidR="00FD1274" w:rsidRDefault="00FD1274" w:rsidP="00506783">
      <w:pPr>
        <w:spacing w:after="0"/>
        <w:ind w:firstLine="851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14:paraId="19FDE35C" w14:textId="77777777" w:rsidR="00FD1274" w:rsidRDefault="00FD1274" w:rsidP="00506783">
      <w:pPr>
        <w:spacing w:after="0"/>
        <w:ind w:firstLine="851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14:paraId="3C080AFA" w14:textId="77777777" w:rsidR="00FD1274" w:rsidRDefault="00FD1274" w:rsidP="00506783">
      <w:pPr>
        <w:spacing w:after="0"/>
        <w:ind w:firstLine="851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14:paraId="1B99FF66" w14:textId="77777777" w:rsidR="00FD1274" w:rsidRDefault="00FD1274" w:rsidP="00FD127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Приложение №2  к приказу Министерства образования</w:t>
      </w:r>
    </w:p>
    <w:p w14:paraId="7DE7B914" w14:textId="77777777" w:rsidR="00FD1274" w:rsidRPr="00BE3CB8" w:rsidRDefault="00FD1274" w:rsidP="00FD1274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14:paraId="3DB429FA" w14:textId="77777777" w:rsidR="00FD1274" w:rsidRDefault="00FD1274" w:rsidP="00FD127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  <w:proofErr w:type="gramEnd"/>
    </w:p>
    <w:p w14:paraId="43BB4372" w14:textId="77777777" w:rsidR="00FD1274" w:rsidRDefault="00FD1274" w:rsidP="00FD127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14:paraId="02174E46" w14:textId="77777777" w:rsidR="00FD1274" w:rsidRDefault="00FD1274" w:rsidP="00FD1274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14:paraId="53228F72" w14:textId="77777777" w:rsidR="00FD1274" w:rsidRPr="00FD0F2C" w:rsidRDefault="00FD1274" w:rsidP="00FD1274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6FE5F536" w14:textId="77777777" w:rsidR="00506783" w:rsidRDefault="00506783" w:rsidP="00506783">
      <w:pPr>
        <w:spacing w:after="0"/>
        <w:ind w:firstLine="851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    </w:t>
      </w:r>
      <w:r w:rsidR="001F3C20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                 </w:t>
      </w:r>
      <w:r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 МР </w:t>
      </w:r>
      <w:r w:rsidRPr="00B013C7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Баймакский район</w:t>
      </w:r>
      <w:r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 Республики Башкортостан</w:t>
      </w:r>
    </w:p>
    <w:p w14:paraId="63FCFF91" w14:textId="77777777" w:rsidR="00506783" w:rsidRPr="00B013C7" w:rsidRDefault="00506783" w:rsidP="00506783">
      <w:pPr>
        <w:spacing w:after="0"/>
        <w:ind w:firstLine="851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tbl>
      <w:tblPr>
        <w:tblpPr w:leftFromText="180" w:rightFromText="180" w:vertAnchor="text" w:horzAnchor="page" w:tblpX="512" w:tblpY="-64"/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544"/>
        <w:gridCol w:w="3686"/>
        <w:gridCol w:w="3118"/>
      </w:tblGrid>
      <w:tr w:rsidR="00506783" w:rsidRPr="00B013C7" w14:paraId="2F0413F3" w14:textId="77777777" w:rsidTr="00290352">
        <w:trPr>
          <w:trHeight w:val="385"/>
        </w:trPr>
        <w:tc>
          <w:tcPr>
            <w:tcW w:w="675" w:type="dxa"/>
            <w:vAlign w:val="center"/>
            <w:hideMark/>
          </w:tcPr>
          <w:p w14:paraId="7BE54D8A" w14:textId="77777777" w:rsidR="00506783" w:rsidRPr="00C30652" w:rsidRDefault="00506783" w:rsidP="0029035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544" w:type="dxa"/>
            <w:vAlign w:val="center"/>
            <w:hideMark/>
          </w:tcPr>
          <w:p w14:paraId="26DCAE9B" w14:textId="77777777" w:rsidR="00506783" w:rsidRPr="00C30652" w:rsidRDefault="00506783" w:rsidP="0029035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b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ИО</w:t>
            </w:r>
          </w:p>
        </w:tc>
        <w:tc>
          <w:tcPr>
            <w:tcW w:w="3686" w:type="dxa"/>
            <w:vAlign w:val="center"/>
            <w:hideMark/>
          </w:tcPr>
          <w:p w14:paraId="7B23335E" w14:textId="77777777" w:rsidR="00506783" w:rsidRPr="00C30652" w:rsidRDefault="00506783" w:rsidP="0029035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3118" w:type="dxa"/>
            <w:vAlign w:val="center"/>
            <w:hideMark/>
          </w:tcPr>
          <w:p w14:paraId="10768CCB" w14:textId="77777777" w:rsidR="00506783" w:rsidRPr="00C30652" w:rsidRDefault="00506783" w:rsidP="0029035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506783" w:rsidRPr="00B013C7" w14:paraId="18B193C9" w14:textId="77777777" w:rsidTr="00290352">
        <w:trPr>
          <w:trHeight w:val="327"/>
        </w:trPr>
        <w:tc>
          <w:tcPr>
            <w:tcW w:w="675" w:type="dxa"/>
            <w:vAlign w:val="center"/>
          </w:tcPr>
          <w:p w14:paraId="4A7E20B3" w14:textId="77777777" w:rsidR="00506783" w:rsidRPr="00B013C7" w:rsidRDefault="00506783" w:rsidP="00215B6B">
            <w:pPr>
              <w:pStyle w:val="a5"/>
              <w:numPr>
                <w:ilvl w:val="0"/>
                <w:numId w:val="9"/>
              </w:numPr>
              <w:tabs>
                <w:tab w:val="left" w:pos="0"/>
                <w:tab w:val="left" w:pos="34"/>
              </w:tabs>
              <w:spacing w:after="0"/>
              <w:jc w:val="center"/>
              <w:rPr>
                <w:rFonts w:ascii="Times New Roman" w:eastAsia="Batang" w:hAnsi="Times New Roman"/>
                <w:color w:val="000000" w:themeColor="text1"/>
                <w:sz w:val="24"/>
                <w:szCs w:val="24"/>
                <w:lang w:eastAsia="ko-KR"/>
              </w:rPr>
            </w:pPr>
          </w:p>
        </w:tc>
        <w:tc>
          <w:tcPr>
            <w:tcW w:w="3544" w:type="dxa"/>
            <w:hideMark/>
          </w:tcPr>
          <w:p w14:paraId="63B9618B" w14:textId="77777777" w:rsidR="00506783" w:rsidRPr="00B013C7" w:rsidRDefault="00506783" w:rsidP="0029035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Гайсина</w:t>
            </w:r>
          </w:p>
          <w:p w14:paraId="59E00EA0" w14:textId="77777777" w:rsidR="00506783" w:rsidRPr="00B013C7" w:rsidRDefault="00506783" w:rsidP="0029035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Венера Мидахатовна</w:t>
            </w:r>
          </w:p>
        </w:tc>
        <w:tc>
          <w:tcPr>
            <w:tcW w:w="3686" w:type="dxa"/>
            <w:hideMark/>
          </w:tcPr>
          <w:p w14:paraId="039DF701" w14:textId="77777777" w:rsidR="00506783" w:rsidRPr="00B013C7" w:rsidRDefault="00506783" w:rsidP="0029035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МОБУ СОШ с</w:t>
            </w:r>
            <w:proofErr w:type="gramStart"/>
            <w:r w:rsidRPr="00B013C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.К</w:t>
            </w:r>
            <w:proofErr w:type="gramEnd"/>
            <w:r w:rsidRPr="00B013C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уянтаево</w:t>
            </w:r>
          </w:p>
        </w:tc>
        <w:tc>
          <w:tcPr>
            <w:tcW w:w="3118" w:type="dxa"/>
            <w:hideMark/>
          </w:tcPr>
          <w:p w14:paraId="5E19A3E6" w14:textId="77777777" w:rsidR="00506783" w:rsidRPr="00B013C7" w:rsidRDefault="00506783" w:rsidP="00290352">
            <w:pPr>
              <w:spacing w:after="0"/>
              <w:jc w:val="center"/>
              <w:rPr>
                <w:rFonts w:ascii="Times New Roman" w:eastAsia="Batang" w:hAnsi="Times New Roman" w:cs="Times New Roman"/>
                <w:color w:val="000000" w:themeColor="text1"/>
                <w:sz w:val="24"/>
                <w:szCs w:val="24"/>
                <w:lang w:eastAsia="ko-KR"/>
              </w:rPr>
            </w:pPr>
            <w:r w:rsidRPr="00B013C7">
              <w:rPr>
                <w:rFonts w:ascii="Times New Roman" w:eastAsia="Batang" w:hAnsi="Times New Roman" w:cs="Times New Roman"/>
                <w:color w:val="000000" w:themeColor="text1"/>
                <w:sz w:val="24"/>
                <w:szCs w:val="24"/>
                <w:lang w:eastAsia="ko-KR"/>
              </w:rPr>
              <w:t>учитель</w:t>
            </w:r>
          </w:p>
        </w:tc>
      </w:tr>
      <w:tr w:rsidR="00506783" w:rsidRPr="00B013C7" w14:paraId="45CC0DFA" w14:textId="77777777" w:rsidTr="00290352">
        <w:trPr>
          <w:trHeight w:val="624"/>
        </w:trPr>
        <w:tc>
          <w:tcPr>
            <w:tcW w:w="675" w:type="dxa"/>
            <w:vAlign w:val="center"/>
          </w:tcPr>
          <w:p w14:paraId="6F7F48B4" w14:textId="77777777" w:rsidR="00506783" w:rsidRPr="00B013C7" w:rsidRDefault="00506783" w:rsidP="00215B6B">
            <w:pPr>
              <w:pStyle w:val="a5"/>
              <w:numPr>
                <w:ilvl w:val="0"/>
                <w:numId w:val="9"/>
              </w:numPr>
              <w:tabs>
                <w:tab w:val="left" w:pos="0"/>
                <w:tab w:val="left" w:pos="34"/>
                <w:tab w:val="left" w:pos="282"/>
              </w:tabs>
              <w:spacing w:after="0"/>
              <w:ind w:hanging="429"/>
              <w:jc w:val="center"/>
              <w:rPr>
                <w:rFonts w:ascii="Times New Roman" w:eastAsia="Batang" w:hAnsi="Times New Roman"/>
                <w:color w:val="000000" w:themeColor="text1"/>
                <w:sz w:val="24"/>
                <w:szCs w:val="24"/>
                <w:lang w:eastAsia="ko-KR"/>
              </w:rPr>
            </w:pPr>
          </w:p>
        </w:tc>
        <w:tc>
          <w:tcPr>
            <w:tcW w:w="3544" w:type="dxa"/>
            <w:hideMark/>
          </w:tcPr>
          <w:p w14:paraId="0115148F" w14:textId="77777777" w:rsidR="00506783" w:rsidRPr="00B013C7" w:rsidRDefault="00506783" w:rsidP="0029035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Давлетбаева</w:t>
            </w:r>
          </w:p>
          <w:p w14:paraId="20C26C78" w14:textId="77777777" w:rsidR="00506783" w:rsidRPr="00B013C7" w:rsidRDefault="00506783" w:rsidP="0029035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Гульгина Акрамовна</w:t>
            </w:r>
          </w:p>
        </w:tc>
        <w:tc>
          <w:tcPr>
            <w:tcW w:w="3686" w:type="dxa"/>
            <w:hideMark/>
          </w:tcPr>
          <w:p w14:paraId="5DC80C1D" w14:textId="77777777" w:rsidR="00506783" w:rsidRPr="00B013C7" w:rsidRDefault="00506783" w:rsidP="0029035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МОБУ СОШ №3</w:t>
            </w:r>
            <w:r w:rsidR="001F3C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B013C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  <w:proofErr w:type="gramStart"/>
            <w:r w:rsidRPr="00B013C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.Б</w:t>
            </w:r>
            <w:proofErr w:type="gramEnd"/>
            <w:r w:rsidRPr="00B013C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аймака</w:t>
            </w:r>
          </w:p>
        </w:tc>
        <w:tc>
          <w:tcPr>
            <w:tcW w:w="3118" w:type="dxa"/>
            <w:hideMark/>
          </w:tcPr>
          <w:p w14:paraId="5E8595AE" w14:textId="77777777" w:rsidR="00506783" w:rsidRPr="00B013C7" w:rsidRDefault="00506783" w:rsidP="00290352">
            <w:pPr>
              <w:spacing w:after="0"/>
              <w:jc w:val="center"/>
              <w:rPr>
                <w:rFonts w:ascii="Times New Roman" w:eastAsia="Batang" w:hAnsi="Times New Roman" w:cs="Times New Roman"/>
                <w:color w:val="000000" w:themeColor="text1"/>
                <w:sz w:val="24"/>
                <w:szCs w:val="24"/>
                <w:lang w:eastAsia="ko-KR"/>
              </w:rPr>
            </w:pPr>
            <w:r w:rsidRPr="00B013C7">
              <w:rPr>
                <w:rFonts w:ascii="Times New Roman" w:eastAsia="Batang" w:hAnsi="Times New Roman" w:cs="Times New Roman"/>
                <w:color w:val="000000" w:themeColor="text1"/>
                <w:sz w:val="24"/>
                <w:szCs w:val="24"/>
                <w:lang w:eastAsia="ko-KR"/>
              </w:rPr>
              <w:t>учитель</w:t>
            </w:r>
          </w:p>
        </w:tc>
      </w:tr>
      <w:tr w:rsidR="00506783" w:rsidRPr="00B013C7" w14:paraId="75D7375C" w14:textId="77777777" w:rsidTr="00290352">
        <w:trPr>
          <w:trHeight w:val="624"/>
        </w:trPr>
        <w:tc>
          <w:tcPr>
            <w:tcW w:w="675" w:type="dxa"/>
            <w:vAlign w:val="center"/>
          </w:tcPr>
          <w:p w14:paraId="4040FA86" w14:textId="77777777" w:rsidR="00506783" w:rsidRPr="00B013C7" w:rsidRDefault="00506783" w:rsidP="00215B6B">
            <w:pPr>
              <w:pStyle w:val="a5"/>
              <w:numPr>
                <w:ilvl w:val="0"/>
                <w:numId w:val="9"/>
              </w:numPr>
              <w:tabs>
                <w:tab w:val="left" w:pos="0"/>
                <w:tab w:val="left" w:pos="34"/>
              </w:tabs>
              <w:spacing w:after="0"/>
              <w:jc w:val="center"/>
              <w:rPr>
                <w:rFonts w:ascii="Times New Roman" w:eastAsia="Batang" w:hAnsi="Times New Roman"/>
                <w:color w:val="000000" w:themeColor="text1"/>
                <w:sz w:val="24"/>
                <w:szCs w:val="24"/>
                <w:lang w:eastAsia="ko-KR"/>
              </w:rPr>
            </w:pPr>
          </w:p>
        </w:tc>
        <w:tc>
          <w:tcPr>
            <w:tcW w:w="3544" w:type="dxa"/>
            <w:hideMark/>
          </w:tcPr>
          <w:p w14:paraId="17D7C431" w14:textId="77777777" w:rsidR="00506783" w:rsidRPr="00B013C7" w:rsidRDefault="00506783" w:rsidP="0029035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Кинзябаева</w:t>
            </w:r>
          </w:p>
          <w:p w14:paraId="4B8E59A7" w14:textId="77777777" w:rsidR="00506783" w:rsidRPr="00B013C7" w:rsidRDefault="00506783" w:rsidP="0029035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Фания Ишбулдовна</w:t>
            </w:r>
          </w:p>
        </w:tc>
        <w:tc>
          <w:tcPr>
            <w:tcW w:w="3686" w:type="dxa"/>
            <w:hideMark/>
          </w:tcPr>
          <w:p w14:paraId="2F122AF2" w14:textId="77777777" w:rsidR="00506783" w:rsidRPr="00B013C7" w:rsidRDefault="00506783" w:rsidP="0029035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МОБУ Баймакский лицей - интернат</w:t>
            </w:r>
          </w:p>
        </w:tc>
        <w:tc>
          <w:tcPr>
            <w:tcW w:w="3118" w:type="dxa"/>
            <w:hideMark/>
          </w:tcPr>
          <w:p w14:paraId="67064022" w14:textId="77777777" w:rsidR="00506783" w:rsidRPr="00B013C7" w:rsidRDefault="00506783" w:rsidP="00290352">
            <w:pPr>
              <w:spacing w:after="0"/>
              <w:jc w:val="center"/>
              <w:rPr>
                <w:rFonts w:ascii="Times New Roman" w:eastAsia="Batang" w:hAnsi="Times New Roman" w:cs="Times New Roman"/>
                <w:color w:val="000000" w:themeColor="text1"/>
                <w:sz w:val="24"/>
                <w:szCs w:val="24"/>
                <w:lang w:eastAsia="ko-KR"/>
              </w:rPr>
            </w:pPr>
            <w:r w:rsidRPr="00B013C7">
              <w:rPr>
                <w:rFonts w:ascii="Times New Roman" w:eastAsia="Batang" w:hAnsi="Times New Roman" w:cs="Times New Roman"/>
                <w:color w:val="000000" w:themeColor="text1"/>
                <w:sz w:val="24"/>
                <w:szCs w:val="24"/>
                <w:lang w:eastAsia="ko-KR"/>
              </w:rPr>
              <w:t>учитель</w:t>
            </w:r>
          </w:p>
        </w:tc>
      </w:tr>
    </w:tbl>
    <w:p w14:paraId="5C73AA8C" w14:textId="77777777" w:rsidR="00506783" w:rsidRPr="00B013C7" w:rsidRDefault="00506783" w:rsidP="00506783">
      <w:pPr>
        <w:spacing w:after="0"/>
        <w:jc w:val="center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</w:pPr>
    </w:p>
    <w:p w14:paraId="5C62ACE0" w14:textId="77777777" w:rsidR="00506783" w:rsidRPr="00B013C7" w:rsidRDefault="00506783" w:rsidP="00506783">
      <w:pPr>
        <w:spacing w:after="0"/>
        <w:jc w:val="center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</w:pPr>
    </w:p>
    <w:p w14:paraId="508EFC6B" w14:textId="77777777" w:rsidR="0019544F" w:rsidRDefault="0019544F" w:rsidP="0019544F">
      <w:pPr>
        <w:spacing w:after="0"/>
        <w:jc w:val="center"/>
      </w:pPr>
    </w:p>
    <w:p w14:paraId="1876760E" w14:textId="77777777" w:rsidR="00FD1274" w:rsidRDefault="00FD1274" w:rsidP="008F4043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39BC11E" w14:textId="77777777" w:rsidR="00FD1274" w:rsidRDefault="00FD1274" w:rsidP="008F4043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94C610E" w14:textId="77777777" w:rsidR="00FD1274" w:rsidRDefault="00FD1274" w:rsidP="008F4043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2344906" w14:textId="77777777" w:rsidR="00FD1274" w:rsidRDefault="00FD1274" w:rsidP="008F4043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AE25D73" w14:textId="77777777" w:rsidR="00FD1274" w:rsidRDefault="00FD1274" w:rsidP="008F4043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927B854" w14:textId="77777777" w:rsidR="00FD1274" w:rsidRDefault="00FD1274" w:rsidP="008F4043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3D74727" w14:textId="77777777" w:rsidR="00FD1274" w:rsidRDefault="00FD1274" w:rsidP="008F4043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4D19ECD" w14:textId="77777777" w:rsidR="00FD1274" w:rsidRDefault="00FD1274" w:rsidP="008F4043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8C5ED13" w14:textId="77777777" w:rsidR="00FD1274" w:rsidRDefault="00FD1274" w:rsidP="008F4043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C24BA21" w14:textId="77777777" w:rsidR="00FD1274" w:rsidRDefault="00FD1274" w:rsidP="008F4043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8058817" w14:textId="77777777" w:rsidR="00FD1274" w:rsidRDefault="00FD1274" w:rsidP="008F4043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74296D2" w14:textId="77777777" w:rsidR="00FD1274" w:rsidRDefault="00FD1274" w:rsidP="008F4043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0A0E688" w14:textId="77777777" w:rsidR="00FD1274" w:rsidRDefault="00FD1274" w:rsidP="008F4043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7B8CCFE" w14:textId="77777777" w:rsidR="00FD1274" w:rsidRDefault="00FD1274" w:rsidP="008F4043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79D0118" w14:textId="77777777" w:rsidR="00FD1274" w:rsidRDefault="00FD1274" w:rsidP="008F4043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D3FC0DE" w14:textId="77777777" w:rsidR="00FD1274" w:rsidRDefault="00FD1274" w:rsidP="008F4043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1D70BF9" w14:textId="77777777" w:rsidR="00FD1274" w:rsidRDefault="00FD1274" w:rsidP="008F4043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1F30496" w14:textId="77777777" w:rsidR="00FD1274" w:rsidRDefault="00FD1274" w:rsidP="008F4043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30399A6" w14:textId="77777777" w:rsidR="00FD1274" w:rsidRDefault="00FD1274" w:rsidP="008F4043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C2A6720" w14:textId="77777777" w:rsidR="00FD1274" w:rsidRDefault="00FD1274" w:rsidP="008F4043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1C2FDBC" w14:textId="77777777" w:rsidR="00FD1274" w:rsidRDefault="00FD1274" w:rsidP="008F4043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08CD73C" w14:textId="77777777" w:rsidR="00FD1274" w:rsidRDefault="00FD1274" w:rsidP="008F4043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629ECA4" w14:textId="77777777" w:rsidR="00FD1274" w:rsidRDefault="00FD1274" w:rsidP="008F4043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168333B" w14:textId="77777777" w:rsidR="00FD1274" w:rsidRDefault="00FD1274" w:rsidP="008F4043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5824E9A" w14:textId="77777777" w:rsidR="00FD1274" w:rsidRDefault="00FD1274" w:rsidP="008F4043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30E4091" w14:textId="77777777" w:rsidR="00FD1274" w:rsidRDefault="00FD1274" w:rsidP="008F4043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4CFAD41" w14:textId="77777777" w:rsidR="00FD1274" w:rsidRDefault="00FD1274" w:rsidP="008F4043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E366164" w14:textId="77777777" w:rsidR="00FD1274" w:rsidRDefault="00FD1274" w:rsidP="008F4043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7431DCF" w14:textId="77777777" w:rsidR="00FD1274" w:rsidRDefault="00FD1274" w:rsidP="008F4043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4DB57EF" w14:textId="77777777" w:rsidR="00FD1274" w:rsidRDefault="00FD1274" w:rsidP="008F4043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DC9151B" w14:textId="77777777" w:rsidR="00FD1274" w:rsidRDefault="00FD1274" w:rsidP="00FD127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Приложение №2  к приказу Министерства образования</w:t>
      </w:r>
    </w:p>
    <w:p w14:paraId="563BB03B" w14:textId="77777777" w:rsidR="00FD1274" w:rsidRPr="00BE3CB8" w:rsidRDefault="00FD1274" w:rsidP="00FD1274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14:paraId="4AE4B833" w14:textId="77777777" w:rsidR="00FD1274" w:rsidRDefault="00FD1274" w:rsidP="00FD127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  <w:proofErr w:type="gramEnd"/>
    </w:p>
    <w:p w14:paraId="437B6487" w14:textId="77777777" w:rsidR="00FD1274" w:rsidRDefault="00FD1274" w:rsidP="00FD127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14:paraId="6FCC6D60" w14:textId="77777777" w:rsidR="00FD1274" w:rsidRDefault="00FD1274" w:rsidP="00FD1274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14:paraId="108CF004" w14:textId="77777777" w:rsidR="00FD1274" w:rsidRPr="00FD0F2C" w:rsidRDefault="00FD1274" w:rsidP="00FD1274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09E091C3" w14:textId="77777777" w:rsidR="008F4043" w:rsidRPr="008F4043" w:rsidRDefault="008F4043" w:rsidP="008F4043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4043">
        <w:rPr>
          <w:rFonts w:ascii="Times New Roman" w:hAnsi="Times New Roman" w:cs="Times New Roman"/>
          <w:b/>
          <w:sz w:val="24"/>
          <w:szCs w:val="24"/>
        </w:rPr>
        <w:t>МР Бакалинский район Республики Башкортостан</w:t>
      </w:r>
    </w:p>
    <w:p w14:paraId="0744A42F" w14:textId="77777777" w:rsidR="008F4043" w:rsidRPr="008F4043" w:rsidRDefault="008F4043" w:rsidP="008F4043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0" w:type="auto"/>
        <w:tblInd w:w="-1168" w:type="dxa"/>
        <w:tblLook w:val="04A0" w:firstRow="1" w:lastRow="0" w:firstColumn="1" w:lastColumn="0" w:noHBand="0" w:noVBand="1"/>
      </w:tblPr>
      <w:tblGrid>
        <w:gridCol w:w="567"/>
        <w:gridCol w:w="3403"/>
        <w:gridCol w:w="4110"/>
        <w:gridCol w:w="2977"/>
      </w:tblGrid>
      <w:tr w:rsidR="008F4043" w:rsidRPr="008F4043" w14:paraId="406F466D" w14:textId="77777777" w:rsidTr="009F6303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F5B5758" w14:textId="77777777" w:rsidR="008F4043" w:rsidRDefault="008F4043" w:rsidP="00BD0AA6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E32B49F" w14:textId="77777777" w:rsidR="008F4043" w:rsidRDefault="008F4043" w:rsidP="00BD0AA6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ФИО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A47EF96" w14:textId="77777777" w:rsidR="008F4043" w:rsidRDefault="008F4043" w:rsidP="00BD0AA6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4BF0D55" w14:textId="77777777" w:rsidR="008F4043" w:rsidRDefault="008F4043" w:rsidP="00BD0AA6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Должность</w:t>
            </w:r>
          </w:p>
        </w:tc>
      </w:tr>
      <w:tr w:rsidR="008F4043" w:rsidRPr="008F4043" w14:paraId="54023E10" w14:textId="77777777" w:rsidTr="009F6303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7EDA78E" w14:textId="77777777" w:rsidR="008F4043" w:rsidRPr="008F4043" w:rsidRDefault="008F4043" w:rsidP="008F404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F4043">
              <w:rPr>
                <w:sz w:val="24"/>
                <w:szCs w:val="24"/>
              </w:rPr>
              <w:t>1.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341B1E7" w14:textId="77777777" w:rsidR="008F4043" w:rsidRDefault="008F4043" w:rsidP="008F4043">
            <w:pPr>
              <w:spacing w:line="276" w:lineRule="auto"/>
              <w:jc w:val="center"/>
              <w:rPr>
                <w:spacing w:val="20"/>
                <w:sz w:val="24"/>
                <w:szCs w:val="24"/>
              </w:rPr>
            </w:pPr>
            <w:r w:rsidRPr="008F4043">
              <w:rPr>
                <w:spacing w:val="20"/>
                <w:sz w:val="24"/>
                <w:szCs w:val="24"/>
              </w:rPr>
              <w:t xml:space="preserve">Никандрова </w:t>
            </w:r>
          </w:p>
          <w:p w14:paraId="4A52B10D" w14:textId="77777777" w:rsidR="008F4043" w:rsidRPr="008F4043" w:rsidRDefault="008F4043" w:rsidP="008F4043">
            <w:pPr>
              <w:spacing w:line="276" w:lineRule="auto"/>
              <w:jc w:val="center"/>
              <w:rPr>
                <w:spacing w:val="20"/>
                <w:sz w:val="24"/>
                <w:szCs w:val="24"/>
              </w:rPr>
            </w:pPr>
            <w:r w:rsidRPr="008F4043">
              <w:rPr>
                <w:spacing w:val="20"/>
                <w:sz w:val="24"/>
                <w:szCs w:val="24"/>
              </w:rPr>
              <w:t>Ольга Ивановна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15F1A29" w14:textId="77777777" w:rsidR="008F4043" w:rsidRPr="008F4043" w:rsidRDefault="008F4043" w:rsidP="008F4043">
            <w:pPr>
              <w:spacing w:line="276" w:lineRule="auto"/>
              <w:jc w:val="center"/>
              <w:rPr>
                <w:spacing w:val="20"/>
                <w:sz w:val="24"/>
                <w:szCs w:val="24"/>
              </w:rPr>
            </w:pPr>
            <w:r w:rsidRPr="008F4043">
              <w:rPr>
                <w:spacing w:val="20"/>
                <w:sz w:val="24"/>
                <w:szCs w:val="24"/>
              </w:rPr>
              <w:t>МОБУ СОШ №2 с</w:t>
            </w:r>
            <w:proofErr w:type="gramStart"/>
            <w:r w:rsidRPr="008F4043">
              <w:rPr>
                <w:spacing w:val="20"/>
                <w:sz w:val="24"/>
                <w:szCs w:val="24"/>
              </w:rPr>
              <w:t>.Б</w:t>
            </w:r>
            <w:proofErr w:type="gramEnd"/>
            <w:r w:rsidRPr="008F4043">
              <w:rPr>
                <w:spacing w:val="20"/>
                <w:sz w:val="24"/>
                <w:szCs w:val="24"/>
              </w:rPr>
              <w:t>акалы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87B79F4" w14:textId="77777777" w:rsidR="008F4043" w:rsidRPr="008F4043" w:rsidRDefault="008F4043" w:rsidP="008F4043">
            <w:pPr>
              <w:spacing w:line="276" w:lineRule="auto"/>
              <w:jc w:val="center"/>
              <w:rPr>
                <w:spacing w:val="20"/>
                <w:sz w:val="24"/>
                <w:szCs w:val="24"/>
              </w:rPr>
            </w:pPr>
            <w:r w:rsidRPr="008F4043">
              <w:rPr>
                <w:spacing w:val="20"/>
                <w:sz w:val="24"/>
                <w:szCs w:val="24"/>
              </w:rPr>
              <w:t>учитель</w:t>
            </w:r>
          </w:p>
        </w:tc>
      </w:tr>
      <w:tr w:rsidR="008F4043" w:rsidRPr="008F4043" w14:paraId="01AED694" w14:textId="77777777" w:rsidTr="009F6303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513BD08" w14:textId="77777777" w:rsidR="008F4043" w:rsidRPr="008F4043" w:rsidRDefault="008F4043" w:rsidP="008F404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F4043">
              <w:rPr>
                <w:sz w:val="24"/>
                <w:szCs w:val="24"/>
              </w:rPr>
              <w:t>2.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147D837" w14:textId="77777777" w:rsidR="008F4043" w:rsidRDefault="008F4043" w:rsidP="008F4043">
            <w:pPr>
              <w:spacing w:line="276" w:lineRule="auto"/>
              <w:jc w:val="center"/>
              <w:rPr>
                <w:spacing w:val="20"/>
                <w:sz w:val="24"/>
                <w:szCs w:val="24"/>
              </w:rPr>
            </w:pPr>
            <w:r w:rsidRPr="008F4043">
              <w:rPr>
                <w:spacing w:val="20"/>
                <w:sz w:val="24"/>
                <w:szCs w:val="24"/>
              </w:rPr>
              <w:t xml:space="preserve">Чернова </w:t>
            </w:r>
          </w:p>
          <w:p w14:paraId="0C3E76A6" w14:textId="77777777" w:rsidR="008F4043" w:rsidRPr="008F4043" w:rsidRDefault="008F4043" w:rsidP="008F4043">
            <w:pPr>
              <w:spacing w:line="276" w:lineRule="auto"/>
              <w:jc w:val="center"/>
              <w:rPr>
                <w:spacing w:val="20"/>
                <w:sz w:val="24"/>
                <w:szCs w:val="24"/>
              </w:rPr>
            </w:pPr>
            <w:r w:rsidRPr="008F4043">
              <w:rPr>
                <w:spacing w:val="20"/>
                <w:sz w:val="24"/>
                <w:szCs w:val="24"/>
              </w:rPr>
              <w:t>Надежда Васильевна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35A686A" w14:textId="77777777" w:rsidR="008F4043" w:rsidRPr="008F4043" w:rsidRDefault="008F4043" w:rsidP="008F4043">
            <w:pPr>
              <w:spacing w:line="276" w:lineRule="auto"/>
              <w:jc w:val="center"/>
              <w:rPr>
                <w:spacing w:val="20"/>
                <w:sz w:val="24"/>
                <w:szCs w:val="24"/>
              </w:rPr>
            </w:pPr>
            <w:r w:rsidRPr="008F4043">
              <w:rPr>
                <w:spacing w:val="20"/>
                <w:sz w:val="24"/>
                <w:szCs w:val="24"/>
              </w:rPr>
              <w:t>МОБУ СОШ №1 с</w:t>
            </w:r>
            <w:proofErr w:type="gramStart"/>
            <w:r w:rsidRPr="008F4043">
              <w:rPr>
                <w:spacing w:val="20"/>
                <w:sz w:val="24"/>
                <w:szCs w:val="24"/>
              </w:rPr>
              <w:t>.Б</w:t>
            </w:r>
            <w:proofErr w:type="gramEnd"/>
            <w:r w:rsidRPr="008F4043">
              <w:rPr>
                <w:spacing w:val="20"/>
                <w:sz w:val="24"/>
                <w:szCs w:val="24"/>
              </w:rPr>
              <w:t>акалы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E64877E" w14:textId="77777777" w:rsidR="008F4043" w:rsidRPr="008F4043" w:rsidRDefault="008F4043" w:rsidP="008F4043">
            <w:pPr>
              <w:spacing w:line="276" w:lineRule="auto"/>
              <w:jc w:val="center"/>
              <w:rPr>
                <w:spacing w:val="20"/>
                <w:sz w:val="24"/>
                <w:szCs w:val="24"/>
              </w:rPr>
            </w:pPr>
            <w:r w:rsidRPr="008F4043">
              <w:rPr>
                <w:spacing w:val="20"/>
                <w:sz w:val="24"/>
                <w:szCs w:val="24"/>
              </w:rPr>
              <w:t>учитель</w:t>
            </w:r>
          </w:p>
        </w:tc>
      </w:tr>
      <w:tr w:rsidR="008F4043" w:rsidRPr="008F4043" w14:paraId="7F9D0CB9" w14:textId="77777777" w:rsidTr="009F6303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B6A8B2A" w14:textId="77777777" w:rsidR="008F4043" w:rsidRPr="008F4043" w:rsidRDefault="008F4043" w:rsidP="008F404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F4043">
              <w:rPr>
                <w:sz w:val="24"/>
                <w:szCs w:val="24"/>
              </w:rPr>
              <w:t>3.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16981DC" w14:textId="77777777" w:rsidR="008F4043" w:rsidRDefault="008F4043" w:rsidP="008F4043">
            <w:pPr>
              <w:spacing w:line="276" w:lineRule="auto"/>
              <w:jc w:val="center"/>
              <w:rPr>
                <w:spacing w:val="20"/>
                <w:sz w:val="24"/>
                <w:szCs w:val="24"/>
              </w:rPr>
            </w:pPr>
            <w:r w:rsidRPr="008F4043">
              <w:rPr>
                <w:spacing w:val="20"/>
                <w:sz w:val="24"/>
                <w:szCs w:val="24"/>
              </w:rPr>
              <w:t>Гаффанова</w:t>
            </w:r>
          </w:p>
          <w:p w14:paraId="37A796DC" w14:textId="77777777" w:rsidR="008F4043" w:rsidRPr="008F4043" w:rsidRDefault="008F4043" w:rsidP="008F4043">
            <w:pPr>
              <w:spacing w:line="276" w:lineRule="auto"/>
              <w:jc w:val="center"/>
              <w:rPr>
                <w:spacing w:val="20"/>
                <w:sz w:val="24"/>
                <w:szCs w:val="24"/>
              </w:rPr>
            </w:pPr>
            <w:r w:rsidRPr="008F4043">
              <w:rPr>
                <w:spacing w:val="20"/>
                <w:sz w:val="24"/>
                <w:szCs w:val="24"/>
              </w:rPr>
              <w:t xml:space="preserve"> Зиля Мухаметовна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35349C5" w14:textId="77777777" w:rsidR="008F4043" w:rsidRPr="008F4043" w:rsidRDefault="008F4043" w:rsidP="008F4043">
            <w:pPr>
              <w:spacing w:line="276" w:lineRule="auto"/>
              <w:jc w:val="center"/>
              <w:rPr>
                <w:spacing w:val="20"/>
                <w:sz w:val="24"/>
                <w:szCs w:val="24"/>
              </w:rPr>
            </w:pPr>
            <w:r w:rsidRPr="008F4043">
              <w:rPr>
                <w:spacing w:val="20"/>
                <w:sz w:val="24"/>
                <w:szCs w:val="24"/>
              </w:rPr>
              <w:t>МОБУ СОШ №2 с</w:t>
            </w:r>
            <w:proofErr w:type="gramStart"/>
            <w:r w:rsidRPr="008F4043">
              <w:rPr>
                <w:spacing w:val="20"/>
                <w:sz w:val="24"/>
                <w:szCs w:val="24"/>
              </w:rPr>
              <w:t>.Б</w:t>
            </w:r>
            <w:proofErr w:type="gramEnd"/>
            <w:r w:rsidRPr="008F4043">
              <w:rPr>
                <w:spacing w:val="20"/>
                <w:sz w:val="24"/>
                <w:szCs w:val="24"/>
              </w:rPr>
              <w:t>акалы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D41C7DC" w14:textId="77777777" w:rsidR="008F4043" w:rsidRPr="008F4043" w:rsidRDefault="008F4043" w:rsidP="008F4043">
            <w:pPr>
              <w:spacing w:line="276" w:lineRule="auto"/>
              <w:jc w:val="center"/>
              <w:rPr>
                <w:spacing w:val="20"/>
                <w:sz w:val="24"/>
                <w:szCs w:val="24"/>
              </w:rPr>
            </w:pPr>
            <w:r w:rsidRPr="008F4043">
              <w:rPr>
                <w:spacing w:val="20"/>
                <w:sz w:val="24"/>
                <w:szCs w:val="24"/>
              </w:rPr>
              <w:t>учитель</w:t>
            </w:r>
          </w:p>
        </w:tc>
      </w:tr>
      <w:tr w:rsidR="008F4043" w:rsidRPr="008F4043" w14:paraId="3B7FA63C" w14:textId="77777777" w:rsidTr="009F6303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6FE1230" w14:textId="77777777" w:rsidR="008F4043" w:rsidRPr="008F4043" w:rsidRDefault="008F4043" w:rsidP="008F404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F4043">
              <w:rPr>
                <w:sz w:val="24"/>
                <w:szCs w:val="24"/>
              </w:rPr>
              <w:t>4.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C0C9461" w14:textId="77777777" w:rsidR="008F4043" w:rsidRDefault="008F4043" w:rsidP="008F4043">
            <w:pPr>
              <w:spacing w:line="276" w:lineRule="auto"/>
              <w:jc w:val="center"/>
              <w:rPr>
                <w:spacing w:val="20"/>
                <w:sz w:val="24"/>
                <w:szCs w:val="24"/>
              </w:rPr>
            </w:pPr>
            <w:r w:rsidRPr="008F4043">
              <w:rPr>
                <w:spacing w:val="20"/>
                <w:sz w:val="24"/>
                <w:szCs w:val="24"/>
              </w:rPr>
              <w:t xml:space="preserve">Лобанова </w:t>
            </w:r>
          </w:p>
          <w:p w14:paraId="29A51805" w14:textId="77777777" w:rsidR="008F4043" w:rsidRPr="008F4043" w:rsidRDefault="008F4043" w:rsidP="008F4043">
            <w:pPr>
              <w:spacing w:line="276" w:lineRule="auto"/>
              <w:jc w:val="center"/>
              <w:rPr>
                <w:spacing w:val="20"/>
                <w:sz w:val="24"/>
                <w:szCs w:val="24"/>
              </w:rPr>
            </w:pPr>
            <w:r w:rsidRPr="008F4043">
              <w:rPr>
                <w:spacing w:val="20"/>
                <w:sz w:val="24"/>
                <w:szCs w:val="24"/>
              </w:rPr>
              <w:t>Ольга Борисовна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D9735EF" w14:textId="77777777" w:rsidR="008F4043" w:rsidRPr="008F4043" w:rsidRDefault="008F4043" w:rsidP="008F4043">
            <w:pPr>
              <w:spacing w:line="276" w:lineRule="auto"/>
              <w:jc w:val="center"/>
              <w:rPr>
                <w:spacing w:val="20"/>
                <w:sz w:val="24"/>
                <w:szCs w:val="24"/>
              </w:rPr>
            </w:pPr>
            <w:r w:rsidRPr="008F4043">
              <w:rPr>
                <w:spacing w:val="20"/>
                <w:sz w:val="24"/>
                <w:szCs w:val="24"/>
              </w:rPr>
              <w:t>МОБУ СОШ №2 с</w:t>
            </w:r>
            <w:proofErr w:type="gramStart"/>
            <w:r w:rsidRPr="008F4043">
              <w:rPr>
                <w:spacing w:val="20"/>
                <w:sz w:val="24"/>
                <w:szCs w:val="24"/>
              </w:rPr>
              <w:t>.Б</w:t>
            </w:r>
            <w:proofErr w:type="gramEnd"/>
            <w:r w:rsidRPr="008F4043">
              <w:rPr>
                <w:spacing w:val="20"/>
                <w:sz w:val="24"/>
                <w:szCs w:val="24"/>
              </w:rPr>
              <w:t>акалы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CFCDB8D" w14:textId="77777777" w:rsidR="008F4043" w:rsidRPr="008F4043" w:rsidRDefault="008F4043" w:rsidP="008F4043">
            <w:pPr>
              <w:spacing w:line="276" w:lineRule="auto"/>
              <w:jc w:val="center"/>
              <w:rPr>
                <w:spacing w:val="20"/>
                <w:sz w:val="24"/>
                <w:szCs w:val="24"/>
              </w:rPr>
            </w:pPr>
            <w:r w:rsidRPr="008F4043">
              <w:rPr>
                <w:spacing w:val="20"/>
                <w:sz w:val="24"/>
                <w:szCs w:val="24"/>
              </w:rPr>
              <w:t>учитель</w:t>
            </w:r>
          </w:p>
        </w:tc>
      </w:tr>
      <w:tr w:rsidR="008F4043" w:rsidRPr="008F4043" w14:paraId="12EE4A8E" w14:textId="77777777" w:rsidTr="009F6303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B1928EF" w14:textId="77777777" w:rsidR="008F4043" w:rsidRPr="008F4043" w:rsidRDefault="008F4043" w:rsidP="008F404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F4043">
              <w:rPr>
                <w:sz w:val="24"/>
                <w:szCs w:val="24"/>
              </w:rPr>
              <w:t>5.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F442A31" w14:textId="77777777" w:rsidR="008F4043" w:rsidRDefault="008F4043" w:rsidP="008F4043">
            <w:pPr>
              <w:spacing w:line="276" w:lineRule="auto"/>
              <w:jc w:val="center"/>
              <w:rPr>
                <w:spacing w:val="20"/>
                <w:sz w:val="24"/>
                <w:szCs w:val="24"/>
              </w:rPr>
            </w:pPr>
            <w:r w:rsidRPr="008F4043">
              <w:rPr>
                <w:spacing w:val="20"/>
                <w:sz w:val="24"/>
                <w:szCs w:val="24"/>
              </w:rPr>
              <w:t>Матвеева</w:t>
            </w:r>
          </w:p>
          <w:p w14:paraId="7513A40A" w14:textId="77777777" w:rsidR="008F4043" w:rsidRPr="008F4043" w:rsidRDefault="008F4043" w:rsidP="008F4043">
            <w:pPr>
              <w:spacing w:line="276" w:lineRule="auto"/>
              <w:jc w:val="center"/>
              <w:rPr>
                <w:spacing w:val="20"/>
                <w:sz w:val="24"/>
                <w:szCs w:val="24"/>
              </w:rPr>
            </w:pPr>
            <w:r w:rsidRPr="008F4043">
              <w:rPr>
                <w:spacing w:val="20"/>
                <w:sz w:val="24"/>
                <w:szCs w:val="24"/>
              </w:rPr>
              <w:t xml:space="preserve"> Валентина Ивановна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D8918C9" w14:textId="77777777" w:rsidR="008F4043" w:rsidRPr="008F4043" w:rsidRDefault="008F4043" w:rsidP="008F4043">
            <w:pPr>
              <w:spacing w:line="276" w:lineRule="auto"/>
              <w:jc w:val="center"/>
              <w:rPr>
                <w:spacing w:val="20"/>
                <w:sz w:val="24"/>
                <w:szCs w:val="24"/>
              </w:rPr>
            </w:pPr>
            <w:r w:rsidRPr="008F4043">
              <w:rPr>
                <w:spacing w:val="20"/>
                <w:sz w:val="24"/>
                <w:szCs w:val="24"/>
              </w:rPr>
              <w:t>МОБУ СОШ с</w:t>
            </w:r>
            <w:proofErr w:type="gramStart"/>
            <w:r w:rsidRPr="008F4043">
              <w:rPr>
                <w:spacing w:val="20"/>
                <w:sz w:val="24"/>
                <w:szCs w:val="24"/>
              </w:rPr>
              <w:t>.С</w:t>
            </w:r>
            <w:proofErr w:type="gramEnd"/>
            <w:r w:rsidRPr="008F4043">
              <w:rPr>
                <w:spacing w:val="20"/>
                <w:sz w:val="24"/>
                <w:szCs w:val="24"/>
              </w:rPr>
              <w:t>тарые Маты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F8881F4" w14:textId="77777777" w:rsidR="008F4043" w:rsidRPr="008F4043" w:rsidRDefault="008F4043" w:rsidP="008F4043">
            <w:pPr>
              <w:spacing w:line="276" w:lineRule="auto"/>
              <w:jc w:val="center"/>
              <w:rPr>
                <w:spacing w:val="20"/>
                <w:sz w:val="24"/>
                <w:szCs w:val="24"/>
              </w:rPr>
            </w:pPr>
            <w:r w:rsidRPr="008F4043">
              <w:rPr>
                <w:spacing w:val="20"/>
                <w:sz w:val="24"/>
                <w:szCs w:val="24"/>
              </w:rPr>
              <w:t>учитель</w:t>
            </w:r>
          </w:p>
        </w:tc>
      </w:tr>
      <w:tr w:rsidR="008F4043" w:rsidRPr="008F4043" w14:paraId="7FD831E2" w14:textId="77777777" w:rsidTr="009F6303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AAEE60D" w14:textId="77777777" w:rsidR="008F4043" w:rsidRPr="008F4043" w:rsidRDefault="008F4043" w:rsidP="008F404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F4043">
              <w:rPr>
                <w:sz w:val="24"/>
                <w:szCs w:val="24"/>
              </w:rPr>
              <w:t>6.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2BC70F8" w14:textId="77777777" w:rsidR="008F4043" w:rsidRDefault="008F4043" w:rsidP="008F4043">
            <w:pPr>
              <w:spacing w:line="276" w:lineRule="auto"/>
              <w:jc w:val="center"/>
              <w:rPr>
                <w:spacing w:val="20"/>
                <w:sz w:val="24"/>
                <w:szCs w:val="24"/>
              </w:rPr>
            </w:pPr>
            <w:r w:rsidRPr="008F4043">
              <w:rPr>
                <w:spacing w:val="20"/>
                <w:sz w:val="24"/>
                <w:szCs w:val="24"/>
              </w:rPr>
              <w:t>Мензелинцева</w:t>
            </w:r>
          </w:p>
          <w:p w14:paraId="12469152" w14:textId="77777777" w:rsidR="008F4043" w:rsidRPr="008F4043" w:rsidRDefault="008F4043" w:rsidP="008F4043">
            <w:pPr>
              <w:spacing w:line="276" w:lineRule="auto"/>
              <w:jc w:val="center"/>
              <w:rPr>
                <w:spacing w:val="20"/>
                <w:sz w:val="24"/>
                <w:szCs w:val="24"/>
              </w:rPr>
            </w:pPr>
            <w:r w:rsidRPr="008F4043">
              <w:rPr>
                <w:spacing w:val="20"/>
                <w:sz w:val="24"/>
                <w:szCs w:val="24"/>
              </w:rPr>
              <w:t>Татьяна Константиновна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841A53F" w14:textId="77777777" w:rsidR="008F4043" w:rsidRPr="008F4043" w:rsidRDefault="008F4043" w:rsidP="008F4043">
            <w:pPr>
              <w:spacing w:line="276" w:lineRule="auto"/>
              <w:jc w:val="center"/>
              <w:rPr>
                <w:spacing w:val="20"/>
                <w:sz w:val="24"/>
                <w:szCs w:val="24"/>
              </w:rPr>
            </w:pPr>
            <w:r w:rsidRPr="008F4043">
              <w:rPr>
                <w:spacing w:val="20"/>
                <w:sz w:val="24"/>
                <w:szCs w:val="24"/>
              </w:rPr>
              <w:t>МОБУ СОШ с</w:t>
            </w:r>
            <w:proofErr w:type="gramStart"/>
            <w:r w:rsidRPr="008F4043">
              <w:rPr>
                <w:spacing w:val="20"/>
                <w:sz w:val="24"/>
                <w:szCs w:val="24"/>
              </w:rPr>
              <w:t>.С</w:t>
            </w:r>
            <w:proofErr w:type="gramEnd"/>
            <w:r w:rsidRPr="008F4043">
              <w:rPr>
                <w:spacing w:val="20"/>
                <w:sz w:val="24"/>
                <w:szCs w:val="24"/>
              </w:rPr>
              <w:t>тарые Маты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96D440B" w14:textId="77777777" w:rsidR="008F4043" w:rsidRPr="008F4043" w:rsidRDefault="008F4043" w:rsidP="008F4043">
            <w:pPr>
              <w:spacing w:line="276" w:lineRule="auto"/>
              <w:jc w:val="center"/>
              <w:rPr>
                <w:spacing w:val="20"/>
                <w:sz w:val="24"/>
                <w:szCs w:val="24"/>
              </w:rPr>
            </w:pPr>
            <w:r w:rsidRPr="008F4043">
              <w:rPr>
                <w:spacing w:val="20"/>
                <w:sz w:val="24"/>
                <w:szCs w:val="24"/>
              </w:rPr>
              <w:t>учитель</w:t>
            </w:r>
          </w:p>
        </w:tc>
      </w:tr>
      <w:tr w:rsidR="008F4043" w:rsidRPr="008F4043" w14:paraId="48207421" w14:textId="77777777" w:rsidTr="009F6303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FEADC7" w14:textId="77777777" w:rsidR="008F4043" w:rsidRPr="008F4043" w:rsidRDefault="008F4043" w:rsidP="008F404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F4043">
              <w:rPr>
                <w:sz w:val="24"/>
                <w:szCs w:val="24"/>
              </w:rPr>
              <w:t>7.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C5D7CBD" w14:textId="77777777" w:rsidR="008F4043" w:rsidRDefault="008F4043" w:rsidP="008F404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F4043">
              <w:rPr>
                <w:sz w:val="24"/>
                <w:szCs w:val="24"/>
              </w:rPr>
              <w:t xml:space="preserve">Диярова </w:t>
            </w:r>
          </w:p>
          <w:p w14:paraId="29874982" w14:textId="77777777" w:rsidR="008F4043" w:rsidRPr="008F4043" w:rsidRDefault="008F4043" w:rsidP="008F404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F4043">
              <w:rPr>
                <w:sz w:val="24"/>
                <w:szCs w:val="24"/>
              </w:rPr>
              <w:t>Рамзия Хамитовна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61BDAD1" w14:textId="77777777" w:rsidR="008F4043" w:rsidRPr="008F4043" w:rsidRDefault="008F4043" w:rsidP="008F404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F4043">
              <w:rPr>
                <w:sz w:val="24"/>
                <w:szCs w:val="24"/>
              </w:rPr>
              <w:t>МОБУ СОШ №1 с</w:t>
            </w:r>
            <w:proofErr w:type="gramStart"/>
            <w:r w:rsidRPr="008F4043">
              <w:rPr>
                <w:sz w:val="24"/>
                <w:szCs w:val="24"/>
              </w:rPr>
              <w:t>.Б</w:t>
            </w:r>
            <w:proofErr w:type="gramEnd"/>
            <w:r w:rsidRPr="008F4043">
              <w:rPr>
                <w:sz w:val="24"/>
                <w:szCs w:val="24"/>
              </w:rPr>
              <w:t>акалы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5A64E8E" w14:textId="77777777" w:rsidR="008F4043" w:rsidRPr="008F4043" w:rsidRDefault="008F4043" w:rsidP="008F4043">
            <w:pPr>
              <w:spacing w:line="276" w:lineRule="auto"/>
              <w:jc w:val="center"/>
              <w:rPr>
                <w:spacing w:val="20"/>
                <w:sz w:val="24"/>
                <w:szCs w:val="24"/>
              </w:rPr>
            </w:pPr>
            <w:r w:rsidRPr="008F4043">
              <w:rPr>
                <w:spacing w:val="20"/>
                <w:sz w:val="24"/>
                <w:szCs w:val="24"/>
              </w:rPr>
              <w:t>учитель</w:t>
            </w:r>
          </w:p>
        </w:tc>
      </w:tr>
      <w:tr w:rsidR="008F4043" w:rsidRPr="008F4043" w14:paraId="58173B18" w14:textId="77777777" w:rsidTr="009F6303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013E7F6" w14:textId="77777777" w:rsidR="008F4043" w:rsidRPr="008F4043" w:rsidRDefault="008F4043" w:rsidP="008F404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F4043">
              <w:rPr>
                <w:sz w:val="24"/>
                <w:szCs w:val="24"/>
              </w:rPr>
              <w:t>8.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6B69744" w14:textId="77777777" w:rsidR="008F4043" w:rsidRDefault="008F4043" w:rsidP="008F4043">
            <w:pPr>
              <w:spacing w:line="276" w:lineRule="auto"/>
              <w:jc w:val="center"/>
              <w:rPr>
                <w:spacing w:val="20"/>
                <w:sz w:val="24"/>
                <w:szCs w:val="24"/>
              </w:rPr>
            </w:pPr>
            <w:r w:rsidRPr="008F4043">
              <w:rPr>
                <w:spacing w:val="20"/>
                <w:sz w:val="24"/>
                <w:szCs w:val="24"/>
              </w:rPr>
              <w:t xml:space="preserve">Кузнецова </w:t>
            </w:r>
          </w:p>
          <w:p w14:paraId="15D5EFCF" w14:textId="77777777" w:rsidR="008F4043" w:rsidRPr="008F4043" w:rsidRDefault="008F4043" w:rsidP="008F4043">
            <w:pPr>
              <w:spacing w:line="276" w:lineRule="auto"/>
              <w:jc w:val="center"/>
              <w:rPr>
                <w:spacing w:val="20"/>
                <w:sz w:val="24"/>
                <w:szCs w:val="24"/>
              </w:rPr>
            </w:pPr>
            <w:r w:rsidRPr="008F4043">
              <w:rPr>
                <w:spacing w:val="20"/>
                <w:sz w:val="24"/>
                <w:szCs w:val="24"/>
              </w:rPr>
              <w:t>Раиса Дмитриевна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5DA573" w14:textId="77777777" w:rsidR="008F4043" w:rsidRPr="008F4043" w:rsidRDefault="008F4043" w:rsidP="008F4043">
            <w:pPr>
              <w:spacing w:line="276" w:lineRule="auto"/>
              <w:jc w:val="center"/>
              <w:rPr>
                <w:spacing w:val="20"/>
                <w:sz w:val="24"/>
                <w:szCs w:val="24"/>
              </w:rPr>
            </w:pPr>
            <w:r w:rsidRPr="008F4043">
              <w:rPr>
                <w:spacing w:val="20"/>
                <w:sz w:val="24"/>
                <w:szCs w:val="24"/>
              </w:rPr>
              <w:t>МОБУ ООШ с</w:t>
            </w:r>
            <w:proofErr w:type="gramStart"/>
            <w:r w:rsidRPr="008F4043">
              <w:rPr>
                <w:spacing w:val="20"/>
                <w:sz w:val="24"/>
                <w:szCs w:val="24"/>
              </w:rPr>
              <w:t>.Н</w:t>
            </w:r>
            <w:proofErr w:type="gramEnd"/>
            <w:r w:rsidRPr="008F4043">
              <w:rPr>
                <w:spacing w:val="20"/>
                <w:sz w:val="24"/>
                <w:szCs w:val="24"/>
              </w:rPr>
              <w:t>овоиликово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A11108" w14:textId="77777777" w:rsidR="008F4043" w:rsidRPr="008F4043" w:rsidRDefault="008F4043" w:rsidP="008F4043">
            <w:pPr>
              <w:spacing w:line="276" w:lineRule="auto"/>
              <w:jc w:val="center"/>
              <w:rPr>
                <w:spacing w:val="20"/>
                <w:sz w:val="24"/>
                <w:szCs w:val="24"/>
              </w:rPr>
            </w:pPr>
            <w:r w:rsidRPr="008F4043">
              <w:rPr>
                <w:spacing w:val="20"/>
                <w:sz w:val="24"/>
                <w:szCs w:val="24"/>
              </w:rPr>
              <w:t>учитель</w:t>
            </w:r>
          </w:p>
        </w:tc>
      </w:tr>
    </w:tbl>
    <w:p w14:paraId="0E42E3BC" w14:textId="77777777" w:rsidR="008F4043" w:rsidRPr="008F4043" w:rsidRDefault="008F4043" w:rsidP="008F404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372758DF" w14:textId="77777777" w:rsidR="00582ECC" w:rsidRDefault="00582ECC" w:rsidP="00582EC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B8937FA" w14:textId="77777777" w:rsidR="00FD1274" w:rsidRDefault="00FD1274" w:rsidP="00582EC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A357146" w14:textId="77777777" w:rsidR="00FD1274" w:rsidRDefault="00FD1274" w:rsidP="00582EC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F476338" w14:textId="77777777" w:rsidR="00FD1274" w:rsidRDefault="00FD1274" w:rsidP="00582EC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B63E8E" w14:textId="77777777" w:rsidR="00FD1274" w:rsidRDefault="00FD1274" w:rsidP="00582EC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A8A6D94" w14:textId="77777777" w:rsidR="00FD1274" w:rsidRDefault="00FD1274" w:rsidP="00582EC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B9AB61C" w14:textId="77777777" w:rsidR="00FD1274" w:rsidRDefault="00FD1274" w:rsidP="00582EC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9493254" w14:textId="77777777" w:rsidR="00FD1274" w:rsidRDefault="00FD1274" w:rsidP="00582EC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81C9868" w14:textId="77777777" w:rsidR="00FD1274" w:rsidRDefault="00FD1274" w:rsidP="00582EC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C0FAA18" w14:textId="77777777" w:rsidR="00FD1274" w:rsidRDefault="00FD1274" w:rsidP="00582EC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FFD2C2A" w14:textId="77777777" w:rsidR="00FD1274" w:rsidRDefault="00FD1274" w:rsidP="00582EC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E94321B" w14:textId="77777777" w:rsidR="00FD1274" w:rsidRDefault="00FD1274" w:rsidP="00582EC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6531065" w14:textId="77777777" w:rsidR="00FD1274" w:rsidRDefault="00FD1274" w:rsidP="00582EC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BA8E3AE" w14:textId="77777777" w:rsidR="00FD1274" w:rsidRDefault="00FD1274" w:rsidP="00582EC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933871E" w14:textId="77777777" w:rsidR="00FD1274" w:rsidRDefault="00FD1274" w:rsidP="00582EC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8D35BF2" w14:textId="77777777" w:rsidR="00FD1274" w:rsidRDefault="00FD1274" w:rsidP="00582EC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F7B28C8" w14:textId="77777777" w:rsidR="00FD1274" w:rsidRDefault="00FD1274" w:rsidP="00582EC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2D860A3" w14:textId="77777777" w:rsidR="00FD1274" w:rsidRDefault="00FD1274" w:rsidP="00582EC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2004133" w14:textId="77777777" w:rsidR="00FD1274" w:rsidRDefault="00FD1274" w:rsidP="00582EC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ED248A0" w14:textId="77777777" w:rsidR="00FD1274" w:rsidRDefault="00FD1274" w:rsidP="00582EC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438E8C9" w14:textId="77777777" w:rsidR="00FD1274" w:rsidRDefault="00FD1274" w:rsidP="00582EC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6472583" w14:textId="77777777" w:rsidR="00FD1274" w:rsidRDefault="00FD1274" w:rsidP="00582EC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276D8CB" w14:textId="77777777" w:rsidR="00FD1274" w:rsidRDefault="00FD1274" w:rsidP="00582EC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467EB84" w14:textId="77777777" w:rsidR="00FD1274" w:rsidRDefault="00FD1274" w:rsidP="00FD127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Приложение №2  к приказу Министерства образования</w:t>
      </w:r>
    </w:p>
    <w:p w14:paraId="31C305E3" w14:textId="77777777" w:rsidR="00FD1274" w:rsidRPr="00BE3CB8" w:rsidRDefault="00FD1274" w:rsidP="00FD1274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14:paraId="21C5B4A0" w14:textId="77777777" w:rsidR="00FD1274" w:rsidRDefault="00FD1274" w:rsidP="00FD127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  <w:proofErr w:type="gramEnd"/>
    </w:p>
    <w:p w14:paraId="38AF2BD4" w14:textId="77777777" w:rsidR="00FD1274" w:rsidRDefault="00FD1274" w:rsidP="00FD127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14:paraId="3331255B" w14:textId="77777777" w:rsidR="00FD1274" w:rsidRDefault="00FD1274" w:rsidP="00FD1274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14:paraId="7F72D684" w14:textId="77777777" w:rsidR="00FD1274" w:rsidRPr="00FD0F2C" w:rsidRDefault="00FD1274" w:rsidP="00FD1274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739C8A93" w14:textId="77777777" w:rsidR="00582ECC" w:rsidRDefault="00582ECC" w:rsidP="00582EC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МР Балтачевский</w:t>
      </w:r>
      <w:r w:rsidR="001F3C2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район  Республики Башкортостан</w:t>
      </w:r>
    </w:p>
    <w:p w14:paraId="577D1692" w14:textId="77777777" w:rsidR="00582ECC" w:rsidRDefault="00582ECC" w:rsidP="00582EC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bottomFromText="160" w:vertAnchor="text" w:tblpX="-1163" w:tblpY="1"/>
        <w:tblOverlap w:val="never"/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402"/>
        <w:gridCol w:w="4175"/>
        <w:gridCol w:w="2912"/>
      </w:tblGrid>
      <w:tr w:rsidR="00582ECC" w14:paraId="1A4DC2A3" w14:textId="77777777" w:rsidTr="009F6303">
        <w:trPr>
          <w:trHeight w:val="28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7D1E7" w14:textId="77777777" w:rsidR="00582ECC" w:rsidRDefault="00582ECC" w:rsidP="00582EC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  <w:t>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C7638" w14:textId="77777777" w:rsidR="00582ECC" w:rsidRDefault="00582ECC" w:rsidP="00582EC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  <w:t>ФИО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FFA05" w14:textId="77777777" w:rsidR="00582ECC" w:rsidRDefault="00582ECC" w:rsidP="00582EC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  <w:t>Место работы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743B8" w14:textId="77777777" w:rsidR="00582ECC" w:rsidRDefault="00582ECC" w:rsidP="00582EC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  <w:t>Должность</w:t>
            </w:r>
          </w:p>
        </w:tc>
      </w:tr>
      <w:tr w:rsidR="00582ECC" w14:paraId="4558C6D6" w14:textId="77777777" w:rsidTr="009F6303">
        <w:trPr>
          <w:trHeight w:val="28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0A40F" w14:textId="77777777" w:rsidR="00582ECC" w:rsidRDefault="00582ECC" w:rsidP="00582ECC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299CF" w14:textId="77777777" w:rsidR="00582ECC" w:rsidRDefault="00582ECC" w:rsidP="00582E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Садыков</w:t>
            </w:r>
          </w:p>
          <w:p w14:paraId="69A3632D" w14:textId="77777777" w:rsidR="00582ECC" w:rsidRDefault="00582ECC" w:rsidP="00582ECC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Айрат Касимович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0B267" w14:textId="77777777" w:rsidR="00582ECC" w:rsidRDefault="00582ECC" w:rsidP="00582ECC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МАОУ ДОД «Детско-юношеская спортивная школа» муниципального района Балтачевский район Республики Башкортостан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8F953" w14:textId="77777777" w:rsidR="001F3C20" w:rsidRDefault="001F3C20" w:rsidP="00582ECC">
            <w:pPr>
              <w:spacing w:after="0"/>
              <w:ind w:lef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4F31D22C" w14:textId="77777777" w:rsidR="00582ECC" w:rsidRDefault="00582ECC" w:rsidP="00582ECC">
            <w:pPr>
              <w:spacing w:after="0"/>
              <w:ind w:left="-66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тренер-преподаватель</w:t>
            </w:r>
          </w:p>
        </w:tc>
      </w:tr>
    </w:tbl>
    <w:p w14:paraId="79D0EC4F" w14:textId="77777777" w:rsidR="00582ECC" w:rsidRDefault="00582ECC" w:rsidP="00582ECC">
      <w:pPr>
        <w:rPr>
          <w:rFonts w:eastAsiaTheme="minorHAnsi"/>
          <w:lang w:eastAsia="en-US"/>
        </w:rPr>
      </w:pPr>
    </w:p>
    <w:p w14:paraId="5F069A78" w14:textId="77777777" w:rsidR="00582ECC" w:rsidRDefault="00582ECC" w:rsidP="00582ECC"/>
    <w:p w14:paraId="1B60CC88" w14:textId="77777777" w:rsidR="00582ECC" w:rsidRDefault="00582ECC" w:rsidP="00582ECC"/>
    <w:p w14:paraId="6B933633" w14:textId="77777777" w:rsidR="00FD1274" w:rsidRDefault="00FD1274" w:rsidP="00BD0AA6">
      <w:pPr>
        <w:spacing w:after="0"/>
        <w:ind w:right="-73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9933698" w14:textId="77777777" w:rsidR="00FD1274" w:rsidRDefault="00FD1274" w:rsidP="00BD0AA6">
      <w:pPr>
        <w:spacing w:after="0"/>
        <w:ind w:right="-73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FA226A1" w14:textId="77777777" w:rsidR="00FD1274" w:rsidRDefault="00FD1274" w:rsidP="00BD0AA6">
      <w:pPr>
        <w:spacing w:after="0"/>
        <w:ind w:right="-73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AB0DE48" w14:textId="77777777" w:rsidR="00FD1274" w:rsidRDefault="00FD1274" w:rsidP="00BD0AA6">
      <w:pPr>
        <w:spacing w:after="0"/>
        <w:ind w:right="-73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E4C4A4C" w14:textId="77777777" w:rsidR="00FD1274" w:rsidRDefault="00FD1274" w:rsidP="00BD0AA6">
      <w:pPr>
        <w:spacing w:after="0"/>
        <w:ind w:right="-73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FCB0CCB" w14:textId="77777777" w:rsidR="00FD1274" w:rsidRDefault="00FD1274" w:rsidP="00BD0AA6">
      <w:pPr>
        <w:spacing w:after="0"/>
        <w:ind w:right="-73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BB690A6" w14:textId="77777777" w:rsidR="00FD1274" w:rsidRDefault="00FD1274" w:rsidP="00BD0AA6">
      <w:pPr>
        <w:spacing w:after="0"/>
        <w:ind w:right="-73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5D82664" w14:textId="77777777" w:rsidR="00FD1274" w:rsidRDefault="00FD1274" w:rsidP="00BD0AA6">
      <w:pPr>
        <w:spacing w:after="0"/>
        <w:ind w:right="-73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045AE5B" w14:textId="77777777" w:rsidR="00FD1274" w:rsidRDefault="00FD1274" w:rsidP="00BD0AA6">
      <w:pPr>
        <w:spacing w:after="0"/>
        <w:ind w:right="-73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C3EC5B4" w14:textId="77777777" w:rsidR="00FD1274" w:rsidRDefault="00FD1274" w:rsidP="00BD0AA6">
      <w:pPr>
        <w:spacing w:after="0"/>
        <w:ind w:right="-73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F3372C4" w14:textId="77777777" w:rsidR="00FD1274" w:rsidRDefault="00FD1274" w:rsidP="00BD0AA6">
      <w:pPr>
        <w:spacing w:after="0"/>
        <w:ind w:right="-73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3C6A418" w14:textId="77777777" w:rsidR="00FD1274" w:rsidRDefault="00FD1274" w:rsidP="00BD0AA6">
      <w:pPr>
        <w:spacing w:after="0"/>
        <w:ind w:right="-73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691ECDB" w14:textId="77777777" w:rsidR="00FD1274" w:rsidRDefault="00FD1274" w:rsidP="00BD0AA6">
      <w:pPr>
        <w:spacing w:after="0"/>
        <w:ind w:right="-73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73879FC" w14:textId="77777777" w:rsidR="00FD1274" w:rsidRDefault="00FD1274" w:rsidP="00BD0AA6">
      <w:pPr>
        <w:spacing w:after="0"/>
        <w:ind w:right="-73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CAC65A8" w14:textId="77777777" w:rsidR="00FD1274" w:rsidRDefault="00FD1274" w:rsidP="00BD0AA6">
      <w:pPr>
        <w:spacing w:after="0"/>
        <w:ind w:right="-73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CC49ED9" w14:textId="77777777" w:rsidR="00FD1274" w:rsidRDefault="00FD1274" w:rsidP="00BD0AA6">
      <w:pPr>
        <w:spacing w:after="0"/>
        <w:ind w:right="-73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E0EA2E1" w14:textId="77777777" w:rsidR="00FD1274" w:rsidRDefault="00FD1274" w:rsidP="00BD0AA6">
      <w:pPr>
        <w:spacing w:after="0"/>
        <w:ind w:right="-73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28B667B" w14:textId="77777777" w:rsidR="00FD1274" w:rsidRDefault="00FD1274" w:rsidP="00BD0AA6">
      <w:pPr>
        <w:spacing w:after="0"/>
        <w:ind w:right="-73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8E7673B" w14:textId="77777777" w:rsidR="00FD1274" w:rsidRDefault="00FD1274" w:rsidP="00BD0AA6">
      <w:pPr>
        <w:spacing w:after="0"/>
        <w:ind w:right="-73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0702782" w14:textId="77777777" w:rsidR="00FD1274" w:rsidRDefault="00FD1274" w:rsidP="00BD0AA6">
      <w:pPr>
        <w:spacing w:after="0"/>
        <w:ind w:right="-73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9A8A7B5" w14:textId="77777777" w:rsidR="00FD1274" w:rsidRDefault="00FD1274" w:rsidP="00BD0AA6">
      <w:pPr>
        <w:spacing w:after="0"/>
        <w:ind w:right="-73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636796E" w14:textId="77777777" w:rsidR="00FD1274" w:rsidRDefault="00FD1274" w:rsidP="00BD0AA6">
      <w:pPr>
        <w:spacing w:after="0"/>
        <w:ind w:right="-73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2DD7762" w14:textId="77777777" w:rsidR="00FD1274" w:rsidRDefault="00FD1274" w:rsidP="00BD0AA6">
      <w:pPr>
        <w:spacing w:after="0"/>
        <w:ind w:right="-73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539BF33" w14:textId="77777777" w:rsidR="00FD1274" w:rsidRDefault="00FD1274" w:rsidP="00BD0AA6">
      <w:pPr>
        <w:spacing w:after="0"/>
        <w:ind w:right="-73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368BDC7" w14:textId="77777777" w:rsidR="00FD1274" w:rsidRDefault="00FD1274" w:rsidP="00BD0AA6">
      <w:pPr>
        <w:spacing w:after="0"/>
        <w:ind w:right="-73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4454240" w14:textId="77777777" w:rsidR="00FD1274" w:rsidRDefault="00FD1274" w:rsidP="00BD0AA6">
      <w:pPr>
        <w:spacing w:after="0"/>
        <w:ind w:right="-73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00B6B9E" w14:textId="77777777" w:rsidR="00FD1274" w:rsidRDefault="00FD1274" w:rsidP="00BD0AA6">
      <w:pPr>
        <w:spacing w:after="0"/>
        <w:ind w:right="-73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12C421F" w14:textId="77777777" w:rsidR="00FD1274" w:rsidRDefault="00FD1274" w:rsidP="00BD0AA6">
      <w:pPr>
        <w:spacing w:after="0"/>
        <w:ind w:right="-73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9F1822C" w14:textId="77777777" w:rsidR="00FD1274" w:rsidRDefault="00FD1274" w:rsidP="00BD0AA6">
      <w:pPr>
        <w:spacing w:after="0"/>
        <w:ind w:right="-73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11B8A1B" w14:textId="77777777" w:rsidR="00FD1274" w:rsidRDefault="00FD1274" w:rsidP="00BD0AA6">
      <w:pPr>
        <w:spacing w:after="0"/>
        <w:ind w:right="-73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88E0986" w14:textId="77777777" w:rsidR="00FD1274" w:rsidRDefault="00FD1274" w:rsidP="00BD0AA6">
      <w:pPr>
        <w:spacing w:after="0"/>
        <w:ind w:right="-73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C1019BE" w14:textId="77777777" w:rsidR="00FD1274" w:rsidRDefault="00FD1274" w:rsidP="00FD127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Приложение №2  к приказу Министерства образования</w:t>
      </w:r>
    </w:p>
    <w:p w14:paraId="20B8737B" w14:textId="77777777" w:rsidR="00FD1274" w:rsidRPr="00BE3CB8" w:rsidRDefault="00FD1274" w:rsidP="00FD1274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14:paraId="5F32E6E9" w14:textId="77777777" w:rsidR="00FD1274" w:rsidRDefault="00FD1274" w:rsidP="00FD127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  <w:proofErr w:type="gramEnd"/>
    </w:p>
    <w:p w14:paraId="3ED15F72" w14:textId="77777777" w:rsidR="00FD1274" w:rsidRDefault="00FD1274" w:rsidP="00FD127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14:paraId="01477A59" w14:textId="77777777" w:rsidR="00FD1274" w:rsidRDefault="00FD1274" w:rsidP="00FD1274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14:paraId="2E2D6B52" w14:textId="77777777" w:rsidR="00FD1274" w:rsidRPr="00FD0F2C" w:rsidRDefault="00FD1274" w:rsidP="00FD1274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1F7AEB1B" w14:textId="77777777" w:rsidR="00BD0AA6" w:rsidRPr="00BD0AA6" w:rsidRDefault="00BD0AA6" w:rsidP="00BD0AA6">
      <w:pPr>
        <w:spacing w:after="0"/>
        <w:ind w:right="-73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0AA6">
        <w:rPr>
          <w:rFonts w:ascii="Times New Roman" w:hAnsi="Times New Roman" w:cs="Times New Roman"/>
          <w:b/>
          <w:sz w:val="24"/>
          <w:szCs w:val="24"/>
        </w:rPr>
        <w:t>МР Белебеевский  район  Республики Башкортостан</w:t>
      </w:r>
    </w:p>
    <w:p w14:paraId="499A2045" w14:textId="77777777" w:rsidR="00BD0AA6" w:rsidRPr="00BD0AA6" w:rsidRDefault="00BD0AA6" w:rsidP="00BD0AA6">
      <w:pPr>
        <w:spacing w:after="0"/>
        <w:ind w:right="-427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323"/>
        <w:gridCol w:w="4190"/>
        <w:gridCol w:w="2977"/>
      </w:tblGrid>
      <w:tr w:rsidR="009F6303" w:rsidRPr="00BD0AA6" w14:paraId="0E21AFB6" w14:textId="77777777" w:rsidTr="00894A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4D4C4" w14:textId="77777777" w:rsidR="009F6303" w:rsidRPr="009F6303" w:rsidRDefault="009F6303" w:rsidP="009F630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630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32F54" w14:textId="77777777" w:rsidR="009F6303" w:rsidRPr="009F6303" w:rsidRDefault="009F6303" w:rsidP="009F630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6303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B9856" w14:textId="77777777" w:rsidR="009F6303" w:rsidRPr="009F6303" w:rsidRDefault="009F6303" w:rsidP="009F630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6303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FE784" w14:textId="77777777" w:rsidR="009F6303" w:rsidRPr="009F6303" w:rsidRDefault="009F6303" w:rsidP="009F630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6303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BD0AA6" w:rsidRPr="00BD0AA6" w14:paraId="682C2539" w14:textId="77777777" w:rsidTr="009F630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E9D27" w14:textId="77777777" w:rsidR="00BD0AA6" w:rsidRPr="00BD0AA6" w:rsidRDefault="00BD0AA6" w:rsidP="00215B6B">
            <w:pPr>
              <w:numPr>
                <w:ilvl w:val="0"/>
                <w:numId w:val="13"/>
              </w:numPr>
              <w:suppressAutoHyphens/>
              <w:snapToGri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FB84F" w14:textId="77777777" w:rsidR="00BD0AA6" w:rsidRPr="00BD0AA6" w:rsidRDefault="00BD0AA6" w:rsidP="00BD0AA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AA6">
              <w:rPr>
                <w:rFonts w:ascii="Times New Roman" w:hAnsi="Times New Roman" w:cs="Times New Roman"/>
                <w:sz w:val="24"/>
                <w:szCs w:val="24"/>
              </w:rPr>
              <w:t>Гайниятуллина</w:t>
            </w:r>
          </w:p>
          <w:p w14:paraId="630E920D" w14:textId="77777777" w:rsidR="00BD0AA6" w:rsidRPr="00BD0AA6" w:rsidRDefault="00BD0AA6" w:rsidP="00BD0AA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D0AA6">
              <w:rPr>
                <w:rFonts w:ascii="Times New Roman" w:hAnsi="Times New Roman" w:cs="Times New Roman"/>
                <w:sz w:val="24"/>
                <w:szCs w:val="24"/>
              </w:rPr>
              <w:t>Алеся Равилевна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5F761" w14:textId="77777777" w:rsidR="00BD0AA6" w:rsidRPr="00BD0AA6" w:rsidRDefault="00BD0AA6" w:rsidP="00BD0AA6">
            <w:pPr>
              <w:autoSpaceDE w:val="0"/>
              <w:autoSpaceDN w:val="0"/>
              <w:adjustRightInd w:val="0"/>
              <w:spacing w:after="0"/>
              <w:ind w:left="72" w:right="-90" w:hanging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AA6">
              <w:rPr>
                <w:rFonts w:ascii="Times New Roman" w:hAnsi="Times New Roman" w:cs="Times New Roman"/>
                <w:sz w:val="24"/>
                <w:szCs w:val="24"/>
              </w:rPr>
              <w:t>МАОУ СОШ №</w:t>
            </w:r>
            <w:r w:rsidRPr="00BD0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  <w:r w:rsidRPr="00BD0AA6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 w:rsidRPr="00BD0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D0AA6">
              <w:rPr>
                <w:rFonts w:ascii="Times New Roman" w:hAnsi="Times New Roman" w:cs="Times New Roman"/>
                <w:sz w:val="24"/>
                <w:szCs w:val="24"/>
              </w:rPr>
              <w:t>Белебея</w:t>
            </w:r>
          </w:p>
          <w:p w14:paraId="1CF02B58" w14:textId="77777777" w:rsidR="00BD0AA6" w:rsidRPr="00BD0AA6" w:rsidRDefault="00BD0AA6" w:rsidP="00BD0AA6">
            <w:pPr>
              <w:autoSpaceDE w:val="0"/>
              <w:autoSpaceDN w:val="0"/>
              <w:adjustRightInd w:val="0"/>
              <w:spacing w:after="0"/>
              <w:ind w:left="72" w:right="-90" w:hanging="7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B800C" w14:textId="77777777" w:rsidR="00BD0AA6" w:rsidRPr="00BD0AA6" w:rsidRDefault="00BD0AA6" w:rsidP="00BD0AA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0AA6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BD0AA6" w:rsidRPr="00BD0AA6" w14:paraId="3450CBA6" w14:textId="77777777" w:rsidTr="009F630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CE5E2" w14:textId="77777777" w:rsidR="00BD0AA6" w:rsidRPr="00BD0AA6" w:rsidRDefault="00BD0AA6" w:rsidP="00215B6B">
            <w:pPr>
              <w:numPr>
                <w:ilvl w:val="0"/>
                <w:numId w:val="13"/>
              </w:numPr>
              <w:suppressAutoHyphens/>
              <w:snapToGri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BD157" w14:textId="77777777" w:rsidR="00BD0AA6" w:rsidRPr="00BD0AA6" w:rsidRDefault="00BD0AA6" w:rsidP="00BD0AA6">
            <w:pPr>
              <w:pStyle w:val="af0"/>
              <w:spacing w:line="276" w:lineRule="auto"/>
              <w:jc w:val="center"/>
              <w:rPr>
                <w:color w:val="000000"/>
              </w:rPr>
            </w:pPr>
            <w:r w:rsidRPr="00BD0AA6">
              <w:rPr>
                <w:color w:val="000000"/>
              </w:rPr>
              <w:t>Гурова</w:t>
            </w:r>
          </w:p>
          <w:p w14:paraId="120ABFF7" w14:textId="77777777" w:rsidR="00BD0AA6" w:rsidRPr="00BD0AA6" w:rsidRDefault="00BD0AA6" w:rsidP="00BD0AA6">
            <w:pPr>
              <w:pStyle w:val="af0"/>
              <w:spacing w:line="276" w:lineRule="auto"/>
              <w:jc w:val="center"/>
              <w:rPr>
                <w:color w:val="000000"/>
              </w:rPr>
            </w:pPr>
            <w:r w:rsidRPr="00BD0AA6">
              <w:rPr>
                <w:color w:val="000000"/>
              </w:rPr>
              <w:t>Лариса Евгеньевна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31F0A" w14:textId="77777777" w:rsidR="00BD0AA6" w:rsidRPr="00BD0AA6" w:rsidRDefault="00BD0AA6" w:rsidP="00BD0AA6">
            <w:pPr>
              <w:autoSpaceDE w:val="0"/>
              <w:autoSpaceDN w:val="0"/>
              <w:adjustRightInd w:val="0"/>
              <w:spacing w:after="0"/>
              <w:ind w:left="72" w:right="-90" w:hanging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AA6">
              <w:rPr>
                <w:rFonts w:ascii="Times New Roman" w:hAnsi="Times New Roman" w:cs="Times New Roman"/>
                <w:sz w:val="24"/>
                <w:szCs w:val="24"/>
              </w:rPr>
              <w:t>МАОУ СОШ №</w:t>
            </w:r>
            <w:r w:rsidRPr="00BD0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15</w:t>
            </w:r>
            <w:r w:rsidRPr="00BD0AA6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 w:rsidRPr="00BD0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D0AA6">
              <w:rPr>
                <w:rFonts w:ascii="Times New Roman" w:hAnsi="Times New Roman" w:cs="Times New Roman"/>
                <w:sz w:val="24"/>
                <w:szCs w:val="24"/>
              </w:rPr>
              <w:t>Белебея</w:t>
            </w:r>
          </w:p>
          <w:p w14:paraId="787A9C95" w14:textId="77777777" w:rsidR="00BD0AA6" w:rsidRPr="00BD0AA6" w:rsidRDefault="00BD0AA6" w:rsidP="00BD0AA6">
            <w:pPr>
              <w:autoSpaceDE w:val="0"/>
              <w:autoSpaceDN w:val="0"/>
              <w:adjustRightInd w:val="0"/>
              <w:spacing w:after="0"/>
              <w:ind w:left="72" w:right="-90" w:hanging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5EF7A" w14:textId="77777777" w:rsidR="00BD0AA6" w:rsidRPr="00BD0AA6" w:rsidRDefault="00BD0AA6" w:rsidP="00BD0AA6">
            <w:pPr>
              <w:pStyle w:val="af0"/>
              <w:spacing w:line="276" w:lineRule="auto"/>
              <w:jc w:val="center"/>
              <w:rPr>
                <w:color w:val="000000"/>
              </w:rPr>
            </w:pPr>
            <w:r w:rsidRPr="00BD0AA6">
              <w:rPr>
                <w:color w:val="000000"/>
              </w:rPr>
              <w:t>учитель</w:t>
            </w:r>
          </w:p>
        </w:tc>
      </w:tr>
      <w:tr w:rsidR="00BD0AA6" w:rsidRPr="00BD0AA6" w14:paraId="3E54538D" w14:textId="77777777" w:rsidTr="009F630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17F37" w14:textId="77777777" w:rsidR="00BD0AA6" w:rsidRPr="00BD0AA6" w:rsidRDefault="00BD0AA6" w:rsidP="00215B6B">
            <w:pPr>
              <w:numPr>
                <w:ilvl w:val="0"/>
                <w:numId w:val="13"/>
              </w:numPr>
              <w:suppressAutoHyphens/>
              <w:snapToGri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A27A3" w14:textId="77777777" w:rsidR="00BD0AA6" w:rsidRPr="00BD0AA6" w:rsidRDefault="00BD0AA6" w:rsidP="00BD0AA6">
            <w:pPr>
              <w:suppressLineNumber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0A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Иванова</w:t>
            </w:r>
          </w:p>
          <w:p w14:paraId="74EF7D11" w14:textId="77777777" w:rsidR="00BD0AA6" w:rsidRPr="00BD0AA6" w:rsidRDefault="00BD0AA6" w:rsidP="00BD0AA6">
            <w:pPr>
              <w:suppressLineNumber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0A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Вера Иосифовна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DE1C0" w14:textId="77777777" w:rsidR="00BD0AA6" w:rsidRPr="00BD0AA6" w:rsidRDefault="00BD0AA6" w:rsidP="00BD0AA6">
            <w:pPr>
              <w:autoSpaceDE w:val="0"/>
              <w:autoSpaceDN w:val="0"/>
              <w:adjustRightInd w:val="0"/>
              <w:spacing w:after="0"/>
              <w:ind w:left="72" w:right="-90" w:hanging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AA6">
              <w:rPr>
                <w:rFonts w:ascii="Times New Roman" w:hAnsi="Times New Roman" w:cs="Times New Roman"/>
                <w:sz w:val="24"/>
                <w:szCs w:val="24"/>
              </w:rPr>
              <w:t>МАОУ ДОД Центр детского творчества р.п. Приютово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A3DDF" w14:textId="77777777" w:rsidR="00BD0AA6" w:rsidRPr="00BD0AA6" w:rsidRDefault="00BD0AA6" w:rsidP="00BD0AA6">
            <w:pPr>
              <w:suppressLineNumber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0A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 дополнительного образования</w:t>
            </w:r>
          </w:p>
        </w:tc>
      </w:tr>
      <w:tr w:rsidR="00BD0AA6" w:rsidRPr="00BD0AA6" w14:paraId="64216C65" w14:textId="77777777" w:rsidTr="009F630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62343" w14:textId="77777777" w:rsidR="00BD0AA6" w:rsidRPr="00BD0AA6" w:rsidRDefault="00BD0AA6" w:rsidP="00215B6B">
            <w:pPr>
              <w:numPr>
                <w:ilvl w:val="0"/>
                <w:numId w:val="13"/>
              </w:numPr>
              <w:suppressAutoHyphens/>
              <w:snapToGri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38F6B" w14:textId="77777777" w:rsidR="00BD0AA6" w:rsidRPr="00BD0AA6" w:rsidRDefault="00BD0AA6" w:rsidP="00BD0AA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AA6">
              <w:rPr>
                <w:rFonts w:ascii="Times New Roman" w:hAnsi="Times New Roman" w:cs="Times New Roman"/>
                <w:sz w:val="24"/>
                <w:szCs w:val="24"/>
              </w:rPr>
              <w:t>Иванова</w:t>
            </w:r>
          </w:p>
          <w:p w14:paraId="40B1B9B0" w14:textId="77777777" w:rsidR="00BD0AA6" w:rsidRPr="00BD0AA6" w:rsidRDefault="00BD0AA6" w:rsidP="00BD0AA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AA6">
              <w:rPr>
                <w:rFonts w:ascii="Times New Roman" w:hAnsi="Times New Roman" w:cs="Times New Roman"/>
                <w:sz w:val="24"/>
                <w:szCs w:val="24"/>
              </w:rPr>
              <w:t>Елена Николаевна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D6927" w14:textId="77777777" w:rsidR="00BD0AA6" w:rsidRPr="00BD0AA6" w:rsidRDefault="00BD0AA6" w:rsidP="00BD0AA6">
            <w:pPr>
              <w:autoSpaceDE w:val="0"/>
              <w:autoSpaceDN w:val="0"/>
              <w:adjustRightInd w:val="0"/>
              <w:spacing w:after="0"/>
              <w:ind w:left="72" w:right="-90" w:hanging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AA6">
              <w:rPr>
                <w:rFonts w:ascii="Times New Roman" w:hAnsi="Times New Roman" w:cs="Times New Roman"/>
                <w:sz w:val="24"/>
                <w:szCs w:val="24"/>
              </w:rPr>
              <w:t>МАОУ СОШ № 16 р.п. Приютово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803AA" w14:textId="77777777" w:rsidR="00BD0AA6" w:rsidRPr="00BD0AA6" w:rsidRDefault="00BD0AA6" w:rsidP="00BD0AA6">
            <w:pPr>
              <w:suppressLineNumber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0A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BD0AA6" w:rsidRPr="00BD0AA6" w14:paraId="417880AF" w14:textId="77777777" w:rsidTr="009F630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83E26" w14:textId="77777777" w:rsidR="00BD0AA6" w:rsidRPr="00BD0AA6" w:rsidRDefault="00BD0AA6" w:rsidP="00215B6B">
            <w:pPr>
              <w:numPr>
                <w:ilvl w:val="0"/>
                <w:numId w:val="13"/>
              </w:numPr>
              <w:suppressAutoHyphens/>
              <w:snapToGri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52160" w14:textId="77777777" w:rsidR="00BD0AA6" w:rsidRPr="00BD0AA6" w:rsidRDefault="00BD0AA6" w:rsidP="00BD0AA6">
            <w:pPr>
              <w:pStyle w:val="a4"/>
              <w:spacing w:before="0" w:beforeAutospacing="0" w:after="0" w:afterAutospacing="0" w:line="276" w:lineRule="auto"/>
              <w:jc w:val="center"/>
            </w:pPr>
            <w:r w:rsidRPr="00BD0AA6">
              <w:rPr>
                <w:color w:val="000000"/>
              </w:rPr>
              <w:t>Коняева</w:t>
            </w:r>
          </w:p>
          <w:p w14:paraId="3D5E5D88" w14:textId="77777777" w:rsidR="00BD0AA6" w:rsidRPr="00BD0AA6" w:rsidRDefault="00BD0AA6" w:rsidP="00BD0AA6">
            <w:pPr>
              <w:suppressLineNumber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0A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Гульнара Ризвановна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6F568" w14:textId="77777777" w:rsidR="00BD0AA6" w:rsidRPr="00BD0AA6" w:rsidRDefault="00BD0AA6" w:rsidP="00BD0AA6">
            <w:pPr>
              <w:autoSpaceDE w:val="0"/>
              <w:autoSpaceDN w:val="0"/>
              <w:adjustRightInd w:val="0"/>
              <w:spacing w:after="0"/>
              <w:ind w:left="72" w:right="-90" w:hanging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AA6">
              <w:rPr>
                <w:rFonts w:ascii="Times New Roman" w:hAnsi="Times New Roman" w:cs="Times New Roman"/>
                <w:sz w:val="24"/>
                <w:szCs w:val="24"/>
              </w:rPr>
              <w:t xml:space="preserve">МАОУ СОШ № </w:t>
            </w:r>
            <w:smartTag w:uri="urn:schemas-microsoft-com:office:smarttags" w:element="metricconverter">
              <w:smartTagPr>
                <w:attr w:name="ProductID" w:val="2 г"/>
              </w:smartTagPr>
              <w:r w:rsidRPr="00BD0AA6">
                <w:rPr>
                  <w:rFonts w:ascii="Times New Roman" w:hAnsi="Times New Roman" w:cs="Times New Roman"/>
                  <w:sz w:val="24"/>
                  <w:szCs w:val="24"/>
                </w:rPr>
                <w:t>2 г</w:t>
              </w:r>
            </w:smartTag>
            <w:r w:rsidRPr="00BD0AA6">
              <w:rPr>
                <w:rFonts w:ascii="Times New Roman" w:hAnsi="Times New Roman" w:cs="Times New Roman"/>
                <w:sz w:val="24"/>
                <w:szCs w:val="24"/>
              </w:rPr>
              <w:t>. Белебея</w:t>
            </w:r>
          </w:p>
          <w:p w14:paraId="1F71902B" w14:textId="77777777" w:rsidR="00BD0AA6" w:rsidRPr="00BD0AA6" w:rsidRDefault="00BD0AA6" w:rsidP="00BD0AA6">
            <w:pPr>
              <w:autoSpaceDE w:val="0"/>
              <w:autoSpaceDN w:val="0"/>
              <w:adjustRightInd w:val="0"/>
              <w:spacing w:after="0"/>
              <w:ind w:left="72" w:right="-90" w:hanging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47EFC" w14:textId="77777777" w:rsidR="00BD0AA6" w:rsidRPr="00BD0AA6" w:rsidRDefault="00BD0AA6" w:rsidP="00BD0AA6">
            <w:pPr>
              <w:suppressLineNumber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0A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BD0AA6" w:rsidRPr="00BD0AA6" w14:paraId="10ECFE77" w14:textId="77777777" w:rsidTr="009F630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D8C12" w14:textId="77777777" w:rsidR="00BD0AA6" w:rsidRPr="00BD0AA6" w:rsidRDefault="00BD0AA6" w:rsidP="00215B6B">
            <w:pPr>
              <w:numPr>
                <w:ilvl w:val="0"/>
                <w:numId w:val="13"/>
              </w:numPr>
              <w:suppressAutoHyphens/>
              <w:snapToGri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367DB" w14:textId="77777777" w:rsidR="00BD0AA6" w:rsidRPr="00BD0AA6" w:rsidRDefault="00BD0AA6" w:rsidP="00BD0AA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AA6">
              <w:rPr>
                <w:rFonts w:ascii="Times New Roman" w:hAnsi="Times New Roman" w:cs="Times New Roman"/>
                <w:sz w:val="24"/>
                <w:szCs w:val="24"/>
              </w:rPr>
              <w:t>Мурзакова</w:t>
            </w:r>
          </w:p>
          <w:p w14:paraId="435403D1" w14:textId="77777777" w:rsidR="00BD0AA6" w:rsidRPr="00BD0AA6" w:rsidRDefault="00BD0AA6" w:rsidP="00BD0AA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0AA6">
              <w:rPr>
                <w:rFonts w:ascii="Times New Roman" w:hAnsi="Times New Roman" w:cs="Times New Roman"/>
                <w:sz w:val="24"/>
                <w:szCs w:val="24"/>
              </w:rPr>
              <w:t>Элла Юрьевна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338CE" w14:textId="77777777" w:rsidR="00BD0AA6" w:rsidRPr="00BD0AA6" w:rsidRDefault="00BD0AA6" w:rsidP="00BD0AA6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/>
              <w:ind w:left="72" w:right="-90" w:hanging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AA6">
              <w:rPr>
                <w:rFonts w:ascii="Times New Roman" w:hAnsi="Times New Roman" w:cs="Times New Roman"/>
                <w:sz w:val="24"/>
                <w:szCs w:val="24"/>
              </w:rPr>
              <w:t>МАОУ СОШ №</w:t>
            </w:r>
            <w:r w:rsidRPr="00BD0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15</w:t>
            </w:r>
            <w:r w:rsidRPr="00BD0A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0AA6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г.</w:t>
            </w:r>
            <w:r w:rsidRPr="00BD0AA6">
              <w:rPr>
                <w:rFonts w:ascii="Times New Roman" w:hAnsi="Times New Roman" w:cs="Times New Roman"/>
                <w:sz w:val="24"/>
                <w:szCs w:val="24"/>
                <w:highlight w:val="white"/>
                <w:lang w:val="en-US"/>
              </w:rPr>
              <w:t> </w:t>
            </w:r>
            <w:r w:rsidRPr="00BD0AA6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Белебея</w:t>
            </w:r>
          </w:p>
          <w:p w14:paraId="2746DC14" w14:textId="77777777" w:rsidR="00BD0AA6" w:rsidRPr="00BD0AA6" w:rsidRDefault="00BD0AA6" w:rsidP="00BD0AA6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/>
              <w:ind w:left="72" w:right="-90" w:hanging="7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5A94E" w14:textId="77777777" w:rsidR="00BD0AA6" w:rsidRPr="00BD0AA6" w:rsidRDefault="00BD0AA6" w:rsidP="00BD0AA6">
            <w:pPr>
              <w:suppressLineNumber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0AA6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BD0AA6" w:rsidRPr="00BD0AA6" w14:paraId="7DCD52C7" w14:textId="77777777" w:rsidTr="009F630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AC8A2" w14:textId="77777777" w:rsidR="00BD0AA6" w:rsidRPr="00BD0AA6" w:rsidRDefault="00BD0AA6" w:rsidP="00215B6B">
            <w:pPr>
              <w:numPr>
                <w:ilvl w:val="0"/>
                <w:numId w:val="13"/>
              </w:numPr>
              <w:suppressAutoHyphens/>
              <w:snapToGri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FF1E7" w14:textId="77777777" w:rsidR="00BD0AA6" w:rsidRPr="00BD0AA6" w:rsidRDefault="00BD0AA6" w:rsidP="00BD0AA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AA6">
              <w:rPr>
                <w:rFonts w:ascii="Times New Roman" w:hAnsi="Times New Roman" w:cs="Times New Roman"/>
                <w:sz w:val="24"/>
                <w:szCs w:val="24"/>
              </w:rPr>
              <w:t>Якушева</w:t>
            </w:r>
          </w:p>
          <w:p w14:paraId="248FF8EC" w14:textId="77777777" w:rsidR="00BD0AA6" w:rsidRPr="00BD0AA6" w:rsidRDefault="00BD0AA6" w:rsidP="00BD0AA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0AA6">
              <w:rPr>
                <w:rFonts w:ascii="Times New Roman" w:hAnsi="Times New Roman" w:cs="Times New Roman"/>
                <w:sz w:val="24"/>
                <w:szCs w:val="24"/>
              </w:rPr>
              <w:t>Татьяна Александровна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D2C95" w14:textId="77777777" w:rsidR="00BD0AA6" w:rsidRPr="00BD0AA6" w:rsidRDefault="00BD0AA6" w:rsidP="00BD0AA6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/>
              <w:ind w:left="72" w:right="-90" w:hanging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AA6">
              <w:rPr>
                <w:rFonts w:ascii="Times New Roman" w:hAnsi="Times New Roman" w:cs="Times New Roman"/>
                <w:sz w:val="24"/>
                <w:szCs w:val="24"/>
              </w:rPr>
              <w:t>МАОУ СОШ №</w:t>
            </w:r>
            <w:r w:rsidRPr="00BD0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15</w:t>
            </w:r>
            <w:r w:rsidRPr="00BD0A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0AA6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г.</w:t>
            </w:r>
            <w:r w:rsidRPr="00BD0AA6">
              <w:rPr>
                <w:rFonts w:ascii="Times New Roman" w:hAnsi="Times New Roman" w:cs="Times New Roman"/>
                <w:sz w:val="24"/>
                <w:szCs w:val="24"/>
                <w:highlight w:val="white"/>
                <w:lang w:val="en-US"/>
              </w:rPr>
              <w:t> </w:t>
            </w:r>
            <w:r w:rsidRPr="00BD0AA6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Белебея</w:t>
            </w:r>
          </w:p>
          <w:p w14:paraId="25B42879" w14:textId="77777777" w:rsidR="00BD0AA6" w:rsidRPr="00BD0AA6" w:rsidRDefault="00BD0AA6" w:rsidP="00BD0AA6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/>
              <w:ind w:left="72" w:right="-90" w:hanging="7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1635B" w14:textId="77777777" w:rsidR="00BD0AA6" w:rsidRPr="00BD0AA6" w:rsidRDefault="00BD0AA6" w:rsidP="00BD0AA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0AA6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BD0AA6" w:rsidRPr="00BD0AA6" w14:paraId="427E1943" w14:textId="77777777" w:rsidTr="009F630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D8963" w14:textId="77777777" w:rsidR="00BD0AA6" w:rsidRPr="00BD0AA6" w:rsidRDefault="00BD0AA6" w:rsidP="00215B6B">
            <w:pPr>
              <w:numPr>
                <w:ilvl w:val="0"/>
                <w:numId w:val="13"/>
              </w:numPr>
              <w:suppressAutoHyphens/>
              <w:snapToGri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C86C9" w14:textId="77777777" w:rsidR="00BD0AA6" w:rsidRPr="00BD0AA6" w:rsidRDefault="00BD0AA6" w:rsidP="00BD0AA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AA6">
              <w:rPr>
                <w:rFonts w:ascii="Times New Roman" w:hAnsi="Times New Roman" w:cs="Times New Roman"/>
                <w:sz w:val="24"/>
                <w:szCs w:val="24"/>
              </w:rPr>
              <w:t>Петрова</w:t>
            </w:r>
          </w:p>
          <w:p w14:paraId="6A8BB578" w14:textId="77777777" w:rsidR="00BD0AA6" w:rsidRPr="00BD0AA6" w:rsidRDefault="00BD0AA6" w:rsidP="00BD0AA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AA6">
              <w:rPr>
                <w:rFonts w:ascii="Times New Roman" w:hAnsi="Times New Roman" w:cs="Times New Roman"/>
                <w:sz w:val="24"/>
                <w:szCs w:val="24"/>
              </w:rPr>
              <w:t>Александра Николаевна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D9E61" w14:textId="77777777" w:rsidR="00BD0AA6" w:rsidRPr="00BD0AA6" w:rsidRDefault="00BD0AA6" w:rsidP="00BD0AA6">
            <w:pPr>
              <w:autoSpaceDE w:val="0"/>
              <w:autoSpaceDN w:val="0"/>
              <w:adjustRightInd w:val="0"/>
              <w:spacing w:after="0"/>
              <w:ind w:left="72" w:right="-90" w:hanging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AA6">
              <w:rPr>
                <w:rFonts w:ascii="Times New Roman" w:hAnsi="Times New Roman" w:cs="Times New Roman"/>
                <w:sz w:val="24"/>
                <w:szCs w:val="24"/>
              </w:rPr>
              <w:t>МАОУ СОШ №</w:t>
            </w:r>
            <w:r w:rsidRPr="00BD0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1</w:t>
            </w:r>
            <w:r w:rsidRPr="00BD0AA6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 w:rsidRPr="00BD0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D0AA6">
              <w:rPr>
                <w:rFonts w:ascii="Times New Roman" w:hAnsi="Times New Roman" w:cs="Times New Roman"/>
                <w:sz w:val="24"/>
                <w:szCs w:val="24"/>
              </w:rPr>
              <w:t>Белебея</w:t>
            </w:r>
          </w:p>
          <w:p w14:paraId="6171A449" w14:textId="77777777" w:rsidR="00BD0AA6" w:rsidRPr="00BD0AA6" w:rsidRDefault="00BD0AA6" w:rsidP="00BD0AA6">
            <w:pPr>
              <w:autoSpaceDE w:val="0"/>
              <w:autoSpaceDN w:val="0"/>
              <w:adjustRightInd w:val="0"/>
              <w:spacing w:after="0"/>
              <w:ind w:left="72" w:right="-90" w:hanging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8756F" w14:textId="77777777" w:rsidR="00BD0AA6" w:rsidRPr="00BD0AA6" w:rsidRDefault="00BD0AA6" w:rsidP="00BD0AA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AA6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BD0AA6" w:rsidRPr="00BD0AA6" w14:paraId="520A5B58" w14:textId="77777777" w:rsidTr="009F630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BF56E" w14:textId="77777777" w:rsidR="00BD0AA6" w:rsidRPr="00BD0AA6" w:rsidRDefault="00BD0AA6" w:rsidP="00215B6B">
            <w:pPr>
              <w:numPr>
                <w:ilvl w:val="0"/>
                <w:numId w:val="13"/>
              </w:numPr>
              <w:suppressAutoHyphens/>
              <w:snapToGri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371D9" w14:textId="77777777" w:rsidR="00BD0AA6" w:rsidRPr="00BD0AA6" w:rsidRDefault="00BD0AA6" w:rsidP="00BD0AA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AA6">
              <w:rPr>
                <w:rFonts w:ascii="Times New Roman" w:hAnsi="Times New Roman" w:cs="Times New Roman"/>
                <w:sz w:val="24"/>
                <w:szCs w:val="24"/>
              </w:rPr>
              <w:t>Хусаинова</w:t>
            </w:r>
          </w:p>
          <w:p w14:paraId="06D37976" w14:textId="77777777" w:rsidR="00BD0AA6" w:rsidRPr="00BD0AA6" w:rsidRDefault="00BD0AA6" w:rsidP="00BD0AA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0AA6">
              <w:rPr>
                <w:rFonts w:ascii="Times New Roman" w:hAnsi="Times New Roman" w:cs="Times New Roman"/>
                <w:sz w:val="24"/>
                <w:szCs w:val="24"/>
              </w:rPr>
              <w:t>Луиза Фатиховна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5F5B" w14:textId="77777777" w:rsidR="00BD0AA6" w:rsidRPr="00BD0AA6" w:rsidRDefault="00BD0AA6" w:rsidP="00BD0AA6">
            <w:pPr>
              <w:autoSpaceDE w:val="0"/>
              <w:autoSpaceDN w:val="0"/>
              <w:adjustRightInd w:val="0"/>
              <w:spacing w:after="0"/>
              <w:ind w:left="72" w:right="-90" w:hanging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AA6">
              <w:rPr>
                <w:rFonts w:ascii="Times New Roman" w:hAnsi="Times New Roman" w:cs="Times New Roman"/>
                <w:sz w:val="24"/>
                <w:szCs w:val="24"/>
              </w:rPr>
              <w:t>МБОУ школа-интернат основного общего образования г. Белебея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22ECE" w14:textId="77777777" w:rsidR="00BD0AA6" w:rsidRPr="00BD0AA6" w:rsidRDefault="00BD0AA6" w:rsidP="00BD0AA6">
            <w:pPr>
              <w:suppressLineNumber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0A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BD0AA6" w:rsidRPr="00BD0AA6" w14:paraId="7D080F7D" w14:textId="77777777" w:rsidTr="009F630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F15E2" w14:textId="77777777" w:rsidR="00BD0AA6" w:rsidRPr="00BD0AA6" w:rsidRDefault="00BD0AA6" w:rsidP="00215B6B">
            <w:pPr>
              <w:numPr>
                <w:ilvl w:val="0"/>
                <w:numId w:val="13"/>
              </w:numPr>
              <w:suppressAutoHyphens/>
              <w:snapToGri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773EA" w14:textId="77777777" w:rsidR="00BD0AA6" w:rsidRPr="00BD0AA6" w:rsidRDefault="00BD0AA6" w:rsidP="00BD0AA6">
            <w:pPr>
              <w:pStyle w:val="af0"/>
              <w:spacing w:line="276" w:lineRule="auto"/>
              <w:jc w:val="center"/>
              <w:rPr>
                <w:color w:val="000000"/>
              </w:rPr>
            </w:pPr>
            <w:r w:rsidRPr="00BD0AA6">
              <w:rPr>
                <w:color w:val="000000"/>
              </w:rPr>
              <w:t>Петрученя</w:t>
            </w:r>
          </w:p>
          <w:p w14:paraId="1886B8BE" w14:textId="77777777" w:rsidR="00BD0AA6" w:rsidRPr="00BD0AA6" w:rsidRDefault="00BD0AA6" w:rsidP="00BD0AA6">
            <w:pPr>
              <w:pStyle w:val="af0"/>
              <w:spacing w:line="276" w:lineRule="auto"/>
              <w:jc w:val="center"/>
              <w:rPr>
                <w:color w:val="000000"/>
              </w:rPr>
            </w:pPr>
            <w:r w:rsidRPr="00BD0AA6">
              <w:rPr>
                <w:color w:val="000000"/>
              </w:rPr>
              <w:t>Марина Анатольевна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A179C" w14:textId="77777777" w:rsidR="00BD0AA6" w:rsidRPr="00BD0AA6" w:rsidRDefault="00BD0AA6" w:rsidP="00BD0AA6">
            <w:pPr>
              <w:autoSpaceDE w:val="0"/>
              <w:autoSpaceDN w:val="0"/>
              <w:adjustRightInd w:val="0"/>
              <w:spacing w:after="0"/>
              <w:ind w:left="72" w:right="-90" w:hanging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AA6">
              <w:rPr>
                <w:rFonts w:ascii="Times New Roman" w:hAnsi="Times New Roman" w:cs="Times New Roman"/>
                <w:sz w:val="24"/>
                <w:szCs w:val="24"/>
              </w:rPr>
              <w:t>МАДОУ №39 г. Белебея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87332" w14:textId="77777777" w:rsidR="00BD0AA6" w:rsidRPr="00BD0AA6" w:rsidRDefault="00BD0AA6" w:rsidP="00BD0AA6">
            <w:pPr>
              <w:pStyle w:val="af0"/>
              <w:spacing w:line="276" w:lineRule="auto"/>
              <w:jc w:val="center"/>
              <w:rPr>
                <w:color w:val="000000"/>
              </w:rPr>
            </w:pPr>
            <w:r w:rsidRPr="00BD0AA6">
              <w:rPr>
                <w:color w:val="000000"/>
              </w:rPr>
              <w:t>музыкальный руководитель</w:t>
            </w:r>
          </w:p>
        </w:tc>
      </w:tr>
      <w:tr w:rsidR="00BD0AA6" w:rsidRPr="00BD0AA6" w14:paraId="5D658E50" w14:textId="77777777" w:rsidTr="009F630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735CE" w14:textId="77777777" w:rsidR="00BD0AA6" w:rsidRPr="00BD0AA6" w:rsidRDefault="00BD0AA6" w:rsidP="00215B6B">
            <w:pPr>
              <w:numPr>
                <w:ilvl w:val="0"/>
                <w:numId w:val="13"/>
              </w:numPr>
              <w:suppressAutoHyphens/>
              <w:snapToGri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8025D" w14:textId="77777777" w:rsidR="00BD0AA6" w:rsidRPr="00BD0AA6" w:rsidRDefault="00BD0AA6" w:rsidP="00BD0AA6">
            <w:pPr>
              <w:pStyle w:val="a4"/>
              <w:spacing w:before="0" w:beforeAutospacing="0" w:after="0" w:afterAutospacing="0" w:line="276" w:lineRule="auto"/>
              <w:jc w:val="center"/>
            </w:pPr>
            <w:r w:rsidRPr="00BD0AA6">
              <w:t>Шигапова</w:t>
            </w:r>
          </w:p>
          <w:p w14:paraId="0EAFA485" w14:textId="77777777" w:rsidR="00BD0AA6" w:rsidRPr="00BD0AA6" w:rsidRDefault="00BD0AA6" w:rsidP="00BD0AA6">
            <w:pPr>
              <w:pStyle w:val="a4"/>
              <w:spacing w:before="0" w:beforeAutospacing="0" w:after="0" w:afterAutospacing="0" w:line="276" w:lineRule="auto"/>
              <w:jc w:val="center"/>
            </w:pPr>
            <w:r w:rsidRPr="00BD0AA6">
              <w:t>Роза Мирзалифовна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74A07" w14:textId="77777777" w:rsidR="00BD0AA6" w:rsidRPr="00BD0AA6" w:rsidRDefault="00BD0AA6" w:rsidP="00BD0AA6">
            <w:pPr>
              <w:autoSpaceDE w:val="0"/>
              <w:autoSpaceDN w:val="0"/>
              <w:adjustRightInd w:val="0"/>
              <w:spacing w:after="0"/>
              <w:ind w:left="72" w:right="-90" w:hanging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AA6">
              <w:rPr>
                <w:rFonts w:ascii="Times New Roman" w:hAnsi="Times New Roman" w:cs="Times New Roman"/>
                <w:sz w:val="24"/>
                <w:szCs w:val="24"/>
              </w:rPr>
              <w:t>МАОУ СОШ №</w:t>
            </w:r>
            <w:r w:rsidRPr="00BD0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D0AA6">
              <w:rPr>
                <w:rFonts w:ascii="Times New Roman" w:hAnsi="Times New Roman" w:cs="Times New Roman"/>
                <w:sz w:val="24"/>
                <w:szCs w:val="24"/>
              </w:rPr>
              <w:t>2 г. Белебея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F9B80" w14:textId="77777777" w:rsidR="00BD0AA6" w:rsidRPr="00BD0AA6" w:rsidRDefault="00BD0AA6" w:rsidP="00BD0AA6">
            <w:pPr>
              <w:pStyle w:val="a4"/>
              <w:spacing w:before="0" w:beforeAutospacing="0" w:after="0" w:afterAutospacing="0" w:line="276" w:lineRule="auto"/>
              <w:jc w:val="center"/>
            </w:pPr>
            <w:r w:rsidRPr="00BD0AA6">
              <w:t>учитель</w:t>
            </w:r>
          </w:p>
          <w:p w14:paraId="632D56BD" w14:textId="77777777" w:rsidR="00BD0AA6" w:rsidRPr="00BD0AA6" w:rsidRDefault="00BD0AA6" w:rsidP="00BD0AA6">
            <w:pPr>
              <w:pStyle w:val="a4"/>
              <w:spacing w:before="0" w:beforeAutospacing="0" w:after="0" w:afterAutospacing="0" w:line="276" w:lineRule="auto"/>
              <w:jc w:val="center"/>
            </w:pPr>
          </w:p>
        </w:tc>
      </w:tr>
    </w:tbl>
    <w:p w14:paraId="1C11845B" w14:textId="77777777" w:rsidR="00BD0AA6" w:rsidRPr="00BD0AA6" w:rsidRDefault="00BD0AA6" w:rsidP="00BD0A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70F631C" w14:textId="77777777" w:rsidR="00BD0AA6" w:rsidRPr="005D5138" w:rsidRDefault="00BD0AA6" w:rsidP="00BD0AA6">
      <w:pPr>
        <w:spacing w:after="0"/>
        <w:ind w:left="-360" w:right="-365"/>
        <w:jc w:val="right"/>
        <w:rPr>
          <w:i/>
          <w:sz w:val="24"/>
        </w:rPr>
      </w:pPr>
    </w:p>
    <w:p w14:paraId="545A1106" w14:textId="77777777" w:rsidR="00BD0AA6" w:rsidRDefault="00BD0AA6" w:rsidP="00BD0AA6">
      <w:pPr>
        <w:tabs>
          <w:tab w:val="left" w:pos="1210"/>
        </w:tabs>
        <w:ind w:left="-360" w:right="-365"/>
        <w:rPr>
          <w:i/>
          <w:sz w:val="24"/>
        </w:rPr>
      </w:pPr>
      <w:r>
        <w:rPr>
          <w:i/>
          <w:sz w:val="24"/>
        </w:rPr>
        <w:tab/>
      </w:r>
    </w:p>
    <w:p w14:paraId="1E4BE395" w14:textId="77777777" w:rsidR="009F6303" w:rsidRDefault="009F6303" w:rsidP="009F6303">
      <w:pPr>
        <w:spacing w:after="0"/>
        <w:ind w:right="-426" w:firstLine="851"/>
        <w:jc w:val="center"/>
        <w:rPr>
          <w:rFonts w:cs="Calibri"/>
          <w:b/>
          <w:i/>
          <w:iCs/>
          <w:sz w:val="28"/>
          <w:szCs w:val="24"/>
        </w:rPr>
      </w:pPr>
    </w:p>
    <w:p w14:paraId="60667AC8" w14:textId="77777777" w:rsidR="00FD1274" w:rsidRDefault="009F6303" w:rsidP="009F6303">
      <w:pPr>
        <w:spacing w:after="0"/>
        <w:ind w:right="-426" w:firstLine="851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 xml:space="preserve">          </w:t>
      </w:r>
    </w:p>
    <w:p w14:paraId="56813893" w14:textId="77777777" w:rsidR="00FD1274" w:rsidRDefault="00FD1274" w:rsidP="009F6303">
      <w:pPr>
        <w:spacing w:after="0"/>
        <w:ind w:right="-426" w:firstLine="851"/>
        <w:rPr>
          <w:rFonts w:ascii="Times New Roman" w:hAnsi="Times New Roman" w:cs="Times New Roman"/>
          <w:b/>
          <w:iCs/>
          <w:sz w:val="24"/>
          <w:szCs w:val="24"/>
        </w:rPr>
      </w:pPr>
    </w:p>
    <w:p w14:paraId="36644B26" w14:textId="77777777" w:rsidR="00FD1274" w:rsidRDefault="00FD1274" w:rsidP="009F6303">
      <w:pPr>
        <w:spacing w:after="0"/>
        <w:ind w:right="-426" w:firstLine="851"/>
        <w:rPr>
          <w:rFonts w:ascii="Times New Roman" w:hAnsi="Times New Roman" w:cs="Times New Roman"/>
          <w:b/>
          <w:iCs/>
          <w:sz w:val="24"/>
          <w:szCs w:val="24"/>
        </w:rPr>
      </w:pPr>
    </w:p>
    <w:p w14:paraId="40A3D249" w14:textId="77777777" w:rsidR="00FD1274" w:rsidRDefault="00FD1274" w:rsidP="009F6303">
      <w:pPr>
        <w:spacing w:after="0"/>
        <w:ind w:right="-426" w:firstLine="851"/>
        <w:rPr>
          <w:rFonts w:ascii="Times New Roman" w:hAnsi="Times New Roman" w:cs="Times New Roman"/>
          <w:b/>
          <w:iCs/>
          <w:sz w:val="24"/>
          <w:szCs w:val="24"/>
        </w:rPr>
      </w:pPr>
    </w:p>
    <w:p w14:paraId="67C7206B" w14:textId="77777777" w:rsidR="00FD1274" w:rsidRDefault="00FD1274" w:rsidP="009F6303">
      <w:pPr>
        <w:spacing w:after="0"/>
        <w:ind w:right="-426" w:firstLine="851"/>
        <w:rPr>
          <w:rFonts w:ascii="Times New Roman" w:hAnsi="Times New Roman" w:cs="Times New Roman"/>
          <w:b/>
          <w:iCs/>
          <w:sz w:val="24"/>
          <w:szCs w:val="24"/>
        </w:rPr>
      </w:pPr>
    </w:p>
    <w:p w14:paraId="5D33AA45" w14:textId="77777777" w:rsidR="00FD1274" w:rsidRDefault="00FD1274" w:rsidP="009F6303">
      <w:pPr>
        <w:spacing w:after="0"/>
        <w:ind w:right="-426" w:firstLine="851"/>
        <w:rPr>
          <w:rFonts w:ascii="Times New Roman" w:hAnsi="Times New Roman" w:cs="Times New Roman"/>
          <w:b/>
          <w:iCs/>
          <w:sz w:val="24"/>
          <w:szCs w:val="24"/>
        </w:rPr>
      </w:pPr>
    </w:p>
    <w:p w14:paraId="22180D82" w14:textId="77777777" w:rsidR="00FD1274" w:rsidRDefault="00FD1274" w:rsidP="009F6303">
      <w:pPr>
        <w:spacing w:after="0"/>
        <w:ind w:right="-426" w:firstLine="851"/>
        <w:rPr>
          <w:rFonts w:ascii="Times New Roman" w:hAnsi="Times New Roman" w:cs="Times New Roman"/>
          <w:b/>
          <w:iCs/>
          <w:sz w:val="24"/>
          <w:szCs w:val="24"/>
        </w:rPr>
      </w:pPr>
    </w:p>
    <w:p w14:paraId="0FCAF20C" w14:textId="77777777" w:rsidR="00FD1274" w:rsidRDefault="00FD1274" w:rsidP="009F6303">
      <w:pPr>
        <w:spacing w:after="0"/>
        <w:ind w:right="-426" w:firstLine="851"/>
        <w:rPr>
          <w:rFonts w:ascii="Times New Roman" w:hAnsi="Times New Roman" w:cs="Times New Roman"/>
          <w:b/>
          <w:iCs/>
          <w:sz w:val="24"/>
          <w:szCs w:val="24"/>
        </w:rPr>
      </w:pPr>
    </w:p>
    <w:p w14:paraId="77B46436" w14:textId="77777777" w:rsidR="00FD1274" w:rsidRDefault="00FD1274" w:rsidP="009F6303">
      <w:pPr>
        <w:spacing w:after="0"/>
        <w:ind w:right="-426" w:firstLine="851"/>
        <w:rPr>
          <w:rFonts w:ascii="Times New Roman" w:hAnsi="Times New Roman" w:cs="Times New Roman"/>
          <w:b/>
          <w:iCs/>
          <w:sz w:val="24"/>
          <w:szCs w:val="24"/>
        </w:rPr>
      </w:pPr>
    </w:p>
    <w:p w14:paraId="5E75721D" w14:textId="77777777" w:rsidR="00FD1274" w:rsidRDefault="00FD1274" w:rsidP="009F6303">
      <w:pPr>
        <w:spacing w:after="0"/>
        <w:ind w:right="-426" w:firstLine="851"/>
        <w:rPr>
          <w:rFonts w:ascii="Times New Roman" w:hAnsi="Times New Roman" w:cs="Times New Roman"/>
          <w:b/>
          <w:iCs/>
          <w:sz w:val="24"/>
          <w:szCs w:val="24"/>
        </w:rPr>
      </w:pPr>
    </w:p>
    <w:p w14:paraId="5AA79E2C" w14:textId="77777777" w:rsidR="00FD1274" w:rsidRDefault="00FD1274" w:rsidP="009F6303">
      <w:pPr>
        <w:spacing w:after="0"/>
        <w:ind w:right="-426" w:firstLine="851"/>
        <w:rPr>
          <w:rFonts w:ascii="Times New Roman" w:hAnsi="Times New Roman" w:cs="Times New Roman"/>
          <w:b/>
          <w:iCs/>
          <w:sz w:val="24"/>
          <w:szCs w:val="24"/>
        </w:rPr>
      </w:pPr>
    </w:p>
    <w:p w14:paraId="6B6BDD71" w14:textId="77777777" w:rsidR="00FD1274" w:rsidRDefault="00FD1274" w:rsidP="009F6303">
      <w:pPr>
        <w:spacing w:after="0"/>
        <w:ind w:right="-426" w:firstLine="851"/>
        <w:rPr>
          <w:rFonts w:ascii="Times New Roman" w:hAnsi="Times New Roman" w:cs="Times New Roman"/>
          <w:b/>
          <w:iCs/>
          <w:sz w:val="24"/>
          <w:szCs w:val="24"/>
        </w:rPr>
      </w:pPr>
    </w:p>
    <w:p w14:paraId="241B21A0" w14:textId="77777777" w:rsidR="00FD1274" w:rsidRDefault="00FD1274" w:rsidP="009F6303">
      <w:pPr>
        <w:spacing w:after="0"/>
        <w:ind w:right="-426" w:firstLine="851"/>
        <w:rPr>
          <w:rFonts w:ascii="Times New Roman" w:hAnsi="Times New Roman" w:cs="Times New Roman"/>
          <w:b/>
          <w:iCs/>
          <w:sz w:val="24"/>
          <w:szCs w:val="24"/>
        </w:rPr>
      </w:pPr>
    </w:p>
    <w:p w14:paraId="3FE5CE6B" w14:textId="77777777" w:rsidR="00FD1274" w:rsidRDefault="00FD1274" w:rsidP="00FD127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Приложение №2  к приказу Министерства образования</w:t>
      </w:r>
    </w:p>
    <w:p w14:paraId="6E2CA9CC" w14:textId="77777777" w:rsidR="00FD1274" w:rsidRPr="00BE3CB8" w:rsidRDefault="00FD1274" w:rsidP="00FD1274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14:paraId="427AE986" w14:textId="77777777" w:rsidR="00FD1274" w:rsidRDefault="00FD1274" w:rsidP="00FD127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14:paraId="005DA19C" w14:textId="77777777" w:rsidR="00FD1274" w:rsidRDefault="00FD1274" w:rsidP="00FD127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14:paraId="230D8EAD" w14:textId="77777777" w:rsidR="00FD1274" w:rsidRDefault="00FD1274" w:rsidP="00FD1274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14:paraId="5A2754BF" w14:textId="77777777" w:rsidR="00FD1274" w:rsidRPr="00FD0F2C" w:rsidRDefault="00FD1274" w:rsidP="00FD1274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31EAF9B5" w14:textId="77777777" w:rsidR="009F6303" w:rsidRPr="009F6303" w:rsidRDefault="00FD1274" w:rsidP="00FD1274">
      <w:pPr>
        <w:spacing w:after="0"/>
        <w:ind w:right="-426" w:firstLine="85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 xml:space="preserve">                 </w:t>
      </w:r>
      <w:r w:rsidR="009F6303">
        <w:rPr>
          <w:rFonts w:ascii="Times New Roman" w:hAnsi="Times New Roman" w:cs="Times New Roman"/>
          <w:b/>
          <w:iCs/>
          <w:sz w:val="24"/>
          <w:szCs w:val="24"/>
        </w:rPr>
        <w:t xml:space="preserve">МР </w:t>
      </w:r>
      <w:r w:rsidR="009F6303" w:rsidRPr="009F6303">
        <w:rPr>
          <w:rFonts w:ascii="Times New Roman" w:eastAsia="Times New Roman" w:hAnsi="Times New Roman" w:cs="Times New Roman"/>
          <w:b/>
          <w:iCs/>
          <w:sz w:val="24"/>
          <w:szCs w:val="24"/>
        </w:rPr>
        <w:t>Белорецкий район Республики Башкортостан</w:t>
      </w:r>
    </w:p>
    <w:p w14:paraId="1E7A51D3" w14:textId="77777777" w:rsidR="009F6303" w:rsidRPr="009F6303" w:rsidRDefault="009F6303" w:rsidP="009F630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544"/>
        <w:gridCol w:w="3969"/>
        <w:gridCol w:w="2977"/>
      </w:tblGrid>
      <w:tr w:rsidR="009F6303" w:rsidRPr="009F6303" w14:paraId="27D79BA7" w14:textId="77777777" w:rsidTr="009F6303">
        <w:tc>
          <w:tcPr>
            <w:tcW w:w="567" w:type="dxa"/>
            <w:shd w:val="clear" w:color="auto" w:fill="auto"/>
            <w:vAlign w:val="center"/>
          </w:tcPr>
          <w:p w14:paraId="55A1C08D" w14:textId="77777777" w:rsidR="009F6303" w:rsidRPr="009866E8" w:rsidRDefault="009F6303" w:rsidP="00894A0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6E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544" w:type="dxa"/>
            <w:vAlign w:val="center"/>
          </w:tcPr>
          <w:p w14:paraId="3964C434" w14:textId="77777777" w:rsidR="009F6303" w:rsidRPr="009866E8" w:rsidRDefault="009F6303" w:rsidP="00894A0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6E8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9C7D6B4" w14:textId="77777777" w:rsidR="009F6303" w:rsidRPr="009866E8" w:rsidRDefault="009F6303" w:rsidP="00894A0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6E8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284B319" w14:textId="77777777" w:rsidR="009F6303" w:rsidRPr="009866E8" w:rsidRDefault="009F6303" w:rsidP="00894A0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6E8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9F6303" w:rsidRPr="009F6303" w14:paraId="7FCE9D7D" w14:textId="77777777" w:rsidTr="009F6303">
        <w:tc>
          <w:tcPr>
            <w:tcW w:w="567" w:type="dxa"/>
            <w:shd w:val="clear" w:color="auto" w:fill="auto"/>
            <w:vAlign w:val="center"/>
          </w:tcPr>
          <w:p w14:paraId="157B19C8" w14:textId="77777777" w:rsidR="009F6303" w:rsidRPr="009F6303" w:rsidRDefault="009F6303" w:rsidP="009F63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630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Align w:val="center"/>
          </w:tcPr>
          <w:p w14:paraId="2E98C567" w14:textId="77777777" w:rsidR="009F6303" w:rsidRDefault="009F6303" w:rsidP="009F63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3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Загребина </w:t>
            </w:r>
          </w:p>
          <w:p w14:paraId="35D9DFA7" w14:textId="77777777" w:rsidR="009F6303" w:rsidRPr="009F6303" w:rsidRDefault="009F6303" w:rsidP="009F63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6303">
              <w:rPr>
                <w:rFonts w:ascii="Times New Roman" w:eastAsia="Times New Roman" w:hAnsi="Times New Roman" w:cs="Times New Roman"/>
                <w:sz w:val="24"/>
                <w:szCs w:val="24"/>
              </w:rPr>
              <w:t>Марина Владимировна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265DE57" w14:textId="77777777" w:rsidR="009F6303" w:rsidRPr="009F6303" w:rsidRDefault="009F6303" w:rsidP="009F63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6303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«Белорецкий лицей-интернат»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90F6CD3" w14:textId="77777777" w:rsidR="009F6303" w:rsidRPr="009F6303" w:rsidRDefault="009F6303" w:rsidP="009F63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6303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9F6303" w:rsidRPr="009F6303" w14:paraId="7FDED568" w14:textId="77777777" w:rsidTr="009F6303">
        <w:tc>
          <w:tcPr>
            <w:tcW w:w="567" w:type="dxa"/>
            <w:shd w:val="clear" w:color="auto" w:fill="auto"/>
            <w:vAlign w:val="center"/>
          </w:tcPr>
          <w:p w14:paraId="347CB627" w14:textId="77777777" w:rsidR="009F6303" w:rsidRPr="009F6303" w:rsidRDefault="009F6303" w:rsidP="009F63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630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vAlign w:val="center"/>
          </w:tcPr>
          <w:p w14:paraId="2F64C5AB" w14:textId="77777777" w:rsidR="009F6303" w:rsidRDefault="009F6303" w:rsidP="009F63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3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Исаева </w:t>
            </w:r>
          </w:p>
          <w:p w14:paraId="4800003F" w14:textId="77777777" w:rsidR="009F6303" w:rsidRPr="009F6303" w:rsidRDefault="009F6303" w:rsidP="009F63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6303">
              <w:rPr>
                <w:rFonts w:ascii="Times New Roman" w:eastAsia="Times New Roman" w:hAnsi="Times New Roman" w:cs="Times New Roman"/>
                <w:sz w:val="24"/>
                <w:szCs w:val="24"/>
              </w:rPr>
              <w:t>Лариса Ивановна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3164388" w14:textId="77777777" w:rsidR="009F6303" w:rsidRPr="009F6303" w:rsidRDefault="009F6303" w:rsidP="009F63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6303">
              <w:rPr>
                <w:rFonts w:ascii="Times New Roman" w:eastAsia="Times New Roman" w:hAnsi="Times New Roman" w:cs="Times New Roman"/>
                <w:sz w:val="24"/>
                <w:szCs w:val="24"/>
              </w:rPr>
              <w:t>МДОБУ д/с №2 г.Белорецк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8299FA8" w14:textId="77777777" w:rsidR="009F6303" w:rsidRPr="009F6303" w:rsidRDefault="009F6303" w:rsidP="009F63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6303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9F6303" w:rsidRPr="009F6303" w14:paraId="4BF086CF" w14:textId="77777777" w:rsidTr="009F6303">
        <w:tc>
          <w:tcPr>
            <w:tcW w:w="567" w:type="dxa"/>
            <w:shd w:val="clear" w:color="auto" w:fill="auto"/>
            <w:vAlign w:val="center"/>
          </w:tcPr>
          <w:p w14:paraId="22ADEDC5" w14:textId="77777777" w:rsidR="009F6303" w:rsidRPr="009F6303" w:rsidRDefault="009F6303" w:rsidP="009F63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630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  <w:vAlign w:val="center"/>
          </w:tcPr>
          <w:p w14:paraId="05876321" w14:textId="77777777" w:rsidR="009F6303" w:rsidRDefault="009F6303" w:rsidP="009F63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3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Лазарева </w:t>
            </w:r>
          </w:p>
          <w:p w14:paraId="35F2A42F" w14:textId="77777777" w:rsidR="009F6303" w:rsidRPr="009F6303" w:rsidRDefault="009F6303" w:rsidP="009F63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6303">
              <w:rPr>
                <w:rFonts w:ascii="Times New Roman" w:eastAsia="Times New Roman" w:hAnsi="Times New Roman" w:cs="Times New Roman"/>
                <w:sz w:val="24"/>
                <w:szCs w:val="24"/>
              </w:rPr>
              <w:t>Людмила Дмитриевна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8916595" w14:textId="77777777" w:rsidR="009F6303" w:rsidRPr="009F6303" w:rsidRDefault="009F6303" w:rsidP="009F63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6303">
              <w:rPr>
                <w:rFonts w:ascii="Times New Roman" w:eastAsia="Times New Roman" w:hAnsi="Times New Roman" w:cs="Times New Roman"/>
                <w:sz w:val="24"/>
                <w:szCs w:val="24"/>
              </w:rPr>
              <w:t>МДОБУ д/с №2 г.Белорецк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CF2DC0C" w14:textId="77777777" w:rsidR="009F6303" w:rsidRPr="009F6303" w:rsidRDefault="009F6303" w:rsidP="009F63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6303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9F6303" w:rsidRPr="009F6303" w14:paraId="1147A7C0" w14:textId="77777777" w:rsidTr="009F6303">
        <w:tc>
          <w:tcPr>
            <w:tcW w:w="567" w:type="dxa"/>
            <w:shd w:val="clear" w:color="auto" w:fill="auto"/>
            <w:vAlign w:val="center"/>
          </w:tcPr>
          <w:p w14:paraId="657093DB" w14:textId="77777777" w:rsidR="009F6303" w:rsidRPr="009F6303" w:rsidRDefault="009F6303" w:rsidP="009F63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630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  <w:vAlign w:val="center"/>
          </w:tcPr>
          <w:p w14:paraId="2AE51E8A" w14:textId="77777777" w:rsidR="009F6303" w:rsidRDefault="009F6303" w:rsidP="009F63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3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Рыжова </w:t>
            </w:r>
          </w:p>
          <w:p w14:paraId="32D14FC7" w14:textId="77777777" w:rsidR="009F6303" w:rsidRPr="009F6303" w:rsidRDefault="009F6303" w:rsidP="009F63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6303">
              <w:rPr>
                <w:rFonts w:ascii="Times New Roman" w:eastAsia="Times New Roman" w:hAnsi="Times New Roman" w:cs="Times New Roman"/>
                <w:sz w:val="24"/>
                <w:szCs w:val="24"/>
              </w:rPr>
              <w:t>Ирина Николаевна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2EE4F40" w14:textId="77777777" w:rsidR="009F6303" w:rsidRPr="009F6303" w:rsidRDefault="009F6303" w:rsidP="009F63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6303">
              <w:rPr>
                <w:rFonts w:ascii="Times New Roman" w:eastAsia="Times New Roman" w:hAnsi="Times New Roman" w:cs="Times New Roman"/>
                <w:sz w:val="24"/>
                <w:szCs w:val="24"/>
              </w:rPr>
              <w:t>МДОБУ д/с №2 г.Белорецк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B630871" w14:textId="77777777" w:rsidR="009F6303" w:rsidRPr="009F6303" w:rsidRDefault="009F6303" w:rsidP="009F63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6303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</w:tbl>
    <w:p w14:paraId="04FB3C48" w14:textId="77777777" w:rsidR="009F6303" w:rsidRPr="00270418" w:rsidRDefault="009F6303" w:rsidP="009F6303">
      <w:pPr>
        <w:pStyle w:val="a5"/>
        <w:spacing w:after="0"/>
        <w:jc w:val="both"/>
      </w:pPr>
    </w:p>
    <w:p w14:paraId="35444D3B" w14:textId="77777777" w:rsidR="002E23F2" w:rsidRDefault="002E23F2" w:rsidP="009866E8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8539752" w14:textId="77777777" w:rsidR="002E23F2" w:rsidRPr="00A849F7" w:rsidRDefault="002E23F2" w:rsidP="009866E8">
      <w:pPr>
        <w:pStyle w:val="a3"/>
        <w:spacing w:line="276" w:lineRule="auto"/>
        <w:jc w:val="center"/>
        <w:rPr>
          <w:rFonts w:ascii="Times New Roman" w:hAnsi="Times New Roman"/>
          <w:sz w:val="24"/>
          <w:szCs w:val="24"/>
        </w:rPr>
      </w:pPr>
    </w:p>
    <w:p w14:paraId="59E0D1D2" w14:textId="77777777" w:rsidR="002E23F2" w:rsidRDefault="002E23F2" w:rsidP="009866E8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0DE4580" w14:textId="77777777" w:rsidR="00FD1274" w:rsidRDefault="00FD1274" w:rsidP="009866E8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A1CFBAC" w14:textId="77777777" w:rsidR="00FD1274" w:rsidRDefault="00FD1274" w:rsidP="009866E8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4EFA37E" w14:textId="77777777" w:rsidR="00FD1274" w:rsidRDefault="00FD1274" w:rsidP="009866E8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85FE07B" w14:textId="77777777" w:rsidR="00FD1274" w:rsidRDefault="00FD1274" w:rsidP="009866E8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133A202" w14:textId="77777777" w:rsidR="00FD1274" w:rsidRDefault="00FD1274" w:rsidP="009866E8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4DAD99A" w14:textId="77777777" w:rsidR="00FD1274" w:rsidRDefault="00FD1274" w:rsidP="009866E8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ADACF98" w14:textId="77777777" w:rsidR="00FD1274" w:rsidRDefault="00FD1274" w:rsidP="009866E8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75AF493" w14:textId="77777777" w:rsidR="00FD1274" w:rsidRDefault="00FD1274" w:rsidP="009866E8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7659D12" w14:textId="77777777" w:rsidR="00FD1274" w:rsidRDefault="00FD1274" w:rsidP="009866E8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0478413" w14:textId="77777777" w:rsidR="00FD1274" w:rsidRDefault="00FD1274" w:rsidP="009866E8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2A279C9" w14:textId="77777777" w:rsidR="00FD1274" w:rsidRDefault="00FD1274" w:rsidP="009866E8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E26E64B" w14:textId="77777777" w:rsidR="00FD1274" w:rsidRDefault="00FD1274" w:rsidP="009866E8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55D9E0A" w14:textId="77777777" w:rsidR="00FD1274" w:rsidRDefault="00FD1274" w:rsidP="009866E8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384DAD3" w14:textId="77777777" w:rsidR="00FD1274" w:rsidRDefault="00FD1274" w:rsidP="009866E8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ACB876D" w14:textId="77777777" w:rsidR="00FD1274" w:rsidRDefault="00FD1274" w:rsidP="009866E8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D1731F9" w14:textId="77777777" w:rsidR="00FD1274" w:rsidRDefault="00FD1274" w:rsidP="009866E8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DE4DAF8" w14:textId="77777777" w:rsidR="00FD1274" w:rsidRDefault="00FD1274" w:rsidP="009866E8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FB1612A" w14:textId="77777777" w:rsidR="00FD1274" w:rsidRDefault="00FD1274" w:rsidP="009866E8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2E978E0" w14:textId="77777777" w:rsidR="00FD1274" w:rsidRDefault="00FD1274" w:rsidP="009866E8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1CF0383" w14:textId="77777777" w:rsidR="00FD1274" w:rsidRDefault="00FD1274" w:rsidP="009866E8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DC6A622" w14:textId="77777777" w:rsidR="00FD1274" w:rsidRDefault="00FD1274" w:rsidP="009866E8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8E0559F" w14:textId="77777777" w:rsidR="00FD1274" w:rsidRDefault="00FD1274" w:rsidP="009866E8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141847C" w14:textId="77777777" w:rsidR="00FD1274" w:rsidRDefault="00FD1274" w:rsidP="009866E8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9846D14" w14:textId="77777777" w:rsidR="00FD1274" w:rsidRDefault="00FD1274" w:rsidP="009866E8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8595E8D" w14:textId="77777777" w:rsidR="00FD1274" w:rsidRDefault="00FD1274" w:rsidP="009866E8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78D093C" w14:textId="77777777" w:rsidR="00FD1274" w:rsidRDefault="00FD1274" w:rsidP="009866E8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8A81D9C" w14:textId="77777777" w:rsidR="00FD1274" w:rsidRDefault="00FD1274" w:rsidP="009866E8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484C935" w14:textId="77777777" w:rsidR="00FD1274" w:rsidRDefault="00FD1274" w:rsidP="009866E8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527C06F" w14:textId="77777777" w:rsidR="00FD1274" w:rsidRDefault="00FD1274" w:rsidP="00FD127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Приложение №2  к приказу Министерства образования</w:t>
      </w:r>
    </w:p>
    <w:p w14:paraId="510E356B" w14:textId="77777777" w:rsidR="00FD1274" w:rsidRPr="00BE3CB8" w:rsidRDefault="00FD1274" w:rsidP="00FD1274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14:paraId="29243492" w14:textId="77777777" w:rsidR="00FD1274" w:rsidRDefault="00FD1274" w:rsidP="00FD127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14:paraId="6D0191B0" w14:textId="77777777" w:rsidR="00FD1274" w:rsidRDefault="00FD1274" w:rsidP="00FD127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14:paraId="703F062B" w14:textId="77777777" w:rsidR="00FD1274" w:rsidRDefault="00FD1274" w:rsidP="00FD1274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14:paraId="3CDC9BC7" w14:textId="77777777" w:rsidR="00FD1274" w:rsidRPr="00FD0F2C" w:rsidRDefault="00FD1274" w:rsidP="00FD1274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7650FA61" w14:textId="77777777" w:rsidR="009866E8" w:rsidRPr="009866E8" w:rsidRDefault="009866E8" w:rsidP="009866E8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МР Бирский район Республики Башкортостан</w:t>
      </w:r>
    </w:p>
    <w:p w14:paraId="1BA25A52" w14:textId="77777777" w:rsidR="009866E8" w:rsidRPr="009866E8" w:rsidRDefault="009866E8" w:rsidP="009866E8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1057" w:type="dxa"/>
        <w:tblInd w:w="-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3544"/>
        <w:gridCol w:w="3969"/>
        <w:gridCol w:w="2977"/>
      </w:tblGrid>
      <w:tr w:rsidR="009866E8" w:rsidRPr="009866E8" w14:paraId="47A1AD05" w14:textId="77777777" w:rsidTr="009866E8">
        <w:trPr>
          <w:trHeight w:val="345"/>
        </w:trPr>
        <w:tc>
          <w:tcPr>
            <w:tcW w:w="567" w:type="dxa"/>
            <w:vAlign w:val="center"/>
          </w:tcPr>
          <w:p w14:paraId="3E6FB1AA" w14:textId="77777777" w:rsidR="009866E8" w:rsidRPr="009866E8" w:rsidRDefault="009866E8" w:rsidP="009866E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6E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544" w:type="dxa"/>
            <w:vAlign w:val="center"/>
          </w:tcPr>
          <w:p w14:paraId="5DFF913C" w14:textId="77777777" w:rsidR="009866E8" w:rsidRPr="009866E8" w:rsidRDefault="009866E8" w:rsidP="009866E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6E8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969" w:type="dxa"/>
            <w:vAlign w:val="center"/>
          </w:tcPr>
          <w:p w14:paraId="307399C4" w14:textId="77777777" w:rsidR="009866E8" w:rsidRPr="009866E8" w:rsidRDefault="009866E8" w:rsidP="009866E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6E8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977" w:type="dxa"/>
            <w:vAlign w:val="center"/>
          </w:tcPr>
          <w:p w14:paraId="5DDECE6A" w14:textId="77777777" w:rsidR="009866E8" w:rsidRPr="009866E8" w:rsidRDefault="009866E8" w:rsidP="009866E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6E8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9866E8" w:rsidRPr="009866E8" w14:paraId="0E9AD9ED" w14:textId="77777777" w:rsidTr="009866E8">
        <w:trPr>
          <w:trHeight w:val="549"/>
        </w:trPr>
        <w:tc>
          <w:tcPr>
            <w:tcW w:w="567" w:type="dxa"/>
          </w:tcPr>
          <w:p w14:paraId="207783F7" w14:textId="77777777" w:rsidR="009866E8" w:rsidRPr="009866E8" w:rsidRDefault="009866E8" w:rsidP="009866E8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66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240E6AD5" w14:textId="77777777" w:rsidR="009866E8" w:rsidRDefault="009866E8" w:rsidP="009866E8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66E8">
              <w:rPr>
                <w:rFonts w:ascii="Times New Roman" w:hAnsi="Times New Roman"/>
                <w:sz w:val="24"/>
                <w:szCs w:val="24"/>
              </w:rPr>
              <w:t xml:space="preserve">Александрова </w:t>
            </w:r>
          </w:p>
          <w:p w14:paraId="58252786" w14:textId="77777777" w:rsidR="009866E8" w:rsidRPr="009866E8" w:rsidRDefault="009866E8" w:rsidP="009866E8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66E8">
              <w:rPr>
                <w:rFonts w:ascii="Times New Roman" w:hAnsi="Times New Roman"/>
                <w:sz w:val="24"/>
                <w:szCs w:val="24"/>
              </w:rPr>
              <w:t>Ирина Феликсовна</w:t>
            </w:r>
          </w:p>
        </w:tc>
        <w:tc>
          <w:tcPr>
            <w:tcW w:w="3969" w:type="dxa"/>
          </w:tcPr>
          <w:p w14:paraId="246A17B9" w14:textId="77777777" w:rsidR="009866E8" w:rsidRPr="009866E8" w:rsidRDefault="009866E8" w:rsidP="009866E8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66E8">
              <w:rPr>
                <w:rFonts w:ascii="Times New Roman" w:hAnsi="Times New Roman"/>
                <w:sz w:val="24"/>
                <w:szCs w:val="24"/>
              </w:rPr>
              <w:t>МБОУ СОШ №3 г. Бирска</w:t>
            </w:r>
          </w:p>
        </w:tc>
        <w:tc>
          <w:tcPr>
            <w:tcW w:w="2977" w:type="dxa"/>
          </w:tcPr>
          <w:p w14:paraId="151CD818" w14:textId="77777777" w:rsidR="009866E8" w:rsidRPr="009866E8" w:rsidRDefault="009866E8" w:rsidP="009866E8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66E8"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</w:tc>
      </w:tr>
      <w:tr w:rsidR="009866E8" w:rsidRPr="009866E8" w14:paraId="0BD47DED" w14:textId="77777777" w:rsidTr="009866E8">
        <w:tc>
          <w:tcPr>
            <w:tcW w:w="567" w:type="dxa"/>
          </w:tcPr>
          <w:p w14:paraId="65A71E54" w14:textId="77777777" w:rsidR="009866E8" w:rsidRPr="009866E8" w:rsidRDefault="009866E8" w:rsidP="009866E8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66E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14:paraId="5743766C" w14:textId="77777777" w:rsidR="009866E8" w:rsidRDefault="009866E8" w:rsidP="009866E8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66E8">
              <w:rPr>
                <w:rFonts w:ascii="Times New Roman" w:hAnsi="Times New Roman"/>
                <w:sz w:val="24"/>
                <w:szCs w:val="24"/>
              </w:rPr>
              <w:t xml:space="preserve">Алексеева </w:t>
            </w:r>
          </w:p>
          <w:p w14:paraId="5222FB61" w14:textId="77777777" w:rsidR="009866E8" w:rsidRPr="009866E8" w:rsidRDefault="009866E8" w:rsidP="009866E8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66E8">
              <w:rPr>
                <w:rFonts w:ascii="Times New Roman" w:hAnsi="Times New Roman"/>
                <w:sz w:val="24"/>
                <w:szCs w:val="24"/>
              </w:rPr>
              <w:t>Оксана Сергеевна</w:t>
            </w:r>
          </w:p>
        </w:tc>
        <w:tc>
          <w:tcPr>
            <w:tcW w:w="3969" w:type="dxa"/>
          </w:tcPr>
          <w:p w14:paraId="23129287" w14:textId="77777777" w:rsidR="009866E8" w:rsidRPr="009866E8" w:rsidRDefault="009866E8" w:rsidP="009866E8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66E8">
              <w:rPr>
                <w:rFonts w:ascii="Times New Roman" w:hAnsi="Times New Roman"/>
                <w:sz w:val="24"/>
                <w:szCs w:val="24"/>
              </w:rPr>
              <w:t>МБОУ СОШ с. Суслово</w:t>
            </w:r>
          </w:p>
        </w:tc>
        <w:tc>
          <w:tcPr>
            <w:tcW w:w="2977" w:type="dxa"/>
          </w:tcPr>
          <w:p w14:paraId="1A8C1A2A" w14:textId="77777777" w:rsidR="009866E8" w:rsidRPr="009866E8" w:rsidRDefault="009866E8" w:rsidP="009866E8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66E8"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</w:tc>
      </w:tr>
      <w:tr w:rsidR="009866E8" w:rsidRPr="009866E8" w14:paraId="726735FD" w14:textId="77777777" w:rsidTr="009866E8">
        <w:tc>
          <w:tcPr>
            <w:tcW w:w="567" w:type="dxa"/>
          </w:tcPr>
          <w:p w14:paraId="71EF9734" w14:textId="77777777" w:rsidR="009866E8" w:rsidRPr="009866E8" w:rsidRDefault="009866E8" w:rsidP="009866E8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66E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14:paraId="0F88A93E" w14:textId="77777777" w:rsidR="009866E8" w:rsidRDefault="009866E8" w:rsidP="009866E8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66E8">
              <w:rPr>
                <w:rFonts w:ascii="Times New Roman" w:hAnsi="Times New Roman"/>
                <w:sz w:val="24"/>
                <w:szCs w:val="24"/>
              </w:rPr>
              <w:t xml:space="preserve">Ахмерова </w:t>
            </w:r>
          </w:p>
          <w:p w14:paraId="08D1730A" w14:textId="77777777" w:rsidR="009866E8" w:rsidRPr="009866E8" w:rsidRDefault="009866E8" w:rsidP="009866E8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66E8">
              <w:rPr>
                <w:rFonts w:ascii="Times New Roman" w:hAnsi="Times New Roman"/>
                <w:sz w:val="24"/>
                <w:szCs w:val="24"/>
              </w:rPr>
              <w:t>Альфия Ахметовна</w:t>
            </w:r>
          </w:p>
        </w:tc>
        <w:tc>
          <w:tcPr>
            <w:tcW w:w="3969" w:type="dxa"/>
          </w:tcPr>
          <w:p w14:paraId="6636ECFE" w14:textId="77777777" w:rsidR="009866E8" w:rsidRPr="009866E8" w:rsidRDefault="009866E8" w:rsidP="009866E8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66E8">
              <w:rPr>
                <w:rFonts w:ascii="Times New Roman" w:hAnsi="Times New Roman"/>
                <w:sz w:val="24"/>
                <w:szCs w:val="24"/>
              </w:rPr>
              <w:t>МАДОУ Детский сад №13 «Звездочка» г. Бирска</w:t>
            </w:r>
          </w:p>
        </w:tc>
        <w:tc>
          <w:tcPr>
            <w:tcW w:w="2977" w:type="dxa"/>
          </w:tcPr>
          <w:p w14:paraId="642ECC79" w14:textId="77777777" w:rsidR="009866E8" w:rsidRPr="009866E8" w:rsidRDefault="009866E8" w:rsidP="009866E8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66E8"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</w:tr>
      <w:tr w:rsidR="009866E8" w:rsidRPr="009866E8" w14:paraId="53CDC0FC" w14:textId="77777777" w:rsidTr="009866E8">
        <w:tc>
          <w:tcPr>
            <w:tcW w:w="567" w:type="dxa"/>
          </w:tcPr>
          <w:p w14:paraId="7C8F2AA9" w14:textId="77777777" w:rsidR="009866E8" w:rsidRPr="009866E8" w:rsidRDefault="009866E8" w:rsidP="009866E8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66E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14:paraId="1B648A0F" w14:textId="77777777" w:rsidR="009866E8" w:rsidRDefault="009866E8" w:rsidP="009866E8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66E8">
              <w:rPr>
                <w:rFonts w:ascii="Times New Roman" w:hAnsi="Times New Roman"/>
                <w:sz w:val="24"/>
                <w:szCs w:val="24"/>
              </w:rPr>
              <w:t xml:space="preserve">Давлетшина </w:t>
            </w:r>
          </w:p>
          <w:p w14:paraId="7B11343E" w14:textId="77777777" w:rsidR="009866E8" w:rsidRPr="009866E8" w:rsidRDefault="009866E8" w:rsidP="009866E8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66E8">
              <w:rPr>
                <w:rFonts w:ascii="Times New Roman" w:hAnsi="Times New Roman"/>
                <w:sz w:val="24"/>
                <w:szCs w:val="24"/>
              </w:rPr>
              <w:t>Галия Магдановна</w:t>
            </w:r>
          </w:p>
        </w:tc>
        <w:tc>
          <w:tcPr>
            <w:tcW w:w="3969" w:type="dxa"/>
          </w:tcPr>
          <w:p w14:paraId="5E0E23B6" w14:textId="77777777" w:rsidR="009866E8" w:rsidRPr="009866E8" w:rsidRDefault="009866E8" w:rsidP="009866E8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66E8">
              <w:rPr>
                <w:rFonts w:ascii="Times New Roman" w:hAnsi="Times New Roman"/>
                <w:sz w:val="24"/>
                <w:szCs w:val="24"/>
              </w:rPr>
              <w:t>МБОУ СОШ №7 г. Бирска</w:t>
            </w:r>
          </w:p>
        </w:tc>
        <w:tc>
          <w:tcPr>
            <w:tcW w:w="2977" w:type="dxa"/>
          </w:tcPr>
          <w:p w14:paraId="5F7CDA40" w14:textId="77777777" w:rsidR="009866E8" w:rsidRPr="009866E8" w:rsidRDefault="009866E8" w:rsidP="009866E8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66E8"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</w:tc>
      </w:tr>
      <w:tr w:rsidR="009866E8" w:rsidRPr="009866E8" w14:paraId="41FB8D03" w14:textId="77777777" w:rsidTr="009866E8">
        <w:tc>
          <w:tcPr>
            <w:tcW w:w="567" w:type="dxa"/>
          </w:tcPr>
          <w:p w14:paraId="1771676E" w14:textId="77777777" w:rsidR="009866E8" w:rsidRPr="009866E8" w:rsidRDefault="009866E8" w:rsidP="009866E8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66E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544" w:type="dxa"/>
          </w:tcPr>
          <w:p w14:paraId="74999F4E" w14:textId="77777777" w:rsidR="009866E8" w:rsidRDefault="009866E8" w:rsidP="009866E8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66E8">
              <w:rPr>
                <w:rFonts w:ascii="Times New Roman" w:hAnsi="Times New Roman"/>
                <w:sz w:val="24"/>
                <w:szCs w:val="24"/>
              </w:rPr>
              <w:t xml:space="preserve">Загитова </w:t>
            </w:r>
          </w:p>
          <w:p w14:paraId="448163F4" w14:textId="77777777" w:rsidR="009866E8" w:rsidRPr="009866E8" w:rsidRDefault="009866E8" w:rsidP="009866E8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66E8">
              <w:rPr>
                <w:rFonts w:ascii="Times New Roman" w:hAnsi="Times New Roman"/>
                <w:sz w:val="24"/>
                <w:szCs w:val="24"/>
              </w:rPr>
              <w:t>Зиля Фаизовна</w:t>
            </w:r>
          </w:p>
        </w:tc>
        <w:tc>
          <w:tcPr>
            <w:tcW w:w="3969" w:type="dxa"/>
          </w:tcPr>
          <w:p w14:paraId="32E461C8" w14:textId="77777777" w:rsidR="009866E8" w:rsidRPr="009866E8" w:rsidRDefault="009866E8" w:rsidP="009866E8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66E8">
              <w:rPr>
                <w:rFonts w:ascii="Times New Roman" w:hAnsi="Times New Roman"/>
                <w:sz w:val="24"/>
                <w:szCs w:val="24"/>
              </w:rPr>
              <w:t>МБОУ СОШ №4 г. Бирска</w:t>
            </w:r>
          </w:p>
        </w:tc>
        <w:tc>
          <w:tcPr>
            <w:tcW w:w="2977" w:type="dxa"/>
          </w:tcPr>
          <w:p w14:paraId="7E87FCD6" w14:textId="77777777" w:rsidR="009866E8" w:rsidRPr="009866E8" w:rsidRDefault="009866E8" w:rsidP="009866E8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66E8"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</w:tc>
      </w:tr>
      <w:tr w:rsidR="009866E8" w:rsidRPr="009866E8" w14:paraId="5B8FE7CA" w14:textId="77777777" w:rsidTr="009866E8">
        <w:tc>
          <w:tcPr>
            <w:tcW w:w="567" w:type="dxa"/>
          </w:tcPr>
          <w:p w14:paraId="6A5D7BE3" w14:textId="77777777" w:rsidR="009866E8" w:rsidRPr="009866E8" w:rsidRDefault="009866E8" w:rsidP="009866E8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66E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</w:tcPr>
          <w:p w14:paraId="1F669E77" w14:textId="77777777" w:rsidR="001F3C20" w:rsidRDefault="009866E8" w:rsidP="009866E8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66E8">
              <w:rPr>
                <w:rFonts w:ascii="Times New Roman" w:hAnsi="Times New Roman"/>
                <w:sz w:val="24"/>
                <w:szCs w:val="24"/>
              </w:rPr>
              <w:t xml:space="preserve">Кузнецова </w:t>
            </w:r>
          </w:p>
          <w:p w14:paraId="3ED9FD64" w14:textId="77777777" w:rsidR="009866E8" w:rsidRPr="009866E8" w:rsidRDefault="009866E8" w:rsidP="009866E8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66E8">
              <w:rPr>
                <w:rFonts w:ascii="Times New Roman" w:hAnsi="Times New Roman"/>
                <w:sz w:val="24"/>
                <w:szCs w:val="24"/>
              </w:rPr>
              <w:t>Вера Алексеевна</w:t>
            </w:r>
          </w:p>
        </w:tc>
        <w:tc>
          <w:tcPr>
            <w:tcW w:w="3969" w:type="dxa"/>
          </w:tcPr>
          <w:p w14:paraId="4BDACE14" w14:textId="77777777" w:rsidR="009866E8" w:rsidRPr="009866E8" w:rsidRDefault="009866E8" w:rsidP="009866E8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66E8">
              <w:rPr>
                <w:rFonts w:ascii="Times New Roman" w:hAnsi="Times New Roman"/>
                <w:sz w:val="24"/>
                <w:szCs w:val="24"/>
              </w:rPr>
              <w:t>МАДОУ Детский сад №11 «Солнышко» г. Бирска</w:t>
            </w:r>
          </w:p>
        </w:tc>
        <w:tc>
          <w:tcPr>
            <w:tcW w:w="2977" w:type="dxa"/>
          </w:tcPr>
          <w:p w14:paraId="2420AC8F" w14:textId="77777777" w:rsidR="009866E8" w:rsidRPr="009866E8" w:rsidRDefault="009866E8" w:rsidP="009866E8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66E8"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  <w:p w14:paraId="1488B4E1" w14:textId="77777777" w:rsidR="009866E8" w:rsidRPr="009866E8" w:rsidRDefault="009866E8" w:rsidP="009866E8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66E8" w:rsidRPr="009866E8" w14:paraId="23642748" w14:textId="77777777" w:rsidTr="009866E8">
        <w:tc>
          <w:tcPr>
            <w:tcW w:w="567" w:type="dxa"/>
          </w:tcPr>
          <w:p w14:paraId="3ABC183C" w14:textId="77777777" w:rsidR="009866E8" w:rsidRPr="009866E8" w:rsidRDefault="009866E8" w:rsidP="009866E8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66E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544" w:type="dxa"/>
          </w:tcPr>
          <w:p w14:paraId="5CFA8632" w14:textId="77777777" w:rsidR="009866E8" w:rsidRDefault="009866E8" w:rsidP="009866E8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66E8">
              <w:rPr>
                <w:rFonts w:ascii="Times New Roman" w:hAnsi="Times New Roman"/>
                <w:sz w:val="24"/>
                <w:szCs w:val="24"/>
              </w:rPr>
              <w:t xml:space="preserve">Сагадеева </w:t>
            </w:r>
          </w:p>
          <w:p w14:paraId="11FB022F" w14:textId="77777777" w:rsidR="009866E8" w:rsidRPr="009866E8" w:rsidRDefault="009866E8" w:rsidP="009866E8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66E8">
              <w:rPr>
                <w:rFonts w:ascii="Times New Roman" w:hAnsi="Times New Roman"/>
                <w:sz w:val="24"/>
                <w:szCs w:val="24"/>
              </w:rPr>
              <w:t>Марина Константиновна</w:t>
            </w:r>
          </w:p>
        </w:tc>
        <w:tc>
          <w:tcPr>
            <w:tcW w:w="3969" w:type="dxa"/>
          </w:tcPr>
          <w:p w14:paraId="658F8CA1" w14:textId="77777777" w:rsidR="009866E8" w:rsidRPr="009866E8" w:rsidRDefault="009866E8" w:rsidP="009866E8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66E8">
              <w:rPr>
                <w:rFonts w:ascii="Times New Roman" w:hAnsi="Times New Roman"/>
                <w:sz w:val="24"/>
                <w:szCs w:val="24"/>
              </w:rPr>
              <w:t>МБОУ СОШ №4 г. Бирска</w:t>
            </w:r>
          </w:p>
        </w:tc>
        <w:tc>
          <w:tcPr>
            <w:tcW w:w="2977" w:type="dxa"/>
          </w:tcPr>
          <w:p w14:paraId="4F12E83C" w14:textId="77777777" w:rsidR="009866E8" w:rsidRPr="009866E8" w:rsidRDefault="009866E8" w:rsidP="009866E8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66E8"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</w:tc>
      </w:tr>
      <w:tr w:rsidR="009866E8" w:rsidRPr="009866E8" w14:paraId="58421EEB" w14:textId="77777777" w:rsidTr="009866E8">
        <w:tc>
          <w:tcPr>
            <w:tcW w:w="567" w:type="dxa"/>
          </w:tcPr>
          <w:p w14:paraId="5443B4B2" w14:textId="77777777" w:rsidR="009866E8" w:rsidRPr="009866E8" w:rsidRDefault="009866E8" w:rsidP="009866E8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66E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544" w:type="dxa"/>
          </w:tcPr>
          <w:p w14:paraId="4477EBB4" w14:textId="77777777" w:rsidR="009866E8" w:rsidRDefault="009866E8" w:rsidP="009866E8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66E8">
              <w:rPr>
                <w:rFonts w:ascii="Times New Roman" w:hAnsi="Times New Roman"/>
                <w:sz w:val="24"/>
                <w:szCs w:val="24"/>
              </w:rPr>
              <w:t>Саитханова</w:t>
            </w:r>
          </w:p>
          <w:p w14:paraId="479A2677" w14:textId="77777777" w:rsidR="009866E8" w:rsidRPr="009866E8" w:rsidRDefault="009866E8" w:rsidP="009866E8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66E8">
              <w:rPr>
                <w:rFonts w:ascii="Times New Roman" w:hAnsi="Times New Roman"/>
                <w:sz w:val="24"/>
                <w:szCs w:val="24"/>
              </w:rPr>
              <w:t xml:space="preserve"> Гузалия Фаритовна</w:t>
            </w:r>
          </w:p>
        </w:tc>
        <w:tc>
          <w:tcPr>
            <w:tcW w:w="3969" w:type="dxa"/>
          </w:tcPr>
          <w:p w14:paraId="7FC28768" w14:textId="77777777" w:rsidR="009866E8" w:rsidRPr="009866E8" w:rsidRDefault="009866E8" w:rsidP="009866E8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66E8">
              <w:rPr>
                <w:rFonts w:ascii="Times New Roman" w:hAnsi="Times New Roman"/>
                <w:sz w:val="24"/>
                <w:szCs w:val="24"/>
              </w:rPr>
              <w:t>МАДОУ Детский сад №9 «Аленушка» г. Бирска</w:t>
            </w:r>
          </w:p>
        </w:tc>
        <w:tc>
          <w:tcPr>
            <w:tcW w:w="2977" w:type="dxa"/>
          </w:tcPr>
          <w:p w14:paraId="64D19B5D" w14:textId="77777777" w:rsidR="009866E8" w:rsidRPr="009866E8" w:rsidRDefault="009866E8" w:rsidP="009866E8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66E8"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</w:tr>
      <w:tr w:rsidR="009866E8" w:rsidRPr="009866E8" w14:paraId="2F84CD0D" w14:textId="77777777" w:rsidTr="009866E8">
        <w:tc>
          <w:tcPr>
            <w:tcW w:w="567" w:type="dxa"/>
          </w:tcPr>
          <w:p w14:paraId="7BA8F8EE" w14:textId="77777777" w:rsidR="009866E8" w:rsidRPr="009866E8" w:rsidRDefault="009866E8" w:rsidP="009866E8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66E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544" w:type="dxa"/>
          </w:tcPr>
          <w:p w14:paraId="1C62C151" w14:textId="77777777" w:rsidR="009866E8" w:rsidRDefault="009866E8" w:rsidP="009866E8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66E8">
              <w:rPr>
                <w:rFonts w:ascii="Times New Roman" w:hAnsi="Times New Roman"/>
                <w:sz w:val="24"/>
                <w:szCs w:val="24"/>
              </w:rPr>
              <w:t xml:space="preserve">Масалимова </w:t>
            </w:r>
          </w:p>
          <w:p w14:paraId="139F07D6" w14:textId="77777777" w:rsidR="009866E8" w:rsidRPr="009866E8" w:rsidRDefault="009866E8" w:rsidP="009866E8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66E8">
              <w:rPr>
                <w:rFonts w:ascii="Times New Roman" w:hAnsi="Times New Roman"/>
                <w:sz w:val="24"/>
                <w:szCs w:val="24"/>
              </w:rPr>
              <w:t>Венера Васигатовна</w:t>
            </w:r>
          </w:p>
        </w:tc>
        <w:tc>
          <w:tcPr>
            <w:tcW w:w="3969" w:type="dxa"/>
          </w:tcPr>
          <w:p w14:paraId="56FC5430" w14:textId="77777777" w:rsidR="009866E8" w:rsidRPr="009866E8" w:rsidRDefault="009866E8" w:rsidP="009866E8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66E8">
              <w:rPr>
                <w:rFonts w:ascii="Times New Roman" w:hAnsi="Times New Roman"/>
                <w:sz w:val="24"/>
                <w:szCs w:val="24"/>
              </w:rPr>
              <w:t>МАДОУ Детский сад №9 «Аленушка» г. Бирска</w:t>
            </w:r>
          </w:p>
        </w:tc>
        <w:tc>
          <w:tcPr>
            <w:tcW w:w="2977" w:type="dxa"/>
          </w:tcPr>
          <w:p w14:paraId="29369F2A" w14:textId="77777777" w:rsidR="009866E8" w:rsidRPr="009866E8" w:rsidRDefault="009866E8" w:rsidP="009866E8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66E8"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</w:tr>
      <w:tr w:rsidR="009866E8" w:rsidRPr="009866E8" w14:paraId="2B6554C4" w14:textId="77777777" w:rsidTr="009866E8">
        <w:tc>
          <w:tcPr>
            <w:tcW w:w="567" w:type="dxa"/>
          </w:tcPr>
          <w:p w14:paraId="14BB2772" w14:textId="77777777" w:rsidR="009866E8" w:rsidRPr="009866E8" w:rsidRDefault="009866E8" w:rsidP="009866E8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66E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544" w:type="dxa"/>
          </w:tcPr>
          <w:p w14:paraId="6AE4EAF9" w14:textId="77777777" w:rsidR="009866E8" w:rsidRDefault="009866E8" w:rsidP="009866E8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66E8">
              <w:rPr>
                <w:rFonts w:ascii="Times New Roman" w:hAnsi="Times New Roman"/>
                <w:sz w:val="24"/>
                <w:szCs w:val="24"/>
              </w:rPr>
              <w:t xml:space="preserve">Хайфуллина </w:t>
            </w:r>
          </w:p>
          <w:p w14:paraId="6B1732E3" w14:textId="77777777" w:rsidR="009866E8" w:rsidRPr="009866E8" w:rsidRDefault="009866E8" w:rsidP="009866E8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66E8">
              <w:rPr>
                <w:rFonts w:ascii="Times New Roman" w:hAnsi="Times New Roman"/>
                <w:sz w:val="24"/>
                <w:szCs w:val="24"/>
              </w:rPr>
              <w:t>Долхиза Агзамовна</w:t>
            </w:r>
          </w:p>
        </w:tc>
        <w:tc>
          <w:tcPr>
            <w:tcW w:w="3969" w:type="dxa"/>
          </w:tcPr>
          <w:p w14:paraId="740825F9" w14:textId="77777777" w:rsidR="009866E8" w:rsidRPr="009866E8" w:rsidRDefault="009866E8" w:rsidP="009866E8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66E8">
              <w:rPr>
                <w:rFonts w:ascii="Times New Roman" w:hAnsi="Times New Roman"/>
                <w:sz w:val="24"/>
                <w:szCs w:val="24"/>
              </w:rPr>
              <w:t>МАДОУ Детский сад №13 «Звездочка» г. Бирска</w:t>
            </w:r>
          </w:p>
        </w:tc>
        <w:tc>
          <w:tcPr>
            <w:tcW w:w="2977" w:type="dxa"/>
          </w:tcPr>
          <w:p w14:paraId="77A5B6DE" w14:textId="77777777" w:rsidR="009866E8" w:rsidRPr="009866E8" w:rsidRDefault="009866E8" w:rsidP="009866E8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66E8"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</w:tr>
      <w:tr w:rsidR="009866E8" w:rsidRPr="009866E8" w14:paraId="4175F567" w14:textId="77777777" w:rsidTr="009866E8">
        <w:tc>
          <w:tcPr>
            <w:tcW w:w="567" w:type="dxa"/>
          </w:tcPr>
          <w:p w14:paraId="6971AF41" w14:textId="77777777" w:rsidR="009866E8" w:rsidRPr="009866E8" w:rsidRDefault="009866E8" w:rsidP="009866E8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66E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544" w:type="dxa"/>
          </w:tcPr>
          <w:p w14:paraId="495D3877" w14:textId="77777777" w:rsidR="009866E8" w:rsidRDefault="009866E8" w:rsidP="009866E8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66E8">
              <w:rPr>
                <w:rFonts w:ascii="Times New Roman" w:hAnsi="Times New Roman"/>
                <w:sz w:val="24"/>
                <w:szCs w:val="24"/>
              </w:rPr>
              <w:t xml:space="preserve">Хамидуллина </w:t>
            </w:r>
          </w:p>
          <w:p w14:paraId="184BFDA2" w14:textId="77777777" w:rsidR="009866E8" w:rsidRPr="009866E8" w:rsidRDefault="009866E8" w:rsidP="009866E8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66E8">
              <w:rPr>
                <w:rFonts w:ascii="Times New Roman" w:hAnsi="Times New Roman"/>
                <w:sz w:val="24"/>
                <w:szCs w:val="24"/>
              </w:rPr>
              <w:t>Марина Леонидовна</w:t>
            </w:r>
          </w:p>
        </w:tc>
        <w:tc>
          <w:tcPr>
            <w:tcW w:w="3969" w:type="dxa"/>
          </w:tcPr>
          <w:p w14:paraId="364DDF82" w14:textId="77777777" w:rsidR="009866E8" w:rsidRPr="009866E8" w:rsidRDefault="009866E8" w:rsidP="009866E8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66E8">
              <w:rPr>
                <w:rFonts w:ascii="Times New Roman" w:hAnsi="Times New Roman"/>
                <w:sz w:val="24"/>
                <w:szCs w:val="24"/>
              </w:rPr>
              <w:t>МБОУ СОШ №10 г. Бирска</w:t>
            </w:r>
          </w:p>
        </w:tc>
        <w:tc>
          <w:tcPr>
            <w:tcW w:w="2977" w:type="dxa"/>
          </w:tcPr>
          <w:p w14:paraId="648445C8" w14:textId="77777777" w:rsidR="009866E8" w:rsidRPr="009866E8" w:rsidRDefault="009866E8" w:rsidP="009866E8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66E8"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</w:tc>
      </w:tr>
    </w:tbl>
    <w:p w14:paraId="655451E6" w14:textId="77777777" w:rsidR="009866E8" w:rsidRPr="00610EF6" w:rsidRDefault="009866E8" w:rsidP="009866E8">
      <w:pPr>
        <w:pStyle w:val="a3"/>
        <w:rPr>
          <w:rFonts w:ascii="Times New Roman" w:hAnsi="Times New Roman"/>
          <w:sz w:val="28"/>
          <w:szCs w:val="28"/>
        </w:rPr>
      </w:pPr>
    </w:p>
    <w:p w14:paraId="6ED6CA74" w14:textId="77777777" w:rsidR="00A849F7" w:rsidRDefault="00A849F7" w:rsidP="00A849F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4121C58B" w14:textId="77777777" w:rsidR="00A849F7" w:rsidRDefault="00A849F7" w:rsidP="00A849F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47A433A5" w14:textId="77777777" w:rsidR="00A849F7" w:rsidRDefault="00A849F7" w:rsidP="00A849F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015E2C18" w14:textId="77777777" w:rsidR="00A849F7" w:rsidRDefault="00A849F7" w:rsidP="00A849F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14CE3E75" w14:textId="77777777" w:rsidR="00A849F7" w:rsidRDefault="00A849F7" w:rsidP="00A849F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473EC8A6" w14:textId="77777777" w:rsidR="00A849F7" w:rsidRDefault="00A849F7" w:rsidP="00A849F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4EA46BD9" w14:textId="77777777" w:rsidR="00A849F7" w:rsidRDefault="00A849F7" w:rsidP="00A849F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14CA3668" w14:textId="77777777" w:rsidR="00A849F7" w:rsidRDefault="00A849F7" w:rsidP="00A849F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2C95EDB4" w14:textId="77777777" w:rsidR="00FD1274" w:rsidRDefault="00FD1274" w:rsidP="00A849F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0ECCD588" w14:textId="77777777" w:rsidR="00FD1274" w:rsidRDefault="00FD1274" w:rsidP="00A849F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63286C4A" w14:textId="77777777" w:rsidR="00FD1274" w:rsidRDefault="00FD1274" w:rsidP="00A849F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20CF4154" w14:textId="77777777" w:rsidR="00FD1274" w:rsidRDefault="00FD1274" w:rsidP="00A849F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4A0A0350" w14:textId="77777777" w:rsidR="00FD1274" w:rsidRDefault="00FD1274" w:rsidP="00A849F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7D2DFF0F" w14:textId="77777777" w:rsidR="00FD1274" w:rsidRDefault="00FD1274" w:rsidP="00A849F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689ECAF9" w14:textId="77777777" w:rsidR="00FD1274" w:rsidRDefault="00FD1274" w:rsidP="00A849F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2EDD9B48" w14:textId="77777777" w:rsidR="00FD1274" w:rsidRDefault="00FD1274" w:rsidP="00A849F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069AF76B" w14:textId="77777777" w:rsidR="00FD1274" w:rsidRDefault="00FD1274" w:rsidP="00A849F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02128AAF" w14:textId="77777777" w:rsidR="00FD1274" w:rsidRDefault="00FD1274" w:rsidP="00FD127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Приложение №2  к приказу Министерства образования</w:t>
      </w:r>
    </w:p>
    <w:p w14:paraId="1C5F01A4" w14:textId="77777777" w:rsidR="00FD1274" w:rsidRPr="00BE3CB8" w:rsidRDefault="00FD1274" w:rsidP="00FD1274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14:paraId="03CEAE8D" w14:textId="77777777" w:rsidR="00FD1274" w:rsidRDefault="00FD1274" w:rsidP="00FD127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14:paraId="2B0B03A8" w14:textId="77777777" w:rsidR="00FD1274" w:rsidRDefault="00FD1274" w:rsidP="00FD127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14:paraId="609812DB" w14:textId="77777777" w:rsidR="00FD1274" w:rsidRDefault="00FD1274" w:rsidP="00FD1274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14:paraId="451838B2" w14:textId="77777777" w:rsidR="00FD1274" w:rsidRPr="00FD0F2C" w:rsidRDefault="00FD1274" w:rsidP="00FD1274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4D43D609" w14:textId="77777777" w:rsidR="00A849F7" w:rsidRDefault="00A849F7" w:rsidP="00A849F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A849F7">
        <w:rPr>
          <w:rFonts w:ascii="Times New Roman" w:hAnsi="Times New Roman"/>
          <w:b/>
          <w:sz w:val="24"/>
          <w:szCs w:val="24"/>
        </w:rPr>
        <w:t>МР Благоварский район Республики Башкортостан</w:t>
      </w:r>
    </w:p>
    <w:p w14:paraId="3E76FB26" w14:textId="77777777" w:rsidR="00A849F7" w:rsidRPr="00A849F7" w:rsidRDefault="00A849F7" w:rsidP="00A849F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544"/>
        <w:gridCol w:w="3969"/>
        <w:gridCol w:w="2977"/>
      </w:tblGrid>
      <w:tr w:rsidR="00A849F7" w:rsidRPr="00A849F7" w14:paraId="5B5F2B47" w14:textId="77777777" w:rsidTr="00894A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DBF83" w14:textId="77777777" w:rsidR="00A849F7" w:rsidRPr="00A849F7" w:rsidRDefault="00A849F7" w:rsidP="00A849F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49F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8F535" w14:textId="77777777" w:rsidR="00A849F7" w:rsidRPr="00A849F7" w:rsidRDefault="00A849F7" w:rsidP="00A849F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49F7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3CC65" w14:textId="77777777" w:rsidR="00A849F7" w:rsidRPr="00A849F7" w:rsidRDefault="00A849F7" w:rsidP="00A849F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49F7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505E0" w14:textId="77777777" w:rsidR="00A849F7" w:rsidRPr="00A849F7" w:rsidRDefault="00A849F7" w:rsidP="00A849F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49F7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A849F7" w:rsidRPr="00A849F7" w14:paraId="709A46FC" w14:textId="77777777" w:rsidTr="00A849F7">
        <w:trPr>
          <w:trHeight w:val="6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C38E1" w14:textId="77777777" w:rsidR="00A849F7" w:rsidRPr="00A849F7" w:rsidRDefault="00A849F7" w:rsidP="00A849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9F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EF3C5" w14:textId="77777777" w:rsidR="00A849F7" w:rsidRDefault="00A849F7" w:rsidP="00A849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9F7">
              <w:rPr>
                <w:rFonts w:ascii="Times New Roman" w:hAnsi="Times New Roman"/>
                <w:sz w:val="24"/>
                <w:szCs w:val="24"/>
              </w:rPr>
              <w:t xml:space="preserve">Ахметшина </w:t>
            </w:r>
          </w:p>
          <w:p w14:paraId="520A92EC" w14:textId="77777777" w:rsidR="00A849F7" w:rsidRPr="00A849F7" w:rsidRDefault="00A849F7" w:rsidP="00A849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9F7">
              <w:rPr>
                <w:rFonts w:ascii="Times New Roman" w:hAnsi="Times New Roman"/>
                <w:sz w:val="24"/>
                <w:szCs w:val="24"/>
              </w:rPr>
              <w:t>Гульнара Ауфатовна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35713" w14:textId="77777777" w:rsidR="00A849F7" w:rsidRPr="00A849F7" w:rsidRDefault="00A849F7" w:rsidP="00A849F7">
            <w:pPr>
              <w:spacing w:after="0"/>
              <w:jc w:val="center"/>
              <w:rPr>
                <w:rFonts w:ascii="Times New Roman" w:hAnsi="Times New Roman"/>
                <w:spacing w:val="20"/>
                <w:sz w:val="24"/>
                <w:szCs w:val="24"/>
              </w:rPr>
            </w:pPr>
            <w:r w:rsidRPr="00A849F7">
              <w:rPr>
                <w:rFonts w:ascii="Times New Roman" w:hAnsi="Times New Roman"/>
                <w:spacing w:val="20"/>
                <w:sz w:val="24"/>
                <w:szCs w:val="24"/>
              </w:rPr>
              <w:t>МОБУ СОШ с.Языково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070F5" w14:textId="77777777" w:rsidR="00A849F7" w:rsidRPr="00A849F7" w:rsidRDefault="00A849F7" w:rsidP="00A849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9F7">
              <w:rPr>
                <w:rFonts w:ascii="Times New Roman" w:hAnsi="Times New Roman"/>
                <w:spacing w:val="20"/>
                <w:sz w:val="24"/>
                <w:szCs w:val="24"/>
              </w:rPr>
              <w:t>учитель</w:t>
            </w:r>
          </w:p>
        </w:tc>
      </w:tr>
    </w:tbl>
    <w:p w14:paraId="69A22589" w14:textId="77777777" w:rsidR="00A849F7" w:rsidRPr="00A849F7" w:rsidRDefault="00A849F7" w:rsidP="00A849F7">
      <w:pPr>
        <w:spacing w:after="0"/>
        <w:jc w:val="center"/>
        <w:rPr>
          <w:sz w:val="24"/>
          <w:szCs w:val="24"/>
        </w:rPr>
      </w:pPr>
    </w:p>
    <w:p w14:paraId="0C86D981" w14:textId="77777777" w:rsidR="00A849F7" w:rsidRDefault="00A849F7" w:rsidP="00A849F7">
      <w:pPr>
        <w:spacing w:after="0"/>
      </w:pPr>
    </w:p>
    <w:p w14:paraId="2C52F072" w14:textId="77777777" w:rsidR="00FD1274" w:rsidRDefault="00FD1274" w:rsidP="00A849F7">
      <w:pPr>
        <w:tabs>
          <w:tab w:val="left" w:pos="918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4DF234E" w14:textId="77777777" w:rsidR="00FD1274" w:rsidRDefault="00FD1274" w:rsidP="00A849F7">
      <w:pPr>
        <w:tabs>
          <w:tab w:val="left" w:pos="918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F5A0B4C" w14:textId="77777777" w:rsidR="00FD1274" w:rsidRDefault="00FD1274" w:rsidP="00A849F7">
      <w:pPr>
        <w:tabs>
          <w:tab w:val="left" w:pos="918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C706A01" w14:textId="77777777" w:rsidR="00FD1274" w:rsidRDefault="00FD1274" w:rsidP="00A849F7">
      <w:pPr>
        <w:tabs>
          <w:tab w:val="left" w:pos="918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F9F8AE5" w14:textId="77777777" w:rsidR="00FD1274" w:rsidRDefault="00FD1274" w:rsidP="00A849F7">
      <w:pPr>
        <w:tabs>
          <w:tab w:val="left" w:pos="918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6A0478F" w14:textId="77777777" w:rsidR="00FD1274" w:rsidRDefault="00FD1274" w:rsidP="00A849F7">
      <w:pPr>
        <w:tabs>
          <w:tab w:val="left" w:pos="918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DE62705" w14:textId="77777777" w:rsidR="00FD1274" w:rsidRDefault="00FD1274" w:rsidP="00A849F7">
      <w:pPr>
        <w:tabs>
          <w:tab w:val="left" w:pos="918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173BE22" w14:textId="77777777" w:rsidR="00FD1274" w:rsidRDefault="00FD1274" w:rsidP="00A849F7">
      <w:pPr>
        <w:tabs>
          <w:tab w:val="left" w:pos="918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0521DF5" w14:textId="77777777" w:rsidR="00FD1274" w:rsidRDefault="00FD1274" w:rsidP="00A849F7">
      <w:pPr>
        <w:tabs>
          <w:tab w:val="left" w:pos="918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954005D" w14:textId="77777777" w:rsidR="00FD1274" w:rsidRDefault="00FD1274" w:rsidP="00A849F7">
      <w:pPr>
        <w:tabs>
          <w:tab w:val="left" w:pos="918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69EF11D" w14:textId="77777777" w:rsidR="00FD1274" w:rsidRDefault="00FD1274" w:rsidP="00A849F7">
      <w:pPr>
        <w:tabs>
          <w:tab w:val="left" w:pos="918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A94BB08" w14:textId="77777777" w:rsidR="00FD1274" w:rsidRDefault="00FD1274" w:rsidP="00A849F7">
      <w:pPr>
        <w:tabs>
          <w:tab w:val="left" w:pos="918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6D7DF0D" w14:textId="77777777" w:rsidR="00FD1274" w:rsidRDefault="00FD1274" w:rsidP="00A849F7">
      <w:pPr>
        <w:tabs>
          <w:tab w:val="left" w:pos="918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294B197" w14:textId="77777777" w:rsidR="00FD1274" w:rsidRDefault="00FD1274" w:rsidP="00A849F7">
      <w:pPr>
        <w:tabs>
          <w:tab w:val="left" w:pos="918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D6DCCB7" w14:textId="77777777" w:rsidR="00FD1274" w:rsidRDefault="00FD1274" w:rsidP="00A849F7">
      <w:pPr>
        <w:tabs>
          <w:tab w:val="left" w:pos="918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85360AB" w14:textId="77777777" w:rsidR="00FD1274" w:rsidRDefault="00FD1274" w:rsidP="00A849F7">
      <w:pPr>
        <w:tabs>
          <w:tab w:val="left" w:pos="918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1B0784F" w14:textId="77777777" w:rsidR="00FD1274" w:rsidRDefault="00FD1274" w:rsidP="00A849F7">
      <w:pPr>
        <w:tabs>
          <w:tab w:val="left" w:pos="918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A042FAA" w14:textId="77777777" w:rsidR="00FD1274" w:rsidRDefault="00FD1274" w:rsidP="00A849F7">
      <w:pPr>
        <w:tabs>
          <w:tab w:val="left" w:pos="918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DA552BE" w14:textId="77777777" w:rsidR="00FD1274" w:rsidRDefault="00FD1274" w:rsidP="00A849F7">
      <w:pPr>
        <w:tabs>
          <w:tab w:val="left" w:pos="918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A640F86" w14:textId="77777777" w:rsidR="00FD1274" w:rsidRDefault="00FD1274" w:rsidP="00A849F7">
      <w:pPr>
        <w:tabs>
          <w:tab w:val="left" w:pos="918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BB472FA" w14:textId="77777777" w:rsidR="00FD1274" w:rsidRDefault="00FD1274" w:rsidP="00A849F7">
      <w:pPr>
        <w:tabs>
          <w:tab w:val="left" w:pos="918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4ABBEDA" w14:textId="77777777" w:rsidR="00FD1274" w:rsidRDefault="00FD1274" w:rsidP="00A849F7">
      <w:pPr>
        <w:tabs>
          <w:tab w:val="left" w:pos="918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BC5AFD3" w14:textId="77777777" w:rsidR="00FD1274" w:rsidRDefault="00FD1274" w:rsidP="00A849F7">
      <w:pPr>
        <w:tabs>
          <w:tab w:val="left" w:pos="918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9F70A71" w14:textId="77777777" w:rsidR="00FD1274" w:rsidRDefault="00FD1274" w:rsidP="00A849F7">
      <w:pPr>
        <w:tabs>
          <w:tab w:val="left" w:pos="918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5587441" w14:textId="77777777" w:rsidR="00FD1274" w:rsidRDefault="00FD1274" w:rsidP="00A849F7">
      <w:pPr>
        <w:tabs>
          <w:tab w:val="left" w:pos="918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D70CE55" w14:textId="77777777" w:rsidR="00FD1274" w:rsidRDefault="00FD1274" w:rsidP="00A849F7">
      <w:pPr>
        <w:tabs>
          <w:tab w:val="left" w:pos="918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BA8824C" w14:textId="77777777" w:rsidR="00FD1274" w:rsidRDefault="00FD1274" w:rsidP="00A849F7">
      <w:pPr>
        <w:tabs>
          <w:tab w:val="left" w:pos="918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A9B7B46" w14:textId="77777777" w:rsidR="00FD1274" w:rsidRDefault="00FD1274" w:rsidP="00A849F7">
      <w:pPr>
        <w:tabs>
          <w:tab w:val="left" w:pos="918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9D4E1DA" w14:textId="77777777" w:rsidR="00FD1274" w:rsidRDefault="00FD1274" w:rsidP="00A849F7">
      <w:pPr>
        <w:tabs>
          <w:tab w:val="left" w:pos="918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6E95597" w14:textId="77777777" w:rsidR="00FD1274" w:rsidRDefault="00FD1274" w:rsidP="00A849F7">
      <w:pPr>
        <w:tabs>
          <w:tab w:val="left" w:pos="918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0856330" w14:textId="77777777" w:rsidR="00FD1274" w:rsidRDefault="00FD1274" w:rsidP="00A849F7">
      <w:pPr>
        <w:tabs>
          <w:tab w:val="left" w:pos="918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83B0068" w14:textId="77777777" w:rsidR="00FD1274" w:rsidRDefault="00FD1274" w:rsidP="00A849F7">
      <w:pPr>
        <w:tabs>
          <w:tab w:val="left" w:pos="918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A8B52B2" w14:textId="77777777" w:rsidR="00FD1274" w:rsidRDefault="00FD1274" w:rsidP="00A849F7">
      <w:pPr>
        <w:tabs>
          <w:tab w:val="left" w:pos="918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DF06A5A" w14:textId="77777777" w:rsidR="00FD1274" w:rsidRDefault="00FD1274" w:rsidP="00A849F7">
      <w:pPr>
        <w:tabs>
          <w:tab w:val="left" w:pos="918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B2CE9EC" w14:textId="77777777" w:rsidR="00FD1274" w:rsidRDefault="00FD1274" w:rsidP="00A849F7">
      <w:pPr>
        <w:tabs>
          <w:tab w:val="left" w:pos="918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516B371" w14:textId="77777777" w:rsidR="00FD1274" w:rsidRDefault="00FD1274" w:rsidP="00A849F7">
      <w:pPr>
        <w:tabs>
          <w:tab w:val="left" w:pos="918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2EEAC12" w14:textId="77777777" w:rsidR="00FD1274" w:rsidRDefault="00FD1274" w:rsidP="00FD127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Приложение №2  к приказу Министерства образования</w:t>
      </w:r>
    </w:p>
    <w:p w14:paraId="494C2D51" w14:textId="77777777" w:rsidR="00FD1274" w:rsidRPr="00BE3CB8" w:rsidRDefault="00FD1274" w:rsidP="00FD1274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14:paraId="0A736328" w14:textId="77777777" w:rsidR="00FD1274" w:rsidRDefault="00FD1274" w:rsidP="00FD127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14:paraId="07AFAA22" w14:textId="77777777" w:rsidR="00FD1274" w:rsidRDefault="00FD1274" w:rsidP="00FD127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14:paraId="791EA175" w14:textId="77777777" w:rsidR="00FD1274" w:rsidRDefault="00FD1274" w:rsidP="00FD1274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14:paraId="2724EDCE" w14:textId="77777777" w:rsidR="00FD1274" w:rsidRPr="00FD0F2C" w:rsidRDefault="00FD1274" w:rsidP="00FD1274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4EC3CBAE" w14:textId="77777777" w:rsidR="00A849F7" w:rsidRPr="00A849F7" w:rsidRDefault="00A849F7" w:rsidP="00A849F7">
      <w:pPr>
        <w:tabs>
          <w:tab w:val="left" w:pos="918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МР Благовещенский район Республики Башкортостан</w:t>
      </w:r>
    </w:p>
    <w:p w14:paraId="4869B5DE" w14:textId="77777777" w:rsidR="00A849F7" w:rsidRPr="00A849F7" w:rsidRDefault="00A849F7" w:rsidP="00A849F7">
      <w:pPr>
        <w:tabs>
          <w:tab w:val="left" w:pos="918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544"/>
        <w:gridCol w:w="3969"/>
        <w:gridCol w:w="2977"/>
      </w:tblGrid>
      <w:tr w:rsidR="00A849F7" w:rsidRPr="00A849F7" w14:paraId="4BB405C8" w14:textId="77777777" w:rsidTr="00A849F7">
        <w:tc>
          <w:tcPr>
            <w:tcW w:w="567" w:type="dxa"/>
          </w:tcPr>
          <w:p w14:paraId="1A72CF75" w14:textId="77777777" w:rsidR="00A849F7" w:rsidRPr="00A849F7" w:rsidRDefault="00A849F7" w:rsidP="00A849F7">
            <w:pPr>
              <w:spacing w:after="0"/>
              <w:ind w:right="79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49F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544" w:type="dxa"/>
          </w:tcPr>
          <w:p w14:paraId="418D6BC2" w14:textId="77777777" w:rsidR="00A849F7" w:rsidRPr="00A849F7" w:rsidRDefault="00A849F7" w:rsidP="00A849F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49F7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969" w:type="dxa"/>
          </w:tcPr>
          <w:p w14:paraId="696BCA6A" w14:textId="77777777" w:rsidR="00A849F7" w:rsidRPr="00A849F7" w:rsidRDefault="00A849F7" w:rsidP="00A849F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49F7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977" w:type="dxa"/>
          </w:tcPr>
          <w:p w14:paraId="674135A6" w14:textId="77777777" w:rsidR="00A849F7" w:rsidRPr="00A849F7" w:rsidRDefault="00A849F7" w:rsidP="00A849F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49F7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A849F7" w:rsidRPr="00A849F7" w14:paraId="083314BE" w14:textId="77777777" w:rsidTr="00A849F7">
        <w:tc>
          <w:tcPr>
            <w:tcW w:w="567" w:type="dxa"/>
          </w:tcPr>
          <w:p w14:paraId="544EB9C0" w14:textId="77777777" w:rsidR="00A849F7" w:rsidRPr="00A849F7" w:rsidRDefault="00A849F7" w:rsidP="00A849F7">
            <w:pPr>
              <w:spacing w:after="0"/>
              <w:ind w:right="7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9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6B38CA65" w14:textId="77777777" w:rsidR="00A849F7" w:rsidRDefault="00A849F7" w:rsidP="00A849F7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A849F7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Селезнева </w:t>
            </w:r>
          </w:p>
          <w:p w14:paraId="7CB9881D" w14:textId="77777777" w:rsidR="00A849F7" w:rsidRPr="00A849F7" w:rsidRDefault="00A849F7" w:rsidP="00A849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9F7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Ольга Борисовна</w:t>
            </w:r>
          </w:p>
        </w:tc>
        <w:tc>
          <w:tcPr>
            <w:tcW w:w="3969" w:type="dxa"/>
          </w:tcPr>
          <w:p w14:paraId="74A7B14D" w14:textId="77777777" w:rsidR="00A849F7" w:rsidRPr="00A849F7" w:rsidRDefault="00A849F7" w:rsidP="00A849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9F7">
              <w:rPr>
                <w:rFonts w:ascii="Times New Roman" w:hAnsi="Times New Roman" w:cs="Times New Roman"/>
                <w:sz w:val="24"/>
                <w:szCs w:val="24"/>
              </w:rPr>
              <w:t>МОБУ СОШ №4 им. А.Я.Першина г.Благовещенска муниципального района Благовещенский район РБ</w:t>
            </w:r>
          </w:p>
        </w:tc>
        <w:tc>
          <w:tcPr>
            <w:tcW w:w="2977" w:type="dxa"/>
          </w:tcPr>
          <w:p w14:paraId="6049BF0C" w14:textId="77777777" w:rsidR="00A849F7" w:rsidRPr="00A849F7" w:rsidRDefault="00A849F7" w:rsidP="00A849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849F7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</w:tbl>
    <w:p w14:paraId="2AAF6749" w14:textId="77777777" w:rsidR="00A849F7" w:rsidRPr="00A849F7" w:rsidRDefault="00A849F7" w:rsidP="00A849F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261A2015" w14:textId="77777777" w:rsidR="00A849F7" w:rsidRDefault="00A849F7" w:rsidP="00A849F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534D80D2" w14:textId="77777777" w:rsidR="00FD1274" w:rsidRDefault="00FD1274" w:rsidP="00A849F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5F53E529" w14:textId="77777777" w:rsidR="00FD1274" w:rsidRDefault="00FD1274" w:rsidP="00A849F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308B2CD0" w14:textId="77777777" w:rsidR="00FD1274" w:rsidRDefault="00FD1274" w:rsidP="00A849F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6642F603" w14:textId="77777777" w:rsidR="00FD1274" w:rsidRDefault="00FD1274" w:rsidP="00A849F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31E4B1C0" w14:textId="77777777" w:rsidR="00FD1274" w:rsidRDefault="00FD1274" w:rsidP="00A849F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2D83D25E" w14:textId="77777777" w:rsidR="00FD1274" w:rsidRDefault="00FD1274" w:rsidP="00A849F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352A1BCB" w14:textId="77777777" w:rsidR="00FD1274" w:rsidRDefault="00FD1274" w:rsidP="00A849F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2B7904B4" w14:textId="77777777" w:rsidR="00FD1274" w:rsidRDefault="00FD1274" w:rsidP="00A849F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5CB62B94" w14:textId="77777777" w:rsidR="00FD1274" w:rsidRDefault="00FD1274" w:rsidP="00A849F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53B2C3D3" w14:textId="77777777" w:rsidR="00FD1274" w:rsidRDefault="00FD1274" w:rsidP="00A849F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0C0F678C" w14:textId="77777777" w:rsidR="00FD1274" w:rsidRDefault="00FD1274" w:rsidP="00A849F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46041CEE" w14:textId="77777777" w:rsidR="00FD1274" w:rsidRDefault="00FD1274" w:rsidP="00A849F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26D6C3B5" w14:textId="77777777" w:rsidR="00FD1274" w:rsidRDefault="00FD1274" w:rsidP="00A849F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81ECA27" w14:textId="77777777" w:rsidR="00FD1274" w:rsidRDefault="00FD1274" w:rsidP="00A849F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703DF403" w14:textId="77777777" w:rsidR="00FD1274" w:rsidRDefault="00FD1274" w:rsidP="00A849F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3C6F9A0" w14:textId="77777777" w:rsidR="00FD1274" w:rsidRDefault="00FD1274" w:rsidP="00A849F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53631D34" w14:textId="77777777" w:rsidR="00FD1274" w:rsidRDefault="00FD1274" w:rsidP="00A849F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C6448EE" w14:textId="77777777" w:rsidR="00FD1274" w:rsidRDefault="00FD1274" w:rsidP="00A849F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4E4EA1A9" w14:textId="77777777" w:rsidR="00FD1274" w:rsidRDefault="00FD1274" w:rsidP="00A849F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399CAA02" w14:textId="77777777" w:rsidR="00FD1274" w:rsidRDefault="00FD1274" w:rsidP="00A849F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4A32F1DB" w14:textId="77777777" w:rsidR="00FD1274" w:rsidRDefault="00FD1274" w:rsidP="00A849F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F754450" w14:textId="77777777" w:rsidR="00FD1274" w:rsidRDefault="00FD1274" w:rsidP="00A849F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70CA7E29" w14:textId="77777777" w:rsidR="00FD1274" w:rsidRDefault="00FD1274" w:rsidP="00A849F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2356E794" w14:textId="77777777" w:rsidR="00FD1274" w:rsidRDefault="00FD1274" w:rsidP="00A849F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57FED5D5" w14:textId="77777777" w:rsidR="00FD1274" w:rsidRDefault="00FD1274" w:rsidP="00A849F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665E27A4" w14:textId="77777777" w:rsidR="00FD1274" w:rsidRDefault="00FD1274" w:rsidP="00A849F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4523A18F" w14:textId="77777777" w:rsidR="00FD1274" w:rsidRDefault="00FD1274" w:rsidP="00A849F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02F9C2C5" w14:textId="77777777" w:rsidR="00FD1274" w:rsidRDefault="00FD1274" w:rsidP="00A849F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42B1AE8C" w14:textId="77777777" w:rsidR="00FD1274" w:rsidRDefault="00FD1274" w:rsidP="00A849F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3582066E" w14:textId="77777777" w:rsidR="00FD1274" w:rsidRDefault="00FD1274" w:rsidP="00A849F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583D8513" w14:textId="77777777" w:rsidR="00FD1274" w:rsidRDefault="00FD1274" w:rsidP="00A849F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4B26FEF2" w14:textId="77777777" w:rsidR="00FD1274" w:rsidRDefault="00FD1274" w:rsidP="00A849F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320F69F9" w14:textId="77777777" w:rsidR="00FD1274" w:rsidRDefault="00FD1274" w:rsidP="00A849F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4614A0E" w14:textId="77777777" w:rsidR="00FD1274" w:rsidRDefault="00FD1274" w:rsidP="00A849F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7362B155" w14:textId="77777777" w:rsidR="00FD1274" w:rsidRPr="00A849F7" w:rsidRDefault="00FD1274" w:rsidP="00A849F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2C39F733" w14:textId="77777777" w:rsidR="00FD1274" w:rsidRDefault="00FD1274" w:rsidP="00FD127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Приложение №2  к приказу Министерства образования</w:t>
      </w:r>
    </w:p>
    <w:p w14:paraId="46CD39F7" w14:textId="77777777" w:rsidR="00FD1274" w:rsidRPr="00BE3CB8" w:rsidRDefault="00FD1274" w:rsidP="00FD1274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14:paraId="4A359BC9" w14:textId="77777777" w:rsidR="00FD1274" w:rsidRDefault="00FD1274" w:rsidP="00FD127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14:paraId="05A64CCF" w14:textId="77777777" w:rsidR="00FD1274" w:rsidRDefault="00FD1274" w:rsidP="00FD127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14:paraId="57DD4C0F" w14:textId="77777777" w:rsidR="00FD1274" w:rsidRDefault="00FD1274" w:rsidP="00FD1274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14:paraId="5FBBB164" w14:textId="77777777" w:rsidR="00FD1274" w:rsidRPr="00FD0F2C" w:rsidRDefault="00FD1274" w:rsidP="00FD1274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3E913048" w14:textId="77777777" w:rsidR="00A849F7" w:rsidRPr="00A849F7" w:rsidRDefault="00A849F7" w:rsidP="00A849F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МР </w:t>
      </w:r>
      <w:r w:rsidRPr="00A849F7">
        <w:rPr>
          <w:rFonts w:ascii="Times New Roman" w:hAnsi="Times New Roman"/>
          <w:b/>
          <w:sz w:val="24"/>
          <w:szCs w:val="24"/>
        </w:rPr>
        <w:t xml:space="preserve">Буздякский район </w:t>
      </w:r>
      <w:r>
        <w:rPr>
          <w:rFonts w:ascii="Times New Roman" w:hAnsi="Times New Roman"/>
          <w:b/>
          <w:sz w:val="24"/>
          <w:szCs w:val="24"/>
        </w:rPr>
        <w:t>Республик</w:t>
      </w:r>
      <w:r w:rsidR="00177E3D">
        <w:rPr>
          <w:rFonts w:ascii="Times New Roman" w:hAnsi="Times New Roman"/>
          <w:b/>
          <w:sz w:val="24"/>
          <w:szCs w:val="24"/>
        </w:rPr>
        <w:t>и Башкортостан</w:t>
      </w:r>
    </w:p>
    <w:p w14:paraId="62F603A9" w14:textId="77777777" w:rsidR="00A849F7" w:rsidRPr="00B05115" w:rsidRDefault="00A849F7" w:rsidP="00A849F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544"/>
        <w:gridCol w:w="3969"/>
        <w:gridCol w:w="2977"/>
      </w:tblGrid>
      <w:tr w:rsidR="00A849F7" w:rsidRPr="00F94485" w14:paraId="6118C279" w14:textId="77777777" w:rsidTr="00A849F7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74B81" w14:textId="77777777" w:rsidR="00A849F7" w:rsidRPr="00F94485" w:rsidRDefault="00A849F7" w:rsidP="00A849F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4485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856ED" w14:textId="77777777" w:rsidR="00A849F7" w:rsidRPr="00F94485" w:rsidRDefault="00A849F7" w:rsidP="00A849F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4485">
              <w:rPr>
                <w:rFonts w:ascii="Times New Roman" w:hAnsi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B8B61" w14:textId="77777777" w:rsidR="00A849F7" w:rsidRPr="00F94485" w:rsidRDefault="00A849F7" w:rsidP="00A849F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4485">
              <w:rPr>
                <w:rFonts w:ascii="Times New Roman" w:hAnsi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ED471" w14:textId="77777777" w:rsidR="00A849F7" w:rsidRPr="00F94485" w:rsidRDefault="00A849F7" w:rsidP="00A849F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4485">
              <w:rPr>
                <w:rFonts w:ascii="Times New Roman" w:hAnsi="Times New Roman"/>
                <w:b/>
                <w:sz w:val="24"/>
                <w:szCs w:val="24"/>
              </w:rPr>
              <w:t>Должность</w:t>
            </w:r>
          </w:p>
        </w:tc>
      </w:tr>
      <w:tr w:rsidR="00A849F7" w:rsidRPr="00F94485" w14:paraId="1BE7F50B" w14:textId="77777777" w:rsidTr="00A849F7">
        <w:trPr>
          <w:trHeight w:val="5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98A7B" w14:textId="77777777" w:rsidR="00A849F7" w:rsidRPr="00F94485" w:rsidRDefault="00A849F7" w:rsidP="00A849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44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24116" w14:textId="77777777" w:rsidR="00A849F7" w:rsidRDefault="00A849F7" w:rsidP="00A849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236">
              <w:rPr>
                <w:rFonts w:ascii="Times New Roman" w:hAnsi="Times New Roman"/>
                <w:sz w:val="24"/>
                <w:szCs w:val="24"/>
              </w:rPr>
              <w:t>Самигуллина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137CFDE" w14:textId="77777777" w:rsidR="00A849F7" w:rsidRPr="00462236" w:rsidRDefault="00A849F7" w:rsidP="00A849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62236">
              <w:rPr>
                <w:rFonts w:ascii="Times New Roman" w:hAnsi="Times New Roman"/>
                <w:sz w:val="24"/>
                <w:szCs w:val="24"/>
              </w:rPr>
              <w:t>Резида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462236">
              <w:rPr>
                <w:rFonts w:ascii="Times New Roman" w:hAnsi="Times New Roman"/>
                <w:sz w:val="24"/>
                <w:szCs w:val="24"/>
              </w:rPr>
              <w:t>Мухаметзарифовна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E608D" w14:textId="77777777" w:rsidR="00A849F7" w:rsidRPr="00F94485" w:rsidRDefault="00A849F7" w:rsidP="00A849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МОБУ </w:t>
            </w:r>
            <w:r w:rsidRPr="00462236">
              <w:rPr>
                <w:rFonts w:ascii="Times New Roman" w:hAnsi="Times New Roman"/>
                <w:sz w:val="24"/>
                <w:szCs w:val="24"/>
              </w:rPr>
              <w:t xml:space="preserve">Каранская </w:t>
            </w:r>
            <w:r>
              <w:rPr>
                <w:rFonts w:ascii="Times New Roman" w:hAnsi="Times New Roman"/>
                <w:sz w:val="24"/>
                <w:szCs w:val="24"/>
              </w:rPr>
              <w:t>СОШ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AC016" w14:textId="77777777" w:rsidR="00A849F7" w:rsidRPr="00F94485" w:rsidRDefault="00A849F7" w:rsidP="00A849F7">
            <w:pPr>
              <w:jc w:val="center"/>
              <w:rPr>
                <w:sz w:val="24"/>
                <w:szCs w:val="24"/>
              </w:rPr>
            </w:pPr>
            <w:r w:rsidRPr="00F94485"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</w:tc>
      </w:tr>
      <w:tr w:rsidR="00A849F7" w:rsidRPr="00F94485" w14:paraId="0D52E968" w14:textId="77777777" w:rsidTr="00A849F7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073CD" w14:textId="77777777" w:rsidR="00A849F7" w:rsidRPr="00F94485" w:rsidRDefault="00A849F7" w:rsidP="00A849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44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739EC" w14:textId="77777777" w:rsidR="00A849F7" w:rsidRDefault="00A849F7" w:rsidP="00A849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236">
              <w:rPr>
                <w:rFonts w:ascii="Times New Roman" w:hAnsi="Times New Roman"/>
                <w:sz w:val="24"/>
                <w:szCs w:val="24"/>
              </w:rPr>
              <w:t xml:space="preserve">Насретдинова </w:t>
            </w:r>
          </w:p>
          <w:p w14:paraId="1555B9ED" w14:textId="77777777" w:rsidR="00A849F7" w:rsidRPr="00A82054" w:rsidRDefault="00A849F7" w:rsidP="00A849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62236">
              <w:rPr>
                <w:rFonts w:ascii="Times New Roman" w:hAnsi="Times New Roman"/>
                <w:sz w:val="24"/>
                <w:szCs w:val="24"/>
              </w:rPr>
              <w:t>Лариса Римовна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A6C80" w14:textId="77777777" w:rsidR="00A849F7" w:rsidRPr="00F94485" w:rsidRDefault="00A849F7" w:rsidP="00A849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МОБУ СОШ №1 с.Буздяк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13534" w14:textId="77777777" w:rsidR="00A849F7" w:rsidRPr="00F94485" w:rsidRDefault="00A849F7" w:rsidP="00A849F7">
            <w:pPr>
              <w:jc w:val="center"/>
              <w:rPr>
                <w:sz w:val="24"/>
                <w:szCs w:val="24"/>
              </w:rPr>
            </w:pPr>
            <w:r w:rsidRPr="00F94485"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</w:tc>
      </w:tr>
      <w:tr w:rsidR="00A849F7" w:rsidRPr="00F94485" w14:paraId="40B32F13" w14:textId="77777777" w:rsidTr="00A849F7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0E245" w14:textId="77777777" w:rsidR="00A849F7" w:rsidRPr="00F94485" w:rsidRDefault="00A849F7" w:rsidP="00A849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54058" w14:textId="77777777" w:rsidR="00A849F7" w:rsidRDefault="00A849F7" w:rsidP="00A849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62236">
              <w:rPr>
                <w:rFonts w:ascii="Times New Roman" w:hAnsi="Times New Roman"/>
                <w:sz w:val="24"/>
                <w:szCs w:val="24"/>
              </w:rPr>
              <w:t>Маликова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</w:p>
          <w:p w14:paraId="1B022A31" w14:textId="77777777" w:rsidR="00A849F7" w:rsidRPr="00A849F7" w:rsidRDefault="00A849F7" w:rsidP="00A849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62236">
              <w:rPr>
                <w:rFonts w:ascii="Times New Roman" w:hAnsi="Times New Roman"/>
                <w:sz w:val="24"/>
                <w:szCs w:val="24"/>
              </w:rPr>
              <w:t>Лида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462236">
              <w:rPr>
                <w:rFonts w:ascii="Times New Roman" w:hAnsi="Times New Roman"/>
                <w:sz w:val="24"/>
                <w:szCs w:val="24"/>
              </w:rPr>
              <w:t>Фагимовна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95272" w14:textId="77777777" w:rsidR="00A849F7" w:rsidRPr="00F94485" w:rsidRDefault="00A849F7" w:rsidP="00A849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МОБУ </w:t>
            </w:r>
            <w:r w:rsidRPr="00462236">
              <w:rPr>
                <w:rFonts w:ascii="Times New Roman" w:hAnsi="Times New Roman"/>
                <w:sz w:val="24"/>
                <w:szCs w:val="24"/>
              </w:rPr>
              <w:t xml:space="preserve">Каранская </w:t>
            </w:r>
            <w:r>
              <w:rPr>
                <w:rFonts w:ascii="Times New Roman" w:hAnsi="Times New Roman"/>
                <w:sz w:val="24"/>
                <w:szCs w:val="24"/>
              </w:rPr>
              <w:t>СОШ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CC58B" w14:textId="77777777" w:rsidR="00A849F7" w:rsidRPr="00F94485" w:rsidRDefault="00A849F7" w:rsidP="00A849F7">
            <w:pPr>
              <w:jc w:val="center"/>
              <w:rPr>
                <w:sz w:val="24"/>
                <w:szCs w:val="24"/>
              </w:rPr>
            </w:pPr>
            <w:r w:rsidRPr="00F94485"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</w:tc>
      </w:tr>
      <w:tr w:rsidR="00A849F7" w:rsidRPr="00F94485" w14:paraId="2A27A005" w14:textId="77777777" w:rsidTr="00A849F7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1D3FB" w14:textId="77777777" w:rsidR="00A849F7" w:rsidRDefault="00A849F7" w:rsidP="00A849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E031F" w14:textId="77777777" w:rsidR="00A849F7" w:rsidRDefault="00A849F7" w:rsidP="00A849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62236">
              <w:rPr>
                <w:rFonts w:ascii="Times New Roman" w:hAnsi="Times New Roman"/>
                <w:sz w:val="24"/>
                <w:szCs w:val="24"/>
              </w:rPr>
              <w:t xml:space="preserve">Валеева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</w:p>
          <w:p w14:paraId="135AAC48" w14:textId="77777777" w:rsidR="00A849F7" w:rsidRPr="00A82054" w:rsidRDefault="00A849F7" w:rsidP="00A849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62236">
              <w:rPr>
                <w:rFonts w:ascii="Times New Roman" w:hAnsi="Times New Roman"/>
                <w:sz w:val="24"/>
                <w:szCs w:val="24"/>
              </w:rPr>
              <w:t>Клара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462236">
              <w:rPr>
                <w:rFonts w:ascii="Times New Roman" w:hAnsi="Times New Roman"/>
                <w:sz w:val="24"/>
                <w:szCs w:val="24"/>
              </w:rPr>
              <w:t>Ансариевна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00EEA" w14:textId="77777777" w:rsidR="00A849F7" w:rsidRPr="00F94485" w:rsidRDefault="00A849F7" w:rsidP="00A849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МОБУ СОШ  с. Копей-Кубово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8E8CB" w14:textId="77777777" w:rsidR="00A849F7" w:rsidRPr="00F94485" w:rsidRDefault="00A849F7" w:rsidP="00A849F7">
            <w:pPr>
              <w:jc w:val="center"/>
              <w:rPr>
                <w:sz w:val="24"/>
                <w:szCs w:val="24"/>
              </w:rPr>
            </w:pPr>
            <w:r w:rsidRPr="00F94485"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</w:tc>
      </w:tr>
      <w:tr w:rsidR="00A849F7" w:rsidRPr="00F94485" w14:paraId="6436A9AF" w14:textId="77777777" w:rsidTr="00A849F7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2A559" w14:textId="77777777" w:rsidR="00A849F7" w:rsidRDefault="00A849F7" w:rsidP="00A849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E36C1" w14:textId="77777777" w:rsidR="00A849F7" w:rsidRDefault="00A849F7" w:rsidP="00A849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236">
              <w:rPr>
                <w:rFonts w:ascii="Times New Roman" w:hAnsi="Times New Roman"/>
                <w:sz w:val="24"/>
                <w:szCs w:val="24"/>
              </w:rPr>
              <w:t>Минияров</w:t>
            </w:r>
          </w:p>
          <w:p w14:paraId="75874168" w14:textId="77777777" w:rsidR="00A849F7" w:rsidRPr="00A82054" w:rsidRDefault="00A849F7" w:rsidP="00A849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462236">
              <w:rPr>
                <w:rFonts w:ascii="Times New Roman" w:hAnsi="Times New Roman"/>
                <w:sz w:val="24"/>
                <w:szCs w:val="24"/>
              </w:rPr>
              <w:t>Саитгали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462236">
              <w:rPr>
                <w:rFonts w:ascii="Times New Roman" w:hAnsi="Times New Roman"/>
                <w:sz w:val="24"/>
                <w:szCs w:val="24"/>
              </w:rPr>
              <w:t>Тимергалиевич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534EE" w14:textId="77777777" w:rsidR="00A849F7" w:rsidRDefault="00A849F7" w:rsidP="00A849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МОБУ СОШ</w:t>
            </w:r>
          </w:p>
          <w:p w14:paraId="542C7BEE" w14:textId="77777777" w:rsidR="00A849F7" w:rsidRPr="00F94485" w:rsidRDefault="00A849F7" w:rsidP="00A849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</w:t>
            </w:r>
            <w:r w:rsidRPr="004622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Канлы -</w:t>
            </w:r>
            <w:r w:rsidRPr="00462236">
              <w:rPr>
                <w:rFonts w:ascii="Times New Roman" w:hAnsi="Times New Roman"/>
                <w:sz w:val="24"/>
                <w:szCs w:val="24"/>
              </w:rPr>
              <w:t>Туркеево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B41C3" w14:textId="77777777" w:rsidR="00A849F7" w:rsidRPr="00F94485" w:rsidRDefault="00A849F7" w:rsidP="00A849F7">
            <w:pPr>
              <w:jc w:val="center"/>
              <w:rPr>
                <w:sz w:val="24"/>
                <w:szCs w:val="24"/>
              </w:rPr>
            </w:pPr>
            <w:r w:rsidRPr="00F94485"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</w:tc>
      </w:tr>
      <w:tr w:rsidR="00A849F7" w:rsidRPr="00F94485" w14:paraId="5AD463D3" w14:textId="77777777" w:rsidTr="00A849F7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8823B" w14:textId="77777777" w:rsidR="00A849F7" w:rsidRDefault="00A849F7" w:rsidP="00A849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8DB3C" w14:textId="77777777" w:rsidR="00A849F7" w:rsidRDefault="00A849F7" w:rsidP="00A849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62236">
              <w:rPr>
                <w:rFonts w:ascii="Times New Roman" w:hAnsi="Times New Roman"/>
                <w:sz w:val="24"/>
                <w:szCs w:val="24"/>
              </w:rPr>
              <w:t>Мухаметдинова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</w:p>
          <w:p w14:paraId="710F89C6" w14:textId="77777777" w:rsidR="00A849F7" w:rsidRPr="00A82054" w:rsidRDefault="00A849F7" w:rsidP="00A849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62236">
              <w:rPr>
                <w:rFonts w:ascii="Times New Roman" w:hAnsi="Times New Roman"/>
                <w:sz w:val="24"/>
                <w:szCs w:val="24"/>
              </w:rPr>
              <w:t>Рамзия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462236">
              <w:rPr>
                <w:rFonts w:ascii="Times New Roman" w:hAnsi="Times New Roman"/>
                <w:sz w:val="24"/>
                <w:szCs w:val="24"/>
              </w:rPr>
              <w:t>Фоатовна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5703B" w14:textId="77777777" w:rsidR="00A849F7" w:rsidRPr="00F94485" w:rsidRDefault="00A849F7" w:rsidP="00A849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МОБУ СОШ с.</w:t>
            </w:r>
            <w:r w:rsidRPr="00462236">
              <w:rPr>
                <w:rFonts w:ascii="Times New Roman" w:hAnsi="Times New Roman"/>
                <w:sz w:val="24"/>
                <w:szCs w:val="24"/>
              </w:rPr>
              <w:t xml:space="preserve"> Гафури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F78A6" w14:textId="77777777" w:rsidR="00A849F7" w:rsidRPr="00F94485" w:rsidRDefault="00A849F7" w:rsidP="00A849F7">
            <w:pPr>
              <w:jc w:val="center"/>
              <w:rPr>
                <w:sz w:val="24"/>
                <w:szCs w:val="24"/>
              </w:rPr>
            </w:pPr>
            <w:r w:rsidRPr="00F94485"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</w:tc>
      </w:tr>
      <w:tr w:rsidR="00A849F7" w:rsidRPr="00F94485" w14:paraId="2DAA222F" w14:textId="77777777" w:rsidTr="00A849F7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68898" w14:textId="77777777" w:rsidR="00A849F7" w:rsidRDefault="00A849F7" w:rsidP="00A849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2FB20" w14:textId="77777777" w:rsidR="00A849F7" w:rsidRDefault="00A849F7" w:rsidP="00A849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62236">
              <w:rPr>
                <w:rFonts w:ascii="Times New Roman" w:hAnsi="Times New Roman"/>
                <w:sz w:val="24"/>
                <w:szCs w:val="24"/>
              </w:rPr>
              <w:t>Мусина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</w:p>
          <w:p w14:paraId="7758AE2C" w14:textId="77777777" w:rsidR="00A849F7" w:rsidRPr="00462236" w:rsidRDefault="00A849F7" w:rsidP="00A849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62236">
              <w:rPr>
                <w:rFonts w:ascii="Times New Roman" w:hAnsi="Times New Roman"/>
                <w:sz w:val="24"/>
                <w:szCs w:val="24"/>
              </w:rPr>
              <w:t xml:space="preserve">Гульнара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462236">
              <w:rPr>
                <w:rFonts w:ascii="Times New Roman" w:hAnsi="Times New Roman"/>
                <w:sz w:val="24"/>
                <w:szCs w:val="24"/>
              </w:rPr>
              <w:t>Ануровна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ECCFD" w14:textId="77777777" w:rsidR="00A849F7" w:rsidRDefault="00A849F7" w:rsidP="00A849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МОБУ СОШ с.Кузеево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ADB41" w14:textId="77777777" w:rsidR="00A849F7" w:rsidRPr="00F94485" w:rsidRDefault="00A849F7" w:rsidP="00A849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236"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</w:tc>
      </w:tr>
    </w:tbl>
    <w:p w14:paraId="72EE292E" w14:textId="77777777" w:rsidR="00A849F7" w:rsidRPr="00B05115" w:rsidRDefault="00A849F7" w:rsidP="00A849F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5AECE2F" w14:textId="77777777" w:rsidR="00A849F7" w:rsidRPr="00B05115" w:rsidRDefault="00A849F7" w:rsidP="00A849F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E28C050" w14:textId="77777777" w:rsidR="00A849F7" w:rsidRDefault="00A849F7" w:rsidP="00A849F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4C666B5E" w14:textId="77777777" w:rsidR="00A849F7" w:rsidRPr="00177E3D" w:rsidRDefault="00A849F7" w:rsidP="00177E3D">
      <w:pPr>
        <w:tabs>
          <w:tab w:val="left" w:pos="133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031D8BB" w14:textId="77777777" w:rsidR="00FD1274" w:rsidRDefault="00FD1274" w:rsidP="00177E3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35440C5" w14:textId="77777777" w:rsidR="00FD1274" w:rsidRDefault="00FD1274" w:rsidP="00177E3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245A04E" w14:textId="77777777" w:rsidR="00FD1274" w:rsidRDefault="00FD1274" w:rsidP="00177E3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423A8E7" w14:textId="77777777" w:rsidR="00FD1274" w:rsidRDefault="00FD1274" w:rsidP="00177E3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137438" w14:textId="77777777" w:rsidR="00FD1274" w:rsidRDefault="00FD1274" w:rsidP="00177E3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05E5B11" w14:textId="77777777" w:rsidR="00FD1274" w:rsidRDefault="00FD1274" w:rsidP="00177E3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ED86308" w14:textId="77777777" w:rsidR="00FD1274" w:rsidRDefault="00FD1274" w:rsidP="00177E3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E5C0B2A" w14:textId="77777777" w:rsidR="00FD1274" w:rsidRDefault="00FD1274" w:rsidP="00177E3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C251B42" w14:textId="77777777" w:rsidR="00FD1274" w:rsidRDefault="00FD1274" w:rsidP="00177E3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6937403" w14:textId="77777777" w:rsidR="00FD1274" w:rsidRDefault="00FD1274" w:rsidP="00177E3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1D68A67" w14:textId="77777777" w:rsidR="00FD1274" w:rsidRDefault="00FD1274" w:rsidP="00177E3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E888029" w14:textId="77777777" w:rsidR="00FD1274" w:rsidRDefault="00FD1274" w:rsidP="00177E3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5A99091" w14:textId="77777777" w:rsidR="00FD1274" w:rsidRDefault="00FD1274" w:rsidP="00177E3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51BE531" w14:textId="77777777" w:rsidR="00FD1274" w:rsidRDefault="00FD1274" w:rsidP="00177E3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A344C77" w14:textId="77777777" w:rsidR="00FD1274" w:rsidRDefault="00FD1274" w:rsidP="00177E3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3662589" w14:textId="77777777" w:rsidR="00FD1274" w:rsidRDefault="00FD1274" w:rsidP="00177E3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0BAA401" w14:textId="77777777" w:rsidR="00FD1274" w:rsidRDefault="00FD1274" w:rsidP="00177E3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3328CC9" w14:textId="77777777" w:rsidR="00FD1274" w:rsidRDefault="00FD1274" w:rsidP="00177E3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54FCD5D" w14:textId="77777777" w:rsidR="00FD1274" w:rsidRDefault="00FD1274" w:rsidP="00177E3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1865A87" w14:textId="77777777" w:rsidR="00FD1274" w:rsidRDefault="00FD1274" w:rsidP="00177E3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A4BBC8A" w14:textId="77777777" w:rsidR="00FD1274" w:rsidRDefault="00FD1274" w:rsidP="00177E3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68CEF9F" w14:textId="77777777" w:rsidR="00FD1274" w:rsidRDefault="00FD1274" w:rsidP="00177E3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7D17969" w14:textId="77777777" w:rsidR="00FD1274" w:rsidRDefault="00FD1274" w:rsidP="00FD127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Приложение №2  к приказу Министерства образования</w:t>
      </w:r>
    </w:p>
    <w:p w14:paraId="0A2B7209" w14:textId="77777777" w:rsidR="00FD1274" w:rsidRPr="00BE3CB8" w:rsidRDefault="00FD1274" w:rsidP="00FD1274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14:paraId="3FC28249" w14:textId="77777777" w:rsidR="00FD1274" w:rsidRDefault="00FD1274" w:rsidP="00FD127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14:paraId="240CFB25" w14:textId="77777777" w:rsidR="00FD1274" w:rsidRDefault="00FD1274" w:rsidP="00FD127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14:paraId="210B7F01" w14:textId="77777777" w:rsidR="00FD1274" w:rsidRDefault="00FD1274" w:rsidP="00FD1274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14:paraId="5114048E" w14:textId="77777777" w:rsidR="00FD1274" w:rsidRPr="00FD0F2C" w:rsidRDefault="00FD1274" w:rsidP="00FD1274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07FFA876" w14:textId="77777777" w:rsidR="00177E3D" w:rsidRPr="00177E3D" w:rsidRDefault="00177E3D" w:rsidP="00177E3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7E3D">
        <w:rPr>
          <w:rFonts w:ascii="Times New Roman" w:eastAsia="Times New Roman" w:hAnsi="Times New Roman" w:cs="Times New Roman"/>
          <w:b/>
          <w:sz w:val="24"/>
          <w:szCs w:val="24"/>
        </w:rPr>
        <w:t>МР Дуванский район Республики Башкортостан</w:t>
      </w:r>
    </w:p>
    <w:p w14:paraId="75EE676B" w14:textId="77777777" w:rsidR="00177E3D" w:rsidRPr="00177E3D" w:rsidRDefault="00177E3D" w:rsidP="00177E3D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3544"/>
        <w:gridCol w:w="3969"/>
        <w:gridCol w:w="2977"/>
      </w:tblGrid>
      <w:tr w:rsidR="00177E3D" w:rsidRPr="00177E3D" w14:paraId="3CB52753" w14:textId="77777777" w:rsidTr="00894A01">
        <w:tc>
          <w:tcPr>
            <w:tcW w:w="567" w:type="dxa"/>
            <w:shd w:val="clear" w:color="auto" w:fill="auto"/>
            <w:vAlign w:val="center"/>
          </w:tcPr>
          <w:p w14:paraId="560268AF" w14:textId="77777777" w:rsidR="00177E3D" w:rsidRPr="00F94485" w:rsidRDefault="00177E3D" w:rsidP="00894A0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4485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576E24F" w14:textId="77777777" w:rsidR="00177E3D" w:rsidRPr="00F94485" w:rsidRDefault="00177E3D" w:rsidP="00894A0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4485">
              <w:rPr>
                <w:rFonts w:ascii="Times New Roman" w:hAnsi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CD4B748" w14:textId="77777777" w:rsidR="00177E3D" w:rsidRPr="00F94485" w:rsidRDefault="00177E3D" w:rsidP="00894A0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4485">
              <w:rPr>
                <w:rFonts w:ascii="Times New Roman" w:hAnsi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788230A" w14:textId="77777777" w:rsidR="00177E3D" w:rsidRPr="00F94485" w:rsidRDefault="00177E3D" w:rsidP="00894A0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4485">
              <w:rPr>
                <w:rFonts w:ascii="Times New Roman" w:hAnsi="Times New Roman"/>
                <w:b/>
                <w:sz w:val="24"/>
                <w:szCs w:val="24"/>
              </w:rPr>
              <w:t>Должность</w:t>
            </w:r>
          </w:p>
        </w:tc>
      </w:tr>
      <w:tr w:rsidR="00177E3D" w:rsidRPr="00177E3D" w14:paraId="5579E32C" w14:textId="77777777" w:rsidTr="00177E3D">
        <w:tc>
          <w:tcPr>
            <w:tcW w:w="567" w:type="dxa"/>
            <w:shd w:val="clear" w:color="auto" w:fill="auto"/>
          </w:tcPr>
          <w:p w14:paraId="0CB27C30" w14:textId="77777777" w:rsidR="00177E3D" w:rsidRPr="00177E3D" w:rsidRDefault="00177E3D" w:rsidP="00177E3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E3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14:paraId="3652F988" w14:textId="77777777" w:rsidR="00177E3D" w:rsidRDefault="00177E3D" w:rsidP="00177E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E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Мугурбанова </w:t>
            </w:r>
          </w:p>
          <w:p w14:paraId="283BA3CF" w14:textId="77777777" w:rsidR="00177E3D" w:rsidRPr="00177E3D" w:rsidRDefault="00177E3D" w:rsidP="00177E3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E3D">
              <w:rPr>
                <w:rFonts w:ascii="Times New Roman" w:eastAsia="Times New Roman" w:hAnsi="Times New Roman" w:cs="Times New Roman"/>
                <w:sz w:val="24"/>
                <w:szCs w:val="24"/>
              </w:rPr>
              <w:t>Зифа Ахметовна</w:t>
            </w:r>
          </w:p>
        </w:tc>
        <w:tc>
          <w:tcPr>
            <w:tcW w:w="3969" w:type="dxa"/>
            <w:shd w:val="clear" w:color="auto" w:fill="auto"/>
          </w:tcPr>
          <w:p w14:paraId="13080808" w14:textId="77777777" w:rsidR="00177E3D" w:rsidRPr="00177E3D" w:rsidRDefault="00177E3D" w:rsidP="00177E3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E3D">
              <w:rPr>
                <w:rFonts w:ascii="Times New Roman" w:eastAsia="Times New Roman" w:hAnsi="Times New Roman" w:cs="Times New Roman"/>
                <w:sz w:val="24"/>
                <w:szCs w:val="24"/>
              </w:rPr>
              <w:t>ГБОУ РЛИ Дуванского района</w:t>
            </w:r>
          </w:p>
        </w:tc>
        <w:tc>
          <w:tcPr>
            <w:tcW w:w="2977" w:type="dxa"/>
            <w:shd w:val="clear" w:color="auto" w:fill="auto"/>
          </w:tcPr>
          <w:p w14:paraId="3628C77D" w14:textId="77777777" w:rsidR="00177E3D" w:rsidRPr="00177E3D" w:rsidRDefault="00177E3D" w:rsidP="00177E3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7E3D">
              <w:rPr>
                <w:rFonts w:ascii="Times New Roman" w:eastAsia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  <w:tr w:rsidR="00177E3D" w:rsidRPr="00177E3D" w14:paraId="4C573485" w14:textId="77777777" w:rsidTr="00177E3D">
        <w:tc>
          <w:tcPr>
            <w:tcW w:w="567" w:type="dxa"/>
            <w:shd w:val="clear" w:color="auto" w:fill="auto"/>
          </w:tcPr>
          <w:p w14:paraId="400CE3E1" w14:textId="77777777" w:rsidR="00177E3D" w:rsidRPr="00177E3D" w:rsidRDefault="00177E3D" w:rsidP="00177E3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E3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shd w:val="clear" w:color="auto" w:fill="auto"/>
          </w:tcPr>
          <w:p w14:paraId="498F00DC" w14:textId="77777777" w:rsidR="00177E3D" w:rsidRDefault="00177E3D" w:rsidP="00177E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E3D">
              <w:rPr>
                <w:rFonts w:ascii="Times New Roman" w:eastAsia="Times New Roman" w:hAnsi="Times New Roman" w:cs="Times New Roman"/>
                <w:sz w:val="24"/>
                <w:szCs w:val="24"/>
              </w:rPr>
              <w:t>Баева</w:t>
            </w:r>
          </w:p>
          <w:p w14:paraId="0E20D4C3" w14:textId="77777777" w:rsidR="00177E3D" w:rsidRPr="00177E3D" w:rsidRDefault="00177E3D" w:rsidP="00177E3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E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Гюзелия Ридовна</w:t>
            </w:r>
          </w:p>
        </w:tc>
        <w:tc>
          <w:tcPr>
            <w:tcW w:w="3969" w:type="dxa"/>
            <w:shd w:val="clear" w:color="auto" w:fill="auto"/>
          </w:tcPr>
          <w:p w14:paraId="1C8EF257" w14:textId="77777777" w:rsidR="00177E3D" w:rsidRPr="00177E3D" w:rsidRDefault="00177E3D" w:rsidP="00177E3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E3D">
              <w:rPr>
                <w:rFonts w:ascii="Times New Roman" w:eastAsia="Times New Roman" w:hAnsi="Times New Roman" w:cs="Times New Roman"/>
                <w:sz w:val="24"/>
                <w:szCs w:val="24"/>
              </w:rPr>
              <w:t>ГБОУ РЛИ Дуванского района</w:t>
            </w:r>
          </w:p>
        </w:tc>
        <w:tc>
          <w:tcPr>
            <w:tcW w:w="2977" w:type="dxa"/>
            <w:shd w:val="clear" w:color="auto" w:fill="auto"/>
          </w:tcPr>
          <w:p w14:paraId="32F3C19B" w14:textId="77777777" w:rsidR="00177E3D" w:rsidRPr="00177E3D" w:rsidRDefault="00177E3D" w:rsidP="00177E3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77E3D">
              <w:rPr>
                <w:rFonts w:ascii="Times New Roman" w:eastAsia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177E3D" w:rsidRPr="00177E3D" w14:paraId="59EFE5CC" w14:textId="77777777" w:rsidTr="00177E3D">
        <w:tc>
          <w:tcPr>
            <w:tcW w:w="567" w:type="dxa"/>
            <w:shd w:val="clear" w:color="auto" w:fill="auto"/>
          </w:tcPr>
          <w:p w14:paraId="4886AAA8" w14:textId="77777777" w:rsidR="00177E3D" w:rsidRPr="00177E3D" w:rsidRDefault="00177E3D" w:rsidP="00177E3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E3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  <w:shd w:val="clear" w:color="auto" w:fill="auto"/>
          </w:tcPr>
          <w:p w14:paraId="714DCEC9" w14:textId="77777777" w:rsidR="00177E3D" w:rsidRDefault="00177E3D" w:rsidP="00177E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E3D">
              <w:rPr>
                <w:rFonts w:ascii="Times New Roman" w:eastAsia="Times New Roman" w:hAnsi="Times New Roman" w:cs="Times New Roman"/>
                <w:sz w:val="24"/>
                <w:szCs w:val="24"/>
              </w:rPr>
              <w:t>Кашапова</w:t>
            </w:r>
          </w:p>
          <w:p w14:paraId="5102FA77" w14:textId="77777777" w:rsidR="00177E3D" w:rsidRPr="00177E3D" w:rsidRDefault="00177E3D" w:rsidP="00177E3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E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Мавлида Рагибовна</w:t>
            </w:r>
          </w:p>
        </w:tc>
        <w:tc>
          <w:tcPr>
            <w:tcW w:w="3969" w:type="dxa"/>
            <w:shd w:val="clear" w:color="auto" w:fill="auto"/>
          </w:tcPr>
          <w:p w14:paraId="7A4F9466" w14:textId="77777777" w:rsidR="00177E3D" w:rsidRPr="00177E3D" w:rsidRDefault="00177E3D" w:rsidP="00177E3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E3D">
              <w:rPr>
                <w:rFonts w:ascii="Times New Roman" w:eastAsia="Times New Roman" w:hAnsi="Times New Roman" w:cs="Times New Roman"/>
                <w:sz w:val="24"/>
                <w:szCs w:val="24"/>
              </w:rPr>
              <w:t>ГБОУ РЛИ Дуванского района</w:t>
            </w:r>
          </w:p>
        </w:tc>
        <w:tc>
          <w:tcPr>
            <w:tcW w:w="2977" w:type="dxa"/>
            <w:shd w:val="clear" w:color="auto" w:fill="auto"/>
          </w:tcPr>
          <w:p w14:paraId="59FCFFD8" w14:textId="77777777" w:rsidR="00177E3D" w:rsidRPr="00177E3D" w:rsidRDefault="00177E3D" w:rsidP="00177E3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7E3D">
              <w:rPr>
                <w:rFonts w:ascii="Times New Roman" w:eastAsia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  <w:tr w:rsidR="00177E3D" w:rsidRPr="00177E3D" w14:paraId="0B8B84CD" w14:textId="77777777" w:rsidTr="00177E3D">
        <w:tc>
          <w:tcPr>
            <w:tcW w:w="567" w:type="dxa"/>
            <w:shd w:val="clear" w:color="auto" w:fill="auto"/>
          </w:tcPr>
          <w:p w14:paraId="634FA543" w14:textId="77777777" w:rsidR="00177E3D" w:rsidRPr="00177E3D" w:rsidRDefault="00177E3D" w:rsidP="00177E3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E3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  <w:shd w:val="clear" w:color="auto" w:fill="auto"/>
          </w:tcPr>
          <w:p w14:paraId="0183F999" w14:textId="77777777" w:rsidR="00177E3D" w:rsidRDefault="00177E3D" w:rsidP="00177E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E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Нутфуллина </w:t>
            </w:r>
          </w:p>
          <w:p w14:paraId="3F0B1888" w14:textId="77777777" w:rsidR="00177E3D" w:rsidRPr="00177E3D" w:rsidRDefault="00177E3D" w:rsidP="00177E3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E3D">
              <w:rPr>
                <w:rFonts w:ascii="Times New Roman" w:eastAsia="Times New Roman" w:hAnsi="Times New Roman" w:cs="Times New Roman"/>
                <w:sz w:val="24"/>
                <w:szCs w:val="24"/>
              </w:rPr>
              <w:t>Азалия Каримьяновна</w:t>
            </w:r>
          </w:p>
        </w:tc>
        <w:tc>
          <w:tcPr>
            <w:tcW w:w="3969" w:type="dxa"/>
            <w:shd w:val="clear" w:color="auto" w:fill="auto"/>
          </w:tcPr>
          <w:p w14:paraId="27B8EADB" w14:textId="77777777" w:rsidR="00177E3D" w:rsidRPr="00177E3D" w:rsidRDefault="00177E3D" w:rsidP="00177E3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E3D">
              <w:rPr>
                <w:rFonts w:ascii="Times New Roman" w:eastAsia="Times New Roman" w:hAnsi="Times New Roman" w:cs="Times New Roman"/>
                <w:sz w:val="24"/>
                <w:szCs w:val="24"/>
              </w:rPr>
              <w:t>ГБОУ РЛИ Дуванского района</w:t>
            </w:r>
          </w:p>
        </w:tc>
        <w:tc>
          <w:tcPr>
            <w:tcW w:w="2977" w:type="dxa"/>
            <w:shd w:val="clear" w:color="auto" w:fill="auto"/>
          </w:tcPr>
          <w:p w14:paraId="7C16A381" w14:textId="77777777" w:rsidR="00177E3D" w:rsidRPr="00177E3D" w:rsidRDefault="00177E3D" w:rsidP="00177E3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7E3D">
              <w:rPr>
                <w:rFonts w:ascii="Times New Roman" w:eastAsia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  <w:tr w:rsidR="00177E3D" w:rsidRPr="00177E3D" w14:paraId="1AAAB35C" w14:textId="77777777" w:rsidTr="00177E3D">
        <w:tc>
          <w:tcPr>
            <w:tcW w:w="567" w:type="dxa"/>
            <w:shd w:val="clear" w:color="auto" w:fill="auto"/>
          </w:tcPr>
          <w:p w14:paraId="02726665" w14:textId="77777777" w:rsidR="00177E3D" w:rsidRPr="00177E3D" w:rsidRDefault="00177E3D" w:rsidP="00177E3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E3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4" w:type="dxa"/>
            <w:shd w:val="clear" w:color="auto" w:fill="auto"/>
          </w:tcPr>
          <w:p w14:paraId="79CEF3D3" w14:textId="77777777" w:rsidR="00177E3D" w:rsidRDefault="00177E3D" w:rsidP="00177E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E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Тучкевич </w:t>
            </w:r>
          </w:p>
          <w:p w14:paraId="136CDC45" w14:textId="77777777" w:rsidR="00177E3D" w:rsidRPr="00177E3D" w:rsidRDefault="00177E3D" w:rsidP="00177E3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E3D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Михаил Васильевич</w:t>
            </w:r>
          </w:p>
        </w:tc>
        <w:tc>
          <w:tcPr>
            <w:tcW w:w="3969" w:type="dxa"/>
            <w:shd w:val="clear" w:color="auto" w:fill="auto"/>
          </w:tcPr>
          <w:p w14:paraId="524AFBC9" w14:textId="77777777" w:rsidR="00177E3D" w:rsidRPr="00177E3D" w:rsidRDefault="00177E3D" w:rsidP="00177E3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E3D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ДОД Детско-юношеская спортивная школа Дуванского района РБ</w:t>
            </w:r>
          </w:p>
        </w:tc>
        <w:tc>
          <w:tcPr>
            <w:tcW w:w="2977" w:type="dxa"/>
            <w:shd w:val="clear" w:color="auto" w:fill="auto"/>
          </w:tcPr>
          <w:p w14:paraId="21AA3B1E" w14:textId="77777777" w:rsidR="00177E3D" w:rsidRPr="00177E3D" w:rsidRDefault="00177E3D" w:rsidP="00177E3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77E3D">
              <w:rPr>
                <w:rFonts w:ascii="Times New Roman" w:eastAsia="Times New Roman" w:hAnsi="Times New Roman" w:cs="Times New Roman"/>
                <w:sz w:val="24"/>
                <w:szCs w:val="24"/>
              </w:rPr>
              <w:t>ренер-преподаватель</w:t>
            </w:r>
          </w:p>
        </w:tc>
      </w:tr>
      <w:tr w:rsidR="00177E3D" w:rsidRPr="00177E3D" w14:paraId="23EEEFB1" w14:textId="77777777" w:rsidTr="00177E3D">
        <w:tc>
          <w:tcPr>
            <w:tcW w:w="567" w:type="dxa"/>
            <w:shd w:val="clear" w:color="auto" w:fill="auto"/>
          </w:tcPr>
          <w:p w14:paraId="21AF9283" w14:textId="77777777" w:rsidR="00177E3D" w:rsidRPr="00177E3D" w:rsidRDefault="00177E3D" w:rsidP="00177E3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E3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  <w:shd w:val="clear" w:color="auto" w:fill="auto"/>
          </w:tcPr>
          <w:p w14:paraId="67946702" w14:textId="77777777" w:rsidR="00177E3D" w:rsidRDefault="00177E3D" w:rsidP="00177E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E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Устюгова </w:t>
            </w:r>
          </w:p>
          <w:p w14:paraId="43409324" w14:textId="77777777" w:rsidR="00177E3D" w:rsidRPr="00177E3D" w:rsidRDefault="00177E3D" w:rsidP="00177E3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E3D">
              <w:rPr>
                <w:rFonts w:ascii="Times New Roman" w:eastAsia="Times New Roman" w:hAnsi="Times New Roman" w:cs="Times New Roman"/>
                <w:sz w:val="24"/>
                <w:szCs w:val="24"/>
              </w:rPr>
              <w:t>Лидия Ивановна</w:t>
            </w:r>
          </w:p>
        </w:tc>
        <w:tc>
          <w:tcPr>
            <w:tcW w:w="3969" w:type="dxa"/>
            <w:shd w:val="clear" w:color="auto" w:fill="auto"/>
          </w:tcPr>
          <w:p w14:paraId="1F5996A2" w14:textId="77777777" w:rsidR="00177E3D" w:rsidRPr="00177E3D" w:rsidRDefault="00177E3D" w:rsidP="00177E3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E3D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СОШ с.Дуван Дуванского района РБ</w:t>
            </w:r>
          </w:p>
        </w:tc>
        <w:tc>
          <w:tcPr>
            <w:tcW w:w="2977" w:type="dxa"/>
            <w:shd w:val="clear" w:color="auto" w:fill="auto"/>
          </w:tcPr>
          <w:p w14:paraId="4AF4946D" w14:textId="77777777" w:rsidR="00177E3D" w:rsidRPr="00177E3D" w:rsidRDefault="00177E3D" w:rsidP="00177E3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77E3D">
              <w:rPr>
                <w:rFonts w:ascii="Times New Roman" w:eastAsia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177E3D" w:rsidRPr="00177E3D" w14:paraId="03192669" w14:textId="77777777" w:rsidTr="00177E3D">
        <w:tc>
          <w:tcPr>
            <w:tcW w:w="567" w:type="dxa"/>
            <w:shd w:val="clear" w:color="auto" w:fill="auto"/>
          </w:tcPr>
          <w:p w14:paraId="206E27D4" w14:textId="77777777" w:rsidR="00177E3D" w:rsidRPr="00177E3D" w:rsidRDefault="00177E3D" w:rsidP="00177E3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E3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44" w:type="dxa"/>
            <w:shd w:val="clear" w:color="auto" w:fill="auto"/>
          </w:tcPr>
          <w:p w14:paraId="3CFAB147" w14:textId="77777777" w:rsidR="00177E3D" w:rsidRDefault="00177E3D" w:rsidP="00177E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E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Грехова </w:t>
            </w:r>
          </w:p>
          <w:p w14:paraId="786FD2A5" w14:textId="77777777" w:rsidR="00177E3D" w:rsidRPr="00177E3D" w:rsidRDefault="00177E3D" w:rsidP="00177E3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E3D">
              <w:rPr>
                <w:rFonts w:ascii="Times New Roman" w:eastAsia="Times New Roman" w:hAnsi="Times New Roman" w:cs="Times New Roman"/>
                <w:sz w:val="24"/>
                <w:szCs w:val="24"/>
              </w:rPr>
              <w:t>Нина Анатольевна</w:t>
            </w:r>
          </w:p>
        </w:tc>
        <w:tc>
          <w:tcPr>
            <w:tcW w:w="3969" w:type="dxa"/>
            <w:shd w:val="clear" w:color="auto" w:fill="auto"/>
          </w:tcPr>
          <w:p w14:paraId="74F10CAF" w14:textId="77777777" w:rsidR="00177E3D" w:rsidRPr="00177E3D" w:rsidRDefault="00177E3D" w:rsidP="00177E3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E3D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СОШ с.Тастуба Дуванского района РБ</w:t>
            </w:r>
          </w:p>
        </w:tc>
        <w:tc>
          <w:tcPr>
            <w:tcW w:w="2977" w:type="dxa"/>
            <w:shd w:val="clear" w:color="auto" w:fill="auto"/>
          </w:tcPr>
          <w:p w14:paraId="5E808272" w14:textId="77777777" w:rsidR="00177E3D" w:rsidRPr="00177E3D" w:rsidRDefault="00177E3D" w:rsidP="00177E3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77E3D">
              <w:rPr>
                <w:rFonts w:ascii="Times New Roman" w:eastAsia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177E3D" w:rsidRPr="00177E3D" w14:paraId="550187F9" w14:textId="77777777" w:rsidTr="00177E3D">
        <w:tc>
          <w:tcPr>
            <w:tcW w:w="567" w:type="dxa"/>
            <w:shd w:val="clear" w:color="auto" w:fill="auto"/>
          </w:tcPr>
          <w:p w14:paraId="76E33932" w14:textId="77777777" w:rsidR="00177E3D" w:rsidRPr="00177E3D" w:rsidRDefault="00177E3D" w:rsidP="00177E3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E3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44" w:type="dxa"/>
            <w:shd w:val="clear" w:color="auto" w:fill="auto"/>
          </w:tcPr>
          <w:p w14:paraId="06163612" w14:textId="77777777" w:rsidR="00177E3D" w:rsidRDefault="00177E3D" w:rsidP="00177E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E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Матюшина </w:t>
            </w:r>
          </w:p>
          <w:p w14:paraId="1D25012C" w14:textId="77777777" w:rsidR="00177E3D" w:rsidRPr="00177E3D" w:rsidRDefault="00177E3D" w:rsidP="00177E3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E3D">
              <w:rPr>
                <w:rFonts w:ascii="Times New Roman" w:eastAsia="Times New Roman" w:hAnsi="Times New Roman" w:cs="Times New Roman"/>
                <w:sz w:val="24"/>
                <w:szCs w:val="24"/>
              </w:rPr>
              <w:t>Людмила Ивановна</w:t>
            </w:r>
          </w:p>
        </w:tc>
        <w:tc>
          <w:tcPr>
            <w:tcW w:w="3969" w:type="dxa"/>
            <w:shd w:val="clear" w:color="auto" w:fill="auto"/>
          </w:tcPr>
          <w:p w14:paraId="2FAAA40A" w14:textId="77777777" w:rsidR="00177E3D" w:rsidRPr="00177E3D" w:rsidRDefault="00177E3D" w:rsidP="00177E3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E3D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гимназия с.Месягутово Дуванского района РБ</w:t>
            </w:r>
          </w:p>
        </w:tc>
        <w:tc>
          <w:tcPr>
            <w:tcW w:w="2977" w:type="dxa"/>
            <w:shd w:val="clear" w:color="auto" w:fill="auto"/>
          </w:tcPr>
          <w:p w14:paraId="4063F02B" w14:textId="77777777" w:rsidR="00177E3D" w:rsidRPr="00177E3D" w:rsidRDefault="00177E3D" w:rsidP="00177E3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77E3D">
              <w:rPr>
                <w:rFonts w:ascii="Times New Roman" w:eastAsia="Times New Roman" w:hAnsi="Times New Roman" w:cs="Times New Roman"/>
                <w:sz w:val="24"/>
                <w:szCs w:val="24"/>
              </w:rPr>
              <w:t>читель</w:t>
            </w:r>
          </w:p>
        </w:tc>
      </w:tr>
    </w:tbl>
    <w:p w14:paraId="36CA39F1" w14:textId="77777777" w:rsidR="00177E3D" w:rsidRPr="00177E3D" w:rsidRDefault="00177E3D" w:rsidP="00177E3D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71DAE44" w14:textId="77777777" w:rsidR="00A849F7" w:rsidRDefault="00A849F7" w:rsidP="00177E3D">
      <w:pPr>
        <w:tabs>
          <w:tab w:val="left" w:pos="1335"/>
        </w:tabs>
        <w:spacing w:after="0"/>
        <w:rPr>
          <w:rFonts w:ascii="Times New Roman" w:hAnsi="Times New Roman"/>
          <w:sz w:val="24"/>
          <w:szCs w:val="24"/>
        </w:rPr>
      </w:pPr>
    </w:p>
    <w:p w14:paraId="18B326C5" w14:textId="77777777" w:rsidR="00A849F7" w:rsidRPr="00462236" w:rsidRDefault="00A849F7" w:rsidP="00A849F7">
      <w:pPr>
        <w:spacing w:line="240" w:lineRule="auto"/>
        <w:ind w:firstLine="708"/>
        <w:rPr>
          <w:rFonts w:ascii="Times New Roman" w:hAnsi="Times New Roman"/>
          <w:sz w:val="24"/>
          <w:szCs w:val="24"/>
        </w:rPr>
      </w:pPr>
    </w:p>
    <w:p w14:paraId="2BE312A8" w14:textId="77777777" w:rsidR="00A849F7" w:rsidRPr="00AC1BB9" w:rsidRDefault="00A849F7" w:rsidP="00A849F7">
      <w:pPr>
        <w:spacing w:line="240" w:lineRule="auto"/>
        <w:ind w:firstLine="708"/>
        <w:rPr>
          <w:rFonts w:ascii="Times New Roman" w:hAnsi="Times New Roman"/>
          <w:sz w:val="24"/>
          <w:szCs w:val="24"/>
        </w:rPr>
      </w:pPr>
    </w:p>
    <w:p w14:paraId="414F8E9F" w14:textId="77777777" w:rsidR="007704EB" w:rsidRPr="00C30652" w:rsidRDefault="007704EB" w:rsidP="00A849F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41F5091" w14:textId="77777777" w:rsidR="00FD1274" w:rsidRDefault="00FD1274" w:rsidP="007704E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062863E" w14:textId="77777777" w:rsidR="00FD1274" w:rsidRDefault="00FD1274" w:rsidP="007704E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EC4E1DF" w14:textId="77777777" w:rsidR="00FD1274" w:rsidRDefault="00FD1274" w:rsidP="007704E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21A10B0" w14:textId="77777777" w:rsidR="00FD1274" w:rsidRDefault="00FD1274" w:rsidP="007704E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CFF0042" w14:textId="77777777" w:rsidR="00FD1274" w:rsidRDefault="00FD1274" w:rsidP="007704E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DB9D964" w14:textId="77777777" w:rsidR="00FD1274" w:rsidRDefault="00FD1274" w:rsidP="007704E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DD59D02" w14:textId="77777777" w:rsidR="00FD1274" w:rsidRDefault="00FD1274" w:rsidP="007704E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6F51ABD" w14:textId="77777777" w:rsidR="00FD1274" w:rsidRDefault="00FD1274" w:rsidP="007704E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40F834D" w14:textId="77777777" w:rsidR="00FD1274" w:rsidRDefault="00FD1274" w:rsidP="007704E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22CF51F" w14:textId="77777777" w:rsidR="00FD1274" w:rsidRDefault="00FD1274" w:rsidP="007704E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1C45911" w14:textId="77777777" w:rsidR="00FD1274" w:rsidRDefault="00FD1274" w:rsidP="007704E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4999A80" w14:textId="77777777" w:rsidR="00FD1274" w:rsidRDefault="00FD1274" w:rsidP="007704E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3C8E942" w14:textId="77777777" w:rsidR="00FD1274" w:rsidRDefault="00FD1274" w:rsidP="007704E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DA94AC3" w14:textId="77777777" w:rsidR="00FD1274" w:rsidRDefault="00FD1274" w:rsidP="007704E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2A6071C" w14:textId="77777777" w:rsidR="00FD1274" w:rsidRDefault="00FD1274" w:rsidP="007704E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66BA911" w14:textId="77777777" w:rsidR="00FD1274" w:rsidRDefault="00FD1274" w:rsidP="007704E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B41E098" w14:textId="77777777" w:rsidR="00FD1274" w:rsidRDefault="00FD1274" w:rsidP="007704E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95204E1" w14:textId="77777777" w:rsidR="00FD1274" w:rsidRDefault="00FD1274" w:rsidP="00FD127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Приложение №2  к приказу Министерства образования</w:t>
      </w:r>
    </w:p>
    <w:p w14:paraId="1A920787" w14:textId="77777777" w:rsidR="00FD1274" w:rsidRPr="00BE3CB8" w:rsidRDefault="00FD1274" w:rsidP="00FD1274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14:paraId="6F378D13" w14:textId="77777777" w:rsidR="00FD1274" w:rsidRDefault="00FD1274" w:rsidP="00FD127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14:paraId="412BF33C" w14:textId="77777777" w:rsidR="00FD1274" w:rsidRDefault="00FD1274" w:rsidP="00FD127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14:paraId="4E1F1CD6" w14:textId="77777777" w:rsidR="00FD1274" w:rsidRDefault="00FD1274" w:rsidP="00FD1274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14:paraId="1AA227FE" w14:textId="77777777" w:rsidR="00FD1274" w:rsidRPr="00FD0F2C" w:rsidRDefault="00FD1274" w:rsidP="00FD1274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59E5047A" w14:textId="77777777" w:rsidR="007704EB" w:rsidRPr="00C30652" w:rsidRDefault="007704EB" w:rsidP="007704E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0652">
        <w:rPr>
          <w:rFonts w:ascii="Times New Roman" w:hAnsi="Times New Roman" w:cs="Times New Roman"/>
          <w:b/>
          <w:sz w:val="24"/>
          <w:szCs w:val="24"/>
        </w:rPr>
        <w:t>МР  Дюртюлинский район Республики Башкортостан</w:t>
      </w:r>
    </w:p>
    <w:p w14:paraId="41E9A7EB" w14:textId="77777777" w:rsidR="009A0EDE" w:rsidRDefault="009A0EDE" w:rsidP="00C30652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Ind w:w="-1168" w:type="dxa"/>
        <w:tblLayout w:type="fixed"/>
        <w:tblLook w:val="04A0" w:firstRow="1" w:lastRow="0" w:firstColumn="1" w:lastColumn="0" w:noHBand="0" w:noVBand="1"/>
      </w:tblPr>
      <w:tblGrid>
        <w:gridCol w:w="567"/>
        <w:gridCol w:w="3544"/>
        <w:gridCol w:w="3969"/>
        <w:gridCol w:w="2977"/>
      </w:tblGrid>
      <w:tr w:rsidR="007704EB" w14:paraId="6C6EE5A8" w14:textId="77777777" w:rsidTr="007704EB">
        <w:tc>
          <w:tcPr>
            <w:tcW w:w="567" w:type="dxa"/>
            <w:vAlign w:val="center"/>
          </w:tcPr>
          <w:p w14:paraId="3BDBB5EB" w14:textId="77777777" w:rsidR="007704EB" w:rsidRPr="00C30652" w:rsidRDefault="007704EB" w:rsidP="007704EB">
            <w:pPr>
              <w:jc w:val="center"/>
              <w:rPr>
                <w:b/>
                <w:sz w:val="24"/>
                <w:szCs w:val="24"/>
              </w:rPr>
            </w:pPr>
            <w:r w:rsidRPr="00C30652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3544" w:type="dxa"/>
            <w:vAlign w:val="center"/>
          </w:tcPr>
          <w:p w14:paraId="76DEC026" w14:textId="77777777" w:rsidR="007704EB" w:rsidRPr="00C30652" w:rsidRDefault="007704EB" w:rsidP="007704EB">
            <w:pPr>
              <w:jc w:val="center"/>
              <w:rPr>
                <w:b/>
                <w:sz w:val="24"/>
                <w:szCs w:val="24"/>
              </w:rPr>
            </w:pPr>
            <w:r w:rsidRPr="00C30652">
              <w:rPr>
                <w:b/>
                <w:sz w:val="24"/>
                <w:szCs w:val="24"/>
              </w:rPr>
              <w:t>Ф</w:t>
            </w:r>
            <w:r>
              <w:rPr>
                <w:b/>
                <w:sz w:val="24"/>
                <w:szCs w:val="24"/>
              </w:rPr>
              <w:t>ИО</w:t>
            </w:r>
          </w:p>
        </w:tc>
        <w:tc>
          <w:tcPr>
            <w:tcW w:w="3969" w:type="dxa"/>
            <w:vAlign w:val="center"/>
          </w:tcPr>
          <w:p w14:paraId="5A7E7275" w14:textId="77777777" w:rsidR="007704EB" w:rsidRPr="00C30652" w:rsidRDefault="007704EB" w:rsidP="007704EB">
            <w:pPr>
              <w:jc w:val="center"/>
              <w:rPr>
                <w:b/>
                <w:sz w:val="24"/>
                <w:szCs w:val="24"/>
              </w:rPr>
            </w:pPr>
            <w:r w:rsidRPr="00C30652">
              <w:rPr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977" w:type="dxa"/>
            <w:vAlign w:val="center"/>
          </w:tcPr>
          <w:p w14:paraId="3FF9C7B3" w14:textId="77777777" w:rsidR="007704EB" w:rsidRPr="00C30652" w:rsidRDefault="007704EB" w:rsidP="007704EB">
            <w:pPr>
              <w:jc w:val="center"/>
              <w:rPr>
                <w:b/>
                <w:sz w:val="24"/>
                <w:szCs w:val="24"/>
              </w:rPr>
            </w:pPr>
            <w:r w:rsidRPr="00C30652">
              <w:rPr>
                <w:b/>
                <w:sz w:val="24"/>
                <w:szCs w:val="24"/>
              </w:rPr>
              <w:t>Должность</w:t>
            </w:r>
          </w:p>
        </w:tc>
      </w:tr>
      <w:tr w:rsidR="007704EB" w14:paraId="3DE4C8DB" w14:textId="77777777" w:rsidTr="007704EB">
        <w:tc>
          <w:tcPr>
            <w:tcW w:w="567" w:type="dxa"/>
          </w:tcPr>
          <w:p w14:paraId="756D50BE" w14:textId="77777777" w:rsidR="007704EB" w:rsidRPr="00C30652" w:rsidRDefault="007704EB" w:rsidP="007704E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14:paraId="7DBF8CD2" w14:textId="77777777" w:rsidR="007704EB" w:rsidRPr="00C30652" w:rsidRDefault="007704EB" w:rsidP="007704EB">
            <w:pPr>
              <w:jc w:val="center"/>
              <w:rPr>
                <w:color w:val="000000"/>
                <w:sz w:val="24"/>
                <w:szCs w:val="24"/>
              </w:rPr>
            </w:pPr>
            <w:r w:rsidRPr="00C30652">
              <w:rPr>
                <w:color w:val="000000"/>
                <w:sz w:val="24"/>
                <w:szCs w:val="24"/>
              </w:rPr>
              <w:t>Гиндуллина</w:t>
            </w:r>
          </w:p>
          <w:p w14:paraId="388A419C" w14:textId="77777777" w:rsidR="007704EB" w:rsidRPr="00C30652" w:rsidRDefault="007704EB" w:rsidP="007704EB">
            <w:pPr>
              <w:jc w:val="center"/>
              <w:rPr>
                <w:sz w:val="24"/>
                <w:szCs w:val="24"/>
              </w:rPr>
            </w:pPr>
            <w:r w:rsidRPr="00C30652">
              <w:rPr>
                <w:color w:val="000000"/>
                <w:sz w:val="24"/>
                <w:szCs w:val="24"/>
              </w:rPr>
              <w:t>Рахиля Ясавиевна</w:t>
            </w:r>
          </w:p>
        </w:tc>
        <w:tc>
          <w:tcPr>
            <w:tcW w:w="3969" w:type="dxa"/>
          </w:tcPr>
          <w:p w14:paraId="2B03D81D" w14:textId="77777777" w:rsidR="007704EB" w:rsidRPr="00C30652" w:rsidRDefault="007704EB" w:rsidP="007704EB">
            <w:pPr>
              <w:jc w:val="center"/>
              <w:rPr>
                <w:sz w:val="24"/>
                <w:szCs w:val="24"/>
              </w:rPr>
            </w:pPr>
            <w:r w:rsidRPr="00C30652">
              <w:rPr>
                <w:color w:val="000000"/>
                <w:sz w:val="24"/>
                <w:szCs w:val="24"/>
              </w:rPr>
              <w:t>МБОУ СОШ с.Исмаилово</w:t>
            </w:r>
          </w:p>
        </w:tc>
        <w:tc>
          <w:tcPr>
            <w:tcW w:w="2977" w:type="dxa"/>
          </w:tcPr>
          <w:p w14:paraId="4D868D3A" w14:textId="77777777" w:rsidR="007704EB" w:rsidRPr="00C30652" w:rsidRDefault="007704EB" w:rsidP="007704EB">
            <w:pPr>
              <w:jc w:val="center"/>
              <w:rPr>
                <w:sz w:val="24"/>
                <w:szCs w:val="24"/>
              </w:rPr>
            </w:pPr>
            <w:r w:rsidRPr="00C30652">
              <w:rPr>
                <w:color w:val="000000"/>
                <w:sz w:val="24"/>
                <w:szCs w:val="24"/>
              </w:rPr>
              <w:t>учитель</w:t>
            </w:r>
          </w:p>
        </w:tc>
      </w:tr>
      <w:tr w:rsidR="007704EB" w14:paraId="45BE0432" w14:textId="77777777" w:rsidTr="007704EB">
        <w:tc>
          <w:tcPr>
            <w:tcW w:w="567" w:type="dxa"/>
          </w:tcPr>
          <w:p w14:paraId="0CFA4AC9" w14:textId="77777777" w:rsidR="007704EB" w:rsidRPr="00C30652" w:rsidRDefault="007704EB" w:rsidP="007704EB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14:paraId="7913B099" w14:textId="77777777" w:rsidR="007704EB" w:rsidRPr="00C30652" w:rsidRDefault="007704EB" w:rsidP="007704EB">
            <w:pPr>
              <w:jc w:val="center"/>
              <w:rPr>
                <w:color w:val="000000"/>
                <w:sz w:val="24"/>
                <w:szCs w:val="24"/>
              </w:rPr>
            </w:pPr>
            <w:r w:rsidRPr="00C30652">
              <w:rPr>
                <w:color w:val="000000"/>
                <w:sz w:val="24"/>
                <w:szCs w:val="24"/>
              </w:rPr>
              <w:t>Муллахметов</w:t>
            </w:r>
          </w:p>
          <w:p w14:paraId="036AC48A" w14:textId="77777777" w:rsidR="007704EB" w:rsidRPr="00C30652" w:rsidRDefault="007704EB" w:rsidP="007704EB">
            <w:pPr>
              <w:jc w:val="center"/>
              <w:rPr>
                <w:sz w:val="24"/>
                <w:szCs w:val="24"/>
              </w:rPr>
            </w:pPr>
            <w:r w:rsidRPr="00C30652">
              <w:rPr>
                <w:color w:val="000000"/>
                <w:sz w:val="24"/>
                <w:szCs w:val="24"/>
              </w:rPr>
              <w:t>Ахтям Нурисламович</w:t>
            </w:r>
          </w:p>
        </w:tc>
        <w:tc>
          <w:tcPr>
            <w:tcW w:w="3969" w:type="dxa"/>
          </w:tcPr>
          <w:p w14:paraId="32028546" w14:textId="77777777" w:rsidR="007704EB" w:rsidRPr="00C30652" w:rsidRDefault="007704EB" w:rsidP="007704EB">
            <w:pPr>
              <w:jc w:val="center"/>
              <w:rPr>
                <w:sz w:val="24"/>
                <w:szCs w:val="24"/>
              </w:rPr>
            </w:pPr>
            <w:r w:rsidRPr="00C30652">
              <w:rPr>
                <w:color w:val="000000"/>
                <w:sz w:val="24"/>
                <w:szCs w:val="24"/>
              </w:rPr>
              <w:t>МАОУ ДЮСШ</w:t>
            </w:r>
          </w:p>
        </w:tc>
        <w:tc>
          <w:tcPr>
            <w:tcW w:w="2977" w:type="dxa"/>
          </w:tcPr>
          <w:p w14:paraId="25BFAF8A" w14:textId="77777777" w:rsidR="007704EB" w:rsidRPr="00C30652" w:rsidRDefault="007704EB" w:rsidP="007704EB">
            <w:pPr>
              <w:jc w:val="center"/>
              <w:rPr>
                <w:sz w:val="24"/>
                <w:szCs w:val="24"/>
              </w:rPr>
            </w:pPr>
            <w:r w:rsidRPr="00C30652">
              <w:rPr>
                <w:color w:val="000000"/>
                <w:sz w:val="24"/>
                <w:szCs w:val="24"/>
              </w:rPr>
              <w:t>тренер-преподаватель</w:t>
            </w:r>
          </w:p>
        </w:tc>
      </w:tr>
      <w:tr w:rsidR="007704EB" w14:paraId="3806CB9C" w14:textId="77777777" w:rsidTr="007704EB">
        <w:tc>
          <w:tcPr>
            <w:tcW w:w="567" w:type="dxa"/>
          </w:tcPr>
          <w:p w14:paraId="25B3BB72" w14:textId="77777777" w:rsidR="007704EB" w:rsidRPr="00C30652" w:rsidRDefault="007704EB" w:rsidP="007704EB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14:paraId="7B2AD09D" w14:textId="77777777" w:rsidR="007704EB" w:rsidRPr="00C30652" w:rsidRDefault="007704EB" w:rsidP="007704EB">
            <w:pPr>
              <w:jc w:val="center"/>
              <w:rPr>
                <w:color w:val="000000"/>
                <w:sz w:val="24"/>
                <w:szCs w:val="24"/>
              </w:rPr>
            </w:pPr>
            <w:r w:rsidRPr="00C30652">
              <w:rPr>
                <w:color w:val="000000"/>
                <w:sz w:val="24"/>
                <w:szCs w:val="24"/>
              </w:rPr>
              <w:t>Мустафина</w:t>
            </w:r>
          </w:p>
          <w:p w14:paraId="34920CD3" w14:textId="77777777" w:rsidR="007704EB" w:rsidRPr="00C30652" w:rsidRDefault="007704EB" w:rsidP="007704EB">
            <w:pPr>
              <w:jc w:val="center"/>
              <w:rPr>
                <w:sz w:val="24"/>
                <w:szCs w:val="24"/>
              </w:rPr>
            </w:pPr>
            <w:r w:rsidRPr="00C30652">
              <w:rPr>
                <w:color w:val="000000"/>
                <w:sz w:val="24"/>
                <w:szCs w:val="24"/>
              </w:rPr>
              <w:t>Гульшат Фаризовна</w:t>
            </w:r>
          </w:p>
        </w:tc>
        <w:tc>
          <w:tcPr>
            <w:tcW w:w="3969" w:type="dxa"/>
          </w:tcPr>
          <w:p w14:paraId="6202C2CE" w14:textId="77777777" w:rsidR="007704EB" w:rsidRPr="00C30652" w:rsidRDefault="007704EB" w:rsidP="007704EB">
            <w:pPr>
              <w:jc w:val="center"/>
              <w:rPr>
                <w:sz w:val="24"/>
                <w:szCs w:val="24"/>
              </w:rPr>
            </w:pPr>
            <w:r w:rsidRPr="00C30652">
              <w:rPr>
                <w:color w:val="000000"/>
                <w:sz w:val="24"/>
                <w:szCs w:val="24"/>
              </w:rPr>
              <w:t>МБОУ СОШ №5 г.Дюртюли</w:t>
            </w:r>
          </w:p>
        </w:tc>
        <w:tc>
          <w:tcPr>
            <w:tcW w:w="2977" w:type="dxa"/>
          </w:tcPr>
          <w:p w14:paraId="1EF855F8" w14:textId="77777777" w:rsidR="007704EB" w:rsidRPr="00C30652" w:rsidRDefault="007704EB" w:rsidP="007704EB">
            <w:pPr>
              <w:jc w:val="center"/>
              <w:rPr>
                <w:sz w:val="24"/>
                <w:szCs w:val="24"/>
              </w:rPr>
            </w:pPr>
            <w:r w:rsidRPr="00C30652">
              <w:rPr>
                <w:color w:val="000000"/>
                <w:sz w:val="24"/>
                <w:szCs w:val="24"/>
              </w:rPr>
              <w:t>учитель</w:t>
            </w:r>
          </w:p>
        </w:tc>
      </w:tr>
      <w:tr w:rsidR="007704EB" w14:paraId="24932F95" w14:textId="77777777" w:rsidTr="007704EB">
        <w:tc>
          <w:tcPr>
            <w:tcW w:w="567" w:type="dxa"/>
          </w:tcPr>
          <w:p w14:paraId="77BDE235" w14:textId="77777777" w:rsidR="007704EB" w:rsidRPr="00C30652" w:rsidRDefault="007704EB" w:rsidP="007704EB">
            <w:pPr>
              <w:rPr>
                <w:sz w:val="24"/>
                <w:szCs w:val="24"/>
              </w:rPr>
            </w:pPr>
            <w:r w:rsidRPr="00C30652">
              <w:rPr>
                <w:sz w:val="24"/>
                <w:szCs w:val="24"/>
              </w:rPr>
              <w:t>4.</w:t>
            </w:r>
          </w:p>
        </w:tc>
        <w:tc>
          <w:tcPr>
            <w:tcW w:w="3544" w:type="dxa"/>
          </w:tcPr>
          <w:p w14:paraId="4A9BF07B" w14:textId="77777777" w:rsidR="007704EB" w:rsidRPr="00C30652" w:rsidRDefault="007704EB" w:rsidP="007704EB">
            <w:pPr>
              <w:jc w:val="center"/>
              <w:rPr>
                <w:color w:val="000000"/>
                <w:sz w:val="24"/>
                <w:szCs w:val="24"/>
              </w:rPr>
            </w:pPr>
            <w:r w:rsidRPr="00C30652">
              <w:rPr>
                <w:color w:val="000000"/>
                <w:sz w:val="24"/>
                <w:szCs w:val="24"/>
              </w:rPr>
              <w:t>Нурисламова</w:t>
            </w:r>
          </w:p>
          <w:p w14:paraId="5B6587CE" w14:textId="77777777" w:rsidR="007704EB" w:rsidRPr="00C30652" w:rsidRDefault="007704EB" w:rsidP="007704EB">
            <w:pPr>
              <w:jc w:val="center"/>
              <w:rPr>
                <w:sz w:val="24"/>
                <w:szCs w:val="24"/>
              </w:rPr>
            </w:pPr>
            <w:r w:rsidRPr="00C30652">
              <w:rPr>
                <w:color w:val="000000"/>
                <w:sz w:val="24"/>
                <w:szCs w:val="24"/>
              </w:rPr>
              <w:t>Энзе Азатовна</w:t>
            </w:r>
          </w:p>
        </w:tc>
        <w:tc>
          <w:tcPr>
            <w:tcW w:w="3969" w:type="dxa"/>
          </w:tcPr>
          <w:p w14:paraId="6117E3F8" w14:textId="77777777" w:rsidR="007704EB" w:rsidRPr="00C30652" w:rsidRDefault="007704EB" w:rsidP="007704EB">
            <w:pPr>
              <w:jc w:val="center"/>
              <w:rPr>
                <w:sz w:val="24"/>
                <w:szCs w:val="24"/>
              </w:rPr>
            </w:pPr>
            <w:r w:rsidRPr="00C30652">
              <w:rPr>
                <w:color w:val="000000"/>
                <w:sz w:val="24"/>
                <w:szCs w:val="24"/>
              </w:rPr>
              <w:t>МБОУ СОШ с.Староянтузово</w:t>
            </w:r>
          </w:p>
        </w:tc>
        <w:tc>
          <w:tcPr>
            <w:tcW w:w="2977" w:type="dxa"/>
          </w:tcPr>
          <w:p w14:paraId="6C917DC7" w14:textId="77777777" w:rsidR="007704EB" w:rsidRPr="00C30652" w:rsidRDefault="007704EB" w:rsidP="007704EB">
            <w:pPr>
              <w:jc w:val="center"/>
              <w:rPr>
                <w:sz w:val="24"/>
                <w:szCs w:val="24"/>
              </w:rPr>
            </w:pPr>
            <w:r w:rsidRPr="00C30652">
              <w:rPr>
                <w:color w:val="000000"/>
                <w:sz w:val="24"/>
                <w:szCs w:val="24"/>
              </w:rPr>
              <w:t>учитель</w:t>
            </w:r>
          </w:p>
        </w:tc>
      </w:tr>
      <w:tr w:rsidR="007704EB" w14:paraId="09A2AF18" w14:textId="77777777" w:rsidTr="007704EB">
        <w:tc>
          <w:tcPr>
            <w:tcW w:w="567" w:type="dxa"/>
          </w:tcPr>
          <w:p w14:paraId="3D953D5F" w14:textId="77777777" w:rsidR="007704EB" w:rsidRPr="00C30652" w:rsidRDefault="007704EB" w:rsidP="007704EB">
            <w:pPr>
              <w:rPr>
                <w:sz w:val="24"/>
                <w:szCs w:val="24"/>
              </w:rPr>
            </w:pPr>
            <w:r w:rsidRPr="00C30652">
              <w:rPr>
                <w:sz w:val="24"/>
                <w:szCs w:val="24"/>
              </w:rPr>
              <w:t>5.</w:t>
            </w:r>
          </w:p>
        </w:tc>
        <w:tc>
          <w:tcPr>
            <w:tcW w:w="3544" w:type="dxa"/>
          </w:tcPr>
          <w:p w14:paraId="216041FA" w14:textId="77777777" w:rsidR="007704EB" w:rsidRPr="00C30652" w:rsidRDefault="007704EB" w:rsidP="007704EB">
            <w:pPr>
              <w:jc w:val="center"/>
              <w:rPr>
                <w:color w:val="000000"/>
                <w:sz w:val="24"/>
                <w:szCs w:val="24"/>
              </w:rPr>
            </w:pPr>
            <w:r w:rsidRPr="00C30652">
              <w:rPr>
                <w:color w:val="000000"/>
                <w:sz w:val="24"/>
                <w:szCs w:val="24"/>
              </w:rPr>
              <w:t>Саетова</w:t>
            </w:r>
          </w:p>
          <w:p w14:paraId="04CFCCD8" w14:textId="77777777" w:rsidR="007704EB" w:rsidRPr="00C30652" w:rsidRDefault="007704EB" w:rsidP="007704EB">
            <w:pPr>
              <w:jc w:val="center"/>
              <w:rPr>
                <w:sz w:val="24"/>
                <w:szCs w:val="24"/>
              </w:rPr>
            </w:pPr>
            <w:r w:rsidRPr="00C30652">
              <w:rPr>
                <w:color w:val="000000"/>
                <w:sz w:val="24"/>
                <w:szCs w:val="24"/>
              </w:rPr>
              <w:t>Альбина Мударисовна</w:t>
            </w:r>
          </w:p>
        </w:tc>
        <w:tc>
          <w:tcPr>
            <w:tcW w:w="3969" w:type="dxa"/>
          </w:tcPr>
          <w:p w14:paraId="32F236B6" w14:textId="77777777" w:rsidR="007704EB" w:rsidRPr="00C30652" w:rsidRDefault="007704EB" w:rsidP="007704EB">
            <w:pPr>
              <w:jc w:val="center"/>
              <w:rPr>
                <w:sz w:val="24"/>
                <w:szCs w:val="24"/>
              </w:rPr>
            </w:pPr>
            <w:r w:rsidRPr="00C30652">
              <w:rPr>
                <w:color w:val="000000"/>
                <w:sz w:val="24"/>
                <w:szCs w:val="24"/>
              </w:rPr>
              <w:t>МБОУ лицей №2 г.Дюртюли</w:t>
            </w:r>
          </w:p>
        </w:tc>
        <w:tc>
          <w:tcPr>
            <w:tcW w:w="2977" w:type="dxa"/>
          </w:tcPr>
          <w:p w14:paraId="1129BF75" w14:textId="77777777" w:rsidR="007704EB" w:rsidRPr="00C30652" w:rsidRDefault="007704EB" w:rsidP="007704EB">
            <w:pPr>
              <w:jc w:val="center"/>
              <w:rPr>
                <w:sz w:val="24"/>
                <w:szCs w:val="24"/>
              </w:rPr>
            </w:pPr>
            <w:r w:rsidRPr="00C30652">
              <w:rPr>
                <w:color w:val="000000"/>
                <w:sz w:val="24"/>
                <w:szCs w:val="24"/>
              </w:rPr>
              <w:t>учитель</w:t>
            </w:r>
          </w:p>
        </w:tc>
      </w:tr>
      <w:tr w:rsidR="007704EB" w14:paraId="38B4DFF7" w14:textId="77777777" w:rsidTr="007704EB">
        <w:tc>
          <w:tcPr>
            <w:tcW w:w="567" w:type="dxa"/>
          </w:tcPr>
          <w:p w14:paraId="4123D90D" w14:textId="77777777" w:rsidR="007704EB" w:rsidRPr="00C30652" w:rsidRDefault="007704EB" w:rsidP="007704EB">
            <w:pPr>
              <w:rPr>
                <w:sz w:val="24"/>
                <w:szCs w:val="24"/>
              </w:rPr>
            </w:pPr>
            <w:r w:rsidRPr="00C30652">
              <w:rPr>
                <w:sz w:val="24"/>
                <w:szCs w:val="24"/>
              </w:rPr>
              <w:t>6.</w:t>
            </w:r>
          </w:p>
        </w:tc>
        <w:tc>
          <w:tcPr>
            <w:tcW w:w="3544" w:type="dxa"/>
          </w:tcPr>
          <w:p w14:paraId="174A9D72" w14:textId="77777777" w:rsidR="007704EB" w:rsidRPr="00C30652" w:rsidRDefault="007704EB" w:rsidP="007704EB">
            <w:pPr>
              <w:jc w:val="center"/>
              <w:rPr>
                <w:color w:val="000000"/>
                <w:sz w:val="24"/>
                <w:szCs w:val="24"/>
              </w:rPr>
            </w:pPr>
            <w:r w:rsidRPr="00C30652">
              <w:rPr>
                <w:color w:val="000000"/>
                <w:sz w:val="24"/>
                <w:szCs w:val="24"/>
              </w:rPr>
              <w:t>Хамидуллин</w:t>
            </w:r>
          </w:p>
          <w:p w14:paraId="2486CA19" w14:textId="77777777" w:rsidR="007704EB" w:rsidRPr="00C30652" w:rsidRDefault="007704EB" w:rsidP="007704EB">
            <w:pPr>
              <w:jc w:val="center"/>
              <w:rPr>
                <w:sz w:val="24"/>
                <w:szCs w:val="24"/>
              </w:rPr>
            </w:pPr>
            <w:r w:rsidRPr="00C30652">
              <w:rPr>
                <w:color w:val="000000"/>
                <w:sz w:val="24"/>
                <w:szCs w:val="24"/>
              </w:rPr>
              <w:t>Васил Фанзилович</w:t>
            </w:r>
          </w:p>
        </w:tc>
        <w:tc>
          <w:tcPr>
            <w:tcW w:w="3969" w:type="dxa"/>
          </w:tcPr>
          <w:p w14:paraId="6203F6F3" w14:textId="77777777" w:rsidR="007704EB" w:rsidRPr="00C30652" w:rsidRDefault="007704EB" w:rsidP="007704EB">
            <w:pPr>
              <w:jc w:val="center"/>
              <w:rPr>
                <w:sz w:val="24"/>
                <w:szCs w:val="24"/>
              </w:rPr>
            </w:pPr>
            <w:r w:rsidRPr="00C30652">
              <w:rPr>
                <w:color w:val="000000"/>
                <w:sz w:val="24"/>
                <w:szCs w:val="24"/>
              </w:rPr>
              <w:t>МБОУ СОШ №5</w:t>
            </w:r>
          </w:p>
        </w:tc>
        <w:tc>
          <w:tcPr>
            <w:tcW w:w="2977" w:type="dxa"/>
          </w:tcPr>
          <w:p w14:paraId="4D25A843" w14:textId="77777777" w:rsidR="007704EB" w:rsidRPr="00C30652" w:rsidRDefault="007704EB" w:rsidP="007704EB">
            <w:pPr>
              <w:jc w:val="center"/>
              <w:rPr>
                <w:sz w:val="24"/>
                <w:szCs w:val="24"/>
              </w:rPr>
            </w:pPr>
            <w:r w:rsidRPr="00C30652">
              <w:rPr>
                <w:color w:val="000000"/>
                <w:sz w:val="24"/>
                <w:szCs w:val="24"/>
              </w:rPr>
              <w:t>учитель</w:t>
            </w:r>
          </w:p>
        </w:tc>
      </w:tr>
      <w:tr w:rsidR="007704EB" w14:paraId="33133691" w14:textId="77777777" w:rsidTr="007704EB">
        <w:tc>
          <w:tcPr>
            <w:tcW w:w="567" w:type="dxa"/>
          </w:tcPr>
          <w:p w14:paraId="0E00E777" w14:textId="77777777" w:rsidR="007704EB" w:rsidRPr="00C30652" w:rsidRDefault="007704EB" w:rsidP="007704EB">
            <w:pPr>
              <w:rPr>
                <w:sz w:val="24"/>
                <w:szCs w:val="24"/>
              </w:rPr>
            </w:pPr>
            <w:r w:rsidRPr="00C30652">
              <w:rPr>
                <w:sz w:val="24"/>
                <w:szCs w:val="24"/>
              </w:rPr>
              <w:t>7.</w:t>
            </w:r>
          </w:p>
        </w:tc>
        <w:tc>
          <w:tcPr>
            <w:tcW w:w="3544" w:type="dxa"/>
          </w:tcPr>
          <w:p w14:paraId="53BC86D0" w14:textId="77777777" w:rsidR="007704EB" w:rsidRPr="00C30652" w:rsidRDefault="007704EB" w:rsidP="007704EB">
            <w:pPr>
              <w:jc w:val="center"/>
              <w:rPr>
                <w:color w:val="000000"/>
                <w:sz w:val="24"/>
                <w:szCs w:val="24"/>
              </w:rPr>
            </w:pPr>
            <w:r w:rsidRPr="00C30652">
              <w:rPr>
                <w:color w:val="000000"/>
                <w:sz w:val="24"/>
                <w:szCs w:val="24"/>
              </w:rPr>
              <w:t>Шакирова</w:t>
            </w:r>
          </w:p>
          <w:p w14:paraId="028CB774" w14:textId="77777777" w:rsidR="007704EB" w:rsidRPr="00C30652" w:rsidRDefault="007704EB" w:rsidP="007704EB">
            <w:pPr>
              <w:jc w:val="center"/>
              <w:rPr>
                <w:sz w:val="24"/>
                <w:szCs w:val="24"/>
              </w:rPr>
            </w:pPr>
            <w:r w:rsidRPr="00C30652">
              <w:rPr>
                <w:color w:val="000000"/>
                <w:sz w:val="24"/>
                <w:szCs w:val="24"/>
              </w:rPr>
              <w:t>Мухаббат Бердиёровна</w:t>
            </w:r>
          </w:p>
        </w:tc>
        <w:tc>
          <w:tcPr>
            <w:tcW w:w="3969" w:type="dxa"/>
          </w:tcPr>
          <w:p w14:paraId="6B66811B" w14:textId="77777777" w:rsidR="007704EB" w:rsidRPr="00C30652" w:rsidRDefault="007704EB" w:rsidP="007704EB">
            <w:pPr>
              <w:jc w:val="center"/>
              <w:rPr>
                <w:sz w:val="24"/>
                <w:szCs w:val="24"/>
              </w:rPr>
            </w:pPr>
            <w:r w:rsidRPr="00C30652">
              <w:rPr>
                <w:color w:val="000000"/>
                <w:sz w:val="24"/>
                <w:szCs w:val="24"/>
              </w:rPr>
              <w:t>МБУ ДО ЦРТДЮ г.Дюртюли</w:t>
            </w:r>
          </w:p>
        </w:tc>
        <w:tc>
          <w:tcPr>
            <w:tcW w:w="2977" w:type="dxa"/>
          </w:tcPr>
          <w:p w14:paraId="5673C9D8" w14:textId="77777777" w:rsidR="007704EB" w:rsidRPr="00C30652" w:rsidRDefault="007704EB" w:rsidP="007704EB">
            <w:pPr>
              <w:jc w:val="center"/>
              <w:rPr>
                <w:sz w:val="24"/>
                <w:szCs w:val="24"/>
              </w:rPr>
            </w:pPr>
            <w:r w:rsidRPr="00C30652">
              <w:rPr>
                <w:color w:val="000000"/>
                <w:sz w:val="24"/>
                <w:szCs w:val="24"/>
              </w:rPr>
              <w:t>методист</w:t>
            </w:r>
          </w:p>
        </w:tc>
      </w:tr>
      <w:tr w:rsidR="007704EB" w14:paraId="11B4A392" w14:textId="77777777" w:rsidTr="007704EB">
        <w:tc>
          <w:tcPr>
            <w:tcW w:w="567" w:type="dxa"/>
          </w:tcPr>
          <w:p w14:paraId="03211D04" w14:textId="77777777" w:rsidR="007704EB" w:rsidRPr="00C30652" w:rsidRDefault="007704EB" w:rsidP="007704EB">
            <w:pPr>
              <w:rPr>
                <w:sz w:val="24"/>
                <w:szCs w:val="24"/>
              </w:rPr>
            </w:pPr>
            <w:r w:rsidRPr="00C30652">
              <w:rPr>
                <w:sz w:val="24"/>
                <w:szCs w:val="24"/>
              </w:rPr>
              <w:t>8.</w:t>
            </w:r>
          </w:p>
        </w:tc>
        <w:tc>
          <w:tcPr>
            <w:tcW w:w="3544" w:type="dxa"/>
          </w:tcPr>
          <w:p w14:paraId="2862C8BE" w14:textId="77777777" w:rsidR="007704EB" w:rsidRPr="00C30652" w:rsidRDefault="007704EB" w:rsidP="007704EB">
            <w:pPr>
              <w:jc w:val="center"/>
              <w:rPr>
                <w:color w:val="000000"/>
                <w:sz w:val="24"/>
                <w:szCs w:val="24"/>
              </w:rPr>
            </w:pPr>
            <w:r w:rsidRPr="00C30652">
              <w:rPr>
                <w:color w:val="000000"/>
                <w:sz w:val="24"/>
                <w:szCs w:val="24"/>
              </w:rPr>
              <w:t>Якупов</w:t>
            </w:r>
          </w:p>
          <w:p w14:paraId="70BBF3E5" w14:textId="77777777" w:rsidR="007704EB" w:rsidRPr="00C30652" w:rsidRDefault="007704EB" w:rsidP="007704EB">
            <w:pPr>
              <w:jc w:val="center"/>
              <w:rPr>
                <w:sz w:val="24"/>
                <w:szCs w:val="24"/>
              </w:rPr>
            </w:pPr>
            <w:r w:rsidRPr="00C30652">
              <w:rPr>
                <w:color w:val="000000"/>
                <w:sz w:val="24"/>
                <w:szCs w:val="24"/>
              </w:rPr>
              <w:t>Вячеслав Михайлович</w:t>
            </w:r>
          </w:p>
        </w:tc>
        <w:tc>
          <w:tcPr>
            <w:tcW w:w="3969" w:type="dxa"/>
          </w:tcPr>
          <w:p w14:paraId="758884FC" w14:textId="77777777" w:rsidR="007704EB" w:rsidRPr="00C30652" w:rsidRDefault="007704EB" w:rsidP="007704EB">
            <w:pPr>
              <w:jc w:val="center"/>
              <w:rPr>
                <w:sz w:val="24"/>
                <w:szCs w:val="24"/>
              </w:rPr>
            </w:pPr>
            <w:r w:rsidRPr="00C30652">
              <w:rPr>
                <w:color w:val="000000"/>
                <w:sz w:val="24"/>
                <w:szCs w:val="24"/>
              </w:rPr>
              <w:t>МБОУ СОШ с.Маядык</w:t>
            </w:r>
          </w:p>
        </w:tc>
        <w:tc>
          <w:tcPr>
            <w:tcW w:w="2977" w:type="dxa"/>
          </w:tcPr>
          <w:p w14:paraId="1162ADDD" w14:textId="77777777" w:rsidR="007704EB" w:rsidRPr="00C30652" w:rsidRDefault="007704EB" w:rsidP="007704EB">
            <w:pPr>
              <w:jc w:val="center"/>
              <w:rPr>
                <w:sz w:val="24"/>
                <w:szCs w:val="24"/>
              </w:rPr>
            </w:pPr>
            <w:r w:rsidRPr="00C30652">
              <w:rPr>
                <w:color w:val="000000"/>
                <w:sz w:val="24"/>
                <w:szCs w:val="24"/>
              </w:rPr>
              <w:t>преподаватель-организатор ОБЖ</w:t>
            </w:r>
          </w:p>
        </w:tc>
      </w:tr>
    </w:tbl>
    <w:p w14:paraId="59F3D8ED" w14:textId="77777777" w:rsidR="009A0EDE" w:rsidRPr="00C30652" w:rsidRDefault="009A0EDE" w:rsidP="00C3065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AD5E179" w14:textId="77777777" w:rsidR="00FD1274" w:rsidRDefault="00FD1274" w:rsidP="00177E3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A37D5F1" w14:textId="77777777" w:rsidR="00FD1274" w:rsidRDefault="00FD1274" w:rsidP="00177E3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B176979" w14:textId="77777777" w:rsidR="00FD1274" w:rsidRDefault="00FD1274" w:rsidP="00177E3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C362896" w14:textId="77777777" w:rsidR="00FD1274" w:rsidRDefault="00FD1274" w:rsidP="00177E3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4BFF655" w14:textId="77777777" w:rsidR="00FD1274" w:rsidRDefault="00FD1274" w:rsidP="00177E3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359EDAC" w14:textId="77777777" w:rsidR="00FD1274" w:rsidRDefault="00FD1274" w:rsidP="00177E3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BFFD4AC" w14:textId="77777777" w:rsidR="00FD1274" w:rsidRDefault="00FD1274" w:rsidP="00177E3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08EA7A0" w14:textId="77777777" w:rsidR="00FD1274" w:rsidRDefault="00FD1274" w:rsidP="00177E3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BC15021" w14:textId="77777777" w:rsidR="00FD1274" w:rsidRDefault="00FD1274" w:rsidP="00177E3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22C0C3B" w14:textId="77777777" w:rsidR="00FD1274" w:rsidRDefault="00FD1274" w:rsidP="00177E3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EDE1D9C" w14:textId="77777777" w:rsidR="00FD1274" w:rsidRDefault="00FD1274" w:rsidP="00177E3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A22ABE9" w14:textId="77777777" w:rsidR="00FD1274" w:rsidRDefault="00FD1274" w:rsidP="00177E3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F29D300" w14:textId="77777777" w:rsidR="00FD1274" w:rsidRDefault="00FD1274" w:rsidP="00177E3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2907A2C" w14:textId="77777777" w:rsidR="00FD1274" w:rsidRDefault="00FD1274" w:rsidP="00177E3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BABB54A" w14:textId="77777777" w:rsidR="00FD1274" w:rsidRDefault="00FD1274" w:rsidP="00177E3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556A06A" w14:textId="77777777" w:rsidR="00FD1274" w:rsidRDefault="00FD1274" w:rsidP="00177E3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754D5C1" w14:textId="77777777" w:rsidR="00FD1274" w:rsidRDefault="00FD1274" w:rsidP="00177E3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C991F62" w14:textId="77777777" w:rsidR="00FD1274" w:rsidRDefault="00FD1274" w:rsidP="00177E3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955DD61" w14:textId="77777777" w:rsidR="00FD1274" w:rsidRDefault="00FD1274" w:rsidP="00177E3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E1A7F93" w14:textId="77777777" w:rsidR="00FD1274" w:rsidRDefault="00FD1274" w:rsidP="00177E3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99CD9C2" w14:textId="77777777" w:rsidR="00FD1274" w:rsidRDefault="00FD1274" w:rsidP="00177E3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15AB987" w14:textId="77777777" w:rsidR="00FD1274" w:rsidRDefault="00FD1274" w:rsidP="00177E3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08C1F8D" w14:textId="77777777" w:rsidR="00FD1274" w:rsidRDefault="00FD1274" w:rsidP="00177E3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AA31DD7" w14:textId="77777777" w:rsidR="00FD1274" w:rsidRDefault="00FD1274" w:rsidP="00177E3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EBCC099" w14:textId="77777777" w:rsidR="00FD1274" w:rsidRDefault="00FD1274" w:rsidP="00177E3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A3576A2" w14:textId="77777777" w:rsidR="00FD1274" w:rsidRDefault="00FD1274" w:rsidP="00FD127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Приложение №2  к приказу Министерства образования</w:t>
      </w:r>
    </w:p>
    <w:p w14:paraId="701528DF" w14:textId="77777777" w:rsidR="00FD1274" w:rsidRPr="00BE3CB8" w:rsidRDefault="00FD1274" w:rsidP="00FD1274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14:paraId="76CDF529" w14:textId="77777777" w:rsidR="00FD1274" w:rsidRDefault="00FD1274" w:rsidP="00FD127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14:paraId="5643135D" w14:textId="77777777" w:rsidR="00FD1274" w:rsidRDefault="00FD1274" w:rsidP="00FD127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14:paraId="664ABF29" w14:textId="77777777" w:rsidR="00FD1274" w:rsidRDefault="00FD1274" w:rsidP="00FD1274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14:paraId="5C9462B5" w14:textId="77777777" w:rsidR="00FD1274" w:rsidRPr="00FD0F2C" w:rsidRDefault="00FD1274" w:rsidP="00FD1274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439B994A" w14:textId="77777777" w:rsidR="00177E3D" w:rsidRPr="00177E3D" w:rsidRDefault="00177E3D" w:rsidP="00177E3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МР </w:t>
      </w:r>
      <w:r w:rsidRPr="00177E3D">
        <w:rPr>
          <w:rFonts w:ascii="Times New Roman" w:eastAsia="Times New Roman" w:hAnsi="Times New Roman" w:cs="Times New Roman"/>
          <w:b/>
          <w:sz w:val="24"/>
          <w:szCs w:val="24"/>
        </w:rPr>
        <w:t>Ермекеевский район</w:t>
      </w:r>
      <w:r>
        <w:rPr>
          <w:rFonts w:ascii="Times New Roman" w:hAnsi="Times New Roman" w:cs="Times New Roman"/>
          <w:b/>
          <w:sz w:val="24"/>
          <w:szCs w:val="24"/>
        </w:rPr>
        <w:t xml:space="preserve"> Республики Башкортостан</w:t>
      </w:r>
    </w:p>
    <w:p w14:paraId="43547610" w14:textId="77777777" w:rsidR="00177E3D" w:rsidRPr="00177E3D" w:rsidRDefault="00177E3D" w:rsidP="00177E3D">
      <w:pPr>
        <w:spacing w:after="0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</w:p>
    <w:tbl>
      <w:tblPr>
        <w:tblW w:w="11057" w:type="dxa"/>
        <w:tblInd w:w="-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403"/>
        <w:gridCol w:w="4394"/>
        <w:gridCol w:w="2693"/>
      </w:tblGrid>
      <w:tr w:rsidR="00177E3D" w:rsidRPr="00177E3D" w14:paraId="0613DDB4" w14:textId="77777777" w:rsidTr="001F3C2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4216E9" w14:textId="77777777" w:rsidR="00177E3D" w:rsidRPr="00177E3D" w:rsidRDefault="00177E3D" w:rsidP="00177E3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E3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75ACFA" w14:textId="77777777" w:rsidR="00177E3D" w:rsidRPr="00177E3D" w:rsidRDefault="00177E3D" w:rsidP="00177E3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E3D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79E5D5" w14:textId="77777777" w:rsidR="00177E3D" w:rsidRPr="00177E3D" w:rsidRDefault="00177E3D" w:rsidP="00177E3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E3D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7315B1" w14:textId="77777777" w:rsidR="00177E3D" w:rsidRPr="00177E3D" w:rsidRDefault="00177E3D" w:rsidP="00177E3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E3D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177E3D" w:rsidRPr="00177E3D" w14:paraId="5A0E5211" w14:textId="77777777" w:rsidTr="001F3C2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CF0EC" w14:textId="77777777" w:rsidR="00177E3D" w:rsidRPr="00177E3D" w:rsidRDefault="00177E3D" w:rsidP="00177E3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E3D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35FDB" w14:textId="77777777" w:rsidR="00177E3D" w:rsidRDefault="00177E3D" w:rsidP="00177E3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E213166" w14:textId="77777777" w:rsidR="00177E3D" w:rsidRDefault="00177E3D" w:rsidP="00177E3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A70CB8D" w14:textId="77777777" w:rsidR="00177E3D" w:rsidRDefault="00177E3D" w:rsidP="00177E3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Гареева</w:t>
            </w:r>
          </w:p>
          <w:p w14:paraId="543DD496" w14:textId="77777777" w:rsidR="00177E3D" w:rsidRPr="00177E3D" w:rsidRDefault="00177E3D" w:rsidP="00177E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7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Елена Касимовна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15BC7" w14:textId="77777777" w:rsidR="00177E3D" w:rsidRPr="00177E3D" w:rsidRDefault="00177E3D" w:rsidP="00177E3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77E3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Муниципальное общеобразовательное бюджетное  учреждение средняя общеобразовательная школа  села Суккулово МР Ермекеевский район РБ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AC09A" w14:textId="77777777" w:rsidR="00177E3D" w:rsidRDefault="00177E3D" w:rsidP="00177E3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DBBAF95" w14:textId="77777777" w:rsidR="00177E3D" w:rsidRDefault="00177E3D" w:rsidP="00177E3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344BC697" w14:textId="77777777" w:rsidR="00177E3D" w:rsidRPr="00177E3D" w:rsidRDefault="00177E3D" w:rsidP="00177E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177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177E3D" w:rsidRPr="00177E3D" w14:paraId="0A40AC2D" w14:textId="77777777" w:rsidTr="001F3C20">
        <w:trPr>
          <w:trHeight w:val="47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F2D64" w14:textId="77777777" w:rsidR="00177E3D" w:rsidRPr="00177E3D" w:rsidRDefault="00177E3D" w:rsidP="00177E3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E3D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D3FA7" w14:textId="77777777" w:rsidR="001F3C20" w:rsidRDefault="001F3C20" w:rsidP="001F3C20">
            <w:pPr>
              <w:spacing w:after="0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</w:p>
          <w:p w14:paraId="18EFB9EB" w14:textId="77777777" w:rsidR="00177E3D" w:rsidRDefault="001F3C20" w:rsidP="001F3C20">
            <w:pPr>
              <w:spacing w:after="0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  <w:t xml:space="preserve">            </w:t>
            </w:r>
            <w:r w:rsidR="00177E3D" w:rsidRPr="00177E3D">
              <w:rPr>
                <w:rFonts w:ascii="Times New Roman" w:eastAsia="Times New Roman" w:hAnsi="Times New Roman" w:cs="Times New Roman"/>
                <w:color w:val="000000"/>
                <w:spacing w:val="20"/>
                <w:sz w:val="24"/>
                <w:szCs w:val="24"/>
              </w:rPr>
              <w:t xml:space="preserve">Исламов </w:t>
            </w:r>
          </w:p>
          <w:p w14:paraId="3FBC3474" w14:textId="77777777" w:rsidR="00177E3D" w:rsidRPr="00177E3D" w:rsidRDefault="00177E3D" w:rsidP="00177E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pacing w:val="20"/>
                <w:sz w:val="24"/>
                <w:szCs w:val="24"/>
              </w:rPr>
            </w:pPr>
            <w:r w:rsidRPr="00177E3D">
              <w:rPr>
                <w:rFonts w:ascii="Times New Roman" w:eastAsia="Times New Roman" w:hAnsi="Times New Roman" w:cs="Times New Roman"/>
                <w:color w:val="000000"/>
                <w:spacing w:val="20"/>
                <w:sz w:val="24"/>
                <w:szCs w:val="24"/>
              </w:rPr>
              <w:t>Флюр Гатауллинович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515F1" w14:textId="77777777" w:rsidR="00177E3D" w:rsidRPr="00177E3D" w:rsidRDefault="00177E3D" w:rsidP="00177E3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77E3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Муниципальное общеобразовательное казенное учреждение средняя общеобразовательная школа  села </w:t>
            </w:r>
            <w:r w:rsidRPr="00177E3D">
              <w:rPr>
                <w:rFonts w:ascii="Times New Roman" w:eastAsia="Times New Roman" w:hAnsi="Times New Roman" w:cs="Times New Roman"/>
                <w:color w:val="000000"/>
                <w:spacing w:val="20"/>
                <w:sz w:val="24"/>
                <w:szCs w:val="24"/>
              </w:rPr>
              <w:t xml:space="preserve">Рятамак </w:t>
            </w:r>
            <w:r w:rsidRPr="00177E3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МР Ермекеевский район РБ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78330" w14:textId="77777777" w:rsidR="00177E3D" w:rsidRDefault="00177E3D" w:rsidP="00177E3D">
            <w:pPr>
              <w:tabs>
                <w:tab w:val="left" w:pos="1365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</w:p>
          <w:p w14:paraId="04908A9A" w14:textId="77777777" w:rsidR="00177E3D" w:rsidRDefault="00177E3D" w:rsidP="00177E3D">
            <w:pPr>
              <w:tabs>
                <w:tab w:val="left" w:pos="1365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</w:p>
          <w:p w14:paraId="3821F855" w14:textId="77777777" w:rsidR="00177E3D" w:rsidRPr="00177E3D" w:rsidRDefault="00177E3D" w:rsidP="00177E3D">
            <w:pPr>
              <w:tabs>
                <w:tab w:val="left" w:pos="1365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  <w:t>у</w:t>
            </w:r>
            <w:r w:rsidRPr="00177E3D">
              <w:rPr>
                <w:rFonts w:ascii="Times New Roman" w:eastAsia="Times New Roman" w:hAnsi="Times New Roman" w:cs="Times New Roman"/>
                <w:color w:val="000000"/>
                <w:spacing w:val="20"/>
                <w:sz w:val="24"/>
                <w:szCs w:val="24"/>
              </w:rPr>
              <w:t>читель</w:t>
            </w:r>
          </w:p>
        </w:tc>
      </w:tr>
      <w:tr w:rsidR="00177E3D" w:rsidRPr="00177E3D" w14:paraId="1BA2BF6B" w14:textId="77777777" w:rsidTr="001F3C20">
        <w:trPr>
          <w:trHeight w:val="47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9DEE9" w14:textId="77777777" w:rsidR="00177E3D" w:rsidRPr="00177E3D" w:rsidRDefault="00177E3D" w:rsidP="00177E3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E3D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9830F" w14:textId="77777777" w:rsidR="00177E3D" w:rsidRDefault="00177E3D" w:rsidP="00177E3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4375BE60" w14:textId="77777777" w:rsidR="00177E3D" w:rsidRDefault="001F3C20" w:rsidP="001F3C20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           </w:t>
            </w:r>
            <w:r w:rsidR="00177E3D" w:rsidRPr="00177E3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Рахматуллина </w:t>
            </w:r>
          </w:p>
          <w:p w14:paraId="17154052" w14:textId="77777777" w:rsidR="00177E3D" w:rsidRPr="00177E3D" w:rsidRDefault="00177E3D" w:rsidP="00177E3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77E3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Алсу Минизакиевна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13C4B" w14:textId="77777777" w:rsidR="00177E3D" w:rsidRPr="00177E3D" w:rsidRDefault="00177E3D" w:rsidP="00177E3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77E3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Муниципальное общеобразовательное бюджетное  учреждение средняя общеобразовательная школа  села Ермекеево МР Ермекеевский район РБ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2CD0F" w14:textId="77777777" w:rsidR="00177E3D" w:rsidRDefault="00177E3D" w:rsidP="00177E3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0D017AB0" w14:textId="77777777" w:rsidR="00177E3D" w:rsidRDefault="00177E3D" w:rsidP="00177E3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0CCC7B4C" w14:textId="77777777" w:rsidR="00177E3D" w:rsidRPr="00177E3D" w:rsidRDefault="00177E3D" w:rsidP="00177E3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</w:t>
            </w:r>
            <w:r w:rsidRPr="00177E3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177E3D" w:rsidRPr="00177E3D" w14:paraId="6AA37A50" w14:textId="77777777" w:rsidTr="001F3C20">
        <w:trPr>
          <w:trHeight w:val="47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6372C" w14:textId="77777777" w:rsidR="00177E3D" w:rsidRPr="00177E3D" w:rsidRDefault="00177E3D" w:rsidP="00177E3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E3D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F81E2" w14:textId="77777777" w:rsidR="00177E3D" w:rsidRDefault="00177E3D" w:rsidP="00177E3D">
            <w:pPr>
              <w:shd w:val="clear" w:color="auto" w:fill="FFFFFF"/>
              <w:snapToGrid w:val="0"/>
              <w:spacing w:after="0"/>
              <w:ind w:firstLine="6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31B667FC" w14:textId="77777777" w:rsidR="00177E3D" w:rsidRDefault="001F3C20" w:rsidP="001F3C20">
            <w:pPr>
              <w:shd w:val="clear" w:color="auto" w:fill="FFFFFF"/>
              <w:snapToGrid w:val="0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           </w:t>
            </w:r>
            <w:r w:rsidR="00177E3D" w:rsidRPr="00177E3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Силантьев </w:t>
            </w:r>
          </w:p>
          <w:p w14:paraId="3DC000D2" w14:textId="77777777" w:rsidR="00177E3D" w:rsidRPr="00177E3D" w:rsidRDefault="00177E3D" w:rsidP="00177E3D">
            <w:pPr>
              <w:shd w:val="clear" w:color="auto" w:fill="FFFFFF"/>
              <w:snapToGrid w:val="0"/>
              <w:spacing w:after="0"/>
              <w:ind w:firstLine="6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77E3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Александр Павлович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C3CB4" w14:textId="77777777" w:rsidR="001F3C20" w:rsidRDefault="00177E3D" w:rsidP="00177E3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77E3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Муниципальное общеобразовательное бюджетное  учреждение средняя общеобразовательная школа  села имени Восьмое Марта </w:t>
            </w:r>
          </w:p>
          <w:p w14:paraId="46E172A6" w14:textId="77777777" w:rsidR="00177E3D" w:rsidRPr="00177E3D" w:rsidRDefault="00177E3D" w:rsidP="00177E3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77E3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МР Ермекеевский район РБ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8190E" w14:textId="77777777" w:rsidR="00177E3D" w:rsidRDefault="00177E3D" w:rsidP="00177E3D">
            <w:pPr>
              <w:shd w:val="clear" w:color="auto" w:fill="FFFFFF"/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35E60441" w14:textId="77777777" w:rsidR="00177E3D" w:rsidRDefault="00177E3D" w:rsidP="00177E3D">
            <w:pPr>
              <w:shd w:val="clear" w:color="auto" w:fill="FFFFFF"/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543E071B" w14:textId="77777777" w:rsidR="00177E3D" w:rsidRPr="00177E3D" w:rsidRDefault="00177E3D" w:rsidP="00177E3D">
            <w:pPr>
              <w:shd w:val="clear" w:color="auto" w:fill="FFFFFF"/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</w:t>
            </w:r>
            <w:r w:rsidRPr="00177E3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</w:tbl>
    <w:p w14:paraId="1C98314C" w14:textId="77777777" w:rsidR="00177E3D" w:rsidRDefault="00177E3D" w:rsidP="00177E3D">
      <w:pPr>
        <w:spacing w:after="0"/>
        <w:rPr>
          <w:rFonts w:ascii="Times New Roman" w:eastAsia="Times New Roman" w:hAnsi="Times New Roman" w:cs="Times New Roman"/>
        </w:rPr>
      </w:pPr>
    </w:p>
    <w:p w14:paraId="15A7E91C" w14:textId="77777777" w:rsidR="00E96EEA" w:rsidRDefault="00E96EEA" w:rsidP="00177E3D">
      <w:pPr>
        <w:spacing w:after="0"/>
        <w:rPr>
          <w:rFonts w:ascii="Times New Roman" w:eastAsia="Times New Roman" w:hAnsi="Times New Roman" w:cs="Times New Roman"/>
        </w:rPr>
      </w:pPr>
    </w:p>
    <w:p w14:paraId="65A688FF" w14:textId="77777777" w:rsidR="00E96EEA" w:rsidRPr="009F0A24" w:rsidRDefault="00E96EEA" w:rsidP="00177E3D">
      <w:pPr>
        <w:spacing w:after="0"/>
        <w:rPr>
          <w:rFonts w:ascii="Times New Roman" w:eastAsia="Times New Roman" w:hAnsi="Times New Roman" w:cs="Times New Roman"/>
        </w:rPr>
      </w:pPr>
    </w:p>
    <w:p w14:paraId="40E296D2" w14:textId="77777777" w:rsidR="00177E3D" w:rsidRDefault="00177E3D" w:rsidP="00177E3D">
      <w:pPr>
        <w:rPr>
          <w:rFonts w:ascii="Calibri" w:eastAsia="Times New Roman" w:hAnsi="Calibri" w:cs="Times New Roman"/>
        </w:rPr>
      </w:pPr>
    </w:p>
    <w:p w14:paraId="4FC0DD9D" w14:textId="77777777" w:rsidR="00E96EEA" w:rsidRDefault="00E96EEA" w:rsidP="00E96EEA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14:paraId="3502BC62" w14:textId="77777777" w:rsidR="00E96EEA" w:rsidRDefault="00E96EEA" w:rsidP="00C30652">
      <w:pPr>
        <w:spacing w:after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501C81A" w14:textId="77777777" w:rsidR="00FD1274" w:rsidRDefault="00FD1274" w:rsidP="008B3DB7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06678BD" w14:textId="77777777" w:rsidR="00FD1274" w:rsidRDefault="00FD1274" w:rsidP="008B3DB7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632EF0F" w14:textId="77777777" w:rsidR="00FD1274" w:rsidRDefault="00FD1274" w:rsidP="008B3DB7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B09EACB" w14:textId="77777777" w:rsidR="00FD1274" w:rsidRDefault="00FD1274" w:rsidP="008B3DB7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6812725" w14:textId="77777777" w:rsidR="00FD1274" w:rsidRDefault="00FD1274" w:rsidP="008B3DB7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3C76F29" w14:textId="77777777" w:rsidR="00FD1274" w:rsidRDefault="00FD1274" w:rsidP="008B3DB7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50064FD" w14:textId="77777777" w:rsidR="00FD1274" w:rsidRDefault="00FD1274" w:rsidP="008B3DB7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B2F29BC" w14:textId="77777777" w:rsidR="00FD1274" w:rsidRDefault="00FD1274" w:rsidP="008B3DB7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B60D363" w14:textId="77777777" w:rsidR="00FD1274" w:rsidRDefault="00FD1274" w:rsidP="008B3DB7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C9A3861" w14:textId="77777777" w:rsidR="00FD1274" w:rsidRDefault="00FD1274" w:rsidP="008B3DB7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371E303" w14:textId="77777777" w:rsidR="001F3C20" w:rsidRDefault="001F3C20" w:rsidP="008B3DB7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31EDB01" w14:textId="77777777" w:rsidR="001F3C20" w:rsidRDefault="001F3C20" w:rsidP="008B3DB7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1C4AB61" w14:textId="77777777" w:rsidR="001F3C20" w:rsidRDefault="001F3C20" w:rsidP="008B3DB7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0EF5F02" w14:textId="77777777" w:rsidR="001F3C20" w:rsidRDefault="001F3C20" w:rsidP="008B3DB7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A1CC777" w14:textId="77777777" w:rsidR="001F3C20" w:rsidRDefault="001F3C20" w:rsidP="008B3DB7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D1CF4AD" w14:textId="77777777" w:rsidR="001F3C20" w:rsidRDefault="001F3C20" w:rsidP="008B3DB7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AE35F86" w14:textId="77777777" w:rsidR="001F3C20" w:rsidRDefault="001F3C20" w:rsidP="008B3DB7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FD466E2" w14:textId="77777777" w:rsidR="00FD1274" w:rsidRDefault="00FD1274" w:rsidP="00FD127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Приложение №2  к приказу Министерства образования</w:t>
      </w:r>
    </w:p>
    <w:p w14:paraId="627B9F5A" w14:textId="77777777" w:rsidR="00FD1274" w:rsidRPr="00BE3CB8" w:rsidRDefault="00FD1274" w:rsidP="00FD1274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14:paraId="3B9D22D3" w14:textId="77777777" w:rsidR="00FD1274" w:rsidRDefault="00FD1274" w:rsidP="00FD127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14:paraId="164DDE68" w14:textId="77777777" w:rsidR="00FD1274" w:rsidRDefault="00FD1274" w:rsidP="00FD127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14:paraId="445A08E2" w14:textId="77777777" w:rsidR="00FD1274" w:rsidRDefault="00FD1274" w:rsidP="00FD1274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14:paraId="4D139C6B" w14:textId="77777777" w:rsidR="00FD1274" w:rsidRPr="00FD0F2C" w:rsidRDefault="00FD1274" w:rsidP="00FD1274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0464984E" w14:textId="77777777" w:rsidR="00E96EEA" w:rsidRPr="008B3DB7" w:rsidRDefault="00E96EEA" w:rsidP="008B3DB7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8B3DB7">
        <w:rPr>
          <w:rFonts w:ascii="Times New Roman" w:hAnsi="Times New Roman"/>
          <w:b/>
          <w:sz w:val="24"/>
          <w:szCs w:val="24"/>
        </w:rPr>
        <w:t>МР Илишевский район</w:t>
      </w:r>
      <w:r w:rsidR="008B3DB7">
        <w:rPr>
          <w:rFonts w:ascii="Times New Roman" w:hAnsi="Times New Roman"/>
          <w:b/>
          <w:sz w:val="24"/>
          <w:szCs w:val="24"/>
        </w:rPr>
        <w:t xml:space="preserve"> Республики Башкортостан</w:t>
      </w:r>
    </w:p>
    <w:p w14:paraId="22339D3D" w14:textId="77777777" w:rsidR="00E96EEA" w:rsidRPr="008B3DB7" w:rsidRDefault="00E96EEA" w:rsidP="008B3DB7">
      <w:pPr>
        <w:spacing w:after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0" w:type="auto"/>
        <w:tblInd w:w="-1168" w:type="dxa"/>
        <w:tblLook w:val="04A0" w:firstRow="1" w:lastRow="0" w:firstColumn="1" w:lastColumn="0" w:noHBand="0" w:noVBand="1"/>
      </w:tblPr>
      <w:tblGrid>
        <w:gridCol w:w="709"/>
        <w:gridCol w:w="3261"/>
        <w:gridCol w:w="4110"/>
        <w:gridCol w:w="2977"/>
      </w:tblGrid>
      <w:tr w:rsidR="008B3DB7" w:rsidRPr="008B3DB7" w14:paraId="4710827E" w14:textId="77777777" w:rsidTr="00894A01">
        <w:tc>
          <w:tcPr>
            <w:tcW w:w="709" w:type="dxa"/>
            <w:vAlign w:val="center"/>
          </w:tcPr>
          <w:p w14:paraId="3123E9C7" w14:textId="77777777" w:rsidR="008B3DB7" w:rsidRPr="00C30652" w:rsidRDefault="008B3DB7" w:rsidP="00894A01">
            <w:pPr>
              <w:jc w:val="center"/>
              <w:rPr>
                <w:b/>
                <w:sz w:val="24"/>
                <w:szCs w:val="24"/>
              </w:rPr>
            </w:pPr>
            <w:r w:rsidRPr="00C30652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3261" w:type="dxa"/>
            <w:vAlign w:val="center"/>
          </w:tcPr>
          <w:p w14:paraId="49CC4F1C" w14:textId="77777777" w:rsidR="008B3DB7" w:rsidRDefault="008B3DB7" w:rsidP="00894A01">
            <w:pPr>
              <w:jc w:val="center"/>
              <w:rPr>
                <w:b/>
                <w:sz w:val="24"/>
                <w:szCs w:val="24"/>
              </w:rPr>
            </w:pPr>
            <w:r w:rsidRPr="00C30652">
              <w:rPr>
                <w:b/>
                <w:sz w:val="24"/>
                <w:szCs w:val="24"/>
              </w:rPr>
              <w:t>Ф</w:t>
            </w:r>
            <w:r>
              <w:rPr>
                <w:b/>
                <w:sz w:val="24"/>
                <w:szCs w:val="24"/>
              </w:rPr>
              <w:t>ИО</w:t>
            </w:r>
          </w:p>
          <w:p w14:paraId="3E03BA84" w14:textId="77777777" w:rsidR="001F3C20" w:rsidRPr="00C30652" w:rsidRDefault="001F3C20" w:rsidP="00894A0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10" w:type="dxa"/>
            <w:vAlign w:val="center"/>
          </w:tcPr>
          <w:p w14:paraId="30172F86" w14:textId="77777777" w:rsidR="008B3DB7" w:rsidRPr="00C30652" w:rsidRDefault="008B3DB7" w:rsidP="00894A01">
            <w:pPr>
              <w:jc w:val="center"/>
              <w:rPr>
                <w:b/>
                <w:sz w:val="24"/>
                <w:szCs w:val="24"/>
              </w:rPr>
            </w:pPr>
            <w:r w:rsidRPr="00C30652">
              <w:rPr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977" w:type="dxa"/>
            <w:vAlign w:val="center"/>
          </w:tcPr>
          <w:p w14:paraId="0486EBCB" w14:textId="77777777" w:rsidR="008B3DB7" w:rsidRPr="00C30652" w:rsidRDefault="008B3DB7" w:rsidP="00894A01">
            <w:pPr>
              <w:jc w:val="center"/>
              <w:rPr>
                <w:b/>
                <w:sz w:val="24"/>
                <w:szCs w:val="24"/>
              </w:rPr>
            </w:pPr>
            <w:r w:rsidRPr="00C30652">
              <w:rPr>
                <w:b/>
                <w:sz w:val="24"/>
                <w:szCs w:val="24"/>
              </w:rPr>
              <w:t>Должность</w:t>
            </w:r>
          </w:p>
        </w:tc>
      </w:tr>
      <w:tr w:rsidR="00E96EEA" w:rsidRPr="008B3DB7" w14:paraId="6A3974B0" w14:textId="77777777" w:rsidTr="008B3DB7">
        <w:tc>
          <w:tcPr>
            <w:tcW w:w="709" w:type="dxa"/>
          </w:tcPr>
          <w:p w14:paraId="5F6AFB01" w14:textId="77777777" w:rsidR="00E96EEA" w:rsidRPr="008B3DB7" w:rsidRDefault="00E96EEA" w:rsidP="008B3DB7">
            <w:pPr>
              <w:pStyle w:val="af0"/>
              <w:snapToGrid w:val="0"/>
              <w:spacing w:line="276" w:lineRule="auto"/>
              <w:ind w:left="142"/>
              <w:jc w:val="center"/>
              <w:rPr>
                <w:spacing w:val="20"/>
              </w:rPr>
            </w:pPr>
            <w:r w:rsidRPr="008B3DB7">
              <w:rPr>
                <w:spacing w:val="20"/>
              </w:rPr>
              <w:t>1</w:t>
            </w:r>
          </w:p>
        </w:tc>
        <w:tc>
          <w:tcPr>
            <w:tcW w:w="3261" w:type="dxa"/>
          </w:tcPr>
          <w:p w14:paraId="262C5066" w14:textId="77777777" w:rsidR="008B3DB7" w:rsidRDefault="00E96EEA" w:rsidP="008B3DB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B3DB7">
              <w:rPr>
                <w:sz w:val="24"/>
                <w:szCs w:val="24"/>
              </w:rPr>
              <w:t xml:space="preserve">Насртдинова </w:t>
            </w:r>
          </w:p>
          <w:p w14:paraId="0D151646" w14:textId="77777777" w:rsidR="00E96EEA" w:rsidRPr="008B3DB7" w:rsidRDefault="00E96EEA" w:rsidP="008B3DB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B3DB7">
              <w:rPr>
                <w:sz w:val="24"/>
                <w:szCs w:val="24"/>
              </w:rPr>
              <w:t>Зульфира Тимергаязовна</w:t>
            </w:r>
          </w:p>
        </w:tc>
        <w:tc>
          <w:tcPr>
            <w:tcW w:w="4110" w:type="dxa"/>
          </w:tcPr>
          <w:p w14:paraId="7D043E43" w14:textId="77777777" w:rsidR="00E96EEA" w:rsidRPr="008B3DB7" w:rsidRDefault="00E96EEA" w:rsidP="008B3DB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B3DB7">
              <w:rPr>
                <w:sz w:val="24"/>
                <w:szCs w:val="24"/>
              </w:rPr>
              <w:t>МБОУ СОШ №4 с.Верхнеяркеево МР Илишевский район</w:t>
            </w:r>
          </w:p>
        </w:tc>
        <w:tc>
          <w:tcPr>
            <w:tcW w:w="2977" w:type="dxa"/>
          </w:tcPr>
          <w:p w14:paraId="26D59171" w14:textId="77777777" w:rsidR="00E96EEA" w:rsidRPr="008B3DB7" w:rsidRDefault="008B3DB7" w:rsidP="008B3DB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B3DB7">
              <w:rPr>
                <w:sz w:val="24"/>
                <w:szCs w:val="24"/>
              </w:rPr>
              <w:t>п</w:t>
            </w:r>
            <w:r w:rsidR="00E96EEA" w:rsidRPr="008B3DB7">
              <w:rPr>
                <w:sz w:val="24"/>
                <w:szCs w:val="24"/>
              </w:rPr>
              <w:t>едагог-психолог</w:t>
            </w:r>
          </w:p>
        </w:tc>
      </w:tr>
      <w:tr w:rsidR="00E96EEA" w:rsidRPr="008B3DB7" w14:paraId="7F53D03A" w14:textId="77777777" w:rsidTr="008B3DB7">
        <w:tc>
          <w:tcPr>
            <w:tcW w:w="709" w:type="dxa"/>
          </w:tcPr>
          <w:p w14:paraId="393E7F92" w14:textId="77777777" w:rsidR="00E96EEA" w:rsidRPr="008B3DB7" w:rsidRDefault="00E96EEA" w:rsidP="008B3DB7">
            <w:pPr>
              <w:pStyle w:val="af0"/>
              <w:snapToGrid w:val="0"/>
              <w:spacing w:line="276" w:lineRule="auto"/>
              <w:ind w:left="142"/>
              <w:jc w:val="center"/>
              <w:rPr>
                <w:spacing w:val="20"/>
              </w:rPr>
            </w:pPr>
            <w:r w:rsidRPr="008B3DB7">
              <w:rPr>
                <w:spacing w:val="20"/>
              </w:rPr>
              <w:t>2</w:t>
            </w:r>
          </w:p>
        </w:tc>
        <w:tc>
          <w:tcPr>
            <w:tcW w:w="3261" w:type="dxa"/>
          </w:tcPr>
          <w:p w14:paraId="2DB0D2A4" w14:textId="77777777" w:rsidR="008B3DB7" w:rsidRDefault="00E96EEA" w:rsidP="008B3DB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B3DB7">
              <w:rPr>
                <w:sz w:val="24"/>
                <w:szCs w:val="24"/>
              </w:rPr>
              <w:t xml:space="preserve">Рахматуллина </w:t>
            </w:r>
          </w:p>
          <w:p w14:paraId="738DA5CE" w14:textId="77777777" w:rsidR="00E96EEA" w:rsidRPr="008B3DB7" w:rsidRDefault="00E96EEA" w:rsidP="008B3DB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B3DB7">
              <w:rPr>
                <w:sz w:val="24"/>
                <w:szCs w:val="24"/>
              </w:rPr>
              <w:t>Гульнара Хадитовна</w:t>
            </w:r>
          </w:p>
        </w:tc>
        <w:tc>
          <w:tcPr>
            <w:tcW w:w="4110" w:type="dxa"/>
          </w:tcPr>
          <w:p w14:paraId="1C1ED3F0" w14:textId="77777777" w:rsidR="00E96EEA" w:rsidRPr="008B3DB7" w:rsidRDefault="00E96EEA" w:rsidP="008B3DB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B3DB7">
              <w:rPr>
                <w:sz w:val="24"/>
                <w:szCs w:val="24"/>
              </w:rPr>
              <w:t>МБОУ ООШ с.Юнны</w:t>
            </w:r>
          </w:p>
          <w:p w14:paraId="65B55AA7" w14:textId="77777777" w:rsidR="00E96EEA" w:rsidRPr="008B3DB7" w:rsidRDefault="00E96EEA" w:rsidP="008B3DB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B3DB7">
              <w:rPr>
                <w:sz w:val="24"/>
                <w:szCs w:val="24"/>
              </w:rPr>
              <w:t>МР Илишевский район</w:t>
            </w:r>
          </w:p>
        </w:tc>
        <w:tc>
          <w:tcPr>
            <w:tcW w:w="2977" w:type="dxa"/>
          </w:tcPr>
          <w:p w14:paraId="7963A8E8" w14:textId="77777777" w:rsidR="00E96EEA" w:rsidRPr="008B3DB7" w:rsidRDefault="00E96EEA" w:rsidP="008B3DB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B3DB7">
              <w:rPr>
                <w:sz w:val="24"/>
                <w:szCs w:val="24"/>
              </w:rPr>
              <w:t>учитель</w:t>
            </w:r>
          </w:p>
        </w:tc>
      </w:tr>
      <w:tr w:rsidR="00E96EEA" w:rsidRPr="008B3DB7" w14:paraId="2E7500DF" w14:textId="77777777" w:rsidTr="008B3DB7">
        <w:tc>
          <w:tcPr>
            <w:tcW w:w="709" w:type="dxa"/>
          </w:tcPr>
          <w:p w14:paraId="4D683C54" w14:textId="77777777" w:rsidR="00E96EEA" w:rsidRPr="008B3DB7" w:rsidRDefault="00E96EEA" w:rsidP="008B3DB7">
            <w:pPr>
              <w:pStyle w:val="af0"/>
              <w:snapToGrid w:val="0"/>
              <w:spacing w:line="276" w:lineRule="auto"/>
              <w:ind w:left="142"/>
              <w:jc w:val="center"/>
              <w:rPr>
                <w:spacing w:val="20"/>
              </w:rPr>
            </w:pPr>
            <w:r w:rsidRPr="008B3DB7">
              <w:rPr>
                <w:spacing w:val="20"/>
              </w:rPr>
              <w:t>3</w:t>
            </w:r>
          </w:p>
        </w:tc>
        <w:tc>
          <w:tcPr>
            <w:tcW w:w="3261" w:type="dxa"/>
          </w:tcPr>
          <w:p w14:paraId="32DF34B7" w14:textId="77777777" w:rsidR="008B3DB7" w:rsidRDefault="00E96EEA" w:rsidP="008B3DB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B3DB7">
              <w:rPr>
                <w:sz w:val="24"/>
                <w:szCs w:val="24"/>
              </w:rPr>
              <w:t>Гимазов</w:t>
            </w:r>
          </w:p>
          <w:p w14:paraId="37F60DEC" w14:textId="77777777" w:rsidR="00E96EEA" w:rsidRPr="008B3DB7" w:rsidRDefault="00E96EEA" w:rsidP="008B3DB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B3DB7">
              <w:rPr>
                <w:sz w:val="24"/>
                <w:szCs w:val="24"/>
              </w:rPr>
              <w:t xml:space="preserve"> Азат Галимович</w:t>
            </w:r>
          </w:p>
        </w:tc>
        <w:tc>
          <w:tcPr>
            <w:tcW w:w="4110" w:type="dxa"/>
          </w:tcPr>
          <w:p w14:paraId="7580EE79" w14:textId="77777777" w:rsidR="00E96EEA" w:rsidRPr="008B3DB7" w:rsidRDefault="00E96EEA" w:rsidP="008B3DB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B3DB7">
              <w:rPr>
                <w:sz w:val="24"/>
                <w:szCs w:val="24"/>
              </w:rPr>
              <w:t>МЮОУ ООШ с.Урметово</w:t>
            </w:r>
          </w:p>
          <w:p w14:paraId="6E498CB1" w14:textId="77777777" w:rsidR="00E96EEA" w:rsidRPr="008B3DB7" w:rsidRDefault="00E96EEA" w:rsidP="008B3DB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B3DB7">
              <w:rPr>
                <w:sz w:val="24"/>
                <w:szCs w:val="24"/>
              </w:rPr>
              <w:t>МР Илишевский район</w:t>
            </w:r>
          </w:p>
        </w:tc>
        <w:tc>
          <w:tcPr>
            <w:tcW w:w="2977" w:type="dxa"/>
          </w:tcPr>
          <w:p w14:paraId="16A7625B" w14:textId="77777777" w:rsidR="00E96EEA" w:rsidRPr="008B3DB7" w:rsidRDefault="00E96EEA" w:rsidP="008B3DB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B3DB7">
              <w:rPr>
                <w:sz w:val="24"/>
                <w:szCs w:val="24"/>
              </w:rPr>
              <w:t>учитель</w:t>
            </w:r>
          </w:p>
        </w:tc>
      </w:tr>
      <w:tr w:rsidR="00E96EEA" w:rsidRPr="008B3DB7" w14:paraId="609B70E1" w14:textId="77777777" w:rsidTr="008B3DB7">
        <w:tc>
          <w:tcPr>
            <w:tcW w:w="709" w:type="dxa"/>
          </w:tcPr>
          <w:p w14:paraId="59AF2D3F" w14:textId="77777777" w:rsidR="00E96EEA" w:rsidRPr="008B3DB7" w:rsidRDefault="00E96EEA" w:rsidP="008B3DB7">
            <w:pPr>
              <w:pStyle w:val="af0"/>
              <w:snapToGrid w:val="0"/>
              <w:spacing w:line="276" w:lineRule="auto"/>
              <w:ind w:left="142"/>
              <w:jc w:val="center"/>
              <w:rPr>
                <w:spacing w:val="20"/>
              </w:rPr>
            </w:pPr>
            <w:r w:rsidRPr="008B3DB7">
              <w:rPr>
                <w:spacing w:val="20"/>
              </w:rPr>
              <w:t>4</w:t>
            </w:r>
          </w:p>
        </w:tc>
        <w:tc>
          <w:tcPr>
            <w:tcW w:w="3261" w:type="dxa"/>
          </w:tcPr>
          <w:p w14:paraId="3067B99B" w14:textId="77777777" w:rsidR="008B3DB7" w:rsidRDefault="00E96EEA" w:rsidP="008B3DB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B3DB7">
              <w:rPr>
                <w:sz w:val="24"/>
                <w:szCs w:val="24"/>
              </w:rPr>
              <w:t xml:space="preserve">Давлятгараева </w:t>
            </w:r>
          </w:p>
          <w:p w14:paraId="1648427B" w14:textId="77777777" w:rsidR="00E96EEA" w:rsidRPr="008B3DB7" w:rsidRDefault="00E96EEA" w:rsidP="008B3DB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B3DB7">
              <w:rPr>
                <w:sz w:val="24"/>
                <w:szCs w:val="24"/>
              </w:rPr>
              <w:t>Гульназ Дамировна</w:t>
            </w:r>
          </w:p>
        </w:tc>
        <w:tc>
          <w:tcPr>
            <w:tcW w:w="4110" w:type="dxa"/>
          </w:tcPr>
          <w:p w14:paraId="6D2B33FC" w14:textId="77777777" w:rsidR="00E96EEA" w:rsidRPr="008B3DB7" w:rsidRDefault="00E96EEA" w:rsidP="008B3DB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B3DB7">
              <w:rPr>
                <w:sz w:val="24"/>
                <w:szCs w:val="24"/>
              </w:rPr>
              <w:t>МБОУ СОШ №4 с.Верхнеяркеево</w:t>
            </w:r>
          </w:p>
          <w:p w14:paraId="2D763971" w14:textId="77777777" w:rsidR="00E96EEA" w:rsidRPr="008B3DB7" w:rsidRDefault="00E96EEA" w:rsidP="008B3DB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B3DB7">
              <w:rPr>
                <w:sz w:val="24"/>
                <w:szCs w:val="24"/>
              </w:rPr>
              <w:t>МР Илишевский район</w:t>
            </w:r>
          </w:p>
        </w:tc>
        <w:tc>
          <w:tcPr>
            <w:tcW w:w="2977" w:type="dxa"/>
          </w:tcPr>
          <w:p w14:paraId="2B86774C" w14:textId="77777777" w:rsidR="00E96EEA" w:rsidRPr="008B3DB7" w:rsidRDefault="00E96EEA" w:rsidP="008B3DB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B3DB7">
              <w:rPr>
                <w:sz w:val="24"/>
                <w:szCs w:val="24"/>
              </w:rPr>
              <w:t>учитель</w:t>
            </w:r>
          </w:p>
        </w:tc>
      </w:tr>
      <w:tr w:rsidR="00E96EEA" w:rsidRPr="008B3DB7" w14:paraId="4830328D" w14:textId="77777777" w:rsidTr="008B3DB7">
        <w:tc>
          <w:tcPr>
            <w:tcW w:w="709" w:type="dxa"/>
          </w:tcPr>
          <w:p w14:paraId="46465283" w14:textId="77777777" w:rsidR="00E96EEA" w:rsidRPr="008B3DB7" w:rsidRDefault="00E96EEA" w:rsidP="008B3DB7">
            <w:pPr>
              <w:pStyle w:val="af0"/>
              <w:snapToGrid w:val="0"/>
              <w:spacing w:line="276" w:lineRule="auto"/>
              <w:ind w:left="142"/>
              <w:jc w:val="center"/>
              <w:rPr>
                <w:spacing w:val="20"/>
              </w:rPr>
            </w:pPr>
            <w:r w:rsidRPr="008B3DB7">
              <w:rPr>
                <w:spacing w:val="20"/>
              </w:rPr>
              <w:t>5</w:t>
            </w:r>
          </w:p>
        </w:tc>
        <w:tc>
          <w:tcPr>
            <w:tcW w:w="3261" w:type="dxa"/>
          </w:tcPr>
          <w:p w14:paraId="12D83F37" w14:textId="77777777" w:rsidR="008B3DB7" w:rsidRDefault="00E96EEA" w:rsidP="008B3DB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B3DB7">
              <w:rPr>
                <w:sz w:val="24"/>
                <w:szCs w:val="24"/>
              </w:rPr>
              <w:t>Шарифуллина</w:t>
            </w:r>
          </w:p>
          <w:p w14:paraId="0CFDC95F" w14:textId="77777777" w:rsidR="00E96EEA" w:rsidRPr="008B3DB7" w:rsidRDefault="00E96EEA" w:rsidP="008B3DB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B3DB7">
              <w:rPr>
                <w:sz w:val="24"/>
                <w:szCs w:val="24"/>
              </w:rPr>
              <w:t xml:space="preserve"> Любовь Адибовна</w:t>
            </w:r>
          </w:p>
        </w:tc>
        <w:tc>
          <w:tcPr>
            <w:tcW w:w="4110" w:type="dxa"/>
          </w:tcPr>
          <w:p w14:paraId="7F22F150" w14:textId="77777777" w:rsidR="00E96EEA" w:rsidRPr="008B3DB7" w:rsidRDefault="00E96EEA" w:rsidP="008B3DB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B3DB7">
              <w:rPr>
                <w:sz w:val="24"/>
                <w:szCs w:val="24"/>
              </w:rPr>
              <w:t>МБОУ СОШ им.Т.Рахманова с.Верхнеяркеево</w:t>
            </w:r>
          </w:p>
          <w:p w14:paraId="7A9085EA" w14:textId="77777777" w:rsidR="00E96EEA" w:rsidRPr="008B3DB7" w:rsidRDefault="00E96EEA" w:rsidP="008B3DB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B3DB7">
              <w:rPr>
                <w:sz w:val="24"/>
                <w:szCs w:val="24"/>
              </w:rPr>
              <w:t>МР Илишевский район</w:t>
            </w:r>
          </w:p>
        </w:tc>
        <w:tc>
          <w:tcPr>
            <w:tcW w:w="2977" w:type="dxa"/>
          </w:tcPr>
          <w:p w14:paraId="156E6BF4" w14:textId="77777777" w:rsidR="00E96EEA" w:rsidRPr="008B3DB7" w:rsidRDefault="00E96EEA" w:rsidP="008B3DB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B3DB7">
              <w:rPr>
                <w:sz w:val="24"/>
                <w:szCs w:val="24"/>
              </w:rPr>
              <w:t>учитель</w:t>
            </w:r>
          </w:p>
        </w:tc>
      </w:tr>
    </w:tbl>
    <w:p w14:paraId="7C102CED" w14:textId="77777777" w:rsidR="005912DE" w:rsidRDefault="005912DE" w:rsidP="005912D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14:paraId="13987AE8" w14:textId="77777777" w:rsidR="005912DE" w:rsidRDefault="005912DE" w:rsidP="005912D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14:paraId="5BAFE508" w14:textId="77777777" w:rsidR="005912DE" w:rsidRDefault="005912DE" w:rsidP="005912D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14:paraId="05F23A14" w14:textId="77777777" w:rsidR="00FD1274" w:rsidRDefault="00FD1274" w:rsidP="005912DE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8AAC065" w14:textId="77777777" w:rsidR="00FD1274" w:rsidRDefault="00FD1274" w:rsidP="005912DE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9A3C633" w14:textId="77777777" w:rsidR="00FD1274" w:rsidRDefault="00FD1274" w:rsidP="005912DE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AF74E65" w14:textId="77777777" w:rsidR="00FD1274" w:rsidRDefault="00FD1274" w:rsidP="005912DE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C87578D" w14:textId="77777777" w:rsidR="00FD1274" w:rsidRDefault="00FD1274" w:rsidP="005912DE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F369469" w14:textId="77777777" w:rsidR="00FD1274" w:rsidRDefault="00FD1274" w:rsidP="005912DE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BE87854" w14:textId="77777777" w:rsidR="00FD1274" w:rsidRDefault="00FD1274" w:rsidP="005912DE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05D15D8" w14:textId="77777777" w:rsidR="00FD1274" w:rsidRDefault="00FD1274" w:rsidP="005912DE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E1BC573" w14:textId="77777777" w:rsidR="00FD1274" w:rsidRDefault="00FD1274" w:rsidP="005912DE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A72BFA5" w14:textId="77777777" w:rsidR="00FD1274" w:rsidRDefault="00FD1274" w:rsidP="005912DE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F2EE1F3" w14:textId="77777777" w:rsidR="00FD1274" w:rsidRDefault="00FD1274" w:rsidP="005912DE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49F0C47" w14:textId="77777777" w:rsidR="00FD1274" w:rsidRDefault="00FD1274" w:rsidP="005912DE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4A6FA4E" w14:textId="77777777" w:rsidR="00FD1274" w:rsidRDefault="00FD1274" w:rsidP="005912DE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4DD3536" w14:textId="77777777" w:rsidR="00FD1274" w:rsidRDefault="00FD1274" w:rsidP="005912DE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54F3F46" w14:textId="77777777" w:rsidR="00FD1274" w:rsidRDefault="00FD1274" w:rsidP="005912DE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C3B0E10" w14:textId="77777777" w:rsidR="00FD1274" w:rsidRDefault="00FD1274" w:rsidP="005912DE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097470B" w14:textId="77777777" w:rsidR="00FD1274" w:rsidRDefault="00FD1274" w:rsidP="005912DE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68D328E" w14:textId="77777777" w:rsidR="00FD1274" w:rsidRDefault="00FD1274" w:rsidP="005912DE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1D96F51" w14:textId="77777777" w:rsidR="00FD1274" w:rsidRDefault="00FD1274" w:rsidP="005912DE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D904853" w14:textId="77777777" w:rsidR="00FD1274" w:rsidRDefault="00FD1274" w:rsidP="005912DE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3336015" w14:textId="77777777" w:rsidR="00FD1274" w:rsidRDefault="00FD1274" w:rsidP="005912DE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4F9EDDB" w14:textId="77777777" w:rsidR="00FD1274" w:rsidRDefault="00FD1274" w:rsidP="005912DE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326B770" w14:textId="77777777" w:rsidR="00FD1274" w:rsidRDefault="00FD1274" w:rsidP="005912DE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F58051A" w14:textId="77777777" w:rsidR="00FD1274" w:rsidRDefault="00FD1274" w:rsidP="005912DE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EC87FE1" w14:textId="77777777" w:rsidR="00FD1274" w:rsidRDefault="00FD1274" w:rsidP="005912DE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CDE8E84" w14:textId="77777777" w:rsidR="00FD1274" w:rsidRDefault="00FD1274" w:rsidP="005912DE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10E2523" w14:textId="77777777" w:rsidR="00FD1274" w:rsidRDefault="00FD1274" w:rsidP="001F3C20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6B3789E" w14:textId="77777777" w:rsidR="00FD1274" w:rsidRDefault="00FD1274" w:rsidP="00FD127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Приложение №2  к приказу Министерства образования</w:t>
      </w:r>
    </w:p>
    <w:p w14:paraId="3E273B7C" w14:textId="77777777" w:rsidR="00FD1274" w:rsidRPr="00BE3CB8" w:rsidRDefault="00FD1274" w:rsidP="00FD1274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14:paraId="0221E815" w14:textId="77777777" w:rsidR="00FD1274" w:rsidRDefault="00FD1274" w:rsidP="00FD127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14:paraId="69D10D8C" w14:textId="77777777" w:rsidR="00FD1274" w:rsidRDefault="00FD1274" w:rsidP="00FD127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14:paraId="14019C3D" w14:textId="77777777" w:rsidR="00FD1274" w:rsidRDefault="00FD1274" w:rsidP="00FD1274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14:paraId="1CD39B9E" w14:textId="77777777" w:rsidR="00FD1274" w:rsidRPr="00FD0F2C" w:rsidRDefault="00FD1274" w:rsidP="00FD1274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7D05AC80" w14:textId="77777777" w:rsidR="005912DE" w:rsidRPr="005912DE" w:rsidRDefault="005912DE" w:rsidP="005912DE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912DE">
        <w:rPr>
          <w:rFonts w:ascii="Times New Roman" w:eastAsia="Times New Roman" w:hAnsi="Times New Roman" w:cs="Times New Roman"/>
          <w:b/>
          <w:sz w:val="24"/>
          <w:szCs w:val="24"/>
        </w:rPr>
        <w:t>МР Караидельский  район Республики Башкортостан</w:t>
      </w:r>
    </w:p>
    <w:p w14:paraId="5DB79BDD" w14:textId="77777777" w:rsidR="005912DE" w:rsidRPr="005912DE" w:rsidRDefault="005912DE" w:rsidP="005912DE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1057" w:type="dxa"/>
        <w:tblInd w:w="-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7"/>
        <w:gridCol w:w="3403"/>
        <w:gridCol w:w="4110"/>
        <w:gridCol w:w="2977"/>
      </w:tblGrid>
      <w:tr w:rsidR="005912DE" w:rsidRPr="005912DE" w14:paraId="43A2458A" w14:textId="77777777" w:rsidTr="005912DE">
        <w:tc>
          <w:tcPr>
            <w:tcW w:w="567" w:type="dxa"/>
          </w:tcPr>
          <w:p w14:paraId="67E366BE" w14:textId="77777777" w:rsidR="005912DE" w:rsidRPr="005912DE" w:rsidRDefault="005912DE" w:rsidP="005912D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912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3403" w:type="dxa"/>
          </w:tcPr>
          <w:p w14:paraId="19E971B9" w14:textId="77777777" w:rsidR="005912DE" w:rsidRPr="005912DE" w:rsidRDefault="005912DE" w:rsidP="005912D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912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ФИО</w:t>
            </w:r>
          </w:p>
        </w:tc>
        <w:tc>
          <w:tcPr>
            <w:tcW w:w="4110" w:type="dxa"/>
          </w:tcPr>
          <w:p w14:paraId="2BBC92DC" w14:textId="77777777" w:rsidR="005912DE" w:rsidRPr="005912DE" w:rsidRDefault="005912DE" w:rsidP="005912D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912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Место работы</w:t>
            </w:r>
          </w:p>
        </w:tc>
        <w:tc>
          <w:tcPr>
            <w:tcW w:w="2977" w:type="dxa"/>
          </w:tcPr>
          <w:p w14:paraId="7C5AD4CA" w14:textId="77777777" w:rsidR="005912DE" w:rsidRPr="005912DE" w:rsidRDefault="005912DE" w:rsidP="005912D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912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Должность</w:t>
            </w:r>
          </w:p>
        </w:tc>
      </w:tr>
      <w:tr w:rsidR="005912DE" w:rsidRPr="005912DE" w14:paraId="3769D276" w14:textId="77777777" w:rsidTr="005912DE">
        <w:tc>
          <w:tcPr>
            <w:tcW w:w="567" w:type="dxa"/>
          </w:tcPr>
          <w:p w14:paraId="43529839" w14:textId="77777777" w:rsidR="005912DE" w:rsidRPr="005912DE" w:rsidRDefault="005912DE" w:rsidP="005912D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912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403" w:type="dxa"/>
          </w:tcPr>
          <w:p w14:paraId="52A69B6C" w14:textId="77777777" w:rsidR="005912DE" w:rsidRDefault="005912DE" w:rsidP="005912D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2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Галеева </w:t>
            </w:r>
          </w:p>
          <w:p w14:paraId="5CA55A78" w14:textId="77777777" w:rsidR="005912DE" w:rsidRPr="005912DE" w:rsidRDefault="005912DE" w:rsidP="005912D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2DE">
              <w:rPr>
                <w:rFonts w:ascii="Times New Roman" w:eastAsia="Times New Roman" w:hAnsi="Times New Roman" w:cs="Times New Roman"/>
                <w:sz w:val="24"/>
                <w:szCs w:val="24"/>
              </w:rPr>
              <w:t>Наталья Борисовна</w:t>
            </w:r>
          </w:p>
        </w:tc>
        <w:tc>
          <w:tcPr>
            <w:tcW w:w="4110" w:type="dxa"/>
          </w:tcPr>
          <w:p w14:paraId="4E8C9E6F" w14:textId="77777777" w:rsidR="005912DE" w:rsidRPr="005912DE" w:rsidRDefault="005912DE" w:rsidP="005912D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2DE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Байкинская СОШ</w:t>
            </w:r>
          </w:p>
        </w:tc>
        <w:tc>
          <w:tcPr>
            <w:tcW w:w="2977" w:type="dxa"/>
          </w:tcPr>
          <w:p w14:paraId="03A6F74C" w14:textId="77777777" w:rsidR="005912DE" w:rsidRPr="005912DE" w:rsidRDefault="005912DE" w:rsidP="005912DE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5912DE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  <w:t>учитель</w:t>
            </w:r>
          </w:p>
        </w:tc>
      </w:tr>
      <w:tr w:rsidR="005912DE" w:rsidRPr="005912DE" w14:paraId="24B02D3E" w14:textId="77777777" w:rsidTr="005912DE">
        <w:tc>
          <w:tcPr>
            <w:tcW w:w="567" w:type="dxa"/>
          </w:tcPr>
          <w:p w14:paraId="71BBC704" w14:textId="77777777" w:rsidR="005912DE" w:rsidRPr="005912DE" w:rsidRDefault="005912DE" w:rsidP="005912D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912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3403" w:type="dxa"/>
          </w:tcPr>
          <w:p w14:paraId="4BCECF9A" w14:textId="77777777" w:rsidR="005912DE" w:rsidRDefault="005912DE" w:rsidP="005912D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2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Мирхайдарова </w:t>
            </w:r>
          </w:p>
          <w:p w14:paraId="57FF170B" w14:textId="77777777" w:rsidR="005912DE" w:rsidRPr="005912DE" w:rsidRDefault="005912DE" w:rsidP="005912D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2DE">
              <w:rPr>
                <w:rFonts w:ascii="Times New Roman" w:eastAsia="Times New Roman" w:hAnsi="Times New Roman" w:cs="Times New Roman"/>
                <w:sz w:val="24"/>
                <w:szCs w:val="24"/>
              </w:rPr>
              <w:t>Розалия Ринатовна</w:t>
            </w:r>
          </w:p>
        </w:tc>
        <w:tc>
          <w:tcPr>
            <w:tcW w:w="4110" w:type="dxa"/>
          </w:tcPr>
          <w:p w14:paraId="7023E180" w14:textId="77777777" w:rsidR="005912DE" w:rsidRPr="005912DE" w:rsidRDefault="005912DE" w:rsidP="005912D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2DE">
              <w:rPr>
                <w:rFonts w:ascii="Times New Roman" w:eastAsia="Times New Roman" w:hAnsi="Times New Roman" w:cs="Times New Roman"/>
                <w:sz w:val="24"/>
                <w:szCs w:val="24"/>
              </w:rPr>
              <w:t>МАДОУ Д/С №1 с.Караидель</w:t>
            </w:r>
          </w:p>
        </w:tc>
        <w:tc>
          <w:tcPr>
            <w:tcW w:w="2977" w:type="dxa"/>
          </w:tcPr>
          <w:p w14:paraId="2B8EE9E8" w14:textId="77777777" w:rsidR="005912DE" w:rsidRPr="005912DE" w:rsidRDefault="005912DE" w:rsidP="005912DE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5912DE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  <w:t>воспитатель</w:t>
            </w:r>
          </w:p>
        </w:tc>
      </w:tr>
      <w:tr w:rsidR="005912DE" w:rsidRPr="005912DE" w14:paraId="2702992C" w14:textId="77777777" w:rsidTr="005912DE">
        <w:tc>
          <w:tcPr>
            <w:tcW w:w="567" w:type="dxa"/>
          </w:tcPr>
          <w:p w14:paraId="15C473B3" w14:textId="77777777" w:rsidR="005912DE" w:rsidRPr="005912DE" w:rsidRDefault="005912DE" w:rsidP="005912D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912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3403" w:type="dxa"/>
          </w:tcPr>
          <w:p w14:paraId="2C975B24" w14:textId="77777777" w:rsidR="005912DE" w:rsidRDefault="005912DE" w:rsidP="005912D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2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Никулина </w:t>
            </w:r>
          </w:p>
          <w:p w14:paraId="459047FF" w14:textId="77777777" w:rsidR="005912DE" w:rsidRPr="005912DE" w:rsidRDefault="005912DE" w:rsidP="005912D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2DE">
              <w:rPr>
                <w:rFonts w:ascii="Times New Roman" w:eastAsia="Times New Roman" w:hAnsi="Times New Roman" w:cs="Times New Roman"/>
                <w:sz w:val="24"/>
                <w:szCs w:val="24"/>
              </w:rPr>
              <w:t>Надежда Александровна</w:t>
            </w:r>
          </w:p>
        </w:tc>
        <w:tc>
          <w:tcPr>
            <w:tcW w:w="4110" w:type="dxa"/>
          </w:tcPr>
          <w:p w14:paraId="4B26EC42" w14:textId="77777777" w:rsidR="005912DE" w:rsidRPr="005912DE" w:rsidRDefault="005912DE" w:rsidP="005912D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2DE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Байкинская СОШ</w:t>
            </w:r>
          </w:p>
        </w:tc>
        <w:tc>
          <w:tcPr>
            <w:tcW w:w="2977" w:type="dxa"/>
          </w:tcPr>
          <w:p w14:paraId="2F428C06" w14:textId="77777777" w:rsidR="005912DE" w:rsidRPr="005912DE" w:rsidRDefault="005912DE" w:rsidP="005912DE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5912DE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  <w:t>учитель</w:t>
            </w:r>
          </w:p>
        </w:tc>
      </w:tr>
      <w:tr w:rsidR="005912DE" w:rsidRPr="005912DE" w14:paraId="5F5FAEBC" w14:textId="77777777" w:rsidTr="005912DE">
        <w:tc>
          <w:tcPr>
            <w:tcW w:w="567" w:type="dxa"/>
          </w:tcPr>
          <w:p w14:paraId="29BB0268" w14:textId="77777777" w:rsidR="005912DE" w:rsidRPr="005912DE" w:rsidRDefault="005912DE" w:rsidP="005912D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912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3403" w:type="dxa"/>
          </w:tcPr>
          <w:p w14:paraId="065805F5" w14:textId="77777777" w:rsidR="005912DE" w:rsidRDefault="005912DE" w:rsidP="005912D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2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Семерикова </w:t>
            </w:r>
          </w:p>
          <w:p w14:paraId="79E947FD" w14:textId="77777777" w:rsidR="005912DE" w:rsidRPr="005912DE" w:rsidRDefault="005912DE" w:rsidP="005912D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2DE">
              <w:rPr>
                <w:rFonts w:ascii="Times New Roman" w:eastAsia="Times New Roman" w:hAnsi="Times New Roman" w:cs="Times New Roman"/>
                <w:sz w:val="24"/>
                <w:szCs w:val="24"/>
              </w:rPr>
              <w:t>Татьяна Юрьевна</w:t>
            </w:r>
          </w:p>
        </w:tc>
        <w:tc>
          <w:tcPr>
            <w:tcW w:w="4110" w:type="dxa"/>
          </w:tcPr>
          <w:p w14:paraId="057BB9C3" w14:textId="77777777" w:rsidR="005912DE" w:rsidRPr="005912DE" w:rsidRDefault="005912DE" w:rsidP="005912D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2DE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Караидельская СОШ №2</w:t>
            </w:r>
          </w:p>
        </w:tc>
        <w:tc>
          <w:tcPr>
            <w:tcW w:w="2977" w:type="dxa"/>
          </w:tcPr>
          <w:p w14:paraId="76922343" w14:textId="77777777" w:rsidR="005912DE" w:rsidRPr="005912DE" w:rsidRDefault="005912DE" w:rsidP="005912DE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5912DE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  <w:t>учитель</w:t>
            </w:r>
          </w:p>
        </w:tc>
      </w:tr>
      <w:tr w:rsidR="005912DE" w:rsidRPr="005912DE" w14:paraId="6D4C780C" w14:textId="77777777" w:rsidTr="005912DE">
        <w:tc>
          <w:tcPr>
            <w:tcW w:w="567" w:type="dxa"/>
          </w:tcPr>
          <w:p w14:paraId="74BF43A0" w14:textId="77777777" w:rsidR="005912DE" w:rsidRPr="005912DE" w:rsidRDefault="005912DE" w:rsidP="005912D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912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3403" w:type="dxa"/>
          </w:tcPr>
          <w:p w14:paraId="68924F74" w14:textId="77777777" w:rsidR="005912DE" w:rsidRDefault="005912DE" w:rsidP="005912D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2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Шагиева </w:t>
            </w:r>
          </w:p>
          <w:p w14:paraId="4FFEF86C" w14:textId="77777777" w:rsidR="005912DE" w:rsidRPr="005912DE" w:rsidRDefault="005912DE" w:rsidP="005912D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2DE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Светлана Геннадьевна</w:t>
            </w:r>
          </w:p>
        </w:tc>
        <w:tc>
          <w:tcPr>
            <w:tcW w:w="4110" w:type="dxa"/>
          </w:tcPr>
          <w:p w14:paraId="038D1490" w14:textId="77777777" w:rsidR="005912DE" w:rsidRPr="005912DE" w:rsidRDefault="005912DE" w:rsidP="005912D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2DE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Караидельская СОШ №2</w:t>
            </w:r>
          </w:p>
        </w:tc>
        <w:tc>
          <w:tcPr>
            <w:tcW w:w="2977" w:type="dxa"/>
          </w:tcPr>
          <w:p w14:paraId="565A9D2C" w14:textId="77777777" w:rsidR="005912DE" w:rsidRPr="005912DE" w:rsidRDefault="005912DE" w:rsidP="005912DE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5912DE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  <w:t>учитель</w:t>
            </w:r>
          </w:p>
        </w:tc>
      </w:tr>
      <w:tr w:rsidR="005912DE" w:rsidRPr="005912DE" w14:paraId="2C568882" w14:textId="77777777" w:rsidTr="005912DE">
        <w:tc>
          <w:tcPr>
            <w:tcW w:w="567" w:type="dxa"/>
          </w:tcPr>
          <w:p w14:paraId="29A6671C" w14:textId="77777777" w:rsidR="005912DE" w:rsidRPr="005912DE" w:rsidRDefault="005912DE" w:rsidP="005912D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912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3403" w:type="dxa"/>
          </w:tcPr>
          <w:p w14:paraId="6FCE75A9" w14:textId="77777777" w:rsidR="005912DE" w:rsidRDefault="005912DE" w:rsidP="005912D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2DE">
              <w:rPr>
                <w:rFonts w:ascii="Times New Roman" w:eastAsia="Times New Roman" w:hAnsi="Times New Roman" w:cs="Times New Roman"/>
                <w:sz w:val="24"/>
                <w:szCs w:val="24"/>
              </w:rPr>
              <w:t>Белоусова</w:t>
            </w:r>
          </w:p>
          <w:p w14:paraId="5E84C217" w14:textId="77777777" w:rsidR="005912DE" w:rsidRPr="005912DE" w:rsidRDefault="005912DE" w:rsidP="005912D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2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Вера Николаевна</w:t>
            </w:r>
          </w:p>
        </w:tc>
        <w:tc>
          <w:tcPr>
            <w:tcW w:w="4110" w:type="dxa"/>
          </w:tcPr>
          <w:p w14:paraId="2616C333" w14:textId="77777777" w:rsidR="005912DE" w:rsidRPr="005912DE" w:rsidRDefault="005912DE" w:rsidP="005912D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2DE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Магинская СОШ</w:t>
            </w:r>
          </w:p>
        </w:tc>
        <w:tc>
          <w:tcPr>
            <w:tcW w:w="2977" w:type="dxa"/>
          </w:tcPr>
          <w:p w14:paraId="524B4302" w14:textId="77777777" w:rsidR="005912DE" w:rsidRPr="005912DE" w:rsidRDefault="005912DE" w:rsidP="005912DE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5912DE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  <w:t>учитель</w:t>
            </w:r>
          </w:p>
        </w:tc>
      </w:tr>
    </w:tbl>
    <w:p w14:paraId="0EBFA278" w14:textId="77777777" w:rsidR="005912DE" w:rsidRDefault="005912DE" w:rsidP="005912DE">
      <w:pPr>
        <w:spacing w:after="0"/>
        <w:ind w:firstLine="851"/>
        <w:jc w:val="center"/>
        <w:rPr>
          <w:rFonts w:ascii="Times New Roman" w:hAnsi="Times New Roman"/>
          <w:i/>
          <w:sz w:val="24"/>
          <w:szCs w:val="24"/>
        </w:rPr>
      </w:pPr>
    </w:p>
    <w:p w14:paraId="68C894C2" w14:textId="77777777" w:rsidR="00FD1274" w:rsidRDefault="00FD1274" w:rsidP="005912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1FFB509" w14:textId="77777777" w:rsidR="00FD1274" w:rsidRDefault="00FD1274" w:rsidP="005912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9D0FCF2" w14:textId="77777777" w:rsidR="00FD1274" w:rsidRDefault="00FD1274" w:rsidP="005912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184D8A8" w14:textId="77777777" w:rsidR="00FD1274" w:rsidRDefault="00FD1274" w:rsidP="005912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07891E7" w14:textId="77777777" w:rsidR="00FD1274" w:rsidRDefault="00FD1274" w:rsidP="005912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C8221D5" w14:textId="77777777" w:rsidR="00FD1274" w:rsidRDefault="00FD1274" w:rsidP="005912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58DD31" w14:textId="77777777" w:rsidR="00FD1274" w:rsidRDefault="00FD1274" w:rsidP="005912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72A8189" w14:textId="77777777" w:rsidR="00FD1274" w:rsidRDefault="00FD1274" w:rsidP="005912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4B82B5B" w14:textId="77777777" w:rsidR="00FD1274" w:rsidRDefault="00FD1274" w:rsidP="005912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863F995" w14:textId="77777777" w:rsidR="00FD1274" w:rsidRDefault="00FD1274" w:rsidP="005912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E6A9376" w14:textId="77777777" w:rsidR="00FD1274" w:rsidRDefault="00FD1274" w:rsidP="005912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9A7D088" w14:textId="77777777" w:rsidR="00FD1274" w:rsidRDefault="00FD1274" w:rsidP="005912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5F7FA3A" w14:textId="77777777" w:rsidR="00FD1274" w:rsidRDefault="00FD1274" w:rsidP="005912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547507A" w14:textId="77777777" w:rsidR="00FD1274" w:rsidRDefault="00FD1274" w:rsidP="005912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BE6FDC9" w14:textId="77777777" w:rsidR="00FD1274" w:rsidRDefault="00FD1274" w:rsidP="005912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7A2DAF8" w14:textId="77777777" w:rsidR="00FD1274" w:rsidRDefault="00FD1274" w:rsidP="005912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DB7127F" w14:textId="77777777" w:rsidR="00FD1274" w:rsidRDefault="00FD1274" w:rsidP="005912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34D40AB" w14:textId="77777777" w:rsidR="00FD1274" w:rsidRDefault="00FD1274" w:rsidP="005912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5B6B23F" w14:textId="77777777" w:rsidR="00FD1274" w:rsidRDefault="00FD1274" w:rsidP="005912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CE0D15C" w14:textId="77777777" w:rsidR="00FD1274" w:rsidRDefault="00FD1274" w:rsidP="005912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7CC9248" w14:textId="77777777" w:rsidR="00FD1274" w:rsidRDefault="00FD1274" w:rsidP="005912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E14C885" w14:textId="77777777" w:rsidR="00FD1274" w:rsidRDefault="00FD1274" w:rsidP="005912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E5D7386" w14:textId="77777777" w:rsidR="00FD1274" w:rsidRDefault="00FD1274" w:rsidP="005912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225DA63" w14:textId="77777777" w:rsidR="00FD1274" w:rsidRDefault="00FD1274" w:rsidP="005912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137C16F" w14:textId="77777777" w:rsidR="00FD1274" w:rsidRDefault="00FD1274" w:rsidP="005912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304A560" w14:textId="77777777" w:rsidR="00FD1274" w:rsidRDefault="00FD1274" w:rsidP="005912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4493CD9" w14:textId="77777777" w:rsidR="00FD1274" w:rsidRDefault="00FD1274" w:rsidP="005912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8B03D07" w14:textId="77777777" w:rsidR="00FD1274" w:rsidRDefault="00FD1274" w:rsidP="005912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C221A79" w14:textId="77777777" w:rsidR="00FD1274" w:rsidRDefault="00FD1274" w:rsidP="005912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35E6122" w14:textId="77777777" w:rsidR="00FD1274" w:rsidRDefault="00FD1274" w:rsidP="005912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6C132A3" w14:textId="77777777" w:rsidR="00FD1274" w:rsidRDefault="00FD1274" w:rsidP="005912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CC07685" w14:textId="77777777" w:rsidR="00FD1274" w:rsidRDefault="00FD1274" w:rsidP="00FD127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Приложение №2  к приказу Министерства образования</w:t>
      </w:r>
    </w:p>
    <w:p w14:paraId="7E8FCE50" w14:textId="77777777" w:rsidR="00FD1274" w:rsidRPr="00BE3CB8" w:rsidRDefault="00FD1274" w:rsidP="00FD1274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14:paraId="6DEAD8F5" w14:textId="77777777" w:rsidR="00FD1274" w:rsidRDefault="00FD1274" w:rsidP="00FD127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14:paraId="65921F9F" w14:textId="77777777" w:rsidR="00FD1274" w:rsidRDefault="00FD1274" w:rsidP="00FD127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14:paraId="31D3F0E7" w14:textId="77777777" w:rsidR="00FD1274" w:rsidRDefault="00FD1274" w:rsidP="00FD1274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14:paraId="2ACD951A" w14:textId="77777777" w:rsidR="00FD1274" w:rsidRPr="00FD0F2C" w:rsidRDefault="00FD1274" w:rsidP="00FD1274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2BDDCF5A" w14:textId="77777777" w:rsidR="005912DE" w:rsidRPr="00F53CFA" w:rsidRDefault="005912DE" w:rsidP="005912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МР </w:t>
      </w:r>
      <w:r w:rsidRPr="00F53CFA">
        <w:rPr>
          <w:rFonts w:ascii="Times New Roman" w:eastAsia="Times New Roman" w:hAnsi="Times New Roman" w:cs="Times New Roman"/>
          <w:b/>
          <w:sz w:val="24"/>
          <w:szCs w:val="24"/>
        </w:rPr>
        <w:t>Кармаскалинский  район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Республики Башкортостан</w:t>
      </w:r>
    </w:p>
    <w:p w14:paraId="77687F6A" w14:textId="77777777" w:rsidR="005912DE" w:rsidRPr="005912DE" w:rsidRDefault="005912DE" w:rsidP="005912DE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403"/>
        <w:gridCol w:w="4110"/>
        <w:gridCol w:w="2977"/>
      </w:tblGrid>
      <w:tr w:rsidR="005912DE" w:rsidRPr="005912DE" w14:paraId="35E75690" w14:textId="77777777" w:rsidTr="005912DE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D0FE6" w14:textId="77777777" w:rsidR="005912DE" w:rsidRPr="005912DE" w:rsidRDefault="005912DE" w:rsidP="00FD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912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7D746" w14:textId="77777777" w:rsidR="005912DE" w:rsidRPr="005912DE" w:rsidRDefault="005912DE" w:rsidP="00FD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912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A87D9" w14:textId="77777777" w:rsidR="005912DE" w:rsidRPr="005912DE" w:rsidRDefault="005912DE" w:rsidP="00FD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912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A6D7D" w14:textId="77777777" w:rsidR="005912DE" w:rsidRPr="005912DE" w:rsidRDefault="005912DE" w:rsidP="00FD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912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5912DE" w:rsidRPr="005912DE" w14:paraId="75D65F97" w14:textId="77777777" w:rsidTr="005912DE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09959" w14:textId="77777777" w:rsidR="005912DE" w:rsidRPr="001F3C20" w:rsidRDefault="005912DE" w:rsidP="00FD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C2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7A64D" w14:textId="77777777" w:rsidR="005912DE" w:rsidRDefault="005912DE" w:rsidP="00FD12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12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Ахтямова</w:t>
            </w:r>
          </w:p>
          <w:p w14:paraId="0CF3AFF1" w14:textId="77777777" w:rsidR="005912DE" w:rsidRPr="005912DE" w:rsidRDefault="005912DE" w:rsidP="00FD12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12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Гузял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5912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Разяповна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16D77" w14:textId="77777777" w:rsidR="005912DE" w:rsidRPr="005912DE" w:rsidRDefault="005912DE" w:rsidP="00FD12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12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МОБУ СОШ №2 с.Кармаскалы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161EB" w14:textId="77777777" w:rsidR="005912DE" w:rsidRPr="005912DE" w:rsidRDefault="005912DE" w:rsidP="00FD12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12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учитель</w:t>
            </w:r>
          </w:p>
        </w:tc>
      </w:tr>
      <w:tr w:rsidR="005912DE" w:rsidRPr="005912DE" w14:paraId="6DDC0375" w14:textId="77777777" w:rsidTr="005912DE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E2149" w14:textId="77777777" w:rsidR="005912DE" w:rsidRPr="001F3C20" w:rsidRDefault="005912DE" w:rsidP="00FD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C2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FC9E7" w14:textId="77777777" w:rsidR="005912DE" w:rsidRDefault="005912DE" w:rsidP="00FD12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12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Ермалаева </w:t>
            </w:r>
          </w:p>
          <w:p w14:paraId="0C21A1B3" w14:textId="77777777" w:rsidR="005912DE" w:rsidRPr="005912DE" w:rsidRDefault="005912DE" w:rsidP="00FD12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12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Лира Фаритовна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51065" w14:textId="77777777" w:rsidR="005912DE" w:rsidRPr="005912DE" w:rsidRDefault="005912DE" w:rsidP="00FD12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12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МОБУ СОШ</w:t>
            </w:r>
          </w:p>
          <w:p w14:paraId="5192A74A" w14:textId="77777777" w:rsidR="005912DE" w:rsidRPr="005912DE" w:rsidRDefault="005912DE" w:rsidP="00FD12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12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д.Улукулево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8AF5C" w14:textId="77777777" w:rsidR="005912DE" w:rsidRPr="005912DE" w:rsidRDefault="005912DE" w:rsidP="00FD12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12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учитель</w:t>
            </w:r>
          </w:p>
        </w:tc>
      </w:tr>
      <w:tr w:rsidR="005912DE" w:rsidRPr="005912DE" w14:paraId="6CF74D68" w14:textId="77777777" w:rsidTr="005912DE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D91B3" w14:textId="77777777" w:rsidR="005912DE" w:rsidRPr="001F3C20" w:rsidRDefault="005912DE" w:rsidP="00FD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C2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B4389" w14:textId="77777777" w:rsidR="005912DE" w:rsidRDefault="005912DE" w:rsidP="00FD12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12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Абдрафикова </w:t>
            </w:r>
          </w:p>
          <w:p w14:paraId="2A6AD1DC" w14:textId="77777777" w:rsidR="005912DE" w:rsidRPr="005912DE" w:rsidRDefault="005912DE" w:rsidP="00FD12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12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Винера Рахматулловна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1BEC2" w14:textId="77777777" w:rsidR="005912DE" w:rsidRPr="005912DE" w:rsidRDefault="005912DE" w:rsidP="00FD12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12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МАДОУ детский сад</w:t>
            </w:r>
          </w:p>
          <w:p w14:paraId="61001083" w14:textId="77777777" w:rsidR="005912DE" w:rsidRPr="005912DE" w:rsidRDefault="005912DE" w:rsidP="00FD12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12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«Колокольчик»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5912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с.Прибельский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64AFA" w14:textId="77777777" w:rsidR="005912DE" w:rsidRPr="005912DE" w:rsidRDefault="005912DE" w:rsidP="00FD12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12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воспитатель</w:t>
            </w:r>
          </w:p>
        </w:tc>
      </w:tr>
      <w:tr w:rsidR="005912DE" w:rsidRPr="005912DE" w14:paraId="517E1942" w14:textId="77777777" w:rsidTr="005912DE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180E5" w14:textId="77777777" w:rsidR="005912DE" w:rsidRPr="001F3C20" w:rsidRDefault="005912DE" w:rsidP="00FD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C2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AC39B" w14:textId="77777777" w:rsidR="005912DE" w:rsidRDefault="005912DE" w:rsidP="00FD12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12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Степанова </w:t>
            </w:r>
          </w:p>
          <w:p w14:paraId="5D4EF928" w14:textId="77777777" w:rsidR="005912DE" w:rsidRPr="005912DE" w:rsidRDefault="005912DE" w:rsidP="00FD12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12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Людмила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5912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Анатольевна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96A4B" w14:textId="77777777" w:rsidR="005912DE" w:rsidRPr="005912DE" w:rsidRDefault="005912DE" w:rsidP="00FD12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12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Филиал МОБУ СОШ д.Константиновка СОШ с.Сихонкино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F9544" w14:textId="77777777" w:rsidR="005912DE" w:rsidRPr="005912DE" w:rsidRDefault="005912DE" w:rsidP="00FD12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12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учитель</w:t>
            </w:r>
          </w:p>
        </w:tc>
      </w:tr>
      <w:tr w:rsidR="005912DE" w:rsidRPr="005912DE" w14:paraId="3B426356" w14:textId="77777777" w:rsidTr="005912DE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BE4B9" w14:textId="77777777" w:rsidR="005912DE" w:rsidRPr="001F3C20" w:rsidRDefault="005912DE" w:rsidP="00FD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C2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26EB1" w14:textId="77777777" w:rsidR="005912DE" w:rsidRDefault="005912DE" w:rsidP="00FD12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12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Павлова </w:t>
            </w:r>
          </w:p>
          <w:p w14:paraId="427D3BEA" w14:textId="77777777" w:rsidR="005912DE" w:rsidRPr="005912DE" w:rsidRDefault="005912DE" w:rsidP="00FD12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12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Валентина Николаевна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06203" w14:textId="77777777" w:rsidR="005912DE" w:rsidRPr="005912DE" w:rsidRDefault="005912DE" w:rsidP="00FD12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12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Филиал МОБУ СОШ д.Константиновка СОШ с.Сихонкино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CFD68" w14:textId="77777777" w:rsidR="005912DE" w:rsidRPr="005912DE" w:rsidRDefault="005912DE" w:rsidP="00FD12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12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учитель</w:t>
            </w:r>
          </w:p>
        </w:tc>
      </w:tr>
      <w:tr w:rsidR="005912DE" w:rsidRPr="005912DE" w14:paraId="59B60582" w14:textId="77777777" w:rsidTr="005912DE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9AAF0" w14:textId="77777777" w:rsidR="005912DE" w:rsidRPr="001F3C20" w:rsidRDefault="005912DE" w:rsidP="00FD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C2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FAB15" w14:textId="77777777" w:rsidR="005912DE" w:rsidRDefault="005912DE" w:rsidP="00FD12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12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Саеткулова</w:t>
            </w:r>
          </w:p>
          <w:p w14:paraId="2A62FBB4" w14:textId="77777777" w:rsidR="005912DE" w:rsidRPr="005912DE" w:rsidRDefault="005912DE" w:rsidP="00FD12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12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Линара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5912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Мадфаровна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EEF46" w14:textId="77777777" w:rsidR="005912DE" w:rsidRPr="005912DE" w:rsidRDefault="005912DE" w:rsidP="00FD12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12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МАДОУ детский сад</w:t>
            </w:r>
          </w:p>
          <w:p w14:paraId="7F0E23D2" w14:textId="77777777" w:rsidR="005912DE" w:rsidRPr="005912DE" w:rsidRDefault="005912DE" w:rsidP="00FD12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12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«Колокольчик»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5912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с.Прибельский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135DC" w14:textId="77777777" w:rsidR="001F3C20" w:rsidRDefault="001F3C20" w:rsidP="00FD12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</w:t>
            </w:r>
            <w:r w:rsidR="005912DE" w:rsidRPr="005912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нструктор</w:t>
            </w:r>
          </w:p>
          <w:p w14:paraId="63FC1B73" w14:textId="77777777" w:rsidR="005912DE" w:rsidRPr="005912DE" w:rsidRDefault="005912DE" w:rsidP="00FD12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12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по физической культуре</w:t>
            </w:r>
          </w:p>
        </w:tc>
      </w:tr>
      <w:tr w:rsidR="005912DE" w:rsidRPr="005912DE" w14:paraId="77023F7B" w14:textId="77777777" w:rsidTr="005912DE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E3A4C" w14:textId="77777777" w:rsidR="005912DE" w:rsidRPr="001F3C20" w:rsidRDefault="005912DE" w:rsidP="00FD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C2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F48EE" w14:textId="77777777" w:rsidR="005912DE" w:rsidRDefault="005912DE" w:rsidP="00FD12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12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Утякова </w:t>
            </w:r>
          </w:p>
          <w:p w14:paraId="2F6DABB4" w14:textId="77777777" w:rsidR="005912DE" w:rsidRPr="005912DE" w:rsidRDefault="005912DE" w:rsidP="00FD12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12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Эльвира Такиулловна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0D8AE" w14:textId="77777777" w:rsidR="005912DE" w:rsidRPr="005912DE" w:rsidRDefault="005912DE" w:rsidP="00FD12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12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МОКУ СОШ д.НижнийТюкунь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55F35" w14:textId="77777777" w:rsidR="005912DE" w:rsidRPr="005912DE" w:rsidRDefault="005912DE" w:rsidP="00FD12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12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учитель</w:t>
            </w:r>
          </w:p>
        </w:tc>
      </w:tr>
      <w:tr w:rsidR="005912DE" w:rsidRPr="005912DE" w14:paraId="22CD81B6" w14:textId="77777777" w:rsidTr="005912DE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A399C" w14:textId="77777777" w:rsidR="005912DE" w:rsidRPr="001F3C20" w:rsidRDefault="005912DE" w:rsidP="00FD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C2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0ED1D" w14:textId="77777777" w:rsidR="005912DE" w:rsidRDefault="005912DE" w:rsidP="00FD12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12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Ефимов </w:t>
            </w:r>
          </w:p>
          <w:p w14:paraId="70E54A66" w14:textId="77777777" w:rsidR="005912DE" w:rsidRPr="005912DE" w:rsidRDefault="005912DE" w:rsidP="00FD12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12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Юрий Аркадьевич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4153B" w14:textId="77777777" w:rsidR="005912DE" w:rsidRPr="005912DE" w:rsidRDefault="005912DE" w:rsidP="00FD12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12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МОБУ СОШ с.Ефремкино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F3ABF" w14:textId="77777777" w:rsidR="005912DE" w:rsidRPr="005912DE" w:rsidRDefault="005912DE" w:rsidP="00FD12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12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учитель</w:t>
            </w:r>
          </w:p>
        </w:tc>
      </w:tr>
      <w:tr w:rsidR="005912DE" w:rsidRPr="005912DE" w14:paraId="4CFCB5EE" w14:textId="77777777" w:rsidTr="005912DE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5F22B" w14:textId="77777777" w:rsidR="005912DE" w:rsidRPr="001F3C20" w:rsidRDefault="005912DE" w:rsidP="00FD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C20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8274D" w14:textId="77777777" w:rsidR="005912DE" w:rsidRDefault="005912DE" w:rsidP="00FD12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12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Енгулатова </w:t>
            </w:r>
          </w:p>
          <w:p w14:paraId="6EE879FB" w14:textId="77777777" w:rsidR="005912DE" w:rsidRPr="005912DE" w:rsidRDefault="005912DE" w:rsidP="00FD12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12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Лена Ибрагимовна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C772F" w14:textId="77777777" w:rsidR="005912DE" w:rsidRPr="005912DE" w:rsidRDefault="005912DE" w:rsidP="00FD12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12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МОБУ СОШ</w:t>
            </w:r>
          </w:p>
          <w:p w14:paraId="78954094" w14:textId="77777777" w:rsidR="005912DE" w:rsidRPr="005912DE" w:rsidRDefault="005912DE" w:rsidP="00FD12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12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д.Улукулево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B6D4C" w14:textId="77777777" w:rsidR="005912DE" w:rsidRPr="005912DE" w:rsidRDefault="005912DE" w:rsidP="00FD12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12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учитель</w:t>
            </w:r>
          </w:p>
        </w:tc>
      </w:tr>
      <w:tr w:rsidR="005912DE" w:rsidRPr="005912DE" w14:paraId="030E831B" w14:textId="77777777" w:rsidTr="005912DE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C4394" w14:textId="77777777" w:rsidR="005912DE" w:rsidRPr="001F3C20" w:rsidRDefault="005912DE" w:rsidP="00FD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C20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94F9F" w14:textId="77777777" w:rsidR="005912DE" w:rsidRDefault="005912DE" w:rsidP="00FD12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12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Биктимирова</w:t>
            </w:r>
          </w:p>
          <w:p w14:paraId="6C104BD8" w14:textId="77777777" w:rsidR="005912DE" w:rsidRPr="005912DE" w:rsidRDefault="005912DE" w:rsidP="00FD12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12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Лада Михайловна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A8971" w14:textId="77777777" w:rsidR="005912DE" w:rsidRPr="005912DE" w:rsidRDefault="005912DE" w:rsidP="00FD12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12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МАДОУ детский сад №1</w:t>
            </w:r>
          </w:p>
          <w:p w14:paraId="08B78427" w14:textId="77777777" w:rsidR="005912DE" w:rsidRPr="005912DE" w:rsidRDefault="005912DE" w:rsidP="00FD12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12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с.Кармаскалы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58651" w14:textId="77777777" w:rsidR="005912DE" w:rsidRPr="005912DE" w:rsidRDefault="005912DE" w:rsidP="00FD12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12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музыкальный руководитель</w:t>
            </w:r>
          </w:p>
        </w:tc>
      </w:tr>
      <w:tr w:rsidR="005912DE" w:rsidRPr="005912DE" w14:paraId="710E6D7B" w14:textId="77777777" w:rsidTr="005912DE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866B1" w14:textId="77777777" w:rsidR="005912DE" w:rsidRPr="001F3C20" w:rsidRDefault="005912DE" w:rsidP="00FD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C20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883DF" w14:textId="77777777" w:rsidR="005912DE" w:rsidRDefault="005912DE" w:rsidP="00FD12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12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Аминева</w:t>
            </w:r>
          </w:p>
          <w:p w14:paraId="4C87DE3F" w14:textId="77777777" w:rsidR="005912DE" w:rsidRPr="005912DE" w:rsidRDefault="005912DE" w:rsidP="00FD12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12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Ризида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5912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Мухтаровна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607BB" w14:textId="77777777" w:rsidR="005912DE" w:rsidRPr="005912DE" w:rsidRDefault="005912DE" w:rsidP="00FD12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12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МАДОУ детский сад №1</w:t>
            </w:r>
          </w:p>
          <w:p w14:paraId="4C43598A" w14:textId="77777777" w:rsidR="005912DE" w:rsidRPr="005912DE" w:rsidRDefault="005912DE" w:rsidP="00FD12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12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с.Кармаскалы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EDD59" w14:textId="77777777" w:rsidR="005912DE" w:rsidRPr="005912DE" w:rsidRDefault="005912DE" w:rsidP="00FD12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12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воспитатель</w:t>
            </w:r>
          </w:p>
        </w:tc>
      </w:tr>
      <w:tr w:rsidR="005912DE" w:rsidRPr="005912DE" w14:paraId="7BF75202" w14:textId="77777777" w:rsidTr="005912DE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AF2D5" w14:textId="77777777" w:rsidR="005912DE" w:rsidRPr="001F3C20" w:rsidRDefault="005912DE" w:rsidP="00FD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C20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2A57A" w14:textId="77777777" w:rsidR="005912DE" w:rsidRDefault="005912DE" w:rsidP="00FD12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12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Фасхутдинова</w:t>
            </w:r>
          </w:p>
          <w:p w14:paraId="46E319D4" w14:textId="77777777" w:rsidR="005912DE" w:rsidRPr="005912DE" w:rsidRDefault="005912DE" w:rsidP="00FD12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12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Резида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5912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Разяповна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2B20F" w14:textId="77777777" w:rsidR="005912DE" w:rsidRPr="005912DE" w:rsidRDefault="005912DE" w:rsidP="00FD12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12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МАДОУ детский сад №1</w:t>
            </w:r>
          </w:p>
          <w:p w14:paraId="1255AD56" w14:textId="77777777" w:rsidR="005912DE" w:rsidRPr="005912DE" w:rsidRDefault="005912DE" w:rsidP="00FD12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12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с.Кармаскалы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78572" w14:textId="77777777" w:rsidR="005912DE" w:rsidRPr="005912DE" w:rsidRDefault="005912DE" w:rsidP="00FD12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12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воспитатель</w:t>
            </w:r>
          </w:p>
        </w:tc>
      </w:tr>
      <w:tr w:rsidR="005912DE" w:rsidRPr="005912DE" w14:paraId="5FE6D7DA" w14:textId="77777777" w:rsidTr="005912DE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210A2" w14:textId="77777777" w:rsidR="005912DE" w:rsidRPr="001F3C20" w:rsidRDefault="005912DE" w:rsidP="00FD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C20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50513" w14:textId="77777777" w:rsidR="005912DE" w:rsidRDefault="005912DE" w:rsidP="00FD12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12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Файзуллина</w:t>
            </w:r>
          </w:p>
          <w:p w14:paraId="7B7064CB" w14:textId="77777777" w:rsidR="005912DE" w:rsidRPr="005912DE" w:rsidRDefault="005912DE" w:rsidP="00FD12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12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Виктория Сагитовна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7B71D" w14:textId="77777777" w:rsidR="005912DE" w:rsidRPr="005912DE" w:rsidRDefault="005912DE" w:rsidP="00FD12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12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МАДОУ детский сад №1</w:t>
            </w:r>
          </w:p>
          <w:p w14:paraId="6B988536" w14:textId="77777777" w:rsidR="005912DE" w:rsidRPr="005912DE" w:rsidRDefault="005912DE" w:rsidP="00FD12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12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с.Кармаскалы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B52DD" w14:textId="77777777" w:rsidR="005912DE" w:rsidRPr="005912DE" w:rsidRDefault="005912DE" w:rsidP="00FD12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12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воспитатель</w:t>
            </w:r>
          </w:p>
        </w:tc>
      </w:tr>
      <w:tr w:rsidR="005912DE" w:rsidRPr="005912DE" w14:paraId="2587DDBC" w14:textId="77777777" w:rsidTr="005912DE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3B1CB" w14:textId="77777777" w:rsidR="005912DE" w:rsidRPr="001F3C20" w:rsidRDefault="005912DE" w:rsidP="00FD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C20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88C4A" w14:textId="77777777" w:rsidR="005912DE" w:rsidRDefault="005912DE" w:rsidP="00FD12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12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Кутлубаева</w:t>
            </w:r>
          </w:p>
          <w:p w14:paraId="3A2AE107" w14:textId="77777777" w:rsidR="005912DE" w:rsidRPr="005912DE" w:rsidRDefault="005912DE" w:rsidP="00FD12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12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Зульфия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5912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Минисламовна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7A3D6" w14:textId="77777777" w:rsidR="005912DE" w:rsidRPr="005912DE" w:rsidRDefault="005912DE" w:rsidP="00FD12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12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МАДОУ детский сад №1</w:t>
            </w:r>
          </w:p>
          <w:p w14:paraId="3224F780" w14:textId="77777777" w:rsidR="005912DE" w:rsidRPr="005912DE" w:rsidRDefault="005912DE" w:rsidP="00FD12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12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с.Кармаскалы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7AA2A" w14:textId="77777777" w:rsidR="005912DE" w:rsidRPr="005912DE" w:rsidRDefault="005912DE" w:rsidP="00FD12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12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воспитатель</w:t>
            </w:r>
          </w:p>
        </w:tc>
      </w:tr>
      <w:tr w:rsidR="005912DE" w:rsidRPr="005912DE" w14:paraId="1B1E482F" w14:textId="77777777" w:rsidTr="005912DE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22BEB" w14:textId="77777777" w:rsidR="005912DE" w:rsidRPr="001F3C20" w:rsidRDefault="005912DE" w:rsidP="00FD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C20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BC02C" w14:textId="77777777" w:rsidR="005912DE" w:rsidRDefault="005912DE" w:rsidP="00FD12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12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Кутлугильдина </w:t>
            </w:r>
          </w:p>
          <w:p w14:paraId="47B81DBE" w14:textId="77777777" w:rsidR="005912DE" w:rsidRPr="005912DE" w:rsidRDefault="005912DE" w:rsidP="00FD12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12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Дамира Шарифьяновна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9DFFB" w14:textId="77777777" w:rsidR="005912DE" w:rsidRPr="005912DE" w:rsidRDefault="005912DE" w:rsidP="00FD12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12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МАДОУ детский сад №1</w:t>
            </w:r>
          </w:p>
          <w:p w14:paraId="7BF297D7" w14:textId="77777777" w:rsidR="005912DE" w:rsidRPr="005912DE" w:rsidRDefault="005912DE" w:rsidP="00FD12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12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с.Кармаскалы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81675" w14:textId="77777777" w:rsidR="001F3C20" w:rsidRDefault="001F3C20" w:rsidP="00FD12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</w:t>
            </w:r>
            <w:r w:rsidR="005912DE" w:rsidRPr="005912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нструктор</w:t>
            </w:r>
          </w:p>
          <w:p w14:paraId="45424A04" w14:textId="77777777" w:rsidR="005912DE" w:rsidRPr="005912DE" w:rsidRDefault="005912DE" w:rsidP="00FD12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12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по физической культуре</w:t>
            </w:r>
          </w:p>
        </w:tc>
      </w:tr>
      <w:tr w:rsidR="005912DE" w:rsidRPr="005912DE" w14:paraId="67DDF18A" w14:textId="77777777" w:rsidTr="005912DE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3E68C" w14:textId="77777777" w:rsidR="005912DE" w:rsidRPr="001F3C20" w:rsidRDefault="005912DE" w:rsidP="00FD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C20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080E5" w14:textId="77777777" w:rsidR="005912DE" w:rsidRDefault="005912DE" w:rsidP="00FD12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12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Алдакаева </w:t>
            </w:r>
          </w:p>
          <w:p w14:paraId="200DAA95" w14:textId="77777777" w:rsidR="005912DE" w:rsidRPr="005912DE" w:rsidRDefault="005912DE" w:rsidP="00FD12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12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Гульнара Расиховна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5E45B" w14:textId="77777777" w:rsidR="005912DE" w:rsidRPr="005912DE" w:rsidRDefault="005912DE" w:rsidP="00FD12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12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МОБУ СОШ с.Прибельский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642D0" w14:textId="77777777" w:rsidR="005912DE" w:rsidRPr="005912DE" w:rsidRDefault="005912DE" w:rsidP="00FD12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12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учитель</w:t>
            </w:r>
          </w:p>
        </w:tc>
      </w:tr>
      <w:tr w:rsidR="005912DE" w:rsidRPr="005912DE" w14:paraId="5522F314" w14:textId="77777777" w:rsidTr="005912DE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81C04" w14:textId="77777777" w:rsidR="005912DE" w:rsidRPr="001F3C20" w:rsidRDefault="005912DE" w:rsidP="00FD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C20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799F9" w14:textId="77777777" w:rsidR="005912DE" w:rsidRDefault="005912DE" w:rsidP="00FD12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12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Рафикова</w:t>
            </w:r>
          </w:p>
          <w:p w14:paraId="40CABB1A" w14:textId="77777777" w:rsidR="005912DE" w:rsidRPr="005912DE" w:rsidRDefault="005912DE" w:rsidP="00FD12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12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Эльвера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5912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Асхатовна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89F86" w14:textId="77777777" w:rsidR="005912DE" w:rsidRPr="005912DE" w:rsidRDefault="005912DE" w:rsidP="00FD12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12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МАДОУ детский сад №1</w:t>
            </w:r>
          </w:p>
          <w:p w14:paraId="7A8CB1AA" w14:textId="77777777" w:rsidR="005912DE" w:rsidRPr="005912DE" w:rsidRDefault="005912DE" w:rsidP="00FD12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12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с.Кармаскалы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8CCBC" w14:textId="77777777" w:rsidR="005912DE" w:rsidRPr="005912DE" w:rsidRDefault="005912DE" w:rsidP="00FD12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12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воспитатель</w:t>
            </w:r>
          </w:p>
        </w:tc>
      </w:tr>
      <w:tr w:rsidR="005912DE" w:rsidRPr="005912DE" w14:paraId="2C27B2F3" w14:textId="77777777" w:rsidTr="005912DE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43B9B" w14:textId="77777777" w:rsidR="005912DE" w:rsidRPr="001F3C20" w:rsidRDefault="005912DE" w:rsidP="00FD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C20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F8505" w14:textId="77777777" w:rsidR="005912DE" w:rsidRDefault="005912DE" w:rsidP="00FD12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12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Юсупова </w:t>
            </w:r>
          </w:p>
          <w:p w14:paraId="259EF73F" w14:textId="77777777" w:rsidR="005912DE" w:rsidRPr="005912DE" w:rsidRDefault="005912DE" w:rsidP="00FD12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12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Альфия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5912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Фановна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FEAFA" w14:textId="77777777" w:rsidR="005912DE" w:rsidRPr="005912DE" w:rsidRDefault="005912DE" w:rsidP="00FD12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12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МОБУ СОШ №2 с.Кармаскалы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65069" w14:textId="77777777" w:rsidR="005912DE" w:rsidRPr="005912DE" w:rsidRDefault="005912DE" w:rsidP="00FD12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12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учитель</w:t>
            </w:r>
          </w:p>
        </w:tc>
      </w:tr>
      <w:tr w:rsidR="005912DE" w:rsidRPr="005912DE" w14:paraId="49044AA5" w14:textId="77777777" w:rsidTr="005912DE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8CFD9" w14:textId="77777777" w:rsidR="005912DE" w:rsidRPr="001F3C20" w:rsidRDefault="005912DE" w:rsidP="00FD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C20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A7AD2" w14:textId="77777777" w:rsidR="005912DE" w:rsidRDefault="005912DE" w:rsidP="00FD12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12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Минченкина </w:t>
            </w:r>
          </w:p>
          <w:p w14:paraId="05E68C9B" w14:textId="77777777" w:rsidR="005912DE" w:rsidRPr="005912DE" w:rsidRDefault="005912DE" w:rsidP="00FD12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12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Наталья Васильевна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CC044" w14:textId="77777777" w:rsidR="005912DE" w:rsidRPr="005912DE" w:rsidRDefault="005912DE" w:rsidP="00FD12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12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МАДОУ детский сад</w:t>
            </w:r>
          </w:p>
          <w:p w14:paraId="1658E61E" w14:textId="77777777" w:rsidR="005912DE" w:rsidRPr="005912DE" w:rsidRDefault="005912DE" w:rsidP="00FD12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12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«Колокольчик»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5912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с.Прибельский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0D8A6" w14:textId="77777777" w:rsidR="005912DE" w:rsidRPr="005912DE" w:rsidRDefault="005912DE" w:rsidP="00FD12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12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старший воспитатель</w:t>
            </w:r>
          </w:p>
        </w:tc>
      </w:tr>
      <w:tr w:rsidR="005912DE" w:rsidRPr="005912DE" w14:paraId="76B4705D" w14:textId="77777777" w:rsidTr="005912DE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07CD3" w14:textId="77777777" w:rsidR="005912DE" w:rsidRPr="001F3C20" w:rsidRDefault="005912DE" w:rsidP="00FD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C20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17F2C" w14:textId="77777777" w:rsidR="005912DE" w:rsidRDefault="005912DE" w:rsidP="00FD12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12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Мухаметова</w:t>
            </w:r>
          </w:p>
          <w:p w14:paraId="516890A0" w14:textId="77777777" w:rsidR="005912DE" w:rsidRPr="005912DE" w:rsidRDefault="005912DE" w:rsidP="00FD12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12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Рамзиля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5912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Баязитовна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13B91" w14:textId="77777777" w:rsidR="005912DE" w:rsidRPr="005912DE" w:rsidRDefault="005912DE" w:rsidP="00FD12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12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Филиал МОБУ СОШ д.Сахаево-НОШ д.Бакчалы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703A9" w14:textId="77777777" w:rsidR="005912DE" w:rsidRPr="005912DE" w:rsidRDefault="005912DE" w:rsidP="00FD12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12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учитель</w:t>
            </w:r>
          </w:p>
        </w:tc>
      </w:tr>
      <w:tr w:rsidR="005912DE" w:rsidRPr="005912DE" w14:paraId="0393F6FF" w14:textId="77777777" w:rsidTr="005912DE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7974D" w14:textId="77777777" w:rsidR="005912DE" w:rsidRPr="001F3C20" w:rsidRDefault="005912DE" w:rsidP="00FD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C20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40DA8" w14:textId="77777777" w:rsidR="005912DE" w:rsidRDefault="005912DE" w:rsidP="00FD12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12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Румянцева </w:t>
            </w:r>
          </w:p>
          <w:p w14:paraId="210CD814" w14:textId="77777777" w:rsidR="005912DE" w:rsidRPr="005912DE" w:rsidRDefault="005912DE" w:rsidP="00FD12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12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Татьяна Геннадиевна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A2CD8" w14:textId="77777777" w:rsidR="005912DE" w:rsidRPr="005912DE" w:rsidRDefault="005912DE" w:rsidP="00FD12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12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МАДОУ Детский сад «Сказка» с.Прибельский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70913" w14:textId="77777777" w:rsidR="005912DE" w:rsidRPr="005912DE" w:rsidRDefault="005912DE" w:rsidP="00FD12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12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воспитатель</w:t>
            </w:r>
          </w:p>
        </w:tc>
      </w:tr>
    </w:tbl>
    <w:p w14:paraId="5E7746FD" w14:textId="77777777" w:rsidR="005912DE" w:rsidRDefault="005912DE" w:rsidP="005912DE">
      <w:pPr>
        <w:spacing w:after="0"/>
        <w:ind w:firstLine="851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20EB3426" w14:textId="77777777" w:rsidR="005912DE" w:rsidRDefault="005912DE" w:rsidP="008B3DB7">
      <w:pPr>
        <w:spacing w:after="0"/>
        <w:ind w:firstLine="851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7A3C6048" w14:textId="77777777" w:rsidR="005912DE" w:rsidRPr="008B3DB7" w:rsidRDefault="005912DE" w:rsidP="008B3DB7">
      <w:pPr>
        <w:spacing w:after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</w:t>
      </w:r>
      <w:r w:rsidRPr="00BC7627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</w:t>
      </w:r>
    </w:p>
    <w:p w14:paraId="7946991F" w14:textId="77777777" w:rsidR="00FD1274" w:rsidRDefault="00616D2B" w:rsidP="00FD127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FD1274">
        <w:rPr>
          <w:rFonts w:ascii="Times New Roman" w:hAnsi="Times New Roman" w:cs="Times New Roman"/>
          <w:i/>
          <w:iCs/>
          <w:sz w:val="24"/>
          <w:szCs w:val="24"/>
        </w:rPr>
        <w:t>Приложение №2  к приказу Министерства образования</w:t>
      </w:r>
    </w:p>
    <w:p w14:paraId="246D3AEA" w14:textId="77777777" w:rsidR="00FD1274" w:rsidRPr="00BE3CB8" w:rsidRDefault="00FD1274" w:rsidP="00FD1274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14:paraId="0D79F834" w14:textId="77777777" w:rsidR="00FD1274" w:rsidRDefault="00FD1274" w:rsidP="00FD127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14:paraId="1B33AA86" w14:textId="77777777" w:rsidR="00FD1274" w:rsidRDefault="00FD1274" w:rsidP="00FD127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14:paraId="2821A309" w14:textId="77777777" w:rsidR="00FD1274" w:rsidRDefault="00FD1274" w:rsidP="00FD1274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14:paraId="2D784745" w14:textId="77777777" w:rsidR="00FD1274" w:rsidRPr="00FD0F2C" w:rsidRDefault="00FD1274" w:rsidP="00FD1274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7A52E1FA" w14:textId="77777777" w:rsidR="001D3A75" w:rsidRPr="00C30652" w:rsidRDefault="001F3C20" w:rsidP="00616D2B">
      <w:pPr>
        <w:spacing w:after="0"/>
        <w:ind w:firstLine="85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616D2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D3A75" w:rsidRPr="00C30652">
        <w:rPr>
          <w:rFonts w:ascii="Times New Roman" w:hAnsi="Times New Roman" w:cs="Times New Roman"/>
          <w:b/>
          <w:sz w:val="24"/>
          <w:szCs w:val="24"/>
        </w:rPr>
        <w:t>Городской округ город Кумертау Республики Башкортостан</w:t>
      </w:r>
    </w:p>
    <w:p w14:paraId="58B431B3" w14:textId="77777777" w:rsidR="001D3A75" w:rsidRPr="00C30652" w:rsidRDefault="001D3A75" w:rsidP="00C30652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403"/>
        <w:gridCol w:w="4110"/>
        <w:gridCol w:w="2977"/>
      </w:tblGrid>
      <w:tr w:rsidR="00C30652" w:rsidRPr="00C30652" w14:paraId="70166C75" w14:textId="77777777" w:rsidTr="007704EB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37FDD" w14:textId="77777777" w:rsidR="00C30652" w:rsidRPr="00C30652" w:rsidRDefault="00C30652" w:rsidP="007704E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D00FA" w14:textId="77777777" w:rsidR="00C30652" w:rsidRPr="00C30652" w:rsidRDefault="00C30652" w:rsidP="007704E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b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ИО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B396F" w14:textId="77777777" w:rsidR="00C30652" w:rsidRPr="00C30652" w:rsidRDefault="00C30652" w:rsidP="007704E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71D28" w14:textId="77777777" w:rsidR="00C30652" w:rsidRPr="00C30652" w:rsidRDefault="00C30652" w:rsidP="007704E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1D3A75" w:rsidRPr="00C30652" w14:paraId="3F6273D2" w14:textId="77777777" w:rsidTr="007704EB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BB80C" w14:textId="77777777" w:rsidR="001D3A75" w:rsidRPr="00C30652" w:rsidRDefault="001D3A75" w:rsidP="00215B6B">
            <w:pPr>
              <w:pStyle w:val="a5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05B49" w14:textId="77777777" w:rsidR="001D3A75" w:rsidRPr="00C30652" w:rsidRDefault="001D3A75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Хайретдинова</w:t>
            </w:r>
          </w:p>
          <w:p w14:paraId="201AB878" w14:textId="77777777" w:rsidR="001D3A75" w:rsidRPr="00C30652" w:rsidRDefault="001D3A75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Галия Хуснулловна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388DE" w14:textId="77777777" w:rsidR="001D3A75" w:rsidRPr="00C30652" w:rsidRDefault="001D3A75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МБОУ «Средняя</w:t>
            </w:r>
            <w:r w:rsidR="00140843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общеобразовательная школа №3» </w:t>
            </w: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городского округа город Кумертау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68C1C" w14:textId="77777777" w:rsidR="001F3C20" w:rsidRDefault="001F3C20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79D162" w14:textId="77777777" w:rsidR="001D3A75" w:rsidRPr="00C30652" w:rsidRDefault="001D3A75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</w:tbl>
    <w:p w14:paraId="3F020340" w14:textId="77777777" w:rsidR="009A0EDE" w:rsidRDefault="009A0EDE" w:rsidP="00C3065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B437E6C" w14:textId="77777777" w:rsidR="00FD1274" w:rsidRDefault="00FD1274" w:rsidP="00D12BA6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7755DCB5" w14:textId="77777777" w:rsidR="00FD1274" w:rsidRDefault="00FD1274" w:rsidP="00D12BA6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3401060A" w14:textId="77777777" w:rsidR="00FD1274" w:rsidRDefault="00FD1274" w:rsidP="00D12BA6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65171E5" w14:textId="77777777" w:rsidR="00FD1274" w:rsidRDefault="00FD1274" w:rsidP="00D12BA6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D8B23E1" w14:textId="77777777" w:rsidR="00FD1274" w:rsidRDefault="00FD1274" w:rsidP="00D12BA6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7DEC1F5D" w14:textId="77777777" w:rsidR="00FD1274" w:rsidRDefault="00FD1274" w:rsidP="00D12BA6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667C2E91" w14:textId="77777777" w:rsidR="00FD1274" w:rsidRDefault="00FD1274" w:rsidP="00D12BA6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45134D36" w14:textId="77777777" w:rsidR="00FD1274" w:rsidRDefault="00FD1274" w:rsidP="00D12BA6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085F6F9" w14:textId="77777777" w:rsidR="00FD1274" w:rsidRDefault="00FD1274" w:rsidP="00D12BA6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7E606693" w14:textId="77777777" w:rsidR="00FD1274" w:rsidRDefault="00FD1274" w:rsidP="00D12BA6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534C177A" w14:textId="77777777" w:rsidR="00FD1274" w:rsidRDefault="00FD1274" w:rsidP="00D12BA6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92D89C0" w14:textId="77777777" w:rsidR="00FD1274" w:rsidRDefault="00FD1274" w:rsidP="00D12BA6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530A49D7" w14:textId="77777777" w:rsidR="00FD1274" w:rsidRDefault="00FD1274" w:rsidP="00D12BA6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4CBF94B2" w14:textId="77777777" w:rsidR="00FD1274" w:rsidRDefault="00FD1274" w:rsidP="00D12BA6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6CB85777" w14:textId="77777777" w:rsidR="00FD1274" w:rsidRDefault="00FD1274" w:rsidP="00D12BA6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77005229" w14:textId="77777777" w:rsidR="00FD1274" w:rsidRDefault="00FD1274" w:rsidP="00D12BA6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625CD851" w14:textId="77777777" w:rsidR="00FD1274" w:rsidRDefault="00FD1274" w:rsidP="00D12BA6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EE38B25" w14:textId="77777777" w:rsidR="00FD1274" w:rsidRDefault="00FD1274" w:rsidP="00D12BA6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A5DDD9D" w14:textId="77777777" w:rsidR="00FD1274" w:rsidRDefault="00FD1274" w:rsidP="00D12BA6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E0B9B57" w14:textId="77777777" w:rsidR="00FD1274" w:rsidRDefault="00FD1274" w:rsidP="00D12BA6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3E532123" w14:textId="77777777" w:rsidR="00FD1274" w:rsidRDefault="00FD1274" w:rsidP="00D12BA6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62B0EF7" w14:textId="77777777" w:rsidR="00FD1274" w:rsidRDefault="00FD1274" w:rsidP="00D12BA6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0CE9C5A4" w14:textId="77777777" w:rsidR="00FD1274" w:rsidRDefault="00FD1274" w:rsidP="00D12BA6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7F4FE8FC" w14:textId="77777777" w:rsidR="00FD1274" w:rsidRDefault="00FD1274" w:rsidP="00D12BA6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37AA0588" w14:textId="77777777" w:rsidR="00FD1274" w:rsidRDefault="00FD1274" w:rsidP="00D12BA6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0A30129" w14:textId="77777777" w:rsidR="00FD1274" w:rsidRDefault="00FD1274" w:rsidP="00D12BA6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587031B3" w14:textId="77777777" w:rsidR="00FD1274" w:rsidRDefault="00FD1274" w:rsidP="00D12BA6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632F7585" w14:textId="77777777" w:rsidR="00FD1274" w:rsidRDefault="00FD1274" w:rsidP="00D12BA6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EBC52D3" w14:textId="77777777" w:rsidR="00FD1274" w:rsidRDefault="00FD1274" w:rsidP="00D12BA6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09C22486" w14:textId="77777777" w:rsidR="00FD1274" w:rsidRDefault="00FD1274" w:rsidP="00D12BA6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77FFE12C" w14:textId="77777777" w:rsidR="00FD1274" w:rsidRDefault="00FD1274" w:rsidP="00D12BA6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E6E538A" w14:textId="77777777" w:rsidR="00FD1274" w:rsidRDefault="00FD1274" w:rsidP="00D12BA6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5987A707" w14:textId="77777777" w:rsidR="00FD1274" w:rsidRDefault="00FD1274" w:rsidP="00D12BA6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441FA5D6" w14:textId="77777777" w:rsidR="00FD1274" w:rsidRDefault="00FD1274" w:rsidP="00D12BA6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0D29EAF9" w14:textId="77777777" w:rsidR="00FD1274" w:rsidRDefault="00FD1274" w:rsidP="00D12BA6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C27F8F9" w14:textId="77777777" w:rsidR="00FD1274" w:rsidRDefault="00FD1274" w:rsidP="00FD127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Приложение №2  к приказу Министерства образования</w:t>
      </w:r>
    </w:p>
    <w:p w14:paraId="448729DF" w14:textId="77777777" w:rsidR="00FD1274" w:rsidRPr="00BE3CB8" w:rsidRDefault="00FD1274" w:rsidP="00FD1274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14:paraId="105E1972" w14:textId="77777777" w:rsidR="00FD1274" w:rsidRDefault="00FD1274" w:rsidP="00FD127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14:paraId="0502DE32" w14:textId="77777777" w:rsidR="00FD1274" w:rsidRDefault="00FD1274" w:rsidP="00FD127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14:paraId="5A12C4FB" w14:textId="77777777" w:rsidR="00FD1274" w:rsidRDefault="00FD1274" w:rsidP="00FD1274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14:paraId="1D1BC074" w14:textId="77777777" w:rsidR="00FD1274" w:rsidRPr="00FD0F2C" w:rsidRDefault="00FD1274" w:rsidP="00FD1274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4CB2F1DD" w14:textId="77777777" w:rsidR="00D12BA6" w:rsidRPr="00B013C7" w:rsidRDefault="00D12BA6" w:rsidP="00D12BA6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013C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МР Кушнаренковский  район  Республики Башкортостан</w:t>
      </w:r>
    </w:p>
    <w:p w14:paraId="07F58F51" w14:textId="77777777" w:rsidR="00D12BA6" w:rsidRDefault="00D12BA6" w:rsidP="00D12BA6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Style w:val="a6"/>
        <w:tblW w:w="0" w:type="auto"/>
        <w:tblInd w:w="-1168" w:type="dxa"/>
        <w:tblLook w:val="04A0" w:firstRow="1" w:lastRow="0" w:firstColumn="1" w:lastColumn="0" w:noHBand="0" w:noVBand="1"/>
      </w:tblPr>
      <w:tblGrid>
        <w:gridCol w:w="567"/>
        <w:gridCol w:w="3403"/>
        <w:gridCol w:w="3969"/>
        <w:gridCol w:w="3118"/>
      </w:tblGrid>
      <w:tr w:rsidR="00D12BA6" w14:paraId="09C5A8CD" w14:textId="77777777" w:rsidTr="00290352">
        <w:tc>
          <w:tcPr>
            <w:tcW w:w="567" w:type="dxa"/>
          </w:tcPr>
          <w:p w14:paraId="7287DCB5" w14:textId="77777777" w:rsidR="00D12BA6" w:rsidRPr="00B013C7" w:rsidRDefault="00D12BA6" w:rsidP="00290352">
            <w:pPr>
              <w:pStyle w:val="a7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B013C7">
              <w:rPr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3403" w:type="dxa"/>
          </w:tcPr>
          <w:p w14:paraId="612AF421" w14:textId="77777777" w:rsidR="00D12BA6" w:rsidRPr="00B013C7" w:rsidRDefault="00D12BA6" w:rsidP="00290352">
            <w:pPr>
              <w:jc w:val="center"/>
              <w:rPr>
                <w:b/>
                <w:color w:val="000000" w:themeColor="text1"/>
                <w:spacing w:val="20"/>
                <w:sz w:val="24"/>
                <w:szCs w:val="24"/>
              </w:rPr>
            </w:pPr>
            <w:r w:rsidRPr="00B013C7">
              <w:rPr>
                <w:b/>
                <w:color w:val="000000" w:themeColor="text1"/>
                <w:spacing w:val="20"/>
                <w:sz w:val="24"/>
                <w:szCs w:val="24"/>
              </w:rPr>
              <w:t>ФИО</w:t>
            </w:r>
          </w:p>
        </w:tc>
        <w:tc>
          <w:tcPr>
            <w:tcW w:w="3969" w:type="dxa"/>
          </w:tcPr>
          <w:p w14:paraId="47E470E0" w14:textId="77777777" w:rsidR="00D12BA6" w:rsidRPr="00B013C7" w:rsidRDefault="00D12BA6" w:rsidP="00290352">
            <w:pPr>
              <w:jc w:val="center"/>
              <w:rPr>
                <w:b/>
                <w:color w:val="000000" w:themeColor="text1"/>
                <w:spacing w:val="20"/>
                <w:sz w:val="24"/>
                <w:szCs w:val="24"/>
              </w:rPr>
            </w:pPr>
            <w:r w:rsidRPr="00B013C7">
              <w:rPr>
                <w:b/>
                <w:color w:val="000000" w:themeColor="text1"/>
                <w:spacing w:val="20"/>
                <w:sz w:val="24"/>
                <w:szCs w:val="24"/>
              </w:rPr>
              <w:t>Место  работы</w:t>
            </w:r>
          </w:p>
        </w:tc>
        <w:tc>
          <w:tcPr>
            <w:tcW w:w="3118" w:type="dxa"/>
          </w:tcPr>
          <w:p w14:paraId="21CB27E1" w14:textId="77777777" w:rsidR="00D12BA6" w:rsidRPr="00B013C7" w:rsidRDefault="00D12BA6" w:rsidP="00290352">
            <w:pPr>
              <w:jc w:val="center"/>
              <w:rPr>
                <w:b/>
                <w:color w:val="000000" w:themeColor="text1"/>
                <w:spacing w:val="20"/>
                <w:sz w:val="24"/>
                <w:szCs w:val="24"/>
              </w:rPr>
            </w:pPr>
            <w:r w:rsidRPr="00B013C7">
              <w:rPr>
                <w:b/>
                <w:color w:val="000000" w:themeColor="text1"/>
                <w:spacing w:val="20"/>
                <w:sz w:val="24"/>
                <w:szCs w:val="24"/>
              </w:rPr>
              <w:t>Должность</w:t>
            </w:r>
          </w:p>
        </w:tc>
      </w:tr>
      <w:tr w:rsidR="00D12BA6" w14:paraId="48D0D537" w14:textId="77777777" w:rsidTr="00290352">
        <w:tc>
          <w:tcPr>
            <w:tcW w:w="567" w:type="dxa"/>
          </w:tcPr>
          <w:p w14:paraId="7EE96D93" w14:textId="77777777" w:rsidR="00D12BA6" w:rsidRPr="00B013C7" w:rsidRDefault="00D12BA6" w:rsidP="00290352">
            <w:pPr>
              <w:pStyle w:val="a7"/>
              <w:spacing w:line="276" w:lineRule="auto"/>
              <w:rPr>
                <w:b w:val="0"/>
                <w:color w:val="000000" w:themeColor="text1"/>
                <w:sz w:val="24"/>
                <w:szCs w:val="24"/>
              </w:rPr>
            </w:pPr>
            <w:r w:rsidRPr="00B013C7">
              <w:rPr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403" w:type="dxa"/>
          </w:tcPr>
          <w:p w14:paraId="5C1DADF1" w14:textId="77777777" w:rsidR="00D12BA6" w:rsidRPr="00B013C7" w:rsidRDefault="00D12BA6" w:rsidP="0029035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013C7">
              <w:rPr>
                <w:color w:val="000000" w:themeColor="text1"/>
                <w:sz w:val="24"/>
                <w:szCs w:val="24"/>
              </w:rPr>
              <w:t>Мельников</w:t>
            </w:r>
          </w:p>
          <w:p w14:paraId="79A6D508" w14:textId="77777777" w:rsidR="00D12BA6" w:rsidRDefault="00D12BA6" w:rsidP="0029035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013C7">
              <w:rPr>
                <w:color w:val="000000" w:themeColor="text1"/>
                <w:sz w:val="24"/>
                <w:szCs w:val="24"/>
              </w:rPr>
              <w:t>Сергей Юрьевич</w:t>
            </w:r>
          </w:p>
          <w:p w14:paraId="104795FC" w14:textId="77777777" w:rsidR="001F3C20" w:rsidRPr="00B013C7" w:rsidRDefault="001F3C20" w:rsidP="00290352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</w:tcPr>
          <w:p w14:paraId="2551A49D" w14:textId="77777777" w:rsidR="00D12BA6" w:rsidRPr="00B013C7" w:rsidRDefault="00D12BA6" w:rsidP="0029035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013C7">
              <w:rPr>
                <w:color w:val="000000" w:themeColor="text1"/>
                <w:sz w:val="24"/>
                <w:szCs w:val="24"/>
              </w:rPr>
              <w:t>МБОУ Гимназия</w:t>
            </w:r>
            <w:r w:rsidR="001F3C20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B013C7">
              <w:rPr>
                <w:color w:val="000000" w:themeColor="text1"/>
                <w:sz w:val="24"/>
                <w:szCs w:val="24"/>
              </w:rPr>
              <w:t>с.Кушнаренково  МР Кушнаренковский район РБ</w:t>
            </w:r>
          </w:p>
        </w:tc>
        <w:tc>
          <w:tcPr>
            <w:tcW w:w="3118" w:type="dxa"/>
          </w:tcPr>
          <w:p w14:paraId="4824DA20" w14:textId="77777777" w:rsidR="00D12BA6" w:rsidRPr="00B013C7" w:rsidRDefault="00D12BA6" w:rsidP="00290352">
            <w:pPr>
              <w:jc w:val="center"/>
              <w:rPr>
                <w:color w:val="000000" w:themeColor="text1"/>
                <w:spacing w:val="20"/>
                <w:sz w:val="24"/>
                <w:szCs w:val="24"/>
              </w:rPr>
            </w:pPr>
            <w:r w:rsidRPr="00B013C7">
              <w:rPr>
                <w:color w:val="000000" w:themeColor="text1"/>
                <w:spacing w:val="20"/>
                <w:sz w:val="24"/>
                <w:szCs w:val="24"/>
              </w:rPr>
              <w:t>учитель</w:t>
            </w:r>
          </w:p>
        </w:tc>
      </w:tr>
    </w:tbl>
    <w:p w14:paraId="0E9085C9" w14:textId="77777777" w:rsidR="00D12BA6" w:rsidRDefault="00D12BA6" w:rsidP="00D12BA6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59692B96" w14:textId="77777777" w:rsidR="00FD1274" w:rsidRDefault="00FD1274" w:rsidP="00616D2B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32BA02D8" w14:textId="77777777" w:rsidR="00FD1274" w:rsidRDefault="00FD1274" w:rsidP="00616D2B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250BDAC8" w14:textId="77777777" w:rsidR="00FD1274" w:rsidRDefault="00FD1274" w:rsidP="00616D2B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52D4FAFB" w14:textId="77777777" w:rsidR="00FD1274" w:rsidRDefault="00FD1274" w:rsidP="00616D2B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4FAD3E3B" w14:textId="77777777" w:rsidR="00FD1274" w:rsidRDefault="00FD1274" w:rsidP="00616D2B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44394F79" w14:textId="77777777" w:rsidR="00FD1274" w:rsidRDefault="00FD1274" w:rsidP="00616D2B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65AAC054" w14:textId="77777777" w:rsidR="00FD1274" w:rsidRDefault="00FD1274" w:rsidP="00616D2B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62A13B84" w14:textId="77777777" w:rsidR="00FD1274" w:rsidRDefault="00FD1274" w:rsidP="00616D2B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5E753176" w14:textId="77777777" w:rsidR="00FD1274" w:rsidRDefault="00FD1274" w:rsidP="00616D2B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50F75508" w14:textId="77777777" w:rsidR="00FD1274" w:rsidRDefault="00FD1274" w:rsidP="00616D2B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3B85F397" w14:textId="77777777" w:rsidR="00FD1274" w:rsidRDefault="00FD1274" w:rsidP="00616D2B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1CDEBFF9" w14:textId="77777777" w:rsidR="00FD1274" w:rsidRDefault="00FD1274" w:rsidP="00616D2B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28777E50" w14:textId="77777777" w:rsidR="00FD1274" w:rsidRDefault="00FD1274" w:rsidP="00616D2B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0B358826" w14:textId="77777777" w:rsidR="00FD1274" w:rsidRDefault="00FD1274" w:rsidP="00616D2B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1FB4DF6A" w14:textId="77777777" w:rsidR="00FD1274" w:rsidRDefault="00FD1274" w:rsidP="00616D2B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78EBB587" w14:textId="77777777" w:rsidR="00FD1274" w:rsidRDefault="00FD1274" w:rsidP="00616D2B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059FFBF3" w14:textId="77777777" w:rsidR="00FD1274" w:rsidRDefault="00FD1274" w:rsidP="00616D2B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65914F26" w14:textId="77777777" w:rsidR="00FD1274" w:rsidRDefault="00FD1274" w:rsidP="00616D2B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129655A6" w14:textId="77777777" w:rsidR="00FD1274" w:rsidRDefault="00FD1274" w:rsidP="00616D2B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2C6089E9" w14:textId="77777777" w:rsidR="00FD1274" w:rsidRDefault="00FD1274" w:rsidP="00616D2B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0E9789DD" w14:textId="77777777" w:rsidR="00FD1274" w:rsidRDefault="00FD1274" w:rsidP="00616D2B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66908B12" w14:textId="77777777" w:rsidR="00FD1274" w:rsidRDefault="00FD1274" w:rsidP="00616D2B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52341CB0" w14:textId="77777777" w:rsidR="00FD1274" w:rsidRDefault="00FD1274" w:rsidP="00616D2B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343D5C09" w14:textId="77777777" w:rsidR="00FD1274" w:rsidRDefault="00FD1274" w:rsidP="00616D2B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3100A5C7" w14:textId="77777777" w:rsidR="00FD1274" w:rsidRDefault="00FD1274" w:rsidP="00616D2B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00E49B56" w14:textId="77777777" w:rsidR="00FD1274" w:rsidRDefault="00FD1274" w:rsidP="00616D2B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5D27F620" w14:textId="77777777" w:rsidR="00FD1274" w:rsidRDefault="00FD1274" w:rsidP="00616D2B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611A1931" w14:textId="77777777" w:rsidR="00FD1274" w:rsidRDefault="00FD1274" w:rsidP="00616D2B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414563DD" w14:textId="77777777" w:rsidR="00FD1274" w:rsidRDefault="00FD1274" w:rsidP="00616D2B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1E14E0D1" w14:textId="77777777" w:rsidR="00FD1274" w:rsidRDefault="00FD1274" w:rsidP="00616D2B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22016900" w14:textId="77777777" w:rsidR="00FD1274" w:rsidRDefault="00FD1274" w:rsidP="00616D2B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2B25EBE2" w14:textId="77777777" w:rsidR="00FD1274" w:rsidRDefault="00FD1274" w:rsidP="00616D2B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68D7107F" w14:textId="77777777" w:rsidR="00FD1274" w:rsidRDefault="00FD1274" w:rsidP="00616D2B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1DA0B859" w14:textId="77777777" w:rsidR="00FD1274" w:rsidRDefault="00FD1274" w:rsidP="00616D2B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39CCEA80" w14:textId="77777777" w:rsidR="00FD1274" w:rsidRDefault="00FD1274" w:rsidP="00616D2B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054D04E0" w14:textId="77777777" w:rsidR="00FD1274" w:rsidRDefault="00FD1274" w:rsidP="00616D2B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76C0A6B7" w14:textId="77777777" w:rsidR="00FD1274" w:rsidRDefault="00FD1274" w:rsidP="00616D2B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57C8B42A" w14:textId="77777777" w:rsidR="00FD1274" w:rsidRDefault="00FD1274" w:rsidP="00616D2B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49B4887F" w14:textId="77777777" w:rsidR="00FD1274" w:rsidRDefault="00FD1274" w:rsidP="00FD127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Приложение №2  к приказу Министерства образования</w:t>
      </w:r>
    </w:p>
    <w:p w14:paraId="2DE556CA" w14:textId="77777777" w:rsidR="00FD1274" w:rsidRPr="00BE3CB8" w:rsidRDefault="00FD1274" w:rsidP="00FD1274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14:paraId="523F5760" w14:textId="77777777" w:rsidR="00FD1274" w:rsidRDefault="00FD1274" w:rsidP="00FD127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14:paraId="6307EF77" w14:textId="77777777" w:rsidR="00FD1274" w:rsidRDefault="00FD1274" w:rsidP="00FD127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14:paraId="427A9028" w14:textId="77777777" w:rsidR="00FD1274" w:rsidRDefault="00FD1274" w:rsidP="00FD1274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14:paraId="72F925E5" w14:textId="77777777" w:rsidR="00FD1274" w:rsidRPr="00FD0F2C" w:rsidRDefault="00FD1274" w:rsidP="00FD1274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5B2FBA73" w14:textId="77777777" w:rsidR="00616D2B" w:rsidRDefault="00616D2B" w:rsidP="00616D2B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МР </w:t>
      </w:r>
      <w:r w:rsidRPr="00B013C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Куюргазинский район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Республики Башкортостан</w:t>
      </w:r>
    </w:p>
    <w:p w14:paraId="5110BC25" w14:textId="77777777" w:rsidR="00616D2B" w:rsidRPr="00B013C7" w:rsidRDefault="00616D2B" w:rsidP="00616D2B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pPr w:leftFromText="180" w:rightFromText="180" w:vertAnchor="text" w:tblpX="-1168" w:tblpY="1"/>
        <w:tblOverlap w:val="never"/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3402"/>
        <w:gridCol w:w="3828"/>
        <w:gridCol w:w="3118"/>
      </w:tblGrid>
      <w:tr w:rsidR="00616D2B" w:rsidRPr="00B013C7" w14:paraId="2DB6C6A5" w14:textId="77777777" w:rsidTr="00290352">
        <w:tc>
          <w:tcPr>
            <w:tcW w:w="675" w:type="dxa"/>
          </w:tcPr>
          <w:p w14:paraId="0A0EC6A3" w14:textId="77777777" w:rsidR="00616D2B" w:rsidRPr="00B013C7" w:rsidRDefault="00616D2B" w:rsidP="0029035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3402" w:type="dxa"/>
          </w:tcPr>
          <w:p w14:paraId="73E723F8" w14:textId="77777777" w:rsidR="00616D2B" w:rsidRPr="00B013C7" w:rsidRDefault="00616D2B" w:rsidP="0029035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ФИО</w:t>
            </w:r>
          </w:p>
        </w:tc>
        <w:tc>
          <w:tcPr>
            <w:tcW w:w="3828" w:type="dxa"/>
          </w:tcPr>
          <w:p w14:paraId="055BC93F" w14:textId="77777777" w:rsidR="00616D2B" w:rsidRPr="00B013C7" w:rsidRDefault="00616D2B" w:rsidP="0029035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Место работы</w:t>
            </w:r>
          </w:p>
        </w:tc>
        <w:tc>
          <w:tcPr>
            <w:tcW w:w="3118" w:type="dxa"/>
          </w:tcPr>
          <w:p w14:paraId="2D443BCC" w14:textId="77777777" w:rsidR="00616D2B" w:rsidRPr="00B013C7" w:rsidRDefault="00616D2B" w:rsidP="0029035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Должность</w:t>
            </w:r>
          </w:p>
        </w:tc>
      </w:tr>
      <w:tr w:rsidR="00616D2B" w:rsidRPr="00B013C7" w14:paraId="4DDB701E" w14:textId="77777777" w:rsidTr="00290352">
        <w:trPr>
          <w:trHeight w:val="172"/>
        </w:trPr>
        <w:tc>
          <w:tcPr>
            <w:tcW w:w="675" w:type="dxa"/>
          </w:tcPr>
          <w:p w14:paraId="57EF70FF" w14:textId="77777777" w:rsidR="00616D2B" w:rsidRPr="00B013C7" w:rsidRDefault="00616D2B" w:rsidP="0029035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B01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14:paraId="17CEC44D" w14:textId="77777777" w:rsidR="00616D2B" w:rsidRPr="00B013C7" w:rsidRDefault="00616D2B" w:rsidP="00290352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Александров</w:t>
            </w:r>
          </w:p>
          <w:p w14:paraId="724D7365" w14:textId="77777777" w:rsidR="00616D2B" w:rsidRPr="00B013C7" w:rsidRDefault="00616D2B" w:rsidP="00290352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Александр Владимирович</w:t>
            </w:r>
          </w:p>
        </w:tc>
        <w:tc>
          <w:tcPr>
            <w:tcW w:w="3828" w:type="dxa"/>
          </w:tcPr>
          <w:p w14:paraId="2050D717" w14:textId="77777777" w:rsidR="00616D2B" w:rsidRPr="00B013C7" w:rsidRDefault="00616D2B" w:rsidP="00290352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МБОУ ДОД  «ДЮСШ»</w:t>
            </w:r>
          </w:p>
        </w:tc>
        <w:tc>
          <w:tcPr>
            <w:tcW w:w="3118" w:type="dxa"/>
          </w:tcPr>
          <w:p w14:paraId="58584853" w14:textId="77777777" w:rsidR="00616D2B" w:rsidRPr="00B013C7" w:rsidRDefault="00616D2B" w:rsidP="00290352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r w:rsidRPr="00B013C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ренер-преподаватель</w:t>
            </w:r>
          </w:p>
        </w:tc>
      </w:tr>
      <w:tr w:rsidR="00616D2B" w:rsidRPr="00B013C7" w14:paraId="2ECEC631" w14:textId="77777777" w:rsidTr="00290352">
        <w:trPr>
          <w:trHeight w:val="172"/>
        </w:trPr>
        <w:tc>
          <w:tcPr>
            <w:tcW w:w="675" w:type="dxa"/>
          </w:tcPr>
          <w:p w14:paraId="7669122D" w14:textId="77777777" w:rsidR="00616D2B" w:rsidRPr="00B013C7" w:rsidRDefault="00616D2B" w:rsidP="0029035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3402" w:type="dxa"/>
          </w:tcPr>
          <w:p w14:paraId="37EB3C0A" w14:textId="77777777" w:rsidR="00616D2B" w:rsidRPr="00B013C7" w:rsidRDefault="00616D2B" w:rsidP="00290352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Балянов</w:t>
            </w:r>
          </w:p>
          <w:p w14:paraId="566B107E" w14:textId="77777777" w:rsidR="00616D2B" w:rsidRPr="00B013C7" w:rsidRDefault="00616D2B" w:rsidP="00290352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Дмитрий Николаевич</w:t>
            </w:r>
          </w:p>
        </w:tc>
        <w:tc>
          <w:tcPr>
            <w:tcW w:w="3828" w:type="dxa"/>
          </w:tcPr>
          <w:p w14:paraId="646488D7" w14:textId="77777777" w:rsidR="00616D2B" w:rsidRPr="00B013C7" w:rsidRDefault="00616D2B" w:rsidP="00290352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МБОУ ДОД  «ДЮСШ»</w:t>
            </w:r>
          </w:p>
        </w:tc>
        <w:tc>
          <w:tcPr>
            <w:tcW w:w="3118" w:type="dxa"/>
          </w:tcPr>
          <w:p w14:paraId="7FE27C7D" w14:textId="77777777" w:rsidR="00616D2B" w:rsidRPr="00B013C7" w:rsidRDefault="00616D2B" w:rsidP="00290352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r w:rsidRPr="00B013C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ренер-преподаватель</w:t>
            </w:r>
          </w:p>
        </w:tc>
      </w:tr>
    </w:tbl>
    <w:p w14:paraId="4D96062A" w14:textId="77777777" w:rsidR="00616D2B" w:rsidRPr="00B013C7" w:rsidRDefault="00616D2B" w:rsidP="00616D2B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F775439" w14:textId="77777777" w:rsidR="00D12BA6" w:rsidRDefault="00D12BA6" w:rsidP="00D12BA6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6FE6D5D0" w14:textId="77777777" w:rsidR="00773447" w:rsidRDefault="00773447" w:rsidP="00C3065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5A574DE" w14:textId="77777777" w:rsidR="00FD1274" w:rsidRDefault="00FD1274" w:rsidP="00773447">
      <w:pPr>
        <w:tabs>
          <w:tab w:val="left" w:pos="2505"/>
        </w:tabs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7811621" w14:textId="77777777" w:rsidR="00FD1274" w:rsidRDefault="00FD1274" w:rsidP="00773447">
      <w:pPr>
        <w:tabs>
          <w:tab w:val="left" w:pos="2505"/>
        </w:tabs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E3AD3A4" w14:textId="77777777" w:rsidR="00FD1274" w:rsidRDefault="00FD1274" w:rsidP="00773447">
      <w:pPr>
        <w:tabs>
          <w:tab w:val="left" w:pos="2505"/>
        </w:tabs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1D62ABE" w14:textId="77777777" w:rsidR="00FD1274" w:rsidRDefault="00FD1274" w:rsidP="00773447">
      <w:pPr>
        <w:tabs>
          <w:tab w:val="left" w:pos="2505"/>
        </w:tabs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032B813" w14:textId="77777777" w:rsidR="00FD1274" w:rsidRDefault="00FD1274" w:rsidP="00773447">
      <w:pPr>
        <w:tabs>
          <w:tab w:val="left" w:pos="2505"/>
        </w:tabs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4CCB72C" w14:textId="77777777" w:rsidR="00FD1274" w:rsidRDefault="00FD1274" w:rsidP="00773447">
      <w:pPr>
        <w:tabs>
          <w:tab w:val="left" w:pos="2505"/>
        </w:tabs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C9C0002" w14:textId="77777777" w:rsidR="00FD1274" w:rsidRDefault="00FD1274" w:rsidP="00773447">
      <w:pPr>
        <w:tabs>
          <w:tab w:val="left" w:pos="2505"/>
        </w:tabs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7B90B38" w14:textId="77777777" w:rsidR="00FD1274" w:rsidRDefault="00FD1274" w:rsidP="00773447">
      <w:pPr>
        <w:tabs>
          <w:tab w:val="left" w:pos="2505"/>
        </w:tabs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0F0298E" w14:textId="77777777" w:rsidR="00FD1274" w:rsidRDefault="00FD1274" w:rsidP="00773447">
      <w:pPr>
        <w:tabs>
          <w:tab w:val="left" w:pos="2505"/>
        </w:tabs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876E7A2" w14:textId="77777777" w:rsidR="00FD1274" w:rsidRDefault="00FD1274" w:rsidP="00773447">
      <w:pPr>
        <w:tabs>
          <w:tab w:val="left" w:pos="2505"/>
        </w:tabs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4A0EA6D" w14:textId="77777777" w:rsidR="00FD1274" w:rsidRDefault="00FD1274" w:rsidP="00773447">
      <w:pPr>
        <w:tabs>
          <w:tab w:val="left" w:pos="2505"/>
        </w:tabs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C4E1BE5" w14:textId="77777777" w:rsidR="00FD1274" w:rsidRDefault="00FD1274" w:rsidP="00773447">
      <w:pPr>
        <w:tabs>
          <w:tab w:val="left" w:pos="2505"/>
        </w:tabs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B90FC8A" w14:textId="77777777" w:rsidR="00FD1274" w:rsidRDefault="00FD1274" w:rsidP="00773447">
      <w:pPr>
        <w:tabs>
          <w:tab w:val="left" w:pos="2505"/>
        </w:tabs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4352249" w14:textId="77777777" w:rsidR="00FD1274" w:rsidRDefault="00FD1274" w:rsidP="00773447">
      <w:pPr>
        <w:tabs>
          <w:tab w:val="left" w:pos="2505"/>
        </w:tabs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571106D" w14:textId="77777777" w:rsidR="00FD1274" w:rsidRDefault="00FD1274" w:rsidP="00773447">
      <w:pPr>
        <w:tabs>
          <w:tab w:val="left" w:pos="2505"/>
        </w:tabs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D90117F" w14:textId="77777777" w:rsidR="00FD1274" w:rsidRDefault="00FD1274" w:rsidP="00773447">
      <w:pPr>
        <w:tabs>
          <w:tab w:val="left" w:pos="2505"/>
        </w:tabs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AFBFE31" w14:textId="77777777" w:rsidR="00FD1274" w:rsidRDefault="00FD1274" w:rsidP="00773447">
      <w:pPr>
        <w:tabs>
          <w:tab w:val="left" w:pos="2505"/>
        </w:tabs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0537B76" w14:textId="77777777" w:rsidR="00FD1274" w:rsidRDefault="00FD1274" w:rsidP="00773447">
      <w:pPr>
        <w:tabs>
          <w:tab w:val="left" w:pos="2505"/>
        </w:tabs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DB439A7" w14:textId="77777777" w:rsidR="00FD1274" w:rsidRDefault="00FD1274" w:rsidP="00773447">
      <w:pPr>
        <w:tabs>
          <w:tab w:val="left" w:pos="2505"/>
        </w:tabs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614A911" w14:textId="77777777" w:rsidR="00FD1274" w:rsidRDefault="00FD1274" w:rsidP="00773447">
      <w:pPr>
        <w:tabs>
          <w:tab w:val="left" w:pos="2505"/>
        </w:tabs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1A6AC25" w14:textId="77777777" w:rsidR="00FD1274" w:rsidRDefault="00FD1274" w:rsidP="00773447">
      <w:pPr>
        <w:tabs>
          <w:tab w:val="left" w:pos="2505"/>
        </w:tabs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226DF68" w14:textId="77777777" w:rsidR="00FD1274" w:rsidRDefault="00FD1274" w:rsidP="00773447">
      <w:pPr>
        <w:tabs>
          <w:tab w:val="left" w:pos="2505"/>
        </w:tabs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8557C10" w14:textId="77777777" w:rsidR="00FD1274" w:rsidRDefault="00FD1274" w:rsidP="00773447">
      <w:pPr>
        <w:tabs>
          <w:tab w:val="left" w:pos="2505"/>
        </w:tabs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2853F23" w14:textId="77777777" w:rsidR="00FD1274" w:rsidRDefault="00FD1274" w:rsidP="00773447">
      <w:pPr>
        <w:tabs>
          <w:tab w:val="left" w:pos="2505"/>
        </w:tabs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CD40CF1" w14:textId="77777777" w:rsidR="00FD1274" w:rsidRDefault="00FD1274" w:rsidP="00773447">
      <w:pPr>
        <w:tabs>
          <w:tab w:val="left" w:pos="2505"/>
        </w:tabs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E012A41" w14:textId="77777777" w:rsidR="00FD1274" w:rsidRDefault="00FD1274" w:rsidP="00773447">
      <w:pPr>
        <w:tabs>
          <w:tab w:val="left" w:pos="2505"/>
        </w:tabs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DBEDC00" w14:textId="77777777" w:rsidR="00FD1274" w:rsidRDefault="00FD1274" w:rsidP="00773447">
      <w:pPr>
        <w:tabs>
          <w:tab w:val="left" w:pos="2505"/>
        </w:tabs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E0AC46B" w14:textId="77777777" w:rsidR="00FD1274" w:rsidRDefault="00FD1274" w:rsidP="00773447">
      <w:pPr>
        <w:tabs>
          <w:tab w:val="left" w:pos="2505"/>
        </w:tabs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E1DFD3B" w14:textId="77777777" w:rsidR="00FD1274" w:rsidRDefault="00FD1274" w:rsidP="00773447">
      <w:pPr>
        <w:tabs>
          <w:tab w:val="left" w:pos="2505"/>
        </w:tabs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F88C1C3" w14:textId="77777777" w:rsidR="00FD1274" w:rsidRDefault="00FD1274" w:rsidP="00773447">
      <w:pPr>
        <w:tabs>
          <w:tab w:val="left" w:pos="2505"/>
        </w:tabs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C7E1CF3" w14:textId="77777777" w:rsidR="00FD1274" w:rsidRDefault="00FD1274" w:rsidP="00773447">
      <w:pPr>
        <w:tabs>
          <w:tab w:val="left" w:pos="2505"/>
        </w:tabs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D295836" w14:textId="77777777" w:rsidR="00FD1274" w:rsidRDefault="00FD1274" w:rsidP="001F3C20">
      <w:pPr>
        <w:tabs>
          <w:tab w:val="left" w:pos="2505"/>
        </w:tabs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62A09D4" w14:textId="77777777" w:rsidR="00FD1274" w:rsidRDefault="00FD1274" w:rsidP="00FD127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Приложение №2  к приказу Министерства образования</w:t>
      </w:r>
    </w:p>
    <w:p w14:paraId="65C7C74E" w14:textId="77777777" w:rsidR="00FD1274" w:rsidRPr="00BE3CB8" w:rsidRDefault="00FD1274" w:rsidP="00FD1274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14:paraId="3C35EB81" w14:textId="77777777" w:rsidR="00FD1274" w:rsidRDefault="00FD1274" w:rsidP="00FD127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14:paraId="7B988A7A" w14:textId="77777777" w:rsidR="00FD1274" w:rsidRDefault="00FD1274" w:rsidP="00FD127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14:paraId="260569A0" w14:textId="77777777" w:rsidR="00FD1274" w:rsidRDefault="00FD1274" w:rsidP="00FD1274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14:paraId="38B1E9FB" w14:textId="77777777" w:rsidR="00FD1274" w:rsidRPr="00FD0F2C" w:rsidRDefault="00FD1274" w:rsidP="00FD1274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1C6A0745" w14:textId="77777777" w:rsidR="00773447" w:rsidRDefault="00773447" w:rsidP="00773447">
      <w:pPr>
        <w:tabs>
          <w:tab w:val="left" w:pos="2505"/>
        </w:tabs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515EB">
        <w:rPr>
          <w:rFonts w:ascii="Times New Roman" w:hAnsi="Times New Roman" w:cs="Times New Roman"/>
          <w:b/>
          <w:color w:val="000000"/>
          <w:sz w:val="24"/>
          <w:szCs w:val="24"/>
        </w:rPr>
        <w:t>Городской округ ЗАТО Межгорье Республики Башкортостан</w:t>
      </w:r>
    </w:p>
    <w:p w14:paraId="2AA5A7AD" w14:textId="77777777" w:rsidR="00773447" w:rsidRPr="00773447" w:rsidRDefault="00773447" w:rsidP="0077344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403"/>
        <w:gridCol w:w="4110"/>
        <w:gridCol w:w="2977"/>
      </w:tblGrid>
      <w:tr w:rsidR="00773447" w:rsidRPr="00773447" w14:paraId="529EBA1F" w14:textId="77777777" w:rsidTr="00773447">
        <w:tc>
          <w:tcPr>
            <w:tcW w:w="567" w:type="dxa"/>
          </w:tcPr>
          <w:p w14:paraId="301E67DF" w14:textId="77777777" w:rsidR="00773447" w:rsidRPr="00773447" w:rsidRDefault="00773447" w:rsidP="0077344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734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403" w:type="dxa"/>
          </w:tcPr>
          <w:p w14:paraId="1983AF8E" w14:textId="77777777" w:rsidR="00773447" w:rsidRPr="00773447" w:rsidRDefault="00773447" w:rsidP="0077344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734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4110" w:type="dxa"/>
          </w:tcPr>
          <w:p w14:paraId="6BF29062" w14:textId="77777777" w:rsidR="00773447" w:rsidRPr="00773447" w:rsidRDefault="00773447" w:rsidP="0077344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734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977" w:type="dxa"/>
          </w:tcPr>
          <w:p w14:paraId="5399E979" w14:textId="77777777" w:rsidR="00773447" w:rsidRPr="00773447" w:rsidRDefault="00773447" w:rsidP="0077344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734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773447" w:rsidRPr="00773447" w14:paraId="3B583060" w14:textId="77777777" w:rsidTr="00773447">
        <w:tc>
          <w:tcPr>
            <w:tcW w:w="567" w:type="dxa"/>
          </w:tcPr>
          <w:p w14:paraId="2E571812" w14:textId="77777777" w:rsidR="00773447" w:rsidRPr="00773447" w:rsidRDefault="00773447" w:rsidP="0077344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4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3" w:type="dxa"/>
          </w:tcPr>
          <w:p w14:paraId="5E433817" w14:textId="77777777" w:rsidR="00773447" w:rsidRDefault="00773447" w:rsidP="007734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4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Малега </w:t>
            </w:r>
          </w:p>
          <w:p w14:paraId="53CBA41E" w14:textId="77777777" w:rsidR="00773447" w:rsidRPr="00773447" w:rsidRDefault="00773447" w:rsidP="0077344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447">
              <w:rPr>
                <w:rFonts w:ascii="Times New Roman" w:eastAsia="Times New Roman" w:hAnsi="Times New Roman" w:cs="Times New Roman"/>
                <w:sz w:val="24"/>
                <w:szCs w:val="24"/>
              </w:rPr>
              <w:t>Татьяна Васильевна</w:t>
            </w:r>
          </w:p>
        </w:tc>
        <w:tc>
          <w:tcPr>
            <w:tcW w:w="4110" w:type="dxa"/>
          </w:tcPr>
          <w:p w14:paraId="466403F7" w14:textId="77777777" w:rsidR="00773447" w:rsidRPr="00773447" w:rsidRDefault="00773447" w:rsidP="0077344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СОШ №3</w:t>
            </w:r>
          </w:p>
        </w:tc>
        <w:tc>
          <w:tcPr>
            <w:tcW w:w="2977" w:type="dxa"/>
          </w:tcPr>
          <w:p w14:paraId="05F8F83F" w14:textId="77777777" w:rsidR="00773447" w:rsidRPr="00773447" w:rsidRDefault="00773447" w:rsidP="0077344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73447">
              <w:rPr>
                <w:rFonts w:ascii="Times New Roman" w:eastAsia="Times New Roman" w:hAnsi="Times New Roman" w:cs="Times New Roman"/>
                <w:sz w:val="24"/>
                <w:szCs w:val="24"/>
              </w:rPr>
              <w:t>читель</w:t>
            </w:r>
          </w:p>
        </w:tc>
      </w:tr>
    </w:tbl>
    <w:p w14:paraId="4144A226" w14:textId="77777777" w:rsidR="00773447" w:rsidRPr="009800E2" w:rsidRDefault="00773447" w:rsidP="00773447">
      <w:pPr>
        <w:spacing w:after="0"/>
        <w:rPr>
          <w:rFonts w:ascii="Calibri" w:eastAsia="Times New Roman" w:hAnsi="Calibri" w:cs="Times New Roman"/>
        </w:rPr>
      </w:pPr>
    </w:p>
    <w:p w14:paraId="010D6C64" w14:textId="77777777" w:rsidR="00773447" w:rsidRPr="009800E2" w:rsidRDefault="00773447" w:rsidP="00773447">
      <w:pPr>
        <w:rPr>
          <w:rFonts w:ascii="Calibri" w:eastAsia="Times New Roman" w:hAnsi="Calibri" w:cs="Times New Roman"/>
        </w:rPr>
      </w:pPr>
    </w:p>
    <w:p w14:paraId="7B03F0F8" w14:textId="77777777" w:rsidR="00773447" w:rsidRDefault="00773447" w:rsidP="00C3065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1406695" w14:textId="77777777" w:rsidR="00773447" w:rsidRDefault="00773447" w:rsidP="00C3065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EAC5D88" w14:textId="77777777" w:rsidR="00FD1274" w:rsidRDefault="00FD1274" w:rsidP="008768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58D30D4" w14:textId="77777777" w:rsidR="00FD1274" w:rsidRDefault="00FD1274" w:rsidP="008768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497099D" w14:textId="77777777" w:rsidR="00FD1274" w:rsidRDefault="00FD1274" w:rsidP="008768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1588249" w14:textId="77777777" w:rsidR="00FD1274" w:rsidRDefault="00FD1274" w:rsidP="008768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B8AF17A" w14:textId="77777777" w:rsidR="00FD1274" w:rsidRDefault="00FD1274" w:rsidP="008768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C5EAFB0" w14:textId="77777777" w:rsidR="00FD1274" w:rsidRDefault="00FD1274" w:rsidP="008768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786A8AA" w14:textId="77777777" w:rsidR="00FD1274" w:rsidRDefault="00FD1274" w:rsidP="008768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4013E4C" w14:textId="77777777" w:rsidR="00FD1274" w:rsidRDefault="00FD1274" w:rsidP="008768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EBFE0D1" w14:textId="77777777" w:rsidR="00FD1274" w:rsidRDefault="00FD1274" w:rsidP="008768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220B1D4" w14:textId="77777777" w:rsidR="00FD1274" w:rsidRDefault="00FD1274" w:rsidP="008768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B52EE41" w14:textId="77777777" w:rsidR="00FD1274" w:rsidRDefault="00FD1274" w:rsidP="008768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78AFE18" w14:textId="77777777" w:rsidR="00FD1274" w:rsidRDefault="00FD1274" w:rsidP="008768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A42A753" w14:textId="77777777" w:rsidR="00FD1274" w:rsidRDefault="00FD1274" w:rsidP="008768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A19F55E" w14:textId="77777777" w:rsidR="00FD1274" w:rsidRDefault="00FD1274" w:rsidP="008768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0E6E54D" w14:textId="77777777" w:rsidR="00FD1274" w:rsidRDefault="00FD1274" w:rsidP="008768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4F77FC1" w14:textId="77777777" w:rsidR="00FD1274" w:rsidRDefault="00FD1274" w:rsidP="008768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5ED0593" w14:textId="77777777" w:rsidR="00FD1274" w:rsidRDefault="00FD1274" w:rsidP="008768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0FBB8FD" w14:textId="77777777" w:rsidR="00FD1274" w:rsidRDefault="00FD1274" w:rsidP="008768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3F47A8E" w14:textId="77777777" w:rsidR="00FD1274" w:rsidRDefault="00FD1274" w:rsidP="008768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50E7FB6" w14:textId="77777777" w:rsidR="00FD1274" w:rsidRDefault="00FD1274" w:rsidP="008768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8466485" w14:textId="77777777" w:rsidR="00FD1274" w:rsidRDefault="00FD1274" w:rsidP="008768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F8B48BD" w14:textId="77777777" w:rsidR="00FD1274" w:rsidRDefault="00FD1274" w:rsidP="008768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D724F41" w14:textId="77777777" w:rsidR="00FD1274" w:rsidRDefault="00FD1274" w:rsidP="008768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5574D3B" w14:textId="77777777" w:rsidR="00FD1274" w:rsidRDefault="00FD1274" w:rsidP="008768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13A7108" w14:textId="77777777" w:rsidR="00FD1274" w:rsidRDefault="00FD1274" w:rsidP="008768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A0EF3E8" w14:textId="77777777" w:rsidR="00FD1274" w:rsidRDefault="00FD1274" w:rsidP="008768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AAFE75E" w14:textId="77777777" w:rsidR="00FD1274" w:rsidRDefault="00FD1274" w:rsidP="008768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94BEF84" w14:textId="77777777" w:rsidR="00FD1274" w:rsidRDefault="00FD1274" w:rsidP="008768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1308A25" w14:textId="77777777" w:rsidR="00FD1274" w:rsidRDefault="00FD1274" w:rsidP="008768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E309C8F" w14:textId="77777777" w:rsidR="00FD1274" w:rsidRDefault="00FD1274" w:rsidP="008768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9F3022C" w14:textId="77777777" w:rsidR="00FD1274" w:rsidRDefault="00FD1274" w:rsidP="008768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AA7454C" w14:textId="77777777" w:rsidR="00FD1274" w:rsidRDefault="00FD1274" w:rsidP="008768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E1A635A" w14:textId="77777777" w:rsidR="00FD1274" w:rsidRDefault="00FD1274" w:rsidP="008768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5625F5E" w14:textId="77777777" w:rsidR="00FD1274" w:rsidRDefault="00FD1274" w:rsidP="008768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9F173AA" w14:textId="77777777" w:rsidR="00FD1274" w:rsidRDefault="00FD1274" w:rsidP="00FD127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Приложение №2  к приказу Министерства образования</w:t>
      </w:r>
    </w:p>
    <w:p w14:paraId="5EEF046B" w14:textId="77777777" w:rsidR="00FD1274" w:rsidRPr="00BE3CB8" w:rsidRDefault="00FD1274" w:rsidP="00FD1274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14:paraId="1289578A" w14:textId="77777777" w:rsidR="00FD1274" w:rsidRDefault="00FD1274" w:rsidP="00FD127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14:paraId="39EFF45E" w14:textId="77777777" w:rsidR="00FD1274" w:rsidRDefault="00FD1274" w:rsidP="00FD127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14:paraId="457E8C92" w14:textId="77777777" w:rsidR="00FD1274" w:rsidRDefault="00FD1274" w:rsidP="00FD1274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14:paraId="22E38F63" w14:textId="77777777" w:rsidR="00FD1274" w:rsidRPr="00FD0F2C" w:rsidRDefault="00FD1274" w:rsidP="00FD1274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0F009459" w14:textId="77777777" w:rsidR="00876836" w:rsidRPr="00876836" w:rsidRDefault="00876836" w:rsidP="008768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6836">
        <w:rPr>
          <w:rFonts w:ascii="Times New Roman" w:hAnsi="Times New Roman" w:cs="Times New Roman"/>
          <w:b/>
          <w:sz w:val="24"/>
          <w:szCs w:val="24"/>
        </w:rPr>
        <w:t>ГБОУ РГИ им. Г. Альмухаметова</w:t>
      </w:r>
    </w:p>
    <w:p w14:paraId="2447C378" w14:textId="77777777" w:rsidR="00876836" w:rsidRPr="00876836" w:rsidRDefault="00876836" w:rsidP="0087683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403"/>
        <w:gridCol w:w="4110"/>
        <w:gridCol w:w="2977"/>
      </w:tblGrid>
      <w:tr w:rsidR="00876836" w:rsidRPr="00876836" w14:paraId="07D4BA51" w14:textId="77777777" w:rsidTr="00876836">
        <w:trPr>
          <w:trHeight w:val="452"/>
        </w:trPr>
        <w:tc>
          <w:tcPr>
            <w:tcW w:w="567" w:type="dxa"/>
          </w:tcPr>
          <w:p w14:paraId="7022A1B7" w14:textId="77777777" w:rsidR="00876836" w:rsidRPr="00773447" w:rsidRDefault="00876836" w:rsidP="00894A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734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403" w:type="dxa"/>
          </w:tcPr>
          <w:p w14:paraId="7BA2E27D" w14:textId="77777777" w:rsidR="00876836" w:rsidRPr="00773447" w:rsidRDefault="00876836" w:rsidP="00894A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734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4110" w:type="dxa"/>
          </w:tcPr>
          <w:p w14:paraId="32D7BCBD" w14:textId="77777777" w:rsidR="00876836" w:rsidRPr="00773447" w:rsidRDefault="00876836" w:rsidP="00894A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734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977" w:type="dxa"/>
          </w:tcPr>
          <w:p w14:paraId="197064B9" w14:textId="77777777" w:rsidR="00876836" w:rsidRPr="00773447" w:rsidRDefault="00876836" w:rsidP="00894A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734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876836" w:rsidRPr="00876836" w14:paraId="746A4DBD" w14:textId="77777777" w:rsidTr="00876836">
        <w:trPr>
          <w:trHeight w:val="688"/>
        </w:trPr>
        <w:tc>
          <w:tcPr>
            <w:tcW w:w="567" w:type="dxa"/>
          </w:tcPr>
          <w:p w14:paraId="06FC763E" w14:textId="77777777" w:rsidR="00876836" w:rsidRPr="00876836" w:rsidRDefault="00876836" w:rsidP="008768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8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E50E092" w14:textId="77777777" w:rsidR="00876836" w:rsidRPr="00876836" w:rsidRDefault="00876836" w:rsidP="008768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14:paraId="1FC415C9" w14:textId="77777777" w:rsidR="00876836" w:rsidRPr="00876836" w:rsidRDefault="00876836" w:rsidP="008768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6836">
              <w:rPr>
                <w:rFonts w:ascii="Times New Roman" w:hAnsi="Times New Roman" w:cs="Times New Roman"/>
                <w:sz w:val="24"/>
                <w:szCs w:val="24"/>
              </w:rPr>
              <w:t>Басырова</w:t>
            </w:r>
          </w:p>
          <w:p w14:paraId="40848434" w14:textId="77777777" w:rsidR="00876836" w:rsidRPr="00876836" w:rsidRDefault="00876836" w:rsidP="008768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836">
              <w:rPr>
                <w:rFonts w:ascii="Times New Roman" w:hAnsi="Times New Roman" w:cs="Times New Roman"/>
                <w:sz w:val="24"/>
                <w:szCs w:val="24"/>
              </w:rPr>
              <w:t>Фарида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6836">
              <w:rPr>
                <w:rFonts w:ascii="Times New Roman" w:hAnsi="Times New Roman" w:cs="Times New Roman"/>
                <w:sz w:val="24"/>
                <w:szCs w:val="24"/>
              </w:rPr>
              <w:t>Раиловна</w:t>
            </w:r>
          </w:p>
        </w:tc>
        <w:tc>
          <w:tcPr>
            <w:tcW w:w="4110" w:type="dxa"/>
          </w:tcPr>
          <w:p w14:paraId="36D0A3F8" w14:textId="77777777" w:rsidR="00876836" w:rsidRPr="00876836" w:rsidRDefault="00876836" w:rsidP="008768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836">
              <w:rPr>
                <w:rFonts w:ascii="Times New Roman" w:hAnsi="Times New Roman" w:cs="Times New Roman"/>
                <w:sz w:val="24"/>
                <w:szCs w:val="24"/>
              </w:rPr>
              <w:t>ГБОУ РГИ</w:t>
            </w:r>
          </w:p>
          <w:p w14:paraId="7D2F3C34" w14:textId="77777777" w:rsidR="00876836" w:rsidRPr="00876836" w:rsidRDefault="001F3C20" w:rsidP="008768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76836" w:rsidRPr="00876836">
              <w:rPr>
                <w:rFonts w:ascii="Times New Roman" w:hAnsi="Times New Roman" w:cs="Times New Roman"/>
                <w:sz w:val="24"/>
                <w:szCs w:val="24"/>
              </w:rPr>
              <w:t>м.Г.Альмухаметова</w:t>
            </w:r>
          </w:p>
        </w:tc>
        <w:tc>
          <w:tcPr>
            <w:tcW w:w="2977" w:type="dxa"/>
          </w:tcPr>
          <w:p w14:paraId="1825924D" w14:textId="77777777" w:rsidR="00876836" w:rsidRPr="00876836" w:rsidRDefault="00876836" w:rsidP="008768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76836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876836" w:rsidRPr="00876836" w14:paraId="6201AED9" w14:textId="77777777" w:rsidTr="00876836">
        <w:tblPrEx>
          <w:tblLook w:val="0000" w:firstRow="0" w:lastRow="0" w:firstColumn="0" w:lastColumn="0" w:noHBand="0" w:noVBand="0"/>
        </w:tblPrEx>
        <w:trPr>
          <w:trHeight w:val="698"/>
        </w:trPr>
        <w:tc>
          <w:tcPr>
            <w:tcW w:w="567" w:type="dxa"/>
          </w:tcPr>
          <w:p w14:paraId="2D354D96" w14:textId="77777777" w:rsidR="00876836" w:rsidRPr="00876836" w:rsidRDefault="00876836" w:rsidP="008768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8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70EE4BFB" w14:textId="77777777" w:rsidR="00876836" w:rsidRPr="00876836" w:rsidRDefault="00876836" w:rsidP="008768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14:paraId="00E5C9E2" w14:textId="77777777" w:rsidR="00876836" w:rsidRPr="00876836" w:rsidRDefault="00876836" w:rsidP="008768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836">
              <w:rPr>
                <w:rFonts w:ascii="Times New Roman" w:hAnsi="Times New Roman" w:cs="Times New Roman"/>
                <w:sz w:val="24"/>
                <w:szCs w:val="24"/>
              </w:rPr>
              <w:t>Гарипова</w:t>
            </w:r>
          </w:p>
          <w:p w14:paraId="0A7E9395" w14:textId="77777777" w:rsidR="00876836" w:rsidRPr="00876836" w:rsidRDefault="00876836" w:rsidP="008768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836">
              <w:rPr>
                <w:rFonts w:ascii="Times New Roman" w:hAnsi="Times New Roman" w:cs="Times New Roman"/>
                <w:sz w:val="24"/>
                <w:szCs w:val="24"/>
              </w:rPr>
              <w:t>Гульнара Рамиевна</w:t>
            </w:r>
          </w:p>
        </w:tc>
        <w:tc>
          <w:tcPr>
            <w:tcW w:w="4110" w:type="dxa"/>
          </w:tcPr>
          <w:p w14:paraId="34F0829D" w14:textId="77777777" w:rsidR="00876836" w:rsidRPr="00876836" w:rsidRDefault="00876836" w:rsidP="008768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836">
              <w:rPr>
                <w:rFonts w:ascii="Times New Roman" w:hAnsi="Times New Roman" w:cs="Times New Roman"/>
                <w:sz w:val="24"/>
                <w:szCs w:val="24"/>
              </w:rPr>
              <w:t>ГБОУ РГИ</w:t>
            </w:r>
          </w:p>
          <w:p w14:paraId="09CF8AF5" w14:textId="77777777" w:rsidR="00876836" w:rsidRPr="00876836" w:rsidRDefault="001F3C20" w:rsidP="008768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76836" w:rsidRPr="00876836">
              <w:rPr>
                <w:rFonts w:ascii="Times New Roman" w:hAnsi="Times New Roman" w:cs="Times New Roman"/>
                <w:sz w:val="24"/>
                <w:szCs w:val="24"/>
              </w:rPr>
              <w:t>м.Г.Альмухаметова</w:t>
            </w:r>
          </w:p>
        </w:tc>
        <w:tc>
          <w:tcPr>
            <w:tcW w:w="2977" w:type="dxa"/>
          </w:tcPr>
          <w:p w14:paraId="7A128086" w14:textId="77777777" w:rsidR="00876836" w:rsidRPr="00876836" w:rsidRDefault="00876836" w:rsidP="008768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76836">
              <w:rPr>
                <w:rFonts w:ascii="Times New Roman" w:hAnsi="Times New Roman" w:cs="Times New Roman"/>
                <w:sz w:val="24"/>
                <w:szCs w:val="24"/>
              </w:rPr>
              <w:t>онцертмейстер</w:t>
            </w:r>
          </w:p>
          <w:p w14:paraId="32D9A0FC" w14:textId="77777777" w:rsidR="00876836" w:rsidRPr="00876836" w:rsidRDefault="00876836" w:rsidP="008768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59DA9B9" w14:textId="77777777" w:rsidR="00876836" w:rsidRPr="00876836" w:rsidRDefault="00876836" w:rsidP="0087683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3C8517D1" w14:textId="77777777" w:rsidR="00876836" w:rsidRDefault="00876836" w:rsidP="008768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8EF7F45" w14:textId="77777777" w:rsidR="00876836" w:rsidRDefault="00876836" w:rsidP="008768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6F26BCE" w14:textId="77777777" w:rsidR="00876836" w:rsidRDefault="00876836" w:rsidP="008768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D1EB3B3" w14:textId="77777777" w:rsidR="00876836" w:rsidRDefault="00876836" w:rsidP="008768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DE0A93A" w14:textId="77777777" w:rsidR="00876836" w:rsidRDefault="00876836" w:rsidP="008768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EC8EFB0" w14:textId="77777777" w:rsidR="00FD1274" w:rsidRDefault="00FD1274" w:rsidP="0087683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1D9FEFB5" w14:textId="77777777" w:rsidR="00FD1274" w:rsidRDefault="00FD1274" w:rsidP="0087683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1BBBB225" w14:textId="77777777" w:rsidR="00FD1274" w:rsidRDefault="00FD1274" w:rsidP="0087683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0AAE028C" w14:textId="77777777" w:rsidR="00FD1274" w:rsidRDefault="00FD1274" w:rsidP="0087683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50A464D0" w14:textId="77777777" w:rsidR="00FD1274" w:rsidRDefault="00FD1274" w:rsidP="0087683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4DBC62FE" w14:textId="77777777" w:rsidR="00FD1274" w:rsidRDefault="00FD1274" w:rsidP="0087683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4F2E8589" w14:textId="77777777" w:rsidR="00FD1274" w:rsidRDefault="00FD1274" w:rsidP="0087683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46C5BBC0" w14:textId="77777777" w:rsidR="00FD1274" w:rsidRDefault="00FD1274" w:rsidP="0087683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2AC08C91" w14:textId="77777777" w:rsidR="00FD1274" w:rsidRDefault="00FD1274" w:rsidP="0087683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37DD6C05" w14:textId="77777777" w:rsidR="00FD1274" w:rsidRDefault="00FD1274" w:rsidP="0087683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4485D162" w14:textId="77777777" w:rsidR="00FD1274" w:rsidRDefault="00FD1274" w:rsidP="0087683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5CBE8713" w14:textId="77777777" w:rsidR="00FD1274" w:rsidRDefault="00FD1274" w:rsidP="0087683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1450C204" w14:textId="77777777" w:rsidR="00FD1274" w:rsidRDefault="00FD1274" w:rsidP="0087683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792FCC52" w14:textId="77777777" w:rsidR="00FD1274" w:rsidRDefault="00FD1274" w:rsidP="0087683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39BE60D2" w14:textId="77777777" w:rsidR="00FD1274" w:rsidRDefault="00FD1274" w:rsidP="0087683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57953BDE" w14:textId="77777777" w:rsidR="00FD1274" w:rsidRDefault="00FD1274" w:rsidP="0087683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13269CDA" w14:textId="77777777" w:rsidR="00FD1274" w:rsidRDefault="00FD1274" w:rsidP="0087683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4B5C0B92" w14:textId="77777777" w:rsidR="00FD1274" w:rsidRDefault="00FD1274" w:rsidP="0087683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2534B89B" w14:textId="77777777" w:rsidR="00FD1274" w:rsidRDefault="00FD1274" w:rsidP="0087683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729AE09B" w14:textId="77777777" w:rsidR="00FD1274" w:rsidRDefault="00FD1274" w:rsidP="0087683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3AA79365" w14:textId="77777777" w:rsidR="00FD1274" w:rsidRDefault="00FD1274" w:rsidP="0087683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49CE518C" w14:textId="77777777" w:rsidR="00FD1274" w:rsidRDefault="00FD1274" w:rsidP="0087683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0B1B491F" w14:textId="77777777" w:rsidR="00FD1274" w:rsidRDefault="00FD1274" w:rsidP="0087683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30D0D4E6" w14:textId="77777777" w:rsidR="00FD1274" w:rsidRDefault="00FD1274" w:rsidP="0087683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56843C97" w14:textId="77777777" w:rsidR="00FD1274" w:rsidRDefault="00FD1274" w:rsidP="0087683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2A15602C" w14:textId="77777777" w:rsidR="00FD1274" w:rsidRDefault="00FD1274" w:rsidP="0087683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1117405E" w14:textId="77777777" w:rsidR="00FD1274" w:rsidRDefault="00FD1274" w:rsidP="0087683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440D1B75" w14:textId="77777777" w:rsidR="00FD1274" w:rsidRDefault="00FD1274" w:rsidP="0087683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45E33204" w14:textId="77777777" w:rsidR="00FD1274" w:rsidRDefault="00FD1274" w:rsidP="0087683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3802AD7A" w14:textId="77777777" w:rsidR="00FD1274" w:rsidRDefault="00FD1274" w:rsidP="0087683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59C5FBFB" w14:textId="77777777" w:rsidR="00FD1274" w:rsidRDefault="00FD1274" w:rsidP="00FD127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Приложение №2  к приказу Министерства образования</w:t>
      </w:r>
    </w:p>
    <w:p w14:paraId="1B60C425" w14:textId="77777777" w:rsidR="00FD1274" w:rsidRPr="00BE3CB8" w:rsidRDefault="00FD1274" w:rsidP="00FD1274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14:paraId="6A5191DC" w14:textId="77777777" w:rsidR="00FD1274" w:rsidRDefault="00FD1274" w:rsidP="00FD127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14:paraId="56559DA1" w14:textId="77777777" w:rsidR="00FD1274" w:rsidRDefault="00FD1274" w:rsidP="00FD127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14:paraId="2D8D1B3B" w14:textId="77777777" w:rsidR="00FD1274" w:rsidRDefault="00FD1274" w:rsidP="00FD1274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14:paraId="195A75EF" w14:textId="77777777" w:rsidR="00FD1274" w:rsidRPr="00FD0F2C" w:rsidRDefault="00FD1274" w:rsidP="00FD1274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3E6B20F3" w14:textId="77777777" w:rsidR="00876836" w:rsidRPr="0066236F" w:rsidRDefault="00876836" w:rsidP="0087683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66236F">
        <w:rPr>
          <w:rFonts w:ascii="Times New Roman" w:hAnsi="Times New Roman"/>
          <w:b/>
          <w:sz w:val="24"/>
          <w:szCs w:val="24"/>
        </w:rPr>
        <w:t>ГБОУ РХГИ им.</w:t>
      </w:r>
      <w:r w:rsidR="001F3C20">
        <w:rPr>
          <w:rFonts w:ascii="Times New Roman" w:hAnsi="Times New Roman"/>
          <w:b/>
          <w:sz w:val="24"/>
          <w:szCs w:val="24"/>
        </w:rPr>
        <w:t xml:space="preserve"> </w:t>
      </w:r>
      <w:r w:rsidRPr="0066236F">
        <w:rPr>
          <w:rFonts w:ascii="Times New Roman" w:hAnsi="Times New Roman"/>
          <w:b/>
          <w:sz w:val="24"/>
          <w:szCs w:val="24"/>
        </w:rPr>
        <w:t>К.</w:t>
      </w:r>
      <w:r w:rsidR="001F3C20">
        <w:rPr>
          <w:rFonts w:ascii="Times New Roman" w:hAnsi="Times New Roman"/>
          <w:b/>
          <w:sz w:val="24"/>
          <w:szCs w:val="24"/>
        </w:rPr>
        <w:t xml:space="preserve">А. </w:t>
      </w:r>
      <w:r w:rsidRPr="0066236F">
        <w:rPr>
          <w:rFonts w:ascii="Times New Roman" w:hAnsi="Times New Roman"/>
          <w:b/>
          <w:sz w:val="24"/>
          <w:szCs w:val="24"/>
        </w:rPr>
        <w:t>Давлеткильдеева</w:t>
      </w:r>
    </w:p>
    <w:p w14:paraId="2EDBDCED" w14:textId="77777777" w:rsidR="00876836" w:rsidRDefault="00876836" w:rsidP="00876836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403"/>
        <w:gridCol w:w="4110"/>
        <w:gridCol w:w="2977"/>
      </w:tblGrid>
      <w:tr w:rsidR="00876836" w14:paraId="3E7F15C3" w14:textId="77777777" w:rsidTr="0087683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730FC" w14:textId="77777777" w:rsidR="00876836" w:rsidRDefault="00876836" w:rsidP="0087683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F18EC" w14:textId="77777777" w:rsidR="00876836" w:rsidRDefault="00876836" w:rsidP="0087683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C0CB9" w14:textId="77777777" w:rsidR="00876836" w:rsidRDefault="00876836" w:rsidP="0087683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0D9C4" w14:textId="77777777" w:rsidR="00876836" w:rsidRDefault="00876836" w:rsidP="0087683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Должность</w:t>
            </w:r>
          </w:p>
        </w:tc>
      </w:tr>
      <w:tr w:rsidR="00876836" w14:paraId="16B4A73B" w14:textId="77777777" w:rsidTr="0087683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2A059" w14:textId="77777777" w:rsidR="00876836" w:rsidRDefault="00876836" w:rsidP="008768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E4D40" w14:textId="77777777" w:rsidR="00876836" w:rsidRDefault="00876836" w:rsidP="008768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Кашкарова</w:t>
            </w:r>
          </w:p>
          <w:p w14:paraId="3C665EB3" w14:textId="77777777" w:rsidR="00876836" w:rsidRDefault="00876836" w:rsidP="008768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Мадина Шагишарифовна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BD9AF" w14:textId="77777777" w:rsidR="00876836" w:rsidRDefault="00876836" w:rsidP="008768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ГБОУ Республиканская художественная гимназия-интернат им.К.А.Давлеткильдеева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AF48C" w14:textId="77777777" w:rsidR="00876836" w:rsidRDefault="001F3C20" w:rsidP="008768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876836">
              <w:rPr>
                <w:rFonts w:ascii="Times New Roman" w:hAnsi="Times New Roman"/>
                <w:sz w:val="24"/>
                <w:szCs w:val="24"/>
              </w:rPr>
              <w:t>читель</w:t>
            </w:r>
          </w:p>
        </w:tc>
      </w:tr>
      <w:tr w:rsidR="00876836" w14:paraId="5E1FCB88" w14:textId="77777777" w:rsidTr="0087683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04C64" w14:textId="77777777" w:rsidR="00876836" w:rsidRDefault="00876836" w:rsidP="008768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F5684" w14:textId="77777777" w:rsidR="00876836" w:rsidRDefault="00876836" w:rsidP="008768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Газизова</w:t>
            </w:r>
          </w:p>
          <w:p w14:paraId="25A6FD04" w14:textId="77777777" w:rsidR="00876836" w:rsidRDefault="00876836" w:rsidP="008768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Аклима Сафаргалиевна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54E0F" w14:textId="77777777" w:rsidR="00876836" w:rsidRDefault="00876836" w:rsidP="008768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ГБОУ Республиканская художественная гимназия-интернат им.К.А.Давлеткильдеева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0537E" w14:textId="77777777" w:rsidR="00876836" w:rsidRDefault="001F3C20" w:rsidP="008768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876836">
              <w:rPr>
                <w:rFonts w:ascii="Times New Roman" w:hAnsi="Times New Roman"/>
                <w:sz w:val="24"/>
                <w:szCs w:val="24"/>
              </w:rPr>
              <w:t>читель</w:t>
            </w:r>
          </w:p>
        </w:tc>
      </w:tr>
    </w:tbl>
    <w:p w14:paraId="04D01A8B" w14:textId="77777777" w:rsidR="00876836" w:rsidRDefault="00876836" w:rsidP="00876836">
      <w:pPr>
        <w:spacing w:after="0"/>
        <w:rPr>
          <w:sz w:val="24"/>
          <w:szCs w:val="24"/>
        </w:rPr>
      </w:pPr>
    </w:p>
    <w:p w14:paraId="3E96FCD2" w14:textId="77777777" w:rsidR="00876836" w:rsidRDefault="00876836" w:rsidP="00876836">
      <w:pPr>
        <w:rPr>
          <w:sz w:val="24"/>
          <w:szCs w:val="24"/>
        </w:rPr>
      </w:pPr>
    </w:p>
    <w:p w14:paraId="416DD237" w14:textId="77777777" w:rsidR="00FD1274" w:rsidRDefault="00FD1274" w:rsidP="008768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D265E39" w14:textId="77777777" w:rsidR="00FD1274" w:rsidRDefault="00FD1274" w:rsidP="008768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3F98D2B" w14:textId="77777777" w:rsidR="00FD1274" w:rsidRDefault="00FD1274" w:rsidP="008768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7A98A02" w14:textId="77777777" w:rsidR="00FD1274" w:rsidRDefault="00FD1274" w:rsidP="008768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E202AF9" w14:textId="77777777" w:rsidR="00FD1274" w:rsidRDefault="00FD1274" w:rsidP="008768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31D476F" w14:textId="77777777" w:rsidR="00FD1274" w:rsidRDefault="00FD1274" w:rsidP="008768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54A30EA" w14:textId="77777777" w:rsidR="00FD1274" w:rsidRDefault="00FD1274" w:rsidP="008768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A432E57" w14:textId="77777777" w:rsidR="00FD1274" w:rsidRDefault="00FD1274" w:rsidP="008768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E55AC53" w14:textId="77777777" w:rsidR="00FD1274" w:rsidRDefault="00FD1274" w:rsidP="008768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7C0DB80" w14:textId="77777777" w:rsidR="00FD1274" w:rsidRDefault="00FD1274" w:rsidP="008768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CB16DD4" w14:textId="77777777" w:rsidR="00FD1274" w:rsidRDefault="00FD1274" w:rsidP="008768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DCF3DED" w14:textId="77777777" w:rsidR="00FD1274" w:rsidRDefault="00FD1274" w:rsidP="008768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28773C2" w14:textId="77777777" w:rsidR="00FD1274" w:rsidRDefault="00FD1274" w:rsidP="008768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17097F8" w14:textId="77777777" w:rsidR="00FD1274" w:rsidRDefault="00FD1274" w:rsidP="008768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782CB4E" w14:textId="77777777" w:rsidR="00FD1274" w:rsidRDefault="00FD1274" w:rsidP="008768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FBE2A61" w14:textId="77777777" w:rsidR="00FD1274" w:rsidRDefault="00FD1274" w:rsidP="008768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D6CAA2D" w14:textId="77777777" w:rsidR="00FD1274" w:rsidRDefault="00FD1274" w:rsidP="008768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CC93924" w14:textId="77777777" w:rsidR="00FD1274" w:rsidRDefault="00FD1274" w:rsidP="008768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EA20E23" w14:textId="77777777" w:rsidR="00FD1274" w:rsidRDefault="00FD1274" w:rsidP="008768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A0562DB" w14:textId="77777777" w:rsidR="00FD1274" w:rsidRDefault="00FD1274" w:rsidP="008768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BAE3511" w14:textId="77777777" w:rsidR="00FD1274" w:rsidRDefault="00FD1274" w:rsidP="008768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53687EB" w14:textId="77777777" w:rsidR="00FD1274" w:rsidRDefault="00FD1274" w:rsidP="008768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8092BCC" w14:textId="77777777" w:rsidR="00FD1274" w:rsidRDefault="00FD1274" w:rsidP="008768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2E1FA65" w14:textId="77777777" w:rsidR="00FD1274" w:rsidRDefault="00FD1274" w:rsidP="008768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24F9A88" w14:textId="77777777" w:rsidR="00FD1274" w:rsidRDefault="00FD1274" w:rsidP="008768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2E822D5" w14:textId="77777777" w:rsidR="00FD1274" w:rsidRDefault="00FD1274" w:rsidP="008768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E8D248B" w14:textId="77777777" w:rsidR="00FD1274" w:rsidRDefault="00FD1274" w:rsidP="008768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7BF8FD5" w14:textId="77777777" w:rsidR="00FD1274" w:rsidRDefault="00FD1274" w:rsidP="008768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AFDC614" w14:textId="77777777" w:rsidR="00FD1274" w:rsidRDefault="00FD1274" w:rsidP="008768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4A4D618" w14:textId="77777777" w:rsidR="00FD1274" w:rsidRDefault="00FD1274" w:rsidP="008768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2B60EB0" w14:textId="77777777" w:rsidR="00FD1274" w:rsidRDefault="00FD1274" w:rsidP="008768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D5E6A13" w14:textId="77777777" w:rsidR="00FD1274" w:rsidRDefault="00FD1274" w:rsidP="00FD127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Приложение №2  к приказу Министерства образования</w:t>
      </w:r>
    </w:p>
    <w:p w14:paraId="2A184993" w14:textId="77777777" w:rsidR="00FD1274" w:rsidRPr="00BE3CB8" w:rsidRDefault="00FD1274" w:rsidP="00FD1274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14:paraId="00CB4AD2" w14:textId="77777777" w:rsidR="00FD1274" w:rsidRDefault="00FD1274" w:rsidP="00FD127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14:paraId="12021988" w14:textId="77777777" w:rsidR="00FD1274" w:rsidRDefault="00FD1274" w:rsidP="00FD127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14:paraId="759A3592" w14:textId="77777777" w:rsidR="00FD1274" w:rsidRDefault="00FD1274" w:rsidP="00FD1274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14:paraId="38060C1A" w14:textId="77777777" w:rsidR="00FD1274" w:rsidRPr="00FD0F2C" w:rsidRDefault="00FD1274" w:rsidP="00FD1274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5B0B0C72" w14:textId="77777777" w:rsidR="00876836" w:rsidRDefault="00876836" w:rsidP="008768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6836">
        <w:rPr>
          <w:rFonts w:ascii="Times New Roman" w:hAnsi="Times New Roman" w:cs="Times New Roman"/>
          <w:b/>
          <w:sz w:val="24"/>
          <w:szCs w:val="24"/>
        </w:rPr>
        <w:t>ГБОУ Республиканский экономический лицей-интернат</w:t>
      </w:r>
    </w:p>
    <w:p w14:paraId="51E96ACC" w14:textId="77777777" w:rsidR="00876836" w:rsidRPr="00876836" w:rsidRDefault="00876836" w:rsidP="008768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3403"/>
        <w:gridCol w:w="4110"/>
        <w:gridCol w:w="2977"/>
      </w:tblGrid>
      <w:tr w:rsidR="00876836" w:rsidRPr="00876836" w14:paraId="4066DC17" w14:textId="77777777" w:rsidTr="00876836">
        <w:trPr>
          <w:trHeight w:val="405"/>
        </w:trPr>
        <w:tc>
          <w:tcPr>
            <w:tcW w:w="567" w:type="dxa"/>
          </w:tcPr>
          <w:p w14:paraId="02B2F7D8" w14:textId="77777777" w:rsidR="00876836" w:rsidRPr="00876836" w:rsidRDefault="00876836" w:rsidP="0087683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683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403" w:type="dxa"/>
          </w:tcPr>
          <w:p w14:paraId="26DAC3E1" w14:textId="77777777" w:rsidR="00876836" w:rsidRPr="00876836" w:rsidRDefault="00876836" w:rsidP="0087683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6836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4110" w:type="dxa"/>
          </w:tcPr>
          <w:p w14:paraId="3199613D" w14:textId="77777777" w:rsidR="00876836" w:rsidRPr="00876836" w:rsidRDefault="00876836" w:rsidP="0087683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6836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977" w:type="dxa"/>
          </w:tcPr>
          <w:p w14:paraId="64342B1D" w14:textId="77777777" w:rsidR="00876836" w:rsidRPr="00876836" w:rsidRDefault="00876836" w:rsidP="0087683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6836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876836" w:rsidRPr="00876836" w14:paraId="75B93A98" w14:textId="77777777" w:rsidTr="00876836">
        <w:trPr>
          <w:trHeight w:val="717"/>
        </w:trPr>
        <w:tc>
          <w:tcPr>
            <w:tcW w:w="567" w:type="dxa"/>
          </w:tcPr>
          <w:p w14:paraId="45162F0E" w14:textId="77777777" w:rsidR="00876836" w:rsidRPr="00876836" w:rsidRDefault="00876836" w:rsidP="008768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8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3" w:type="dxa"/>
          </w:tcPr>
          <w:p w14:paraId="7F17F79C" w14:textId="77777777" w:rsidR="00876836" w:rsidRDefault="00876836" w:rsidP="008768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836">
              <w:rPr>
                <w:rFonts w:ascii="Times New Roman" w:hAnsi="Times New Roman" w:cs="Times New Roman"/>
                <w:sz w:val="24"/>
                <w:szCs w:val="24"/>
              </w:rPr>
              <w:t>Габсадирова</w:t>
            </w:r>
          </w:p>
          <w:p w14:paraId="55831F78" w14:textId="77777777" w:rsidR="00876836" w:rsidRPr="00876836" w:rsidRDefault="00876836" w:rsidP="008768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836">
              <w:rPr>
                <w:rFonts w:ascii="Times New Roman" w:hAnsi="Times New Roman" w:cs="Times New Roman"/>
                <w:sz w:val="24"/>
                <w:szCs w:val="24"/>
              </w:rPr>
              <w:t xml:space="preserve"> Зульфия Абубакировна</w:t>
            </w:r>
          </w:p>
        </w:tc>
        <w:tc>
          <w:tcPr>
            <w:tcW w:w="4110" w:type="dxa"/>
          </w:tcPr>
          <w:p w14:paraId="225B2BEB" w14:textId="77777777" w:rsidR="00876836" w:rsidRPr="00876836" w:rsidRDefault="00876836" w:rsidP="008768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836">
              <w:rPr>
                <w:rFonts w:ascii="Times New Roman" w:hAnsi="Times New Roman" w:cs="Times New Roman"/>
                <w:sz w:val="24"/>
                <w:szCs w:val="24"/>
              </w:rPr>
              <w:t>ГБОУ Республиканский экономический лицей-интернат</w:t>
            </w:r>
          </w:p>
        </w:tc>
        <w:tc>
          <w:tcPr>
            <w:tcW w:w="2977" w:type="dxa"/>
          </w:tcPr>
          <w:p w14:paraId="1EB08A60" w14:textId="77777777" w:rsidR="00876836" w:rsidRPr="00876836" w:rsidRDefault="00876836" w:rsidP="008768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836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876836" w:rsidRPr="00876836" w14:paraId="13E32DAC" w14:textId="77777777" w:rsidTr="00876836">
        <w:trPr>
          <w:trHeight w:val="717"/>
        </w:trPr>
        <w:tc>
          <w:tcPr>
            <w:tcW w:w="567" w:type="dxa"/>
          </w:tcPr>
          <w:p w14:paraId="5E09E27C" w14:textId="77777777" w:rsidR="00876836" w:rsidRPr="00876836" w:rsidRDefault="00876836" w:rsidP="008768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8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3" w:type="dxa"/>
          </w:tcPr>
          <w:p w14:paraId="3C42A642" w14:textId="77777777" w:rsidR="00876836" w:rsidRDefault="00876836" w:rsidP="008768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836">
              <w:rPr>
                <w:rFonts w:ascii="Times New Roman" w:hAnsi="Times New Roman" w:cs="Times New Roman"/>
                <w:sz w:val="24"/>
                <w:szCs w:val="24"/>
              </w:rPr>
              <w:t>Гордеева</w:t>
            </w:r>
          </w:p>
          <w:p w14:paraId="63F10B70" w14:textId="77777777" w:rsidR="00876836" w:rsidRPr="00876836" w:rsidRDefault="00876836" w:rsidP="008768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836">
              <w:rPr>
                <w:rFonts w:ascii="Times New Roman" w:hAnsi="Times New Roman" w:cs="Times New Roman"/>
                <w:sz w:val="24"/>
                <w:szCs w:val="24"/>
              </w:rPr>
              <w:t xml:space="preserve"> Виктория Вячеславовна</w:t>
            </w:r>
          </w:p>
        </w:tc>
        <w:tc>
          <w:tcPr>
            <w:tcW w:w="4110" w:type="dxa"/>
          </w:tcPr>
          <w:p w14:paraId="3150C33F" w14:textId="77777777" w:rsidR="00876836" w:rsidRPr="00876836" w:rsidRDefault="00876836" w:rsidP="008768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836">
              <w:rPr>
                <w:rFonts w:ascii="Times New Roman" w:hAnsi="Times New Roman" w:cs="Times New Roman"/>
                <w:sz w:val="24"/>
                <w:szCs w:val="24"/>
              </w:rPr>
              <w:t>ГБОУ Республиканский экономический лицей-интернат</w:t>
            </w:r>
          </w:p>
        </w:tc>
        <w:tc>
          <w:tcPr>
            <w:tcW w:w="2977" w:type="dxa"/>
          </w:tcPr>
          <w:p w14:paraId="025F0F86" w14:textId="77777777" w:rsidR="00876836" w:rsidRPr="00876836" w:rsidRDefault="00876836" w:rsidP="008768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836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876836" w:rsidRPr="00876836" w14:paraId="412779A2" w14:textId="77777777" w:rsidTr="00876836">
        <w:trPr>
          <w:trHeight w:val="717"/>
        </w:trPr>
        <w:tc>
          <w:tcPr>
            <w:tcW w:w="567" w:type="dxa"/>
          </w:tcPr>
          <w:p w14:paraId="0D5BD67D" w14:textId="77777777" w:rsidR="00876836" w:rsidRPr="00876836" w:rsidRDefault="00876836" w:rsidP="008768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83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3" w:type="dxa"/>
          </w:tcPr>
          <w:p w14:paraId="174029F7" w14:textId="77777777" w:rsidR="00876836" w:rsidRDefault="00876836" w:rsidP="008768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836">
              <w:rPr>
                <w:rFonts w:ascii="Times New Roman" w:hAnsi="Times New Roman" w:cs="Times New Roman"/>
                <w:sz w:val="24"/>
                <w:szCs w:val="24"/>
              </w:rPr>
              <w:t xml:space="preserve">Кульбаева </w:t>
            </w:r>
          </w:p>
          <w:p w14:paraId="1396B72F" w14:textId="77777777" w:rsidR="00876836" w:rsidRPr="00876836" w:rsidRDefault="00876836" w:rsidP="008768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836">
              <w:rPr>
                <w:rFonts w:ascii="Times New Roman" w:hAnsi="Times New Roman" w:cs="Times New Roman"/>
                <w:sz w:val="24"/>
                <w:szCs w:val="24"/>
              </w:rPr>
              <w:t>Клара Шайдуллиновна</w:t>
            </w:r>
          </w:p>
        </w:tc>
        <w:tc>
          <w:tcPr>
            <w:tcW w:w="4110" w:type="dxa"/>
          </w:tcPr>
          <w:p w14:paraId="17FE405F" w14:textId="77777777" w:rsidR="00876836" w:rsidRPr="00876836" w:rsidRDefault="00876836" w:rsidP="008768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836">
              <w:rPr>
                <w:rFonts w:ascii="Times New Roman" w:hAnsi="Times New Roman" w:cs="Times New Roman"/>
                <w:sz w:val="24"/>
                <w:szCs w:val="24"/>
              </w:rPr>
              <w:t>ГБОУ Республиканский экономический лицей-интернат</w:t>
            </w:r>
          </w:p>
        </w:tc>
        <w:tc>
          <w:tcPr>
            <w:tcW w:w="2977" w:type="dxa"/>
          </w:tcPr>
          <w:p w14:paraId="0FF83C21" w14:textId="77777777" w:rsidR="00876836" w:rsidRPr="00876836" w:rsidRDefault="00876836" w:rsidP="008768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836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</w:tbl>
    <w:p w14:paraId="227205CF" w14:textId="77777777" w:rsidR="00876836" w:rsidRPr="0074721E" w:rsidRDefault="00876836" w:rsidP="00876836">
      <w:pPr>
        <w:spacing w:after="0"/>
        <w:rPr>
          <w:sz w:val="28"/>
          <w:szCs w:val="28"/>
        </w:rPr>
      </w:pPr>
    </w:p>
    <w:p w14:paraId="0B559465" w14:textId="77777777" w:rsidR="00876836" w:rsidRDefault="00876836" w:rsidP="00876836"/>
    <w:p w14:paraId="6D2A9106" w14:textId="77777777" w:rsidR="00876836" w:rsidRDefault="00876836" w:rsidP="00876836"/>
    <w:p w14:paraId="150A8513" w14:textId="77777777" w:rsidR="00876836" w:rsidRDefault="00876836" w:rsidP="00876836"/>
    <w:p w14:paraId="4F9FE0F9" w14:textId="77777777" w:rsidR="00876836" w:rsidRDefault="00876836" w:rsidP="00876836">
      <w:pPr>
        <w:rPr>
          <w:sz w:val="24"/>
          <w:szCs w:val="24"/>
        </w:rPr>
      </w:pPr>
    </w:p>
    <w:p w14:paraId="43869DB4" w14:textId="77777777" w:rsidR="00773447" w:rsidRDefault="00773447" w:rsidP="00C3065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E5CD5CA" w14:textId="77777777" w:rsidR="00773447" w:rsidRDefault="00773447" w:rsidP="00C3065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A82603A" w14:textId="77777777" w:rsidR="00773447" w:rsidRPr="00C30652" w:rsidRDefault="00773447" w:rsidP="00C3065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6B2739A" w14:textId="77777777" w:rsidR="00FD1274" w:rsidRDefault="00FD1274" w:rsidP="001408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709AF51" w14:textId="77777777" w:rsidR="00FD1274" w:rsidRDefault="00FD1274" w:rsidP="001408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9977E22" w14:textId="77777777" w:rsidR="00FD1274" w:rsidRDefault="00FD1274" w:rsidP="001408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3CEB1AD" w14:textId="77777777" w:rsidR="00FD1274" w:rsidRDefault="00FD1274" w:rsidP="001408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B82ECBA" w14:textId="77777777" w:rsidR="00FD1274" w:rsidRDefault="00FD1274" w:rsidP="001408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8C05BDC" w14:textId="77777777" w:rsidR="00FD1274" w:rsidRDefault="00FD1274" w:rsidP="001408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690DAEA" w14:textId="77777777" w:rsidR="00FD1274" w:rsidRDefault="00FD1274" w:rsidP="001408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E2B3499" w14:textId="77777777" w:rsidR="00FD1274" w:rsidRDefault="00FD1274" w:rsidP="001408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A8DB982" w14:textId="77777777" w:rsidR="00FD1274" w:rsidRDefault="00FD1274" w:rsidP="001408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A128797" w14:textId="77777777" w:rsidR="00FD1274" w:rsidRDefault="00FD1274" w:rsidP="001408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3E8A41D" w14:textId="77777777" w:rsidR="00FD1274" w:rsidRDefault="00FD1274" w:rsidP="001408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EECDAD4" w14:textId="77777777" w:rsidR="00FD1274" w:rsidRDefault="00FD1274" w:rsidP="001408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F93DF3F" w14:textId="77777777" w:rsidR="00FD1274" w:rsidRDefault="00FD1274" w:rsidP="001408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6E81A7A" w14:textId="77777777" w:rsidR="00FD1274" w:rsidRDefault="00FD1274" w:rsidP="001408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14C82B5" w14:textId="77777777" w:rsidR="00FD1274" w:rsidRDefault="00FD1274" w:rsidP="001408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F3EF8B2" w14:textId="77777777" w:rsidR="00FD1274" w:rsidRDefault="00FD1274" w:rsidP="001408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DD7C58A" w14:textId="77777777" w:rsidR="00FD1274" w:rsidRDefault="00FD1274" w:rsidP="001408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9C234B2" w14:textId="77777777" w:rsidR="00FD1274" w:rsidRDefault="00FD1274" w:rsidP="001408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A6C6A47" w14:textId="77777777" w:rsidR="00FD1274" w:rsidRDefault="00FD1274" w:rsidP="001408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C3608EC" w14:textId="77777777" w:rsidR="00FD1274" w:rsidRDefault="00FD1274" w:rsidP="001408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0012B7D" w14:textId="77777777" w:rsidR="00FD1274" w:rsidRDefault="00FD1274" w:rsidP="001408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7EE2782" w14:textId="77777777" w:rsidR="00FD1274" w:rsidRDefault="00FD1274" w:rsidP="001408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66EA2E8" w14:textId="77777777" w:rsidR="00FD1274" w:rsidRDefault="00FD1274" w:rsidP="001408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D6C81B6" w14:textId="77777777" w:rsidR="00FD1274" w:rsidRDefault="00FD1274" w:rsidP="001408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6B8FE61" w14:textId="77777777" w:rsidR="00FD1274" w:rsidRDefault="00FD1274" w:rsidP="001408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203B239" w14:textId="77777777" w:rsidR="00FD1274" w:rsidRDefault="00FD1274" w:rsidP="001408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2D8E629" w14:textId="77777777" w:rsidR="00FD1274" w:rsidRDefault="00FD1274" w:rsidP="00FD127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Приложение №2  к приказу Министерства образования</w:t>
      </w:r>
    </w:p>
    <w:p w14:paraId="4602883D" w14:textId="77777777" w:rsidR="00FD1274" w:rsidRPr="00BE3CB8" w:rsidRDefault="00FD1274" w:rsidP="00FD1274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14:paraId="6A3161BA" w14:textId="77777777" w:rsidR="00FD1274" w:rsidRDefault="00FD1274" w:rsidP="00FD127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14:paraId="037F070C" w14:textId="77777777" w:rsidR="00FD1274" w:rsidRDefault="00FD1274" w:rsidP="00FD127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14:paraId="3B3E0F1B" w14:textId="77777777" w:rsidR="00FD1274" w:rsidRDefault="00FD1274" w:rsidP="00FD1274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14:paraId="56D65E0B" w14:textId="77777777" w:rsidR="00FD1274" w:rsidRPr="00FD0F2C" w:rsidRDefault="00FD1274" w:rsidP="00FD1274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78E2A0A9" w14:textId="77777777" w:rsidR="00140843" w:rsidRPr="00140843" w:rsidRDefault="00140843" w:rsidP="00140843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МР </w:t>
      </w:r>
      <w:r w:rsidRPr="00140843">
        <w:rPr>
          <w:rFonts w:ascii="Times New Roman" w:hAnsi="Times New Roman"/>
          <w:b/>
          <w:sz w:val="24"/>
          <w:szCs w:val="24"/>
        </w:rPr>
        <w:t>Мелеузовский район</w:t>
      </w:r>
      <w:r>
        <w:rPr>
          <w:rFonts w:ascii="Times New Roman" w:hAnsi="Times New Roman"/>
          <w:b/>
          <w:sz w:val="24"/>
          <w:szCs w:val="24"/>
        </w:rPr>
        <w:t xml:space="preserve"> Республики Башкортостан</w:t>
      </w:r>
    </w:p>
    <w:p w14:paraId="293A7D57" w14:textId="77777777" w:rsidR="00140843" w:rsidRPr="00BC7627" w:rsidRDefault="00140843" w:rsidP="00140843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</w:t>
      </w: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403"/>
        <w:gridCol w:w="4110"/>
        <w:gridCol w:w="2977"/>
      </w:tblGrid>
      <w:tr w:rsidR="00140843" w:rsidRPr="00BC7627" w14:paraId="2AEA26DB" w14:textId="77777777" w:rsidTr="00140843">
        <w:trPr>
          <w:trHeight w:val="315"/>
        </w:trPr>
        <w:tc>
          <w:tcPr>
            <w:tcW w:w="567" w:type="dxa"/>
            <w:shd w:val="clear" w:color="auto" w:fill="auto"/>
            <w:vAlign w:val="bottom"/>
          </w:tcPr>
          <w:p w14:paraId="43E73584" w14:textId="77777777" w:rsidR="00140843" w:rsidRPr="00BC7627" w:rsidRDefault="00140843" w:rsidP="001408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C7627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403" w:type="dxa"/>
            <w:shd w:val="clear" w:color="auto" w:fill="auto"/>
            <w:vAlign w:val="bottom"/>
          </w:tcPr>
          <w:p w14:paraId="17FCEAAA" w14:textId="77777777" w:rsidR="00140843" w:rsidRPr="00BC7627" w:rsidRDefault="00140843" w:rsidP="001408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C7627">
              <w:rPr>
                <w:rFonts w:ascii="Times New Roman" w:hAnsi="Times New Roman"/>
                <w:b/>
                <w:bCs/>
                <w:sz w:val="24"/>
                <w:szCs w:val="24"/>
              </w:rPr>
              <w:t>ФИО</w:t>
            </w:r>
          </w:p>
        </w:tc>
        <w:tc>
          <w:tcPr>
            <w:tcW w:w="4110" w:type="dxa"/>
            <w:shd w:val="clear" w:color="auto" w:fill="auto"/>
            <w:vAlign w:val="bottom"/>
          </w:tcPr>
          <w:p w14:paraId="5CC329D6" w14:textId="77777777" w:rsidR="00140843" w:rsidRPr="00BC7627" w:rsidRDefault="00140843" w:rsidP="001408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C7627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работы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4628EBC8" w14:textId="77777777" w:rsidR="00140843" w:rsidRPr="00BC7627" w:rsidRDefault="00140843" w:rsidP="001408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C7627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140843" w:rsidRPr="00BC7627" w14:paraId="1EDB5A1D" w14:textId="77777777" w:rsidTr="00140843">
        <w:trPr>
          <w:trHeight w:val="600"/>
        </w:trPr>
        <w:tc>
          <w:tcPr>
            <w:tcW w:w="567" w:type="dxa"/>
            <w:shd w:val="clear" w:color="auto" w:fill="auto"/>
            <w:vAlign w:val="center"/>
          </w:tcPr>
          <w:p w14:paraId="73E1792C" w14:textId="77777777" w:rsidR="00140843" w:rsidRPr="00BC7627" w:rsidRDefault="00140843" w:rsidP="0014084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403" w:type="dxa"/>
            <w:shd w:val="clear" w:color="auto" w:fill="auto"/>
          </w:tcPr>
          <w:p w14:paraId="2BF2701E" w14:textId="77777777" w:rsidR="00140843" w:rsidRDefault="00140843" w:rsidP="001408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Ахтямов</w:t>
            </w:r>
          </w:p>
          <w:p w14:paraId="0EC3EE5E" w14:textId="77777777" w:rsidR="00140843" w:rsidRDefault="00140843" w:rsidP="001408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Бахтияр Абдульманович</w:t>
            </w:r>
          </w:p>
          <w:p w14:paraId="0D9C39DC" w14:textId="77777777" w:rsidR="001F3C20" w:rsidRDefault="001F3C20" w:rsidP="001408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14:paraId="3D6458C1" w14:textId="77777777" w:rsidR="00140843" w:rsidRDefault="00140843" w:rsidP="001408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ДОД ДЮСШ</w:t>
            </w:r>
          </w:p>
        </w:tc>
        <w:tc>
          <w:tcPr>
            <w:tcW w:w="2977" w:type="dxa"/>
            <w:shd w:val="clear" w:color="auto" w:fill="auto"/>
          </w:tcPr>
          <w:p w14:paraId="4DADC7EB" w14:textId="77777777" w:rsidR="00140843" w:rsidRDefault="00140843" w:rsidP="0014084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тренер-преподаватель</w:t>
            </w:r>
          </w:p>
        </w:tc>
      </w:tr>
    </w:tbl>
    <w:p w14:paraId="601CD8E9" w14:textId="77777777" w:rsidR="00140843" w:rsidRPr="003C0708" w:rsidRDefault="00140843" w:rsidP="00140843"/>
    <w:p w14:paraId="4DBA3C55" w14:textId="77777777" w:rsidR="00140843" w:rsidRPr="003C0708" w:rsidRDefault="00140843" w:rsidP="00140843"/>
    <w:p w14:paraId="7CA972F9" w14:textId="77777777" w:rsidR="001D3A75" w:rsidRPr="00C30652" w:rsidRDefault="001D3A75" w:rsidP="00C3065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BACC275" w14:textId="77777777" w:rsidR="00FD1274" w:rsidRDefault="00FD1274" w:rsidP="00C306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DACA9B0" w14:textId="77777777" w:rsidR="00FD1274" w:rsidRDefault="00FD1274" w:rsidP="00C306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3F6C510" w14:textId="77777777" w:rsidR="00FD1274" w:rsidRDefault="00FD1274" w:rsidP="00C306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CF2E7E2" w14:textId="77777777" w:rsidR="00FD1274" w:rsidRDefault="00FD1274" w:rsidP="00C306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DB6803F" w14:textId="77777777" w:rsidR="00FD1274" w:rsidRDefault="00FD1274" w:rsidP="00C306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D62E51A" w14:textId="77777777" w:rsidR="00FD1274" w:rsidRDefault="00FD1274" w:rsidP="00C306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5FBE5B9" w14:textId="77777777" w:rsidR="00FD1274" w:rsidRDefault="00FD1274" w:rsidP="00C306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BA8A46C" w14:textId="77777777" w:rsidR="00FD1274" w:rsidRDefault="00FD1274" w:rsidP="00C306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FB8C89C" w14:textId="77777777" w:rsidR="00FD1274" w:rsidRDefault="00FD1274" w:rsidP="00C306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EF4C870" w14:textId="77777777" w:rsidR="00FD1274" w:rsidRDefault="00FD1274" w:rsidP="00C306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FBA3A44" w14:textId="77777777" w:rsidR="00FD1274" w:rsidRDefault="00FD1274" w:rsidP="00C306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65A2AC8" w14:textId="77777777" w:rsidR="00FD1274" w:rsidRDefault="00FD1274" w:rsidP="00C306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C27F999" w14:textId="77777777" w:rsidR="00FD1274" w:rsidRDefault="00FD1274" w:rsidP="00C306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49F2C3C" w14:textId="77777777" w:rsidR="00FD1274" w:rsidRDefault="00FD1274" w:rsidP="00C306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970E8D7" w14:textId="77777777" w:rsidR="00FD1274" w:rsidRDefault="00FD1274" w:rsidP="00C306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BA1614A" w14:textId="77777777" w:rsidR="00FD1274" w:rsidRDefault="00FD1274" w:rsidP="00C306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91E1DE9" w14:textId="77777777" w:rsidR="00FD1274" w:rsidRDefault="00FD1274" w:rsidP="00C306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36E5F2B" w14:textId="77777777" w:rsidR="00FD1274" w:rsidRDefault="00FD1274" w:rsidP="00C306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C45C132" w14:textId="77777777" w:rsidR="00FD1274" w:rsidRDefault="00FD1274" w:rsidP="00C306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B118D6D" w14:textId="77777777" w:rsidR="00FD1274" w:rsidRDefault="00FD1274" w:rsidP="00C306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B6B8EDF" w14:textId="77777777" w:rsidR="00FD1274" w:rsidRDefault="00FD1274" w:rsidP="00C306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8550005" w14:textId="77777777" w:rsidR="00FD1274" w:rsidRDefault="00FD1274" w:rsidP="00C306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FEE6ECD" w14:textId="77777777" w:rsidR="00FD1274" w:rsidRDefault="00FD1274" w:rsidP="00C306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91D5DAD" w14:textId="77777777" w:rsidR="00FD1274" w:rsidRDefault="00FD1274" w:rsidP="00C306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69FA053" w14:textId="77777777" w:rsidR="00FD1274" w:rsidRDefault="00FD1274" w:rsidP="00C306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4D647E6" w14:textId="77777777" w:rsidR="00FD1274" w:rsidRDefault="00FD1274" w:rsidP="00C306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B9121CB" w14:textId="77777777" w:rsidR="00FD1274" w:rsidRDefault="00FD1274" w:rsidP="00C306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9CA170E" w14:textId="77777777" w:rsidR="00FD1274" w:rsidRDefault="00FD1274" w:rsidP="00C306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8E3314D" w14:textId="77777777" w:rsidR="00FD1274" w:rsidRDefault="00FD1274" w:rsidP="00C306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EE7402C" w14:textId="77777777" w:rsidR="00FD1274" w:rsidRDefault="00FD1274" w:rsidP="00C306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895B2BA" w14:textId="77777777" w:rsidR="00FD1274" w:rsidRDefault="00FD1274" w:rsidP="00C306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1F63BC6" w14:textId="77777777" w:rsidR="00FD1274" w:rsidRDefault="00FD1274" w:rsidP="00C306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E5FE93B" w14:textId="77777777" w:rsidR="00FD1274" w:rsidRDefault="00FD1274" w:rsidP="00C306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0834F27" w14:textId="77777777" w:rsidR="00FD1274" w:rsidRDefault="00FD1274" w:rsidP="00C306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8807964" w14:textId="77777777" w:rsidR="00FD1274" w:rsidRDefault="00FD1274" w:rsidP="00C306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3BDAC38" w14:textId="77777777" w:rsidR="00FD1274" w:rsidRDefault="00FD1274" w:rsidP="00FD127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Приложение №2  к приказу Министерства образования</w:t>
      </w:r>
    </w:p>
    <w:p w14:paraId="7E84D7B3" w14:textId="77777777" w:rsidR="00FD1274" w:rsidRPr="00BE3CB8" w:rsidRDefault="00FD1274" w:rsidP="00FD1274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14:paraId="4953FBCB" w14:textId="77777777" w:rsidR="00FD1274" w:rsidRDefault="00FD1274" w:rsidP="00FD127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14:paraId="35EF67B3" w14:textId="77777777" w:rsidR="00FD1274" w:rsidRDefault="00FD1274" w:rsidP="00FD127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14:paraId="3C6A0669" w14:textId="77777777" w:rsidR="00FD1274" w:rsidRDefault="00FD1274" w:rsidP="00FD1274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14:paraId="4A84AF74" w14:textId="77777777" w:rsidR="00FD1274" w:rsidRPr="00FD0F2C" w:rsidRDefault="00FD1274" w:rsidP="00FD1274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5F4BCFA7" w14:textId="77777777" w:rsidR="001D3A75" w:rsidRDefault="001D3A75" w:rsidP="00C306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0652">
        <w:rPr>
          <w:rFonts w:ascii="Times New Roman" w:hAnsi="Times New Roman" w:cs="Times New Roman"/>
          <w:b/>
          <w:sz w:val="24"/>
          <w:szCs w:val="24"/>
        </w:rPr>
        <w:t>МР Мечетлинский район Республики Башкортостан</w:t>
      </w:r>
    </w:p>
    <w:p w14:paraId="7A6A23B0" w14:textId="77777777" w:rsidR="00D12BA6" w:rsidRPr="00C30652" w:rsidRDefault="00D12BA6" w:rsidP="00C306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11057" w:type="dxa"/>
        <w:tblInd w:w="-1168" w:type="dxa"/>
        <w:tblLook w:val="01E0" w:firstRow="1" w:lastRow="1" w:firstColumn="1" w:lastColumn="1" w:noHBand="0" w:noVBand="0"/>
      </w:tblPr>
      <w:tblGrid>
        <w:gridCol w:w="567"/>
        <w:gridCol w:w="3403"/>
        <w:gridCol w:w="4110"/>
        <w:gridCol w:w="2977"/>
      </w:tblGrid>
      <w:tr w:rsidR="00C30652" w:rsidRPr="00C30652" w14:paraId="7287F025" w14:textId="77777777" w:rsidTr="007704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817F7" w14:textId="77777777" w:rsidR="00C30652" w:rsidRPr="00C30652" w:rsidRDefault="00C30652" w:rsidP="007704E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C30652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C3053" w14:textId="77777777" w:rsidR="00C30652" w:rsidRPr="00C30652" w:rsidRDefault="00C30652" w:rsidP="007704EB">
            <w:pPr>
              <w:jc w:val="center"/>
              <w:rPr>
                <w:b/>
                <w:sz w:val="24"/>
                <w:szCs w:val="24"/>
              </w:rPr>
            </w:pPr>
            <w:r w:rsidRPr="00C30652">
              <w:rPr>
                <w:b/>
                <w:sz w:val="24"/>
                <w:szCs w:val="24"/>
              </w:rPr>
              <w:t>Ф</w:t>
            </w:r>
            <w:r>
              <w:rPr>
                <w:b/>
                <w:sz w:val="24"/>
                <w:szCs w:val="24"/>
              </w:rPr>
              <w:t>ИО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6D8F1" w14:textId="77777777" w:rsidR="00C30652" w:rsidRPr="00C30652" w:rsidRDefault="00C30652" w:rsidP="007704E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C30652">
              <w:rPr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D4189" w14:textId="77777777" w:rsidR="00C30652" w:rsidRPr="00C30652" w:rsidRDefault="00C30652" w:rsidP="007704E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C30652">
              <w:rPr>
                <w:b/>
                <w:sz w:val="24"/>
                <w:szCs w:val="24"/>
              </w:rPr>
              <w:t>Должность</w:t>
            </w:r>
          </w:p>
        </w:tc>
      </w:tr>
      <w:tr w:rsidR="001D3A75" w:rsidRPr="00C30652" w14:paraId="208582D8" w14:textId="77777777" w:rsidTr="007704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4B14D" w14:textId="77777777" w:rsidR="001D3A75" w:rsidRPr="00C30652" w:rsidRDefault="001D3A75" w:rsidP="00C306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30652">
              <w:rPr>
                <w:sz w:val="24"/>
                <w:szCs w:val="24"/>
              </w:rPr>
              <w:t>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2CC8A" w14:textId="77777777" w:rsidR="001D3A75" w:rsidRPr="00C30652" w:rsidRDefault="001D3A75" w:rsidP="00C306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30652">
              <w:rPr>
                <w:sz w:val="24"/>
                <w:szCs w:val="24"/>
              </w:rPr>
              <w:t>Антипина</w:t>
            </w:r>
          </w:p>
          <w:p w14:paraId="7FCD7D61" w14:textId="77777777" w:rsidR="001D3A75" w:rsidRPr="00C30652" w:rsidRDefault="001D3A75" w:rsidP="00C306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30652">
              <w:rPr>
                <w:sz w:val="24"/>
                <w:szCs w:val="24"/>
              </w:rPr>
              <w:t>Ирина Леонидовна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FFBBC" w14:textId="77777777" w:rsidR="001D3A75" w:rsidRPr="00C30652" w:rsidRDefault="001D3A75" w:rsidP="00C306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30652">
              <w:rPr>
                <w:sz w:val="24"/>
                <w:szCs w:val="24"/>
              </w:rPr>
              <w:t>МАДОУ д/с «Ромашка»</w:t>
            </w:r>
          </w:p>
          <w:p w14:paraId="5C791AC2" w14:textId="77777777" w:rsidR="001D3A75" w:rsidRPr="00C30652" w:rsidRDefault="001D3A75" w:rsidP="00C306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30652">
              <w:rPr>
                <w:sz w:val="24"/>
                <w:szCs w:val="24"/>
              </w:rPr>
              <w:t>с. Большеустьикинское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47EE9" w14:textId="77777777" w:rsidR="001D3A75" w:rsidRPr="00C30652" w:rsidRDefault="001D3A75" w:rsidP="00C306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30652">
              <w:rPr>
                <w:sz w:val="24"/>
                <w:szCs w:val="24"/>
              </w:rPr>
              <w:t>педагог-психолог</w:t>
            </w:r>
          </w:p>
        </w:tc>
      </w:tr>
      <w:tr w:rsidR="001D3A75" w:rsidRPr="00C30652" w14:paraId="118C9E8D" w14:textId="77777777" w:rsidTr="007704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955E9" w14:textId="77777777" w:rsidR="001D3A75" w:rsidRPr="00C30652" w:rsidRDefault="001D3A75" w:rsidP="00C306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30652">
              <w:rPr>
                <w:sz w:val="24"/>
                <w:szCs w:val="24"/>
              </w:rPr>
              <w:t>2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1A363" w14:textId="77777777" w:rsidR="001D3A75" w:rsidRPr="00C30652" w:rsidRDefault="001D3A75" w:rsidP="00C306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30652">
              <w:rPr>
                <w:sz w:val="24"/>
                <w:szCs w:val="24"/>
              </w:rPr>
              <w:t>Асбапова</w:t>
            </w:r>
          </w:p>
          <w:p w14:paraId="70C5DB56" w14:textId="77777777" w:rsidR="001D3A75" w:rsidRPr="00C30652" w:rsidRDefault="001D3A75" w:rsidP="00C306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30652">
              <w:rPr>
                <w:sz w:val="24"/>
                <w:szCs w:val="24"/>
              </w:rPr>
              <w:t>Зульфия Рифовна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C724B" w14:textId="77777777" w:rsidR="001D3A75" w:rsidRPr="00C30652" w:rsidRDefault="001D3A75" w:rsidP="00C306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30652">
              <w:rPr>
                <w:sz w:val="24"/>
                <w:szCs w:val="24"/>
              </w:rPr>
              <w:t>МОБУ СОШ д. Азикеево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9916B" w14:textId="77777777" w:rsidR="001D3A75" w:rsidRPr="00C30652" w:rsidRDefault="001D3A75" w:rsidP="00C306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30652">
              <w:rPr>
                <w:sz w:val="24"/>
                <w:szCs w:val="24"/>
              </w:rPr>
              <w:t>учитель</w:t>
            </w:r>
          </w:p>
        </w:tc>
      </w:tr>
      <w:tr w:rsidR="001D3A75" w:rsidRPr="00C30652" w14:paraId="7AEB8F99" w14:textId="77777777" w:rsidTr="007704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B312E" w14:textId="77777777" w:rsidR="001D3A75" w:rsidRPr="00C30652" w:rsidRDefault="001D3A75" w:rsidP="00C306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30652">
              <w:rPr>
                <w:sz w:val="24"/>
                <w:szCs w:val="24"/>
              </w:rPr>
              <w:t>3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AA71F" w14:textId="77777777" w:rsidR="001D3A75" w:rsidRPr="00C30652" w:rsidRDefault="001D3A75" w:rsidP="00C306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30652">
              <w:rPr>
                <w:sz w:val="24"/>
                <w:szCs w:val="24"/>
              </w:rPr>
              <w:t>Ахметханов</w:t>
            </w:r>
          </w:p>
          <w:p w14:paraId="063A424E" w14:textId="77777777" w:rsidR="001D3A75" w:rsidRPr="00C30652" w:rsidRDefault="001D3A75" w:rsidP="00C306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30652">
              <w:rPr>
                <w:sz w:val="24"/>
                <w:szCs w:val="24"/>
              </w:rPr>
              <w:t>Радис Радикович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E6F59" w14:textId="77777777" w:rsidR="001D3A75" w:rsidRPr="00C30652" w:rsidRDefault="001D3A75" w:rsidP="00C306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30652">
              <w:rPr>
                <w:sz w:val="24"/>
                <w:szCs w:val="24"/>
              </w:rPr>
              <w:t>МОБУ СОШ с. Большая Ока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267F9" w14:textId="77777777" w:rsidR="001D3A75" w:rsidRPr="00C30652" w:rsidRDefault="001D3A75" w:rsidP="00C306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30652">
              <w:rPr>
                <w:sz w:val="24"/>
                <w:szCs w:val="24"/>
              </w:rPr>
              <w:t>учитель</w:t>
            </w:r>
          </w:p>
        </w:tc>
      </w:tr>
      <w:tr w:rsidR="001D3A75" w:rsidRPr="00C30652" w14:paraId="2C7830CD" w14:textId="77777777" w:rsidTr="007704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0E01C" w14:textId="77777777" w:rsidR="001D3A75" w:rsidRPr="00C30652" w:rsidRDefault="001D3A75" w:rsidP="00C306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30652">
              <w:rPr>
                <w:sz w:val="24"/>
                <w:szCs w:val="24"/>
              </w:rPr>
              <w:t>4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271DA" w14:textId="77777777" w:rsidR="001D3A75" w:rsidRPr="00C30652" w:rsidRDefault="001D3A75" w:rsidP="00C306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30652">
              <w:rPr>
                <w:sz w:val="24"/>
                <w:szCs w:val="24"/>
              </w:rPr>
              <w:t>Байрамгалина</w:t>
            </w:r>
          </w:p>
          <w:p w14:paraId="6C66B6AC" w14:textId="77777777" w:rsidR="001D3A75" w:rsidRPr="00C30652" w:rsidRDefault="001D3A75" w:rsidP="00C306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30652">
              <w:rPr>
                <w:sz w:val="24"/>
                <w:szCs w:val="24"/>
              </w:rPr>
              <w:t>Фарида Вакифовна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D5B4" w14:textId="77777777" w:rsidR="001D3A75" w:rsidRPr="00C30652" w:rsidRDefault="001D3A75" w:rsidP="00C306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30652">
              <w:rPr>
                <w:sz w:val="24"/>
                <w:szCs w:val="24"/>
              </w:rPr>
              <w:t>МОБУ СОШ с. Новомуслюмово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51F8C" w14:textId="77777777" w:rsidR="001D3A75" w:rsidRPr="00C30652" w:rsidRDefault="001D3A75" w:rsidP="00C306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30652">
              <w:rPr>
                <w:sz w:val="24"/>
                <w:szCs w:val="24"/>
              </w:rPr>
              <w:t>учитель</w:t>
            </w:r>
          </w:p>
        </w:tc>
      </w:tr>
      <w:tr w:rsidR="001D3A75" w:rsidRPr="00C30652" w14:paraId="4D1DA554" w14:textId="77777777" w:rsidTr="007704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4F461" w14:textId="77777777" w:rsidR="001D3A75" w:rsidRPr="00C30652" w:rsidRDefault="001D3A75" w:rsidP="00C306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30652">
              <w:rPr>
                <w:sz w:val="24"/>
                <w:szCs w:val="24"/>
              </w:rPr>
              <w:t>5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FE0C9" w14:textId="77777777" w:rsidR="001D3A75" w:rsidRPr="00C30652" w:rsidRDefault="001D3A75" w:rsidP="00C306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30652">
              <w:rPr>
                <w:sz w:val="24"/>
                <w:szCs w:val="24"/>
              </w:rPr>
              <w:t>Валиева</w:t>
            </w:r>
          </w:p>
          <w:p w14:paraId="446F7E06" w14:textId="77777777" w:rsidR="001D3A75" w:rsidRPr="00C30652" w:rsidRDefault="001D3A75" w:rsidP="00C306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30652">
              <w:rPr>
                <w:sz w:val="24"/>
                <w:szCs w:val="24"/>
              </w:rPr>
              <w:t>Разиля Шугаеповна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28174" w14:textId="77777777" w:rsidR="001D3A75" w:rsidRPr="00C30652" w:rsidRDefault="001D3A75" w:rsidP="00C306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30652">
              <w:rPr>
                <w:sz w:val="24"/>
                <w:szCs w:val="24"/>
              </w:rPr>
              <w:t>МОБУ лицей №1</w:t>
            </w:r>
          </w:p>
          <w:p w14:paraId="066CE762" w14:textId="77777777" w:rsidR="001D3A75" w:rsidRPr="00C30652" w:rsidRDefault="001D3A75" w:rsidP="00C306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30652">
              <w:rPr>
                <w:sz w:val="24"/>
                <w:szCs w:val="24"/>
              </w:rPr>
              <w:t>с. Большеустьикинское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53C79" w14:textId="77777777" w:rsidR="001D3A75" w:rsidRPr="00C30652" w:rsidRDefault="001D3A75" w:rsidP="00C306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30652">
              <w:rPr>
                <w:sz w:val="24"/>
                <w:szCs w:val="24"/>
              </w:rPr>
              <w:t>учитель</w:t>
            </w:r>
          </w:p>
        </w:tc>
      </w:tr>
      <w:tr w:rsidR="001D3A75" w:rsidRPr="00C30652" w14:paraId="19C6E3FE" w14:textId="77777777" w:rsidTr="007704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C6A46" w14:textId="77777777" w:rsidR="001D3A75" w:rsidRPr="00C30652" w:rsidRDefault="001D3A75" w:rsidP="00C306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30652">
              <w:rPr>
                <w:sz w:val="24"/>
                <w:szCs w:val="24"/>
              </w:rPr>
              <w:t>6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5C257" w14:textId="77777777" w:rsidR="001D3A75" w:rsidRPr="00C30652" w:rsidRDefault="001D3A75" w:rsidP="00C306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30652">
              <w:rPr>
                <w:sz w:val="24"/>
                <w:szCs w:val="24"/>
              </w:rPr>
              <w:t>Васева</w:t>
            </w:r>
          </w:p>
          <w:p w14:paraId="6BDD654F" w14:textId="77777777" w:rsidR="001D3A75" w:rsidRPr="00C30652" w:rsidRDefault="001D3A75" w:rsidP="00C306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30652">
              <w:rPr>
                <w:sz w:val="24"/>
                <w:szCs w:val="24"/>
              </w:rPr>
              <w:t>Алла Андреевна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48282" w14:textId="77777777" w:rsidR="001D3A75" w:rsidRPr="00C30652" w:rsidRDefault="001D3A75" w:rsidP="00C306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30652">
              <w:rPr>
                <w:sz w:val="24"/>
                <w:szCs w:val="24"/>
              </w:rPr>
              <w:t>МОБУ СОШ с. Нижнее Бобино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F83FA" w14:textId="77777777" w:rsidR="001D3A75" w:rsidRPr="00C30652" w:rsidRDefault="001D3A75" w:rsidP="00C306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30652">
              <w:rPr>
                <w:sz w:val="24"/>
                <w:szCs w:val="24"/>
              </w:rPr>
              <w:t>учитель</w:t>
            </w:r>
          </w:p>
        </w:tc>
      </w:tr>
      <w:tr w:rsidR="001D3A75" w:rsidRPr="00C30652" w14:paraId="329679F2" w14:textId="77777777" w:rsidTr="007704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53666" w14:textId="77777777" w:rsidR="001D3A75" w:rsidRPr="00C30652" w:rsidRDefault="001D3A75" w:rsidP="00C306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30652">
              <w:rPr>
                <w:sz w:val="24"/>
                <w:szCs w:val="24"/>
              </w:rPr>
              <w:t>7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4F0EB" w14:textId="77777777" w:rsidR="001D3A75" w:rsidRPr="00C30652" w:rsidRDefault="001D3A75" w:rsidP="00C306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30652">
              <w:rPr>
                <w:sz w:val="24"/>
                <w:szCs w:val="24"/>
              </w:rPr>
              <w:t>Заляева</w:t>
            </w:r>
          </w:p>
          <w:p w14:paraId="76BB6FF6" w14:textId="77777777" w:rsidR="001D3A75" w:rsidRPr="00C30652" w:rsidRDefault="001D3A75" w:rsidP="00C306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30652">
              <w:rPr>
                <w:sz w:val="24"/>
                <w:szCs w:val="24"/>
              </w:rPr>
              <w:t>Эльмира Рафаковна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335AB" w14:textId="77777777" w:rsidR="001D3A75" w:rsidRPr="00C30652" w:rsidRDefault="001D3A75" w:rsidP="00C306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30652">
              <w:rPr>
                <w:sz w:val="24"/>
                <w:szCs w:val="24"/>
              </w:rPr>
              <w:t>МОБУ СОШ с. Алегазово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E99FE" w14:textId="77777777" w:rsidR="001D3A75" w:rsidRPr="00C30652" w:rsidRDefault="001D3A75" w:rsidP="00C306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30652">
              <w:rPr>
                <w:sz w:val="24"/>
                <w:szCs w:val="24"/>
              </w:rPr>
              <w:t>учитель</w:t>
            </w:r>
          </w:p>
        </w:tc>
      </w:tr>
      <w:tr w:rsidR="001D3A75" w:rsidRPr="00C30652" w14:paraId="5D46376B" w14:textId="77777777" w:rsidTr="007704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0F621" w14:textId="77777777" w:rsidR="001D3A75" w:rsidRPr="00C30652" w:rsidRDefault="001D3A75" w:rsidP="00C306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30652">
              <w:rPr>
                <w:sz w:val="24"/>
                <w:szCs w:val="24"/>
              </w:rPr>
              <w:t>8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F3930" w14:textId="77777777" w:rsidR="001D3A75" w:rsidRPr="00C30652" w:rsidRDefault="001D3A75" w:rsidP="00C306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30652">
              <w:rPr>
                <w:sz w:val="24"/>
                <w:szCs w:val="24"/>
              </w:rPr>
              <w:t>Загитова</w:t>
            </w:r>
          </w:p>
          <w:p w14:paraId="23C1C12D" w14:textId="77777777" w:rsidR="001D3A75" w:rsidRPr="00C30652" w:rsidRDefault="001D3A75" w:rsidP="00C306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30652">
              <w:rPr>
                <w:sz w:val="24"/>
                <w:szCs w:val="24"/>
              </w:rPr>
              <w:t>Райля Рауфановна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CB3E9" w14:textId="77777777" w:rsidR="001D3A75" w:rsidRPr="00C30652" w:rsidRDefault="001D3A75" w:rsidP="00C306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30652">
              <w:rPr>
                <w:sz w:val="24"/>
                <w:szCs w:val="24"/>
              </w:rPr>
              <w:t>МОБУ СОШ с. Алегазово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EE64E" w14:textId="77777777" w:rsidR="001D3A75" w:rsidRPr="00C30652" w:rsidRDefault="001D3A75" w:rsidP="00C306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30652">
              <w:rPr>
                <w:sz w:val="24"/>
                <w:szCs w:val="24"/>
              </w:rPr>
              <w:t>учитель</w:t>
            </w:r>
          </w:p>
        </w:tc>
      </w:tr>
      <w:tr w:rsidR="001D3A75" w:rsidRPr="00C30652" w14:paraId="237DF50D" w14:textId="77777777" w:rsidTr="007704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8F217" w14:textId="77777777" w:rsidR="001D3A75" w:rsidRPr="00C30652" w:rsidRDefault="001D3A75" w:rsidP="00C306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30652">
              <w:rPr>
                <w:sz w:val="24"/>
                <w:szCs w:val="24"/>
              </w:rPr>
              <w:t>9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C3D9C" w14:textId="77777777" w:rsidR="001D3A75" w:rsidRPr="00C30652" w:rsidRDefault="001D3A75" w:rsidP="00C306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30652">
              <w:rPr>
                <w:sz w:val="24"/>
                <w:szCs w:val="24"/>
              </w:rPr>
              <w:t>Зиганшина</w:t>
            </w:r>
          </w:p>
          <w:p w14:paraId="53D48108" w14:textId="77777777" w:rsidR="001D3A75" w:rsidRPr="00C30652" w:rsidRDefault="001D3A75" w:rsidP="00C306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30652">
              <w:rPr>
                <w:sz w:val="24"/>
                <w:szCs w:val="24"/>
              </w:rPr>
              <w:t>Эльвира Габдулловна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6F74F" w14:textId="77777777" w:rsidR="001D3A75" w:rsidRPr="00C30652" w:rsidRDefault="001D3A75" w:rsidP="00C306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30652">
              <w:rPr>
                <w:sz w:val="24"/>
                <w:szCs w:val="24"/>
              </w:rPr>
              <w:t>МОБУ СОШ с. Новомуслюмово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A5EA6" w14:textId="77777777" w:rsidR="001D3A75" w:rsidRPr="00C30652" w:rsidRDefault="001D3A75" w:rsidP="00C306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30652">
              <w:rPr>
                <w:sz w:val="24"/>
                <w:szCs w:val="24"/>
              </w:rPr>
              <w:t>учитель</w:t>
            </w:r>
          </w:p>
        </w:tc>
      </w:tr>
      <w:tr w:rsidR="001D3A75" w:rsidRPr="00C30652" w14:paraId="7C1266F3" w14:textId="77777777" w:rsidTr="007704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EB908" w14:textId="77777777" w:rsidR="001D3A75" w:rsidRPr="00C30652" w:rsidRDefault="001D3A75" w:rsidP="00C306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30652">
              <w:rPr>
                <w:sz w:val="24"/>
                <w:szCs w:val="24"/>
              </w:rPr>
              <w:t>10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D426B" w14:textId="77777777" w:rsidR="001D3A75" w:rsidRPr="00C30652" w:rsidRDefault="001D3A75" w:rsidP="00C306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30652">
              <w:rPr>
                <w:sz w:val="24"/>
                <w:szCs w:val="24"/>
              </w:rPr>
              <w:t>Мужипова</w:t>
            </w:r>
          </w:p>
          <w:p w14:paraId="7169ECE4" w14:textId="77777777" w:rsidR="001D3A75" w:rsidRPr="00C30652" w:rsidRDefault="001D3A75" w:rsidP="00C306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30652">
              <w:rPr>
                <w:sz w:val="24"/>
                <w:szCs w:val="24"/>
              </w:rPr>
              <w:t>Розалия Робертовна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1E7DC" w14:textId="77777777" w:rsidR="001D3A75" w:rsidRPr="00C30652" w:rsidRDefault="001D3A75" w:rsidP="00C306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30652">
              <w:rPr>
                <w:sz w:val="24"/>
                <w:szCs w:val="24"/>
              </w:rPr>
              <w:t>МОБУ СОШ д. Азикеево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88E28" w14:textId="77777777" w:rsidR="001D3A75" w:rsidRPr="00C30652" w:rsidRDefault="001D3A75" w:rsidP="00C306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30652">
              <w:rPr>
                <w:sz w:val="24"/>
                <w:szCs w:val="24"/>
              </w:rPr>
              <w:t>учитель</w:t>
            </w:r>
          </w:p>
        </w:tc>
      </w:tr>
      <w:tr w:rsidR="001D3A75" w:rsidRPr="00C30652" w14:paraId="3C42879A" w14:textId="77777777" w:rsidTr="007704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470FC" w14:textId="77777777" w:rsidR="001D3A75" w:rsidRPr="00C30652" w:rsidRDefault="001D3A75" w:rsidP="00C306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30652">
              <w:rPr>
                <w:sz w:val="24"/>
                <w:szCs w:val="24"/>
              </w:rPr>
              <w:t>11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F655C" w14:textId="77777777" w:rsidR="001D3A75" w:rsidRPr="00C30652" w:rsidRDefault="001D3A75" w:rsidP="00C306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30652">
              <w:rPr>
                <w:sz w:val="24"/>
                <w:szCs w:val="24"/>
              </w:rPr>
              <w:t>Нажипова</w:t>
            </w:r>
          </w:p>
          <w:p w14:paraId="4E907740" w14:textId="77777777" w:rsidR="001D3A75" w:rsidRPr="00C30652" w:rsidRDefault="001D3A75" w:rsidP="00C306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30652">
              <w:rPr>
                <w:sz w:val="24"/>
                <w:szCs w:val="24"/>
              </w:rPr>
              <w:t>Зульфия  Фиратовна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BC39F" w14:textId="77777777" w:rsidR="001D3A75" w:rsidRPr="00C30652" w:rsidRDefault="001D3A75" w:rsidP="00C306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30652">
              <w:rPr>
                <w:sz w:val="24"/>
                <w:szCs w:val="24"/>
              </w:rPr>
              <w:t>МОБУ СОШ с. Алегазово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C576B" w14:textId="77777777" w:rsidR="001D3A75" w:rsidRPr="00C30652" w:rsidRDefault="001D3A75" w:rsidP="00C306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30652">
              <w:rPr>
                <w:sz w:val="24"/>
                <w:szCs w:val="24"/>
              </w:rPr>
              <w:t>учитель</w:t>
            </w:r>
          </w:p>
        </w:tc>
      </w:tr>
      <w:tr w:rsidR="001D3A75" w:rsidRPr="00C30652" w14:paraId="1962F035" w14:textId="77777777" w:rsidTr="007704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8EFCB" w14:textId="77777777" w:rsidR="001D3A75" w:rsidRPr="00C30652" w:rsidRDefault="001D3A75" w:rsidP="00C306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30652">
              <w:rPr>
                <w:sz w:val="24"/>
                <w:szCs w:val="24"/>
              </w:rPr>
              <w:t>12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41835" w14:textId="77777777" w:rsidR="001D3A75" w:rsidRPr="00C30652" w:rsidRDefault="001D3A75" w:rsidP="00C306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30652">
              <w:rPr>
                <w:sz w:val="24"/>
                <w:szCs w:val="24"/>
              </w:rPr>
              <w:t>Некрасова</w:t>
            </w:r>
          </w:p>
          <w:p w14:paraId="3C51A4D0" w14:textId="77777777" w:rsidR="001D3A75" w:rsidRPr="00C30652" w:rsidRDefault="001D3A75" w:rsidP="00C306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30652">
              <w:rPr>
                <w:sz w:val="24"/>
                <w:szCs w:val="24"/>
              </w:rPr>
              <w:t>Наталья Владимировна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C8745" w14:textId="77777777" w:rsidR="001D3A75" w:rsidRPr="00C30652" w:rsidRDefault="001D3A75" w:rsidP="00C306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30652">
              <w:rPr>
                <w:sz w:val="24"/>
                <w:szCs w:val="24"/>
              </w:rPr>
              <w:t>МОБУ СОШ с. Алегазово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E3562" w14:textId="77777777" w:rsidR="001D3A75" w:rsidRPr="00C30652" w:rsidRDefault="001D3A75" w:rsidP="00C306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30652">
              <w:rPr>
                <w:sz w:val="24"/>
                <w:szCs w:val="24"/>
              </w:rPr>
              <w:t>учитель</w:t>
            </w:r>
          </w:p>
        </w:tc>
      </w:tr>
      <w:tr w:rsidR="001D3A75" w:rsidRPr="00C30652" w14:paraId="3CEA2E09" w14:textId="77777777" w:rsidTr="007704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5E19F" w14:textId="77777777" w:rsidR="001D3A75" w:rsidRPr="00C30652" w:rsidRDefault="001D3A75" w:rsidP="00C306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30652">
              <w:rPr>
                <w:sz w:val="24"/>
                <w:szCs w:val="24"/>
              </w:rPr>
              <w:t>13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D455D" w14:textId="77777777" w:rsidR="001D3A75" w:rsidRPr="00C30652" w:rsidRDefault="001D3A75" w:rsidP="00C306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30652">
              <w:rPr>
                <w:sz w:val="24"/>
                <w:szCs w:val="24"/>
              </w:rPr>
              <w:t>Султанов</w:t>
            </w:r>
          </w:p>
          <w:p w14:paraId="16EAC7E5" w14:textId="77777777" w:rsidR="001D3A75" w:rsidRPr="00C30652" w:rsidRDefault="001D3A75" w:rsidP="00C306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30652">
              <w:rPr>
                <w:sz w:val="24"/>
                <w:szCs w:val="24"/>
              </w:rPr>
              <w:t>Фларит Риматович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35E21" w14:textId="77777777" w:rsidR="001D3A75" w:rsidRPr="00C30652" w:rsidRDefault="001D3A75" w:rsidP="00C306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30652">
              <w:rPr>
                <w:sz w:val="24"/>
                <w:szCs w:val="24"/>
              </w:rPr>
              <w:t>МОБУ СОШ д. Азикеево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EEBD5" w14:textId="77777777" w:rsidR="001D3A75" w:rsidRPr="00C30652" w:rsidRDefault="001D3A75" w:rsidP="00C306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30652">
              <w:rPr>
                <w:sz w:val="24"/>
                <w:szCs w:val="24"/>
              </w:rPr>
              <w:t>учитель</w:t>
            </w:r>
          </w:p>
        </w:tc>
      </w:tr>
      <w:tr w:rsidR="001D3A75" w:rsidRPr="00C30652" w14:paraId="1757EAEE" w14:textId="77777777" w:rsidTr="007704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4D912" w14:textId="77777777" w:rsidR="001D3A75" w:rsidRPr="00C30652" w:rsidRDefault="001D3A75" w:rsidP="00C306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30652">
              <w:rPr>
                <w:sz w:val="24"/>
                <w:szCs w:val="24"/>
              </w:rPr>
              <w:t>14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88486" w14:textId="77777777" w:rsidR="001D3A75" w:rsidRPr="00C30652" w:rsidRDefault="001D3A75" w:rsidP="00C306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30652">
              <w:rPr>
                <w:sz w:val="24"/>
                <w:szCs w:val="24"/>
              </w:rPr>
              <w:t>Ташкинова</w:t>
            </w:r>
          </w:p>
          <w:p w14:paraId="1D40BB42" w14:textId="77777777" w:rsidR="001D3A75" w:rsidRPr="00C30652" w:rsidRDefault="001D3A75" w:rsidP="00C306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30652">
              <w:rPr>
                <w:sz w:val="24"/>
                <w:szCs w:val="24"/>
              </w:rPr>
              <w:t>Людмила Федоровна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C9DC1" w14:textId="77777777" w:rsidR="001D3A75" w:rsidRPr="00C30652" w:rsidRDefault="001D3A75" w:rsidP="00C306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30652">
              <w:rPr>
                <w:sz w:val="24"/>
                <w:szCs w:val="24"/>
              </w:rPr>
              <w:t>МОБУ лицей №1</w:t>
            </w:r>
          </w:p>
          <w:p w14:paraId="171CD998" w14:textId="77777777" w:rsidR="001D3A75" w:rsidRPr="00C30652" w:rsidRDefault="001D3A75" w:rsidP="00C306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30652">
              <w:rPr>
                <w:sz w:val="24"/>
                <w:szCs w:val="24"/>
              </w:rPr>
              <w:t>с. Большеустьикинское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465F3" w14:textId="77777777" w:rsidR="001D3A75" w:rsidRPr="00C30652" w:rsidRDefault="001D3A75" w:rsidP="00C306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30652">
              <w:rPr>
                <w:sz w:val="24"/>
                <w:szCs w:val="24"/>
              </w:rPr>
              <w:t>учитель</w:t>
            </w:r>
          </w:p>
        </w:tc>
      </w:tr>
    </w:tbl>
    <w:p w14:paraId="22DC6329" w14:textId="77777777" w:rsidR="00C5752B" w:rsidRPr="00C30652" w:rsidRDefault="00C5752B" w:rsidP="00C306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BD4E64C" w14:textId="77777777" w:rsidR="00C5752B" w:rsidRPr="00C30652" w:rsidRDefault="00C5752B" w:rsidP="00C306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193D99C" w14:textId="77777777" w:rsidR="007704EB" w:rsidRDefault="007704EB" w:rsidP="00C306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0101403" w14:textId="77777777" w:rsidR="007704EB" w:rsidRDefault="007704EB" w:rsidP="00C306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3DC5E80" w14:textId="77777777" w:rsidR="00FD1274" w:rsidRDefault="00FD1274" w:rsidP="00C306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822432B" w14:textId="77777777" w:rsidR="00FD1274" w:rsidRDefault="00FD1274" w:rsidP="00C306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577AD53" w14:textId="77777777" w:rsidR="00FD1274" w:rsidRDefault="00FD1274" w:rsidP="00C306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B4127CA" w14:textId="77777777" w:rsidR="00FD1274" w:rsidRDefault="00FD1274" w:rsidP="00C306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DA033AB" w14:textId="77777777" w:rsidR="00FD1274" w:rsidRDefault="00FD1274" w:rsidP="00C306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5EB054F" w14:textId="77777777" w:rsidR="00FD1274" w:rsidRDefault="00FD1274" w:rsidP="00C306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4376789" w14:textId="77777777" w:rsidR="00FD1274" w:rsidRDefault="00FD1274" w:rsidP="00C306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C8BE9AF" w14:textId="77777777" w:rsidR="00FD1274" w:rsidRDefault="00FD1274" w:rsidP="00C306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E909C3D" w14:textId="77777777" w:rsidR="00FD1274" w:rsidRDefault="00FD1274" w:rsidP="00FD127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Приложение №2  к приказу Министерства образования</w:t>
      </w:r>
    </w:p>
    <w:p w14:paraId="3CC6BCCF" w14:textId="77777777" w:rsidR="00FD1274" w:rsidRPr="00BE3CB8" w:rsidRDefault="00FD1274" w:rsidP="00FD1274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14:paraId="2F461336" w14:textId="77777777" w:rsidR="00FD1274" w:rsidRDefault="00FD1274" w:rsidP="00FD127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14:paraId="2E5BD96F" w14:textId="77777777" w:rsidR="00FD1274" w:rsidRDefault="00FD1274" w:rsidP="00FD127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14:paraId="14B1307F" w14:textId="77777777" w:rsidR="00FD1274" w:rsidRDefault="00FD1274" w:rsidP="00FD1274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14:paraId="6C9E4250" w14:textId="77777777" w:rsidR="00FD1274" w:rsidRPr="00FD0F2C" w:rsidRDefault="00FD1274" w:rsidP="00FD1274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0E62F086" w14:textId="77777777" w:rsidR="00C5752B" w:rsidRPr="00C30652" w:rsidRDefault="00C5752B" w:rsidP="00C306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0652">
        <w:rPr>
          <w:rFonts w:ascii="Times New Roman" w:hAnsi="Times New Roman" w:cs="Times New Roman"/>
          <w:b/>
          <w:sz w:val="24"/>
          <w:szCs w:val="24"/>
        </w:rPr>
        <w:t>Городской округ город Нефтекамск Республики Башкортостан</w:t>
      </w:r>
    </w:p>
    <w:p w14:paraId="04B20918" w14:textId="77777777" w:rsidR="00C5752B" w:rsidRPr="00C30652" w:rsidRDefault="00C5752B" w:rsidP="00C306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403"/>
        <w:gridCol w:w="4110"/>
        <w:gridCol w:w="2977"/>
      </w:tblGrid>
      <w:tr w:rsidR="00C30652" w:rsidRPr="00C30652" w14:paraId="25D322E5" w14:textId="77777777" w:rsidTr="007704EB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38AFA" w14:textId="77777777" w:rsidR="00C30652" w:rsidRPr="00C30652" w:rsidRDefault="00C30652" w:rsidP="007704E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76792" w14:textId="77777777" w:rsidR="00C30652" w:rsidRPr="00C30652" w:rsidRDefault="00C30652" w:rsidP="007704E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b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ИО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D2235" w14:textId="77777777" w:rsidR="00C30652" w:rsidRPr="00C30652" w:rsidRDefault="00C30652" w:rsidP="007704E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620BF" w14:textId="77777777" w:rsidR="00C30652" w:rsidRPr="00C30652" w:rsidRDefault="00C30652" w:rsidP="007704E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C5752B" w:rsidRPr="00C30652" w14:paraId="3A8672E9" w14:textId="77777777" w:rsidTr="007704EB">
        <w:trPr>
          <w:trHeight w:val="5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E670F" w14:textId="77777777" w:rsidR="00C5752B" w:rsidRPr="00C30652" w:rsidRDefault="00C5752B" w:rsidP="00215B6B">
            <w:pPr>
              <w:numPr>
                <w:ilvl w:val="0"/>
                <w:numId w:val="5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4894E" w14:textId="77777777" w:rsidR="00C5752B" w:rsidRPr="00C30652" w:rsidRDefault="00C5752B" w:rsidP="00C30652">
            <w:pPr>
              <w:suppressAutoHyphens/>
              <w:spacing w:after="0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Гумерова</w:t>
            </w:r>
          </w:p>
          <w:p w14:paraId="2B4473E4" w14:textId="77777777" w:rsidR="00C5752B" w:rsidRPr="00C30652" w:rsidRDefault="00C5752B" w:rsidP="00C30652">
            <w:pPr>
              <w:suppressAutoHyphens/>
              <w:spacing w:after="0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Фларида Рифовна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EC3A5" w14:textId="77777777" w:rsidR="00C5752B" w:rsidRPr="00C30652" w:rsidRDefault="00C5752B" w:rsidP="00C30652">
            <w:pPr>
              <w:suppressAutoHyphens/>
              <w:spacing w:after="0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МОБУ «Гимназия №1»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49EA2" w14:textId="77777777" w:rsidR="00C5752B" w:rsidRPr="00C30652" w:rsidRDefault="00C5752B" w:rsidP="00C30652">
            <w:pPr>
              <w:suppressAutoHyphens/>
              <w:spacing w:after="0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учитель</w:t>
            </w:r>
          </w:p>
        </w:tc>
      </w:tr>
      <w:tr w:rsidR="00C5752B" w:rsidRPr="00C30652" w14:paraId="6228CEFC" w14:textId="77777777" w:rsidTr="007704EB">
        <w:trPr>
          <w:trHeight w:val="5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3281D" w14:textId="77777777" w:rsidR="00C5752B" w:rsidRPr="00C30652" w:rsidRDefault="00C5752B" w:rsidP="00215B6B">
            <w:pPr>
              <w:numPr>
                <w:ilvl w:val="0"/>
                <w:numId w:val="5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6C7B6" w14:textId="77777777" w:rsidR="00C5752B" w:rsidRPr="00C30652" w:rsidRDefault="00C5752B" w:rsidP="00C30652">
            <w:pPr>
              <w:suppressAutoHyphens/>
              <w:spacing w:after="0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Давлетгареева</w:t>
            </w:r>
          </w:p>
          <w:p w14:paraId="7D386F86" w14:textId="77777777" w:rsidR="00C5752B" w:rsidRPr="00C30652" w:rsidRDefault="00C5752B" w:rsidP="00C30652">
            <w:pPr>
              <w:suppressAutoHyphens/>
              <w:spacing w:after="0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Ирина Нарсимовна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B62C9" w14:textId="77777777" w:rsidR="00C5752B" w:rsidRPr="00C30652" w:rsidRDefault="00C5752B" w:rsidP="00C30652">
            <w:pPr>
              <w:suppressAutoHyphens/>
              <w:spacing w:after="0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МОБУ СОШ № 15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9A3A5" w14:textId="77777777" w:rsidR="00C5752B" w:rsidRPr="00C30652" w:rsidRDefault="00C5752B" w:rsidP="00C30652">
            <w:pPr>
              <w:suppressAutoHyphens/>
              <w:spacing w:after="0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учитель</w:t>
            </w:r>
          </w:p>
          <w:p w14:paraId="48F7B6B3" w14:textId="77777777" w:rsidR="00C5752B" w:rsidRPr="00C30652" w:rsidRDefault="00C5752B" w:rsidP="00C30652">
            <w:pPr>
              <w:suppressAutoHyphens/>
              <w:spacing w:after="0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5752B" w:rsidRPr="00C30652" w14:paraId="1B417A64" w14:textId="77777777" w:rsidTr="007704EB">
        <w:trPr>
          <w:trHeight w:val="5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99135" w14:textId="77777777" w:rsidR="00C5752B" w:rsidRPr="00C30652" w:rsidRDefault="00C5752B" w:rsidP="00215B6B">
            <w:pPr>
              <w:numPr>
                <w:ilvl w:val="0"/>
                <w:numId w:val="5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47B2A" w14:textId="77777777" w:rsidR="00C5752B" w:rsidRPr="00C30652" w:rsidRDefault="00C5752B" w:rsidP="00C30652">
            <w:pPr>
              <w:suppressAutoHyphens/>
              <w:spacing w:after="0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Идрисова</w:t>
            </w:r>
          </w:p>
          <w:p w14:paraId="71D5DD16" w14:textId="77777777" w:rsidR="00C5752B" w:rsidRPr="00C30652" w:rsidRDefault="00C5752B" w:rsidP="00C30652">
            <w:pPr>
              <w:suppressAutoHyphens/>
              <w:spacing w:after="0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Расима Акрамовна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F853C" w14:textId="77777777" w:rsidR="00C5752B" w:rsidRPr="00C30652" w:rsidRDefault="00C5752B" w:rsidP="00C30652">
            <w:pPr>
              <w:suppressAutoHyphens/>
              <w:spacing w:after="0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МОБУ СОШ № 15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72C63" w14:textId="77777777" w:rsidR="00C5752B" w:rsidRPr="00C30652" w:rsidRDefault="00C5752B" w:rsidP="00C30652">
            <w:pPr>
              <w:suppressAutoHyphens/>
              <w:spacing w:after="0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учитель</w:t>
            </w:r>
          </w:p>
          <w:p w14:paraId="256E806C" w14:textId="77777777" w:rsidR="00C5752B" w:rsidRPr="00C30652" w:rsidRDefault="00C5752B" w:rsidP="00C30652">
            <w:pPr>
              <w:suppressAutoHyphens/>
              <w:spacing w:after="0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5752B" w:rsidRPr="00C30652" w14:paraId="3C5E8781" w14:textId="77777777" w:rsidTr="007704EB">
        <w:trPr>
          <w:trHeight w:val="5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1146D" w14:textId="77777777" w:rsidR="00C5752B" w:rsidRPr="00C30652" w:rsidRDefault="00C5752B" w:rsidP="00215B6B">
            <w:pPr>
              <w:numPr>
                <w:ilvl w:val="0"/>
                <w:numId w:val="5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95D5F" w14:textId="77777777" w:rsidR="00C5752B" w:rsidRPr="00C30652" w:rsidRDefault="00C5752B" w:rsidP="00C30652">
            <w:pPr>
              <w:suppressAutoHyphens/>
              <w:spacing w:after="0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Кайдуллина</w:t>
            </w:r>
          </w:p>
          <w:p w14:paraId="08FFD77D" w14:textId="77777777" w:rsidR="00C5752B" w:rsidRPr="00C30652" w:rsidRDefault="00C5752B" w:rsidP="00C30652">
            <w:pPr>
              <w:suppressAutoHyphens/>
              <w:spacing w:after="0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Дина Валентиновна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A7EF2" w14:textId="77777777" w:rsidR="00C5752B" w:rsidRPr="00C30652" w:rsidRDefault="00C5752B" w:rsidP="00C30652">
            <w:pPr>
              <w:suppressAutoHyphens/>
              <w:spacing w:after="0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МОБУ СОШ № 14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4EE04" w14:textId="77777777" w:rsidR="00C5752B" w:rsidRPr="00C30652" w:rsidRDefault="00C5752B" w:rsidP="00C30652">
            <w:pPr>
              <w:suppressAutoHyphens/>
              <w:spacing w:after="0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учитель-логопед</w:t>
            </w:r>
          </w:p>
          <w:p w14:paraId="5E8C0311" w14:textId="77777777" w:rsidR="00C5752B" w:rsidRPr="00C30652" w:rsidRDefault="00C5752B" w:rsidP="00C30652">
            <w:pPr>
              <w:suppressAutoHyphens/>
              <w:spacing w:after="0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5752B" w:rsidRPr="00C30652" w14:paraId="28D73BF8" w14:textId="77777777" w:rsidTr="007704EB">
        <w:trPr>
          <w:trHeight w:val="5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14206" w14:textId="77777777" w:rsidR="00C5752B" w:rsidRPr="00C30652" w:rsidRDefault="00C5752B" w:rsidP="00215B6B">
            <w:pPr>
              <w:numPr>
                <w:ilvl w:val="0"/>
                <w:numId w:val="5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E91B6" w14:textId="77777777" w:rsidR="00C5752B" w:rsidRPr="00C30652" w:rsidRDefault="00C5752B" w:rsidP="00C30652">
            <w:pPr>
              <w:suppressAutoHyphens/>
              <w:spacing w:after="0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Кузин</w:t>
            </w:r>
          </w:p>
          <w:p w14:paraId="5DB8A910" w14:textId="77777777" w:rsidR="00C5752B" w:rsidRPr="00C30652" w:rsidRDefault="00C5752B" w:rsidP="00C30652">
            <w:pPr>
              <w:suppressAutoHyphens/>
              <w:spacing w:after="0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Владимир Викторович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AC2A0" w14:textId="77777777" w:rsidR="00C5752B" w:rsidRPr="00C30652" w:rsidRDefault="00C5752B" w:rsidP="00C30652">
            <w:pPr>
              <w:suppressAutoHyphens/>
              <w:spacing w:after="0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МОБУ СОШ № 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9389C" w14:textId="77777777" w:rsidR="00C5752B" w:rsidRPr="00C30652" w:rsidRDefault="00C5752B" w:rsidP="00C30652">
            <w:pPr>
              <w:suppressAutoHyphens/>
              <w:spacing w:after="0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учитель</w:t>
            </w:r>
          </w:p>
          <w:p w14:paraId="490D9343" w14:textId="77777777" w:rsidR="00C5752B" w:rsidRPr="00C30652" w:rsidRDefault="00C5752B" w:rsidP="00C30652">
            <w:pPr>
              <w:suppressAutoHyphens/>
              <w:spacing w:after="0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5752B" w:rsidRPr="00C30652" w14:paraId="135E6ACB" w14:textId="77777777" w:rsidTr="007704EB">
        <w:trPr>
          <w:trHeight w:val="5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46FA2" w14:textId="77777777" w:rsidR="00C5752B" w:rsidRPr="00C30652" w:rsidRDefault="00C5752B" w:rsidP="00215B6B">
            <w:pPr>
              <w:numPr>
                <w:ilvl w:val="0"/>
                <w:numId w:val="5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B922F" w14:textId="77777777" w:rsidR="00C5752B" w:rsidRPr="00C30652" w:rsidRDefault="00C5752B" w:rsidP="00C30652">
            <w:pPr>
              <w:suppressAutoHyphens/>
              <w:spacing w:after="0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Кузина</w:t>
            </w:r>
          </w:p>
          <w:p w14:paraId="56840A56" w14:textId="77777777" w:rsidR="00C5752B" w:rsidRPr="00C30652" w:rsidRDefault="00C5752B" w:rsidP="00C30652">
            <w:pPr>
              <w:suppressAutoHyphens/>
              <w:spacing w:after="0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Елена Борисовна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D6959" w14:textId="77777777" w:rsidR="00C5752B" w:rsidRPr="00C30652" w:rsidRDefault="00C5752B" w:rsidP="00C30652">
            <w:pPr>
              <w:suppressAutoHyphens/>
              <w:spacing w:after="0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МОБУ «Гимназия №1»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F4896" w14:textId="77777777" w:rsidR="00C5752B" w:rsidRPr="00C30652" w:rsidRDefault="00C5752B" w:rsidP="00C30652">
            <w:pPr>
              <w:suppressAutoHyphens/>
              <w:spacing w:after="0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учитель</w:t>
            </w:r>
          </w:p>
          <w:p w14:paraId="33606062" w14:textId="77777777" w:rsidR="00C5752B" w:rsidRPr="00C30652" w:rsidRDefault="00C5752B" w:rsidP="00C30652">
            <w:pPr>
              <w:suppressAutoHyphens/>
              <w:spacing w:after="0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5752B" w:rsidRPr="00C30652" w14:paraId="2BD2DB4B" w14:textId="77777777" w:rsidTr="007704EB">
        <w:trPr>
          <w:trHeight w:val="5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3A366" w14:textId="77777777" w:rsidR="00C5752B" w:rsidRPr="00C30652" w:rsidRDefault="00C5752B" w:rsidP="00215B6B">
            <w:pPr>
              <w:numPr>
                <w:ilvl w:val="0"/>
                <w:numId w:val="5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035A0" w14:textId="77777777" w:rsidR="00C5752B" w:rsidRPr="00C30652" w:rsidRDefault="00C5752B" w:rsidP="00C30652">
            <w:pPr>
              <w:suppressAutoHyphens/>
              <w:spacing w:after="0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Костенко</w:t>
            </w:r>
          </w:p>
          <w:p w14:paraId="68E63674" w14:textId="77777777" w:rsidR="00C5752B" w:rsidRPr="00C30652" w:rsidRDefault="00C5752B" w:rsidP="00C30652">
            <w:pPr>
              <w:suppressAutoHyphens/>
              <w:spacing w:after="0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Лилия Ивановна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3FF98" w14:textId="77777777" w:rsidR="00C5752B" w:rsidRPr="00C30652" w:rsidRDefault="00C5752B" w:rsidP="00C30652">
            <w:pPr>
              <w:suppressAutoHyphens/>
              <w:spacing w:after="0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МОБУ СОШ с. Амзя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142F0" w14:textId="77777777" w:rsidR="00C5752B" w:rsidRPr="00C30652" w:rsidRDefault="00C5752B" w:rsidP="00C30652">
            <w:pPr>
              <w:suppressAutoHyphens/>
              <w:spacing w:after="0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учитель</w:t>
            </w:r>
          </w:p>
          <w:p w14:paraId="40E1A710" w14:textId="77777777" w:rsidR="00C5752B" w:rsidRPr="00C30652" w:rsidRDefault="00C5752B" w:rsidP="00C30652">
            <w:pPr>
              <w:suppressAutoHyphens/>
              <w:spacing w:after="0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5752B" w:rsidRPr="00C30652" w14:paraId="02E5CD13" w14:textId="77777777" w:rsidTr="007704EB">
        <w:trPr>
          <w:trHeight w:val="5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394DA" w14:textId="77777777" w:rsidR="00C5752B" w:rsidRPr="00C30652" w:rsidRDefault="00C5752B" w:rsidP="00215B6B">
            <w:pPr>
              <w:numPr>
                <w:ilvl w:val="0"/>
                <w:numId w:val="5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24968" w14:textId="77777777" w:rsidR="00C5752B" w:rsidRPr="00C30652" w:rsidRDefault="00C5752B" w:rsidP="00C30652">
            <w:pPr>
              <w:suppressAutoHyphens/>
              <w:spacing w:after="0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Лапина</w:t>
            </w:r>
          </w:p>
          <w:p w14:paraId="10270F4C" w14:textId="77777777" w:rsidR="00C5752B" w:rsidRPr="00C30652" w:rsidRDefault="00C5752B" w:rsidP="00C30652">
            <w:pPr>
              <w:suppressAutoHyphens/>
              <w:spacing w:after="0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Алла Юрьевна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29B78" w14:textId="77777777" w:rsidR="00C5752B" w:rsidRPr="00C30652" w:rsidRDefault="00C5752B" w:rsidP="00C30652">
            <w:pPr>
              <w:suppressAutoHyphens/>
              <w:spacing w:after="0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МОБУ «Гимназия № 1»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321A9" w14:textId="77777777" w:rsidR="00C5752B" w:rsidRPr="00C30652" w:rsidRDefault="00C5752B" w:rsidP="00C30652">
            <w:pPr>
              <w:suppressAutoHyphens/>
              <w:spacing w:after="0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Учитель</w:t>
            </w:r>
          </w:p>
          <w:p w14:paraId="2D7F2CC8" w14:textId="77777777" w:rsidR="00C5752B" w:rsidRPr="00C30652" w:rsidRDefault="00C5752B" w:rsidP="00C30652">
            <w:pPr>
              <w:suppressAutoHyphens/>
              <w:spacing w:after="0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5752B" w:rsidRPr="00C30652" w14:paraId="78BBBF90" w14:textId="77777777" w:rsidTr="007704EB">
        <w:trPr>
          <w:trHeight w:val="5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91244" w14:textId="77777777" w:rsidR="00C5752B" w:rsidRPr="00C30652" w:rsidRDefault="00C5752B" w:rsidP="00215B6B">
            <w:pPr>
              <w:numPr>
                <w:ilvl w:val="0"/>
                <w:numId w:val="5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E95AC" w14:textId="77777777" w:rsidR="00C5752B" w:rsidRPr="00C30652" w:rsidRDefault="00C5752B" w:rsidP="00C30652">
            <w:pPr>
              <w:suppressAutoHyphens/>
              <w:spacing w:after="0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Нигаматова</w:t>
            </w:r>
          </w:p>
          <w:p w14:paraId="56009F3B" w14:textId="77777777" w:rsidR="00C5752B" w:rsidRPr="00C30652" w:rsidRDefault="00C5752B" w:rsidP="00C30652">
            <w:pPr>
              <w:suppressAutoHyphens/>
              <w:spacing w:after="0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Руфина Калфатовна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979AA" w14:textId="77777777" w:rsidR="00C5752B" w:rsidRPr="00C30652" w:rsidRDefault="00C5752B" w:rsidP="00C30652">
            <w:pPr>
              <w:suppressAutoHyphens/>
              <w:spacing w:after="0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МОБУ СОШ № 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D69CA" w14:textId="77777777" w:rsidR="00C5752B" w:rsidRPr="00C30652" w:rsidRDefault="00C5752B" w:rsidP="00C30652">
            <w:pPr>
              <w:suppressAutoHyphens/>
              <w:spacing w:after="0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учитель</w:t>
            </w:r>
          </w:p>
          <w:p w14:paraId="7A004DF6" w14:textId="77777777" w:rsidR="00C5752B" w:rsidRPr="00C30652" w:rsidRDefault="00C5752B" w:rsidP="00C30652">
            <w:pPr>
              <w:suppressAutoHyphens/>
              <w:spacing w:after="0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5752B" w:rsidRPr="00C30652" w14:paraId="54D3409A" w14:textId="77777777" w:rsidTr="007704EB">
        <w:trPr>
          <w:trHeight w:val="5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0F86A" w14:textId="77777777" w:rsidR="00C5752B" w:rsidRPr="00C30652" w:rsidRDefault="00C5752B" w:rsidP="00215B6B">
            <w:pPr>
              <w:numPr>
                <w:ilvl w:val="0"/>
                <w:numId w:val="5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6D327" w14:textId="77777777" w:rsidR="00C5752B" w:rsidRPr="00C30652" w:rsidRDefault="00C5752B" w:rsidP="00C30652">
            <w:pPr>
              <w:suppressAutoHyphens/>
              <w:spacing w:after="0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Орлова</w:t>
            </w:r>
          </w:p>
          <w:p w14:paraId="2F4F2E13" w14:textId="77777777" w:rsidR="00C5752B" w:rsidRPr="00C30652" w:rsidRDefault="00C5752B" w:rsidP="00C30652">
            <w:pPr>
              <w:suppressAutoHyphens/>
              <w:spacing w:after="0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Надежда Николаевна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75D82" w14:textId="77777777" w:rsidR="00C5752B" w:rsidRPr="00C30652" w:rsidRDefault="00C5752B" w:rsidP="00C30652">
            <w:pPr>
              <w:suppressAutoHyphens/>
              <w:spacing w:after="0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 xml:space="preserve">МАДОУ </w:t>
            </w:r>
            <w:r w:rsidRPr="00C3065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детский сад № 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AF199" w14:textId="77777777" w:rsidR="00C5752B" w:rsidRPr="00C30652" w:rsidRDefault="00C5752B" w:rsidP="00C30652">
            <w:pPr>
              <w:suppressAutoHyphens/>
              <w:spacing w:after="0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учитель-логопед</w:t>
            </w:r>
          </w:p>
        </w:tc>
      </w:tr>
      <w:tr w:rsidR="00C5752B" w:rsidRPr="00C30652" w14:paraId="5ED4658E" w14:textId="77777777" w:rsidTr="007704EB">
        <w:trPr>
          <w:trHeight w:val="5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2371D" w14:textId="77777777" w:rsidR="00C5752B" w:rsidRPr="00C30652" w:rsidRDefault="00C5752B" w:rsidP="00215B6B">
            <w:pPr>
              <w:numPr>
                <w:ilvl w:val="0"/>
                <w:numId w:val="5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929A1" w14:textId="77777777" w:rsidR="00C5752B" w:rsidRPr="00C30652" w:rsidRDefault="00C5752B" w:rsidP="00C30652">
            <w:pPr>
              <w:suppressAutoHyphens/>
              <w:spacing w:after="0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Хакимова</w:t>
            </w:r>
          </w:p>
          <w:p w14:paraId="14EED404" w14:textId="77777777" w:rsidR="00C5752B" w:rsidRPr="00C30652" w:rsidRDefault="00C5752B" w:rsidP="00C30652">
            <w:pPr>
              <w:suppressAutoHyphens/>
              <w:spacing w:after="0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Гузалия  Нагиповна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85EB8" w14:textId="77777777" w:rsidR="00C5752B" w:rsidRPr="00C30652" w:rsidRDefault="00C5752B" w:rsidP="00C30652">
            <w:pPr>
              <w:suppressAutoHyphens/>
              <w:spacing w:after="0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МОБУ СОШ № 15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67456" w14:textId="77777777" w:rsidR="00C5752B" w:rsidRPr="00C30652" w:rsidRDefault="00C5752B" w:rsidP="00C30652">
            <w:pPr>
              <w:suppressAutoHyphens/>
              <w:spacing w:after="0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учитель</w:t>
            </w:r>
          </w:p>
          <w:p w14:paraId="6D89E99F" w14:textId="77777777" w:rsidR="00C5752B" w:rsidRPr="00C30652" w:rsidRDefault="00C5752B" w:rsidP="00C30652">
            <w:pPr>
              <w:suppressAutoHyphens/>
              <w:spacing w:after="0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5752B" w:rsidRPr="00C30652" w14:paraId="3730205D" w14:textId="77777777" w:rsidTr="007704EB">
        <w:trPr>
          <w:trHeight w:val="5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8EEE7" w14:textId="77777777" w:rsidR="00C5752B" w:rsidRPr="00C30652" w:rsidRDefault="00C5752B" w:rsidP="00215B6B">
            <w:pPr>
              <w:numPr>
                <w:ilvl w:val="0"/>
                <w:numId w:val="5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1C021" w14:textId="77777777" w:rsidR="00C5752B" w:rsidRPr="00C30652" w:rsidRDefault="00C5752B" w:rsidP="00C30652">
            <w:pPr>
              <w:suppressAutoHyphens/>
              <w:spacing w:after="0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Хамзина</w:t>
            </w:r>
          </w:p>
          <w:p w14:paraId="20346BE9" w14:textId="77777777" w:rsidR="00C5752B" w:rsidRPr="00C30652" w:rsidRDefault="00C5752B" w:rsidP="00C30652">
            <w:pPr>
              <w:suppressAutoHyphens/>
              <w:spacing w:after="0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Лилия Шарифнуровна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C8CC8" w14:textId="77777777" w:rsidR="00C5752B" w:rsidRPr="00C30652" w:rsidRDefault="00C5752B" w:rsidP="00C30652">
            <w:pPr>
              <w:suppressAutoHyphens/>
              <w:spacing w:after="0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 xml:space="preserve">МДОБУ </w:t>
            </w:r>
            <w:r w:rsidRPr="00C3065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детский сад № 34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1A4E7" w14:textId="77777777" w:rsidR="00C5752B" w:rsidRPr="00C30652" w:rsidRDefault="00C5752B" w:rsidP="00C30652">
            <w:pPr>
              <w:suppressAutoHyphens/>
              <w:spacing w:after="0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учитель-логопед</w:t>
            </w:r>
          </w:p>
        </w:tc>
      </w:tr>
      <w:tr w:rsidR="00C5752B" w:rsidRPr="00C30652" w14:paraId="4958C42C" w14:textId="77777777" w:rsidTr="007704EB">
        <w:trPr>
          <w:trHeight w:val="5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65F95" w14:textId="77777777" w:rsidR="00C5752B" w:rsidRPr="00C30652" w:rsidRDefault="00C5752B" w:rsidP="00215B6B">
            <w:pPr>
              <w:numPr>
                <w:ilvl w:val="0"/>
                <w:numId w:val="5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DC221" w14:textId="77777777" w:rsidR="00C5752B" w:rsidRPr="00C30652" w:rsidRDefault="00C5752B" w:rsidP="00C30652">
            <w:pPr>
              <w:suppressAutoHyphens/>
              <w:spacing w:after="0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Харисова</w:t>
            </w:r>
          </w:p>
          <w:p w14:paraId="472D2E26" w14:textId="77777777" w:rsidR="00C5752B" w:rsidRPr="00C30652" w:rsidRDefault="00C5752B" w:rsidP="00C30652">
            <w:pPr>
              <w:suppressAutoHyphens/>
              <w:spacing w:after="0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Альфия Назифовна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0508E" w14:textId="77777777" w:rsidR="00C5752B" w:rsidRPr="00C30652" w:rsidRDefault="00C5752B" w:rsidP="00C30652">
            <w:pPr>
              <w:suppressAutoHyphens/>
              <w:spacing w:after="0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МОБУ СОШ № 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F2EE1" w14:textId="77777777" w:rsidR="00C5752B" w:rsidRPr="00C30652" w:rsidRDefault="00C5752B" w:rsidP="00C30652">
            <w:pPr>
              <w:suppressAutoHyphens/>
              <w:spacing w:after="0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учитель-логопед</w:t>
            </w:r>
          </w:p>
          <w:p w14:paraId="042638AC" w14:textId="77777777" w:rsidR="00C5752B" w:rsidRPr="00C30652" w:rsidRDefault="00C5752B" w:rsidP="00C30652">
            <w:pPr>
              <w:suppressAutoHyphens/>
              <w:spacing w:after="0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5752B" w:rsidRPr="00C30652" w14:paraId="3B60DE1B" w14:textId="77777777" w:rsidTr="007704EB">
        <w:trPr>
          <w:trHeight w:val="5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AB3D5" w14:textId="77777777" w:rsidR="00C5752B" w:rsidRPr="00C30652" w:rsidRDefault="00C5752B" w:rsidP="00215B6B">
            <w:pPr>
              <w:numPr>
                <w:ilvl w:val="0"/>
                <w:numId w:val="5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1E924" w14:textId="77777777" w:rsidR="00C5752B" w:rsidRPr="00C30652" w:rsidRDefault="00C5752B" w:rsidP="00C30652">
            <w:pPr>
              <w:suppressAutoHyphens/>
              <w:spacing w:after="0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Мифтахова</w:t>
            </w:r>
          </w:p>
          <w:p w14:paraId="5FD9E02B" w14:textId="77777777" w:rsidR="00C5752B" w:rsidRPr="00C30652" w:rsidRDefault="00C5752B" w:rsidP="00C30652">
            <w:pPr>
              <w:suppressAutoHyphens/>
              <w:spacing w:after="0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Нэйля Гизатулловна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9C682" w14:textId="77777777" w:rsidR="00C5752B" w:rsidRPr="00C30652" w:rsidRDefault="00C5752B" w:rsidP="00C30652">
            <w:pPr>
              <w:suppressAutoHyphens/>
              <w:spacing w:after="0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 xml:space="preserve">МАДОУ </w:t>
            </w:r>
            <w:r w:rsidRPr="00C3065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детский сад № 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150DB" w14:textId="77777777" w:rsidR="00C5752B" w:rsidRPr="00C30652" w:rsidRDefault="00C5752B" w:rsidP="00C30652">
            <w:pPr>
              <w:suppressAutoHyphens/>
              <w:spacing w:after="0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воспитатель</w:t>
            </w:r>
          </w:p>
          <w:p w14:paraId="29479D0E" w14:textId="77777777" w:rsidR="00C5752B" w:rsidRPr="00C30652" w:rsidRDefault="00C5752B" w:rsidP="00C30652">
            <w:pPr>
              <w:suppressAutoHyphens/>
              <w:spacing w:after="0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5752B" w:rsidRPr="00C30652" w14:paraId="5FC42373" w14:textId="77777777" w:rsidTr="007704EB">
        <w:trPr>
          <w:trHeight w:val="5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5783F" w14:textId="77777777" w:rsidR="00C5752B" w:rsidRPr="00C30652" w:rsidRDefault="00C5752B" w:rsidP="00215B6B">
            <w:pPr>
              <w:numPr>
                <w:ilvl w:val="0"/>
                <w:numId w:val="5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2B279" w14:textId="77777777" w:rsidR="00C5752B" w:rsidRPr="00C30652" w:rsidRDefault="00C5752B" w:rsidP="00C30652">
            <w:pPr>
              <w:suppressAutoHyphens/>
              <w:spacing w:after="0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Фикс</w:t>
            </w:r>
          </w:p>
          <w:p w14:paraId="63959E87" w14:textId="77777777" w:rsidR="00C5752B" w:rsidRPr="00C30652" w:rsidRDefault="00C5752B" w:rsidP="00C30652">
            <w:pPr>
              <w:suppressAutoHyphens/>
              <w:spacing w:after="0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Марина  Владимировна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F8153" w14:textId="77777777" w:rsidR="00C5752B" w:rsidRPr="00C30652" w:rsidRDefault="00C5752B" w:rsidP="00C30652">
            <w:pPr>
              <w:suppressAutoHyphens/>
              <w:spacing w:after="0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МДОБУ детский сад № 32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136A6" w14:textId="77777777" w:rsidR="00C5752B" w:rsidRPr="00C30652" w:rsidRDefault="00C5752B" w:rsidP="00C30652">
            <w:pPr>
              <w:suppressAutoHyphens/>
              <w:spacing w:after="0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воспитатель</w:t>
            </w:r>
          </w:p>
          <w:p w14:paraId="28DA74EB" w14:textId="77777777" w:rsidR="00C5752B" w:rsidRPr="00C30652" w:rsidRDefault="00C5752B" w:rsidP="00C30652">
            <w:pPr>
              <w:suppressAutoHyphens/>
              <w:spacing w:after="0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5752B" w:rsidRPr="00C30652" w14:paraId="7FB15AA5" w14:textId="77777777" w:rsidTr="007704EB">
        <w:trPr>
          <w:trHeight w:val="5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0E8F1" w14:textId="77777777" w:rsidR="00C5752B" w:rsidRPr="00C30652" w:rsidRDefault="00C5752B" w:rsidP="00215B6B">
            <w:pPr>
              <w:numPr>
                <w:ilvl w:val="0"/>
                <w:numId w:val="5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52A30" w14:textId="77777777" w:rsidR="00C5752B" w:rsidRPr="00C30652" w:rsidRDefault="00C5752B" w:rsidP="00C30652">
            <w:pPr>
              <w:suppressAutoHyphens/>
              <w:spacing w:after="0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Чувашева</w:t>
            </w:r>
          </w:p>
          <w:p w14:paraId="5470359A" w14:textId="77777777" w:rsidR="00C5752B" w:rsidRPr="00C30652" w:rsidRDefault="00C5752B" w:rsidP="00C30652">
            <w:pPr>
              <w:suppressAutoHyphens/>
              <w:spacing w:after="0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Наталья Сергеевна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52E53" w14:textId="77777777" w:rsidR="00C5752B" w:rsidRPr="00C30652" w:rsidRDefault="00C5752B" w:rsidP="00C30652">
            <w:pPr>
              <w:suppressAutoHyphens/>
              <w:spacing w:after="0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МОБУ «Гимназия №1»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F0B74" w14:textId="77777777" w:rsidR="00C5752B" w:rsidRPr="00C30652" w:rsidRDefault="00C5752B" w:rsidP="00C30652">
            <w:pPr>
              <w:suppressAutoHyphens/>
              <w:spacing w:after="0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учитель</w:t>
            </w:r>
          </w:p>
          <w:p w14:paraId="5CB75128" w14:textId="77777777" w:rsidR="00C5752B" w:rsidRPr="00C30652" w:rsidRDefault="00C5752B" w:rsidP="00C30652">
            <w:pPr>
              <w:suppressAutoHyphens/>
              <w:spacing w:after="0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51EF7A74" w14:textId="77777777" w:rsidR="00C5752B" w:rsidRPr="00C30652" w:rsidRDefault="00C5752B" w:rsidP="00C3065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B39A069" w14:textId="77777777" w:rsidR="00FD1274" w:rsidRDefault="00FD1274" w:rsidP="008768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be-BY"/>
        </w:rPr>
      </w:pPr>
    </w:p>
    <w:p w14:paraId="1CCBC80B" w14:textId="77777777" w:rsidR="00FD1274" w:rsidRDefault="00FD1274" w:rsidP="008768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be-BY"/>
        </w:rPr>
      </w:pPr>
    </w:p>
    <w:p w14:paraId="50C6170D" w14:textId="77777777" w:rsidR="00FD1274" w:rsidRDefault="00FD1274" w:rsidP="008768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be-BY"/>
        </w:rPr>
      </w:pPr>
    </w:p>
    <w:p w14:paraId="5A6F2B62" w14:textId="77777777" w:rsidR="00FD1274" w:rsidRDefault="00FD1274" w:rsidP="008768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be-BY"/>
        </w:rPr>
      </w:pPr>
    </w:p>
    <w:p w14:paraId="75E02A63" w14:textId="77777777" w:rsidR="00FD1274" w:rsidRDefault="00FD1274" w:rsidP="008768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be-BY"/>
        </w:rPr>
      </w:pPr>
    </w:p>
    <w:p w14:paraId="33C7055C" w14:textId="77777777" w:rsidR="00FD1274" w:rsidRDefault="00FD1274" w:rsidP="008768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be-BY"/>
        </w:rPr>
      </w:pPr>
    </w:p>
    <w:p w14:paraId="75257BC0" w14:textId="77777777" w:rsidR="00FD1274" w:rsidRDefault="00FD1274" w:rsidP="008768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be-BY"/>
        </w:rPr>
      </w:pPr>
    </w:p>
    <w:p w14:paraId="3A097314" w14:textId="77777777" w:rsidR="00FD1274" w:rsidRDefault="00FD1274" w:rsidP="00FD127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Приложение №2  к приказу Министерства образования</w:t>
      </w:r>
    </w:p>
    <w:p w14:paraId="1790A98C" w14:textId="77777777" w:rsidR="00FD1274" w:rsidRPr="00BE3CB8" w:rsidRDefault="00FD1274" w:rsidP="00FD1274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14:paraId="23C52D30" w14:textId="77777777" w:rsidR="00FD1274" w:rsidRDefault="00FD1274" w:rsidP="00FD127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14:paraId="5E634F4C" w14:textId="77777777" w:rsidR="00FD1274" w:rsidRDefault="00FD1274" w:rsidP="00FD127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14:paraId="22E5EDAE" w14:textId="77777777" w:rsidR="00FD1274" w:rsidRDefault="00FD1274" w:rsidP="00FD1274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14:paraId="69DBE23B" w14:textId="77777777" w:rsidR="00FD1274" w:rsidRPr="00FD0F2C" w:rsidRDefault="00FD1274" w:rsidP="00FD1274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3382F037" w14:textId="77777777" w:rsidR="00876836" w:rsidRDefault="00876836" w:rsidP="008768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be-BY"/>
        </w:rPr>
      </w:pPr>
      <w:r>
        <w:rPr>
          <w:rFonts w:ascii="Times New Roman" w:hAnsi="Times New Roman"/>
          <w:b/>
          <w:sz w:val="24"/>
          <w:szCs w:val="24"/>
          <w:lang w:val="be-BY"/>
        </w:rPr>
        <w:t>МР Салаватский район Республики Башкортостан</w:t>
      </w:r>
    </w:p>
    <w:p w14:paraId="41462E58" w14:textId="77777777" w:rsidR="00876836" w:rsidRDefault="00876836" w:rsidP="008768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be-BY"/>
        </w:rPr>
      </w:pPr>
    </w:p>
    <w:tbl>
      <w:tblPr>
        <w:tblW w:w="11060" w:type="dxa"/>
        <w:tblInd w:w="-11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8"/>
        <w:gridCol w:w="3365"/>
        <w:gridCol w:w="4110"/>
        <w:gridCol w:w="2977"/>
      </w:tblGrid>
      <w:tr w:rsidR="00876836" w:rsidRPr="00DA1ECF" w14:paraId="6315CE3A" w14:textId="77777777" w:rsidTr="00876836">
        <w:trPr>
          <w:trHeight w:val="454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CC0EF" w14:textId="77777777" w:rsidR="00876836" w:rsidRPr="00707764" w:rsidRDefault="00876836" w:rsidP="00876836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0776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257EF" w14:textId="77777777" w:rsidR="00876836" w:rsidRPr="00707764" w:rsidRDefault="00876836" w:rsidP="00876836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0776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ФИО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42DC3" w14:textId="77777777" w:rsidR="00876836" w:rsidRPr="00707764" w:rsidRDefault="00876836" w:rsidP="00876836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0776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Место работы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C65AE" w14:textId="77777777" w:rsidR="00876836" w:rsidRPr="00707764" w:rsidRDefault="00876836" w:rsidP="00876836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0776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Должность</w:t>
            </w:r>
          </w:p>
        </w:tc>
      </w:tr>
      <w:tr w:rsidR="00876836" w:rsidRPr="00DA1ECF" w14:paraId="0739AAD6" w14:textId="77777777" w:rsidTr="00876836">
        <w:trPr>
          <w:trHeight w:val="275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5773D" w14:textId="77777777" w:rsidR="00876836" w:rsidRPr="00707764" w:rsidRDefault="00876836" w:rsidP="00215B6B">
            <w:pPr>
              <w:numPr>
                <w:ilvl w:val="0"/>
                <w:numId w:val="14"/>
              </w:numPr>
              <w:tabs>
                <w:tab w:val="num" w:pos="500"/>
              </w:tabs>
              <w:spacing w:after="0"/>
              <w:ind w:right="-108" w:hanging="58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C35C7" w14:textId="77777777" w:rsidR="00876836" w:rsidRDefault="00876836" w:rsidP="00876836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764">
              <w:rPr>
                <w:rFonts w:ascii="Times New Roman" w:hAnsi="Times New Roman"/>
                <w:sz w:val="24"/>
                <w:szCs w:val="24"/>
              </w:rPr>
              <w:t>Чурагулова</w:t>
            </w:r>
          </w:p>
          <w:p w14:paraId="5277EC3B" w14:textId="77777777" w:rsidR="00876836" w:rsidRPr="00707764" w:rsidRDefault="00876836" w:rsidP="00876836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764">
              <w:rPr>
                <w:rFonts w:ascii="Times New Roman" w:hAnsi="Times New Roman"/>
                <w:sz w:val="24"/>
                <w:szCs w:val="24"/>
              </w:rPr>
              <w:t xml:space="preserve"> Нурания Мутагаровна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E8493" w14:textId="77777777" w:rsidR="00876836" w:rsidRPr="00707764" w:rsidRDefault="00876836" w:rsidP="00876836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764">
              <w:rPr>
                <w:rFonts w:ascii="Times New Roman" w:hAnsi="Times New Roman"/>
                <w:sz w:val="24"/>
                <w:szCs w:val="24"/>
              </w:rPr>
              <w:t>МОБУ ООШ д.Яхъя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0DFE2" w14:textId="77777777" w:rsidR="00876836" w:rsidRPr="00707764" w:rsidRDefault="00876836" w:rsidP="00876836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764"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</w:tc>
      </w:tr>
      <w:tr w:rsidR="00876836" w:rsidRPr="00DA1ECF" w14:paraId="1521B893" w14:textId="77777777" w:rsidTr="00876836">
        <w:trPr>
          <w:trHeight w:val="275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B7D07" w14:textId="77777777" w:rsidR="00876836" w:rsidRPr="00707764" w:rsidRDefault="00876836" w:rsidP="00215B6B">
            <w:pPr>
              <w:numPr>
                <w:ilvl w:val="0"/>
                <w:numId w:val="14"/>
              </w:numPr>
              <w:tabs>
                <w:tab w:val="num" w:pos="500"/>
              </w:tabs>
              <w:spacing w:after="0"/>
              <w:ind w:right="-108" w:hanging="58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8529B" w14:textId="77777777" w:rsidR="00876836" w:rsidRDefault="00876836" w:rsidP="00876836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764">
              <w:rPr>
                <w:rFonts w:ascii="Times New Roman" w:hAnsi="Times New Roman"/>
                <w:sz w:val="24"/>
                <w:szCs w:val="24"/>
              </w:rPr>
              <w:t xml:space="preserve">Ситдикова </w:t>
            </w:r>
          </w:p>
          <w:p w14:paraId="2FE5CEB7" w14:textId="77777777" w:rsidR="00876836" w:rsidRPr="00707764" w:rsidRDefault="00876836" w:rsidP="00876836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764">
              <w:rPr>
                <w:rFonts w:ascii="Times New Roman" w:hAnsi="Times New Roman"/>
                <w:sz w:val="24"/>
                <w:szCs w:val="24"/>
              </w:rPr>
              <w:t>Венера Махасимовна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8041F" w14:textId="77777777" w:rsidR="00876836" w:rsidRPr="00707764" w:rsidRDefault="00876836" w:rsidP="00876836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764">
              <w:rPr>
                <w:rFonts w:ascii="Times New Roman" w:hAnsi="Times New Roman"/>
                <w:sz w:val="24"/>
                <w:szCs w:val="24"/>
              </w:rPr>
              <w:t>МОБУ СОШ с.Лагерево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2D13B" w14:textId="77777777" w:rsidR="00876836" w:rsidRPr="00707764" w:rsidRDefault="00876836" w:rsidP="00876836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707764">
              <w:rPr>
                <w:rFonts w:ascii="Times New Roman" w:hAnsi="Times New Roman"/>
                <w:sz w:val="24"/>
                <w:szCs w:val="24"/>
              </w:rPr>
              <w:t>читель</w:t>
            </w:r>
          </w:p>
        </w:tc>
      </w:tr>
      <w:tr w:rsidR="00876836" w:rsidRPr="00DA1ECF" w14:paraId="5085D35F" w14:textId="77777777" w:rsidTr="00876836">
        <w:trPr>
          <w:trHeight w:val="275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2A7B5" w14:textId="77777777" w:rsidR="00876836" w:rsidRPr="00707764" w:rsidRDefault="00876836" w:rsidP="00215B6B">
            <w:pPr>
              <w:numPr>
                <w:ilvl w:val="0"/>
                <w:numId w:val="14"/>
              </w:numPr>
              <w:tabs>
                <w:tab w:val="num" w:pos="500"/>
              </w:tabs>
              <w:spacing w:after="0"/>
              <w:ind w:right="-108" w:hanging="58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8AF75" w14:textId="77777777" w:rsidR="00876836" w:rsidRDefault="00876836" w:rsidP="00876836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764">
              <w:rPr>
                <w:rFonts w:ascii="Times New Roman" w:hAnsi="Times New Roman"/>
                <w:sz w:val="24"/>
                <w:szCs w:val="24"/>
              </w:rPr>
              <w:t xml:space="preserve">Гайнанова </w:t>
            </w:r>
          </w:p>
          <w:p w14:paraId="44CFFA23" w14:textId="77777777" w:rsidR="00876836" w:rsidRPr="00707764" w:rsidRDefault="00876836" w:rsidP="00876836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764">
              <w:rPr>
                <w:rFonts w:ascii="Times New Roman" w:hAnsi="Times New Roman"/>
                <w:sz w:val="24"/>
                <w:szCs w:val="24"/>
              </w:rPr>
              <w:t>Тагзима Фазыльяновна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BFA5C" w14:textId="77777777" w:rsidR="00876836" w:rsidRPr="00707764" w:rsidRDefault="00876836" w:rsidP="00876836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764">
              <w:rPr>
                <w:rFonts w:ascii="Times New Roman" w:hAnsi="Times New Roman"/>
                <w:sz w:val="24"/>
                <w:szCs w:val="24"/>
              </w:rPr>
              <w:t>МОБУ СОШ с.Лагерево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09FF8" w14:textId="77777777" w:rsidR="00876836" w:rsidRPr="00707764" w:rsidRDefault="00876836" w:rsidP="00876836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707764">
              <w:rPr>
                <w:rFonts w:ascii="Times New Roman" w:hAnsi="Times New Roman"/>
                <w:sz w:val="24"/>
                <w:szCs w:val="24"/>
              </w:rPr>
              <w:t>читель</w:t>
            </w:r>
          </w:p>
        </w:tc>
      </w:tr>
      <w:tr w:rsidR="00876836" w:rsidRPr="00DA1ECF" w14:paraId="58253F39" w14:textId="77777777" w:rsidTr="00876836">
        <w:trPr>
          <w:trHeight w:val="275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ABB07" w14:textId="77777777" w:rsidR="00876836" w:rsidRPr="00707764" w:rsidRDefault="00876836" w:rsidP="00215B6B">
            <w:pPr>
              <w:numPr>
                <w:ilvl w:val="0"/>
                <w:numId w:val="14"/>
              </w:numPr>
              <w:tabs>
                <w:tab w:val="num" w:pos="500"/>
              </w:tabs>
              <w:spacing w:after="0"/>
              <w:ind w:right="-108" w:hanging="58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5DB60" w14:textId="77777777" w:rsidR="00876836" w:rsidRDefault="00876836" w:rsidP="00876836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764">
              <w:rPr>
                <w:rFonts w:ascii="Times New Roman" w:hAnsi="Times New Roman"/>
                <w:sz w:val="24"/>
                <w:szCs w:val="24"/>
              </w:rPr>
              <w:t xml:space="preserve">Абрарова </w:t>
            </w:r>
          </w:p>
          <w:p w14:paraId="3AADD7EE" w14:textId="77777777" w:rsidR="00876836" w:rsidRPr="00707764" w:rsidRDefault="00876836" w:rsidP="00876836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764">
              <w:rPr>
                <w:rFonts w:ascii="Times New Roman" w:hAnsi="Times New Roman"/>
                <w:sz w:val="24"/>
                <w:szCs w:val="24"/>
              </w:rPr>
              <w:t>Эльза Галиаскаровна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18813" w14:textId="77777777" w:rsidR="00876836" w:rsidRPr="00707764" w:rsidRDefault="00876836" w:rsidP="00876836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764">
              <w:rPr>
                <w:rFonts w:ascii="Times New Roman" w:hAnsi="Times New Roman"/>
                <w:sz w:val="24"/>
                <w:szCs w:val="24"/>
              </w:rPr>
              <w:t>МБОУ башкирская гимназия с.Малояз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E06BB" w14:textId="77777777" w:rsidR="00876836" w:rsidRPr="00707764" w:rsidRDefault="00876836" w:rsidP="00876836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707764">
              <w:rPr>
                <w:rFonts w:ascii="Times New Roman" w:hAnsi="Times New Roman"/>
                <w:sz w:val="24"/>
                <w:szCs w:val="24"/>
              </w:rPr>
              <w:t>читель</w:t>
            </w:r>
          </w:p>
        </w:tc>
      </w:tr>
      <w:tr w:rsidR="00876836" w:rsidRPr="00DA1ECF" w14:paraId="1CB8FA0E" w14:textId="77777777" w:rsidTr="00876836">
        <w:trPr>
          <w:trHeight w:val="275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76153" w14:textId="77777777" w:rsidR="00876836" w:rsidRPr="00707764" w:rsidRDefault="00876836" w:rsidP="00215B6B">
            <w:pPr>
              <w:numPr>
                <w:ilvl w:val="0"/>
                <w:numId w:val="14"/>
              </w:numPr>
              <w:tabs>
                <w:tab w:val="num" w:pos="500"/>
              </w:tabs>
              <w:spacing w:after="0" w:line="240" w:lineRule="auto"/>
              <w:ind w:right="-108" w:hanging="58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D6B0B" w14:textId="77777777" w:rsidR="00876836" w:rsidRDefault="00876836" w:rsidP="0087683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764">
              <w:rPr>
                <w:rFonts w:ascii="Times New Roman" w:hAnsi="Times New Roman"/>
                <w:sz w:val="24"/>
                <w:szCs w:val="24"/>
              </w:rPr>
              <w:t>Фаизова</w:t>
            </w:r>
          </w:p>
          <w:p w14:paraId="12E06030" w14:textId="77777777" w:rsidR="00876836" w:rsidRPr="00707764" w:rsidRDefault="00876836" w:rsidP="0087683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764">
              <w:rPr>
                <w:rFonts w:ascii="Times New Roman" w:hAnsi="Times New Roman"/>
                <w:sz w:val="24"/>
                <w:szCs w:val="24"/>
              </w:rPr>
              <w:t>Гульнара Юнировна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6C716" w14:textId="77777777" w:rsidR="00876836" w:rsidRDefault="00876836" w:rsidP="00894A01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Pr="00707764">
              <w:rPr>
                <w:rFonts w:ascii="Times New Roman" w:hAnsi="Times New Roman"/>
                <w:sz w:val="24"/>
                <w:szCs w:val="24"/>
              </w:rPr>
              <w:t xml:space="preserve">МБОУ башкирская гимназия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EA072ED" w14:textId="77777777" w:rsidR="00876836" w:rsidRPr="00707764" w:rsidRDefault="00876836" w:rsidP="00894A01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</w:t>
            </w:r>
            <w:r w:rsidRPr="00707764">
              <w:rPr>
                <w:rFonts w:ascii="Times New Roman" w:hAnsi="Times New Roman"/>
                <w:sz w:val="24"/>
                <w:szCs w:val="24"/>
              </w:rPr>
              <w:t>с.Малояз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5E96D" w14:textId="77777777" w:rsidR="00876836" w:rsidRPr="00707764" w:rsidRDefault="00876836" w:rsidP="0087683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707764">
              <w:rPr>
                <w:rFonts w:ascii="Times New Roman" w:hAnsi="Times New Roman"/>
                <w:sz w:val="24"/>
                <w:szCs w:val="24"/>
              </w:rPr>
              <w:t>читель</w:t>
            </w:r>
          </w:p>
        </w:tc>
      </w:tr>
    </w:tbl>
    <w:p w14:paraId="7F5D9D82" w14:textId="77777777" w:rsidR="00876836" w:rsidRDefault="00876836" w:rsidP="00876836"/>
    <w:p w14:paraId="45708DCB" w14:textId="77777777" w:rsidR="00876836" w:rsidRDefault="00876836" w:rsidP="00876836"/>
    <w:p w14:paraId="09FC9178" w14:textId="77777777" w:rsidR="00876836" w:rsidRDefault="00876836" w:rsidP="00876836"/>
    <w:p w14:paraId="39657193" w14:textId="77777777" w:rsidR="00876836" w:rsidRDefault="00876836" w:rsidP="00876836"/>
    <w:p w14:paraId="03C2EB19" w14:textId="77777777" w:rsidR="00876836" w:rsidRDefault="00876836" w:rsidP="00876836">
      <w:pPr>
        <w:spacing w:after="0"/>
        <w:ind w:firstLine="851"/>
        <w:rPr>
          <w:rFonts w:ascii="Times New Roman" w:hAnsi="Times New Roman" w:cs="Times New Roman"/>
          <w:b/>
          <w:sz w:val="24"/>
          <w:szCs w:val="24"/>
        </w:rPr>
      </w:pPr>
    </w:p>
    <w:p w14:paraId="67C1D7A0" w14:textId="77777777" w:rsidR="00876836" w:rsidRDefault="00876836" w:rsidP="00876836">
      <w:pPr>
        <w:spacing w:after="0"/>
        <w:ind w:firstLine="851"/>
        <w:rPr>
          <w:rFonts w:ascii="Times New Roman" w:hAnsi="Times New Roman" w:cs="Times New Roman"/>
          <w:b/>
          <w:sz w:val="24"/>
          <w:szCs w:val="24"/>
        </w:rPr>
      </w:pPr>
    </w:p>
    <w:p w14:paraId="127A0226" w14:textId="77777777" w:rsidR="00876836" w:rsidRDefault="00876836" w:rsidP="00876836">
      <w:pPr>
        <w:spacing w:after="0"/>
        <w:ind w:firstLine="851"/>
        <w:rPr>
          <w:rFonts w:ascii="Times New Roman" w:hAnsi="Times New Roman" w:cs="Times New Roman"/>
          <w:b/>
          <w:sz w:val="24"/>
          <w:szCs w:val="24"/>
        </w:rPr>
      </w:pPr>
    </w:p>
    <w:p w14:paraId="6DB12A4B" w14:textId="77777777" w:rsidR="00876836" w:rsidRDefault="00876836" w:rsidP="00876836">
      <w:pPr>
        <w:spacing w:after="0"/>
        <w:ind w:firstLine="851"/>
        <w:rPr>
          <w:rFonts w:ascii="Times New Roman" w:hAnsi="Times New Roman" w:cs="Times New Roman"/>
          <w:b/>
          <w:sz w:val="24"/>
          <w:szCs w:val="24"/>
        </w:rPr>
      </w:pPr>
    </w:p>
    <w:p w14:paraId="40B06BD1" w14:textId="77777777" w:rsidR="00FD1274" w:rsidRDefault="00FD1274" w:rsidP="00876836">
      <w:pPr>
        <w:spacing w:after="0"/>
        <w:ind w:firstLine="85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</w:p>
    <w:p w14:paraId="4B251268" w14:textId="77777777" w:rsidR="00FD1274" w:rsidRDefault="00FD1274" w:rsidP="00876836">
      <w:pPr>
        <w:spacing w:after="0"/>
        <w:ind w:firstLine="851"/>
        <w:rPr>
          <w:rFonts w:ascii="Times New Roman" w:hAnsi="Times New Roman" w:cs="Times New Roman"/>
          <w:b/>
          <w:sz w:val="24"/>
          <w:szCs w:val="24"/>
        </w:rPr>
      </w:pPr>
    </w:p>
    <w:p w14:paraId="684005AE" w14:textId="77777777" w:rsidR="00FD1274" w:rsidRDefault="00FD1274" w:rsidP="00876836">
      <w:pPr>
        <w:spacing w:after="0"/>
        <w:ind w:firstLine="851"/>
        <w:rPr>
          <w:rFonts w:ascii="Times New Roman" w:hAnsi="Times New Roman" w:cs="Times New Roman"/>
          <w:b/>
          <w:sz w:val="24"/>
          <w:szCs w:val="24"/>
        </w:rPr>
      </w:pPr>
    </w:p>
    <w:p w14:paraId="7B26E59C" w14:textId="77777777" w:rsidR="00FD1274" w:rsidRDefault="00FD1274" w:rsidP="00876836">
      <w:pPr>
        <w:spacing w:after="0"/>
        <w:ind w:firstLine="851"/>
        <w:rPr>
          <w:rFonts w:ascii="Times New Roman" w:hAnsi="Times New Roman" w:cs="Times New Roman"/>
          <w:b/>
          <w:sz w:val="24"/>
          <w:szCs w:val="24"/>
        </w:rPr>
      </w:pPr>
    </w:p>
    <w:p w14:paraId="1E43861D" w14:textId="77777777" w:rsidR="00FD1274" w:rsidRDefault="00FD1274" w:rsidP="00876836">
      <w:pPr>
        <w:spacing w:after="0"/>
        <w:ind w:firstLine="851"/>
        <w:rPr>
          <w:rFonts w:ascii="Times New Roman" w:hAnsi="Times New Roman" w:cs="Times New Roman"/>
          <w:b/>
          <w:sz w:val="24"/>
          <w:szCs w:val="24"/>
        </w:rPr>
      </w:pPr>
    </w:p>
    <w:p w14:paraId="1F7CC45A" w14:textId="77777777" w:rsidR="00FD1274" w:rsidRDefault="00FD1274" w:rsidP="00876836">
      <w:pPr>
        <w:spacing w:after="0"/>
        <w:ind w:firstLine="851"/>
        <w:rPr>
          <w:rFonts w:ascii="Times New Roman" w:hAnsi="Times New Roman" w:cs="Times New Roman"/>
          <w:b/>
          <w:sz w:val="24"/>
          <w:szCs w:val="24"/>
        </w:rPr>
      </w:pPr>
    </w:p>
    <w:p w14:paraId="108584EB" w14:textId="77777777" w:rsidR="00FD1274" w:rsidRDefault="00FD1274" w:rsidP="00876836">
      <w:pPr>
        <w:spacing w:after="0"/>
        <w:ind w:firstLine="851"/>
        <w:rPr>
          <w:rFonts w:ascii="Times New Roman" w:hAnsi="Times New Roman" w:cs="Times New Roman"/>
          <w:b/>
          <w:sz w:val="24"/>
          <w:szCs w:val="24"/>
        </w:rPr>
      </w:pPr>
    </w:p>
    <w:p w14:paraId="6D48E523" w14:textId="77777777" w:rsidR="00FD1274" w:rsidRDefault="00FD1274" w:rsidP="00876836">
      <w:pPr>
        <w:spacing w:after="0"/>
        <w:ind w:firstLine="851"/>
        <w:rPr>
          <w:rFonts w:ascii="Times New Roman" w:hAnsi="Times New Roman" w:cs="Times New Roman"/>
          <w:b/>
          <w:sz w:val="24"/>
          <w:szCs w:val="24"/>
        </w:rPr>
      </w:pPr>
    </w:p>
    <w:p w14:paraId="208B71A5" w14:textId="77777777" w:rsidR="00FD1274" w:rsidRDefault="00FD1274" w:rsidP="00876836">
      <w:pPr>
        <w:spacing w:after="0"/>
        <w:ind w:firstLine="851"/>
        <w:rPr>
          <w:rFonts w:ascii="Times New Roman" w:hAnsi="Times New Roman" w:cs="Times New Roman"/>
          <w:b/>
          <w:sz w:val="24"/>
          <w:szCs w:val="24"/>
        </w:rPr>
      </w:pPr>
    </w:p>
    <w:p w14:paraId="20937912" w14:textId="77777777" w:rsidR="00FD1274" w:rsidRDefault="00FD1274" w:rsidP="00876836">
      <w:pPr>
        <w:spacing w:after="0"/>
        <w:ind w:firstLine="851"/>
        <w:rPr>
          <w:rFonts w:ascii="Times New Roman" w:hAnsi="Times New Roman" w:cs="Times New Roman"/>
          <w:b/>
          <w:sz w:val="24"/>
          <w:szCs w:val="24"/>
        </w:rPr>
      </w:pPr>
    </w:p>
    <w:p w14:paraId="54986EDF" w14:textId="77777777" w:rsidR="00FD1274" w:rsidRDefault="00FD1274" w:rsidP="00876836">
      <w:pPr>
        <w:spacing w:after="0"/>
        <w:ind w:firstLine="851"/>
        <w:rPr>
          <w:rFonts w:ascii="Times New Roman" w:hAnsi="Times New Roman" w:cs="Times New Roman"/>
          <w:b/>
          <w:sz w:val="24"/>
          <w:szCs w:val="24"/>
        </w:rPr>
      </w:pPr>
    </w:p>
    <w:p w14:paraId="76E237DA" w14:textId="77777777" w:rsidR="00FD1274" w:rsidRDefault="00FD1274" w:rsidP="00876836">
      <w:pPr>
        <w:spacing w:after="0"/>
        <w:ind w:firstLine="851"/>
        <w:rPr>
          <w:rFonts w:ascii="Times New Roman" w:hAnsi="Times New Roman" w:cs="Times New Roman"/>
          <w:b/>
          <w:sz w:val="24"/>
          <w:szCs w:val="24"/>
        </w:rPr>
      </w:pPr>
    </w:p>
    <w:p w14:paraId="5F85940A" w14:textId="77777777" w:rsidR="00FD1274" w:rsidRDefault="00FD1274" w:rsidP="00876836">
      <w:pPr>
        <w:spacing w:after="0"/>
        <w:ind w:firstLine="851"/>
        <w:rPr>
          <w:rFonts w:ascii="Times New Roman" w:hAnsi="Times New Roman" w:cs="Times New Roman"/>
          <w:b/>
          <w:sz w:val="24"/>
          <w:szCs w:val="24"/>
        </w:rPr>
      </w:pPr>
    </w:p>
    <w:p w14:paraId="228D286A" w14:textId="77777777" w:rsidR="00FD1274" w:rsidRDefault="00FD1274" w:rsidP="00876836">
      <w:pPr>
        <w:spacing w:after="0"/>
        <w:ind w:firstLine="851"/>
        <w:rPr>
          <w:rFonts w:ascii="Times New Roman" w:hAnsi="Times New Roman" w:cs="Times New Roman"/>
          <w:b/>
          <w:sz w:val="24"/>
          <w:szCs w:val="24"/>
        </w:rPr>
      </w:pPr>
    </w:p>
    <w:p w14:paraId="1C5429C0" w14:textId="77777777" w:rsidR="00FD1274" w:rsidRDefault="00FD1274" w:rsidP="00876836">
      <w:pPr>
        <w:spacing w:after="0"/>
        <w:ind w:firstLine="851"/>
        <w:rPr>
          <w:rFonts w:ascii="Times New Roman" w:hAnsi="Times New Roman" w:cs="Times New Roman"/>
          <w:b/>
          <w:sz w:val="24"/>
          <w:szCs w:val="24"/>
        </w:rPr>
      </w:pPr>
    </w:p>
    <w:p w14:paraId="63D269EA" w14:textId="77777777" w:rsidR="00FD1274" w:rsidRDefault="00FD1274" w:rsidP="00876836">
      <w:pPr>
        <w:spacing w:after="0"/>
        <w:ind w:firstLine="851"/>
        <w:rPr>
          <w:rFonts w:ascii="Times New Roman" w:hAnsi="Times New Roman" w:cs="Times New Roman"/>
          <w:b/>
          <w:sz w:val="24"/>
          <w:szCs w:val="24"/>
        </w:rPr>
      </w:pPr>
    </w:p>
    <w:p w14:paraId="1A361492" w14:textId="77777777" w:rsidR="00FD1274" w:rsidRDefault="00FD1274" w:rsidP="00876836">
      <w:pPr>
        <w:spacing w:after="0"/>
        <w:ind w:firstLine="851"/>
        <w:rPr>
          <w:rFonts w:ascii="Times New Roman" w:hAnsi="Times New Roman" w:cs="Times New Roman"/>
          <w:b/>
          <w:sz w:val="24"/>
          <w:szCs w:val="24"/>
        </w:rPr>
      </w:pPr>
    </w:p>
    <w:p w14:paraId="27BFE15C" w14:textId="77777777" w:rsidR="00FD1274" w:rsidRDefault="00FD1274" w:rsidP="00876836">
      <w:pPr>
        <w:spacing w:after="0"/>
        <w:ind w:firstLine="851"/>
        <w:rPr>
          <w:rFonts w:ascii="Times New Roman" w:hAnsi="Times New Roman" w:cs="Times New Roman"/>
          <w:b/>
          <w:sz w:val="24"/>
          <w:szCs w:val="24"/>
        </w:rPr>
      </w:pPr>
    </w:p>
    <w:p w14:paraId="0735425E" w14:textId="77777777" w:rsidR="00FD1274" w:rsidRDefault="00FD1274" w:rsidP="00876836">
      <w:pPr>
        <w:spacing w:after="0"/>
        <w:ind w:firstLine="851"/>
        <w:rPr>
          <w:rFonts w:ascii="Times New Roman" w:hAnsi="Times New Roman" w:cs="Times New Roman"/>
          <w:b/>
          <w:sz w:val="24"/>
          <w:szCs w:val="24"/>
        </w:rPr>
      </w:pPr>
    </w:p>
    <w:p w14:paraId="213FCF9D" w14:textId="77777777" w:rsidR="00FD1274" w:rsidRDefault="00FD1274" w:rsidP="00876836">
      <w:pPr>
        <w:spacing w:after="0"/>
        <w:ind w:firstLine="851"/>
        <w:rPr>
          <w:rFonts w:ascii="Times New Roman" w:hAnsi="Times New Roman" w:cs="Times New Roman"/>
          <w:b/>
          <w:sz w:val="24"/>
          <w:szCs w:val="24"/>
        </w:rPr>
      </w:pPr>
    </w:p>
    <w:p w14:paraId="280C8E1B" w14:textId="77777777" w:rsidR="00FD1274" w:rsidRDefault="00FD1274" w:rsidP="00FD127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>
        <w:rPr>
          <w:rFonts w:ascii="Times New Roman" w:hAnsi="Times New Roman" w:cs="Times New Roman"/>
          <w:i/>
          <w:iCs/>
          <w:sz w:val="24"/>
          <w:szCs w:val="24"/>
        </w:rPr>
        <w:t>Приложение №2  к приказу Министерства образования</w:t>
      </w:r>
    </w:p>
    <w:p w14:paraId="04B47402" w14:textId="77777777" w:rsidR="00FD1274" w:rsidRPr="00BE3CB8" w:rsidRDefault="00FD1274" w:rsidP="00FD1274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14:paraId="19D32E2C" w14:textId="77777777" w:rsidR="00FD1274" w:rsidRDefault="00FD1274" w:rsidP="00FD127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14:paraId="559EFF5C" w14:textId="77777777" w:rsidR="00FD1274" w:rsidRDefault="00FD1274" w:rsidP="00FD127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14:paraId="4FB76129" w14:textId="77777777" w:rsidR="00FD1274" w:rsidRDefault="00FD1274" w:rsidP="00FD1274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14:paraId="49173B95" w14:textId="77777777" w:rsidR="00FD1274" w:rsidRPr="00FD0F2C" w:rsidRDefault="00FD1274" w:rsidP="00FD1274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1B55AD3B" w14:textId="77777777" w:rsidR="00DD0F50" w:rsidRPr="00C30652" w:rsidRDefault="00FD1274" w:rsidP="00876836">
      <w:pPr>
        <w:spacing w:after="0"/>
        <w:ind w:firstLine="85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DD0F50" w:rsidRPr="00C30652">
        <w:rPr>
          <w:rFonts w:ascii="Times New Roman" w:hAnsi="Times New Roman" w:cs="Times New Roman"/>
          <w:b/>
          <w:sz w:val="24"/>
          <w:szCs w:val="24"/>
        </w:rPr>
        <w:t>Городской округ город Салават Республики Башкортостан</w:t>
      </w:r>
    </w:p>
    <w:p w14:paraId="40E36BB4" w14:textId="77777777" w:rsidR="00DD0F50" w:rsidRPr="00C30652" w:rsidRDefault="00DD0F50" w:rsidP="00C30652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403"/>
        <w:gridCol w:w="3969"/>
        <w:gridCol w:w="3118"/>
      </w:tblGrid>
      <w:tr w:rsidR="00C30652" w:rsidRPr="00C30652" w14:paraId="566E27DF" w14:textId="77777777" w:rsidTr="007704EB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7A5DD" w14:textId="77777777" w:rsidR="00C30652" w:rsidRPr="00C30652" w:rsidRDefault="00C30652" w:rsidP="007704E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30873" w14:textId="77777777" w:rsidR="00C30652" w:rsidRPr="00C30652" w:rsidRDefault="00C30652" w:rsidP="007704E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b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7CC50" w14:textId="77777777" w:rsidR="00C30652" w:rsidRPr="00C30652" w:rsidRDefault="00C30652" w:rsidP="007704E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5FD2B" w14:textId="77777777" w:rsidR="00C30652" w:rsidRPr="00C30652" w:rsidRDefault="00C30652" w:rsidP="007704E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DD0F50" w:rsidRPr="00C30652" w14:paraId="4FAF6478" w14:textId="77777777" w:rsidTr="007704EB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C7A44" w14:textId="77777777" w:rsidR="00DD0F50" w:rsidRPr="00C30652" w:rsidRDefault="00DD0F50" w:rsidP="00215B6B">
            <w:pPr>
              <w:pStyle w:val="a5"/>
              <w:numPr>
                <w:ilvl w:val="0"/>
                <w:numId w:val="6"/>
              </w:numPr>
              <w:tabs>
                <w:tab w:val="left" w:pos="68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B5DE5" w14:textId="77777777" w:rsidR="00DD0F50" w:rsidRPr="00C30652" w:rsidRDefault="00DD0F50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Степанова</w:t>
            </w:r>
          </w:p>
          <w:p w14:paraId="3A7DCFD7" w14:textId="77777777" w:rsidR="00DD0F50" w:rsidRPr="00C30652" w:rsidRDefault="00DD0F50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Оксана Юрьевна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B470C" w14:textId="77777777" w:rsidR="00DD0F50" w:rsidRPr="00C30652" w:rsidRDefault="00DD0F50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МБОУ ДОД «Центр искусств»</w:t>
            </w:r>
          </w:p>
          <w:p w14:paraId="6B0145F6" w14:textId="77777777" w:rsidR="00DD0F50" w:rsidRPr="00C30652" w:rsidRDefault="00DD0F50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5EDD2" w14:textId="77777777" w:rsidR="00DD0F50" w:rsidRPr="00C30652" w:rsidRDefault="007704EB" w:rsidP="007704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D0F50" w:rsidRPr="00C30652">
              <w:rPr>
                <w:rFonts w:ascii="Times New Roman" w:hAnsi="Times New Roman" w:cs="Times New Roman"/>
                <w:sz w:val="24"/>
                <w:szCs w:val="24"/>
              </w:rPr>
              <w:t>едагог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D0F50" w:rsidRPr="00C30652">
              <w:rPr>
                <w:rFonts w:ascii="Times New Roman" w:hAnsi="Times New Roman" w:cs="Times New Roman"/>
                <w:sz w:val="24"/>
                <w:szCs w:val="24"/>
              </w:rPr>
              <w:t>дополнительного</w:t>
            </w:r>
          </w:p>
          <w:p w14:paraId="51E16A14" w14:textId="77777777" w:rsidR="00DD0F50" w:rsidRPr="00C30652" w:rsidRDefault="00DD0F50" w:rsidP="007704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</w:p>
        </w:tc>
      </w:tr>
      <w:tr w:rsidR="00DD0F50" w:rsidRPr="00C30652" w14:paraId="6021B143" w14:textId="77777777" w:rsidTr="007704EB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E3C51" w14:textId="77777777" w:rsidR="00DD0F50" w:rsidRPr="00C30652" w:rsidRDefault="00DD0F50" w:rsidP="00215B6B">
            <w:pPr>
              <w:pStyle w:val="a5"/>
              <w:numPr>
                <w:ilvl w:val="0"/>
                <w:numId w:val="6"/>
              </w:numPr>
              <w:tabs>
                <w:tab w:val="left" w:pos="68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CB868" w14:textId="77777777" w:rsidR="00DD0F50" w:rsidRPr="00C30652" w:rsidRDefault="00DD0F50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Муратова</w:t>
            </w:r>
          </w:p>
          <w:p w14:paraId="5B4B4479" w14:textId="77777777" w:rsidR="00DD0F50" w:rsidRPr="00C30652" w:rsidRDefault="00DD0F50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Нурия Гильметдиновна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EB5DD" w14:textId="77777777" w:rsidR="00DD0F50" w:rsidRPr="00C30652" w:rsidRDefault="00DD0F50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МБДОУ № 15 г. Салавата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3CC4F" w14:textId="77777777" w:rsidR="00DD0F50" w:rsidRPr="00C30652" w:rsidRDefault="00DD0F50" w:rsidP="007704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DD0F50" w:rsidRPr="00C30652" w14:paraId="3F83C95F" w14:textId="77777777" w:rsidTr="007704EB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A4AE2" w14:textId="77777777" w:rsidR="00DD0F50" w:rsidRPr="00C30652" w:rsidRDefault="00DD0F50" w:rsidP="00215B6B">
            <w:pPr>
              <w:pStyle w:val="a5"/>
              <w:numPr>
                <w:ilvl w:val="0"/>
                <w:numId w:val="6"/>
              </w:numPr>
              <w:tabs>
                <w:tab w:val="left" w:pos="68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77706" w14:textId="77777777" w:rsidR="00DD0F50" w:rsidRPr="00C30652" w:rsidRDefault="00DD0F50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Горшкова</w:t>
            </w:r>
          </w:p>
          <w:p w14:paraId="7BDE007C" w14:textId="77777777" w:rsidR="00DD0F50" w:rsidRPr="00C30652" w:rsidRDefault="00DD0F50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Галина Владимировна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5970D" w14:textId="77777777" w:rsidR="00DD0F50" w:rsidRPr="00C30652" w:rsidRDefault="00DD0F50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МБДОУ № 15 г. Салавата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086E4" w14:textId="77777777" w:rsidR="00DD0F50" w:rsidRPr="00C30652" w:rsidRDefault="00DD0F50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DD0F50" w:rsidRPr="00C30652" w14:paraId="43EE5D10" w14:textId="77777777" w:rsidTr="007704EB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1149C" w14:textId="77777777" w:rsidR="00DD0F50" w:rsidRPr="00C30652" w:rsidRDefault="00DD0F50" w:rsidP="00215B6B">
            <w:pPr>
              <w:pStyle w:val="a5"/>
              <w:numPr>
                <w:ilvl w:val="0"/>
                <w:numId w:val="6"/>
              </w:numPr>
              <w:tabs>
                <w:tab w:val="left" w:pos="68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06902" w14:textId="77777777" w:rsidR="00DD0F50" w:rsidRPr="00C30652" w:rsidRDefault="00DD0F50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Усманова</w:t>
            </w:r>
          </w:p>
          <w:p w14:paraId="25993E61" w14:textId="77777777" w:rsidR="00DD0F50" w:rsidRPr="00C30652" w:rsidRDefault="00DD0F50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Эльвира Фарадиловна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AE21D" w14:textId="77777777" w:rsidR="00DD0F50" w:rsidRPr="00C30652" w:rsidRDefault="00DD0F50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МАДОУ № 35 г. Салавата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121F6" w14:textId="77777777" w:rsidR="00DD0F50" w:rsidRPr="00C30652" w:rsidRDefault="00DD0F50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инструктор</w:t>
            </w:r>
          </w:p>
          <w:p w14:paraId="2540D9C0" w14:textId="77777777" w:rsidR="00DD0F50" w:rsidRPr="00C30652" w:rsidRDefault="00DD0F50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по физической культуре</w:t>
            </w:r>
          </w:p>
        </w:tc>
      </w:tr>
      <w:tr w:rsidR="00DD0F50" w:rsidRPr="00C30652" w14:paraId="7BD66A7D" w14:textId="77777777" w:rsidTr="007704EB">
        <w:trPr>
          <w:trHeight w:val="5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4FF23" w14:textId="77777777" w:rsidR="00DD0F50" w:rsidRPr="00C30652" w:rsidRDefault="00DD0F50" w:rsidP="00215B6B">
            <w:pPr>
              <w:pStyle w:val="a5"/>
              <w:numPr>
                <w:ilvl w:val="0"/>
                <w:numId w:val="6"/>
              </w:numPr>
              <w:tabs>
                <w:tab w:val="left" w:pos="68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CB0C3" w14:textId="77777777" w:rsidR="00DD0F50" w:rsidRPr="00C30652" w:rsidRDefault="00DD0F50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Шарапов</w:t>
            </w:r>
          </w:p>
          <w:p w14:paraId="15C61AE2" w14:textId="77777777" w:rsidR="00DD0F50" w:rsidRPr="00C30652" w:rsidRDefault="00DD0F50" w:rsidP="007704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Виталий Сергеевич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2151C" w14:textId="77777777" w:rsidR="00DD0F50" w:rsidRPr="00C30652" w:rsidRDefault="00DD0F50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МБОУ ДОД ДЮСШ г. Салавата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0B82D" w14:textId="77777777" w:rsidR="00DD0F50" w:rsidRPr="00C30652" w:rsidRDefault="00DD0F50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тренер - преподаватель</w:t>
            </w:r>
          </w:p>
        </w:tc>
      </w:tr>
      <w:tr w:rsidR="00DD0F50" w:rsidRPr="00C30652" w14:paraId="1C11DCE3" w14:textId="77777777" w:rsidTr="007704EB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03CF0" w14:textId="77777777" w:rsidR="00DD0F50" w:rsidRPr="00C30652" w:rsidRDefault="00DD0F50" w:rsidP="00215B6B">
            <w:pPr>
              <w:pStyle w:val="a5"/>
              <w:numPr>
                <w:ilvl w:val="0"/>
                <w:numId w:val="6"/>
              </w:numPr>
              <w:tabs>
                <w:tab w:val="left" w:pos="68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EA2DF" w14:textId="77777777" w:rsidR="00DD0F50" w:rsidRPr="00C30652" w:rsidRDefault="00DD0F50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Шуйскова</w:t>
            </w:r>
          </w:p>
          <w:p w14:paraId="05EB1D35" w14:textId="77777777" w:rsidR="00DD0F50" w:rsidRPr="00C30652" w:rsidRDefault="00DD0F50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Татьяна Ивановна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C25B7" w14:textId="77777777" w:rsidR="00DD0F50" w:rsidRPr="00C30652" w:rsidRDefault="00DD0F50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МБОУ «Гимназия № 1»</w:t>
            </w:r>
          </w:p>
          <w:p w14:paraId="5DCF9E71" w14:textId="77777777" w:rsidR="00DD0F50" w:rsidRPr="00C30652" w:rsidRDefault="00DD0F50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E4167" w14:textId="77777777" w:rsidR="00DD0F50" w:rsidRPr="00C30652" w:rsidRDefault="00DD0F50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  <w:p w14:paraId="351FB28F" w14:textId="77777777" w:rsidR="00DD0F50" w:rsidRPr="00C30652" w:rsidRDefault="00DD0F50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F50" w:rsidRPr="00C30652" w14:paraId="723286D2" w14:textId="77777777" w:rsidTr="007704EB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3B3A3" w14:textId="77777777" w:rsidR="00DD0F50" w:rsidRPr="00C30652" w:rsidRDefault="00DD0F50" w:rsidP="00215B6B">
            <w:pPr>
              <w:pStyle w:val="a5"/>
              <w:numPr>
                <w:ilvl w:val="0"/>
                <w:numId w:val="6"/>
              </w:numPr>
              <w:tabs>
                <w:tab w:val="left" w:pos="68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F5B21" w14:textId="77777777" w:rsidR="00DD0F50" w:rsidRPr="00C30652" w:rsidRDefault="00DD0F50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Авдасева</w:t>
            </w:r>
          </w:p>
          <w:p w14:paraId="2FF7DA3B" w14:textId="77777777" w:rsidR="00DD0F50" w:rsidRPr="00C30652" w:rsidRDefault="00DD0F50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Ксения Владимировна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BC9B9" w14:textId="77777777" w:rsidR="00DD0F50" w:rsidRPr="00C30652" w:rsidRDefault="00DD0F50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МБОУ «СОШ № 24»</w:t>
            </w:r>
          </w:p>
          <w:p w14:paraId="71F69233" w14:textId="77777777" w:rsidR="00DD0F50" w:rsidRPr="00C30652" w:rsidRDefault="00DD0F50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3A01F" w14:textId="77777777" w:rsidR="00DD0F50" w:rsidRPr="00C30652" w:rsidRDefault="00DD0F50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</w:tbl>
    <w:p w14:paraId="176B2406" w14:textId="77777777" w:rsidR="00DD0F50" w:rsidRPr="00C30652" w:rsidRDefault="00DD0F50" w:rsidP="00C3065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451A5B8" w14:textId="77777777" w:rsidR="00A716D0" w:rsidRDefault="00A716D0" w:rsidP="00616D2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4B4F2569" w14:textId="77777777" w:rsidR="00A716D0" w:rsidRDefault="00A716D0" w:rsidP="00616D2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365B155F" w14:textId="77777777" w:rsidR="00A716D0" w:rsidRDefault="00A716D0" w:rsidP="00616D2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5F4FAA63" w14:textId="77777777" w:rsidR="00A716D0" w:rsidRDefault="00A716D0" w:rsidP="00616D2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0E487FBE" w14:textId="77777777" w:rsidR="00A716D0" w:rsidRDefault="00A716D0" w:rsidP="00616D2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0E596575" w14:textId="77777777" w:rsidR="00A716D0" w:rsidRDefault="00A716D0" w:rsidP="00616D2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695ED48" w14:textId="77777777" w:rsidR="00A716D0" w:rsidRDefault="00A716D0" w:rsidP="00616D2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0BCAA57" w14:textId="77777777" w:rsidR="00A716D0" w:rsidRDefault="00A716D0" w:rsidP="00616D2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30DF9483" w14:textId="77777777" w:rsidR="00A716D0" w:rsidRDefault="00A716D0" w:rsidP="00616D2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0C513551" w14:textId="77777777" w:rsidR="00A716D0" w:rsidRDefault="00A716D0" w:rsidP="00616D2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2772218" w14:textId="77777777" w:rsidR="00A716D0" w:rsidRDefault="00A716D0" w:rsidP="00616D2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4F63B900" w14:textId="77777777" w:rsidR="00A716D0" w:rsidRDefault="00A716D0" w:rsidP="00616D2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3FBD1D60" w14:textId="77777777" w:rsidR="00A716D0" w:rsidRDefault="00A716D0" w:rsidP="00616D2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551CC6B0" w14:textId="77777777" w:rsidR="00A716D0" w:rsidRDefault="00A716D0" w:rsidP="00616D2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4BFF2D78" w14:textId="77777777" w:rsidR="00A716D0" w:rsidRDefault="00A716D0" w:rsidP="00616D2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7804524" w14:textId="77777777" w:rsidR="00A716D0" w:rsidRDefault="00A716D0" w:rsidP="00616D2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EE922D0" w14:textId="77777777" w:rsidR="00A716D0" w:rsidRDefault="00A716D0" w:rsidP="00616D2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40E949E6" w14:textId="77777777" w:rsidR="00A716D0" w:rsidRDefault="00A716D0" w:rsidP="00616D2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50C4C935" w14:textId="77777777" w:rsidR="00A716D0" w:rsidRDefault="00A716D0" w:rsidP="00616D2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867C920" w14:textId="77777777" w:rsidR="00A716D0" w:rsidRDefault="00A716D0" w:rsidP="00616D2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309BA66B" w14:textId="77777777" w:rsidR="00A716D0" w:rsidRDefault="00A716D0" w:rsidP="00616D2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5E4C2FE2" w14:textId="77777777" w:rsidR="00A716D0" w:rsidRDefault="00A716D0" w:rsidP="00616D2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BD5E937" w14:textId="77777777" w:rsidR="00A716D0" w:rsidRDefault="00A716D0" w:rsidP="00616D2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48609CFA" w14:textId="77777777" w:rsidR="00A716D0" w:rsidRDefault="00A716D0" w:rsidP="00616D2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3D72ECED" w14:textId="77777777" w:rsidR="00A716D0" w:rsidRDefault="00A716D0" w:rsidP="00616D2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7CF80C39" w14:textId="77777777" w:rsidR="00A716D0" w:rsidRDefault="00A716D0" w:rsidP="00A716D0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Приложение №2  к приказу Министерства образования</w:t>
      </w:r>
    </w:p>
    <w:p w14:paraId="52F9D586" w14:textId="77777777" w:rsidR="00A716D0" w:rsidRPr="00BE3CB8" w:rsidRDefault="00A716D0" w:rsidP="00A716D0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14:paraId="55816865" w14:textId="77777777" w:rsidR="00A716D0" w:rsidRDefault="00A716D0" w:rsidP="00A716D0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14:paraId="608EC80D" w14:textId="77777777" w:rsidR="00A716D0" w:rsidRDefault="00A716D0" w:rsidP="00A716D0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14:paraId="609D8100" w14:textId="77777777" w:rsidR="00A716D0" w:rsidRDefault="00A716D0" w:rsidP="00A716D0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14:paraId="156AB485" w14:textId="77777777" w:rsidR="00A716D0" w:rsidRPr="00FD0F2C" w:rsidRDefault="00A716D0" w:rsidP="00A716D0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399C0BCA" w14:textId="77777777" w:rsidR="00616D2B" w:rsidRDefault="00616D2B" w:rsidP="00616D2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МР </w:t>
      </w:r>
      <w:r w:rsidRPr="00B013C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Стерлитамакский район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Республики Башкортостан</w:t>
      </w:r>
    </w:p>
    <w:p w14:paraId="327D0413" w14:textId="77777777" w:rsidR="00616D2B" w:rsidRPr="00B013C7" w:rsidRDefault="00616D2B" w:rsidP="00616D2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3544"/>
        <w:gridCol w:w="3828"/>
        <w:gridCol w:w="3118"/>
      </w:tblGrid>
      <w:tr w:rsidR="00616D2B" w:rsidRPr="00B013C7" w14:paraId="4F70D193" w14:textId="77777777" w:rsidTr="0029035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20F85" w14:textId="77777777" w:rsidR="00616D2B" w:rsidRPr="00C30652" w:rsidRDefault="00616D2B" w:rsidP="0029035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A00CA" w14:textId="77777777" w:rsidR="00616D2B" w:rsidRPr="00C30652" w:rsidRDefault="00616D2B" w:rsidP="0029035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b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ИО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D03F3" w14:textId="77777777" w:rsidR="00616D2B" w:rsidRPr="00C30652" w:rsidRDefault="00616D2B" w:rsidP="0029035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D59F4" w14:textId="77777777" w:rsidR="00616D2B" w:rsidRPr="00C30652" w:rsidRDefault="00616D2B" w:rsidP="0029035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616D2B" w:rsidRPr="00B013C7" w14:paraId="48971203" w14:textId="77777777" w:rsidTr="0029035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4D429" w14:textId="77777777" w:rsidR="00616D2B" w:rsidRPr="00B013C7" w:rsidRDefault="00616D2B" w:rsidP="0029035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C07FB" w14:textId="77777777" w:rsidR="00616D2B" w:rsidRPr="00B013C7" w:rsidRDefault="00616D2B" w:rsidP="0029035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Белкина</w:t>
            </w:r>
          </w:p>
          <w:p w14:paraId="22FAEEEB" w14:textId="77777777" w:rsidR="00616D2B" w:rsidRPr="00B013C7" w:rsidRDefault="00616D2B" w:rsidP="0029035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Ирина Николаевна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C72D5" w14:textId="77777777" w:rsidR="00616D2B" w:rsidRPr="00B013C7" w:rsidRDefault="00616D2B" w:rsidP="0029035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МОБУ СОШ с.Рощинский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E1777" w14:textId="77777777" w:rsidR="00616D2B" w:rsidRPr="00B013C7" w:rsidRDefault="00616D2B" w:rsidP="0029035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616D2B" w:rsidRPr="00B013C7" w14:paraId="04B33461" w14:textId="77777777" w:rsidTr="0029035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AD880" w14:textId="77777777" w:rsidR="00616D2B" w:rsidRPr="00B013C7" w:rsidRDefault="00616D2B" w:rsidP="0029035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0976A" w14:textId="77777777" w:rsidR="00616D2B" w:rsidRPr="00B013C7" w:rsidRDefault="00616D2B" w:rsidP="0029035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Валеева</w:t>
            </w:r>
          </w:p>
          <w:p w14:paraId="436DB372" w14:textId="77777777" w:rsidR="00616D2B" w:rsidRPr="00B013C7" w:rsidRDefault="00616D2B" w:rsidP="0029035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Фидалина Рифовна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9F281" w14:textId="77777777" w:rsidR="00616D2B" w:rsidRPr="00B013C7" w:rsidRDefault="00616D2B" w:rsidP="001F3C20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МОБУ СОШ</w:t>
            </w:r>
            <w:r w:rsidR="001F3C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B01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 Наумовка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933C0" w14:textId="77777777" w:rsidR="00616D2B" w:rsidRPr="00B013C7" w:rsidRDefault="00616D2B" w:rsidP="0029035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616D2B" w:rsidRPr="00B013C7" w14:paraId="0809996A" w14:textId="77777777" w:rsidTr="0029035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D28BB" w14:textId="77777777" w:rsidR="00616D2B" w:rsidRPr="00B013C7" w:rsidRDefault="00616D2B" w:rsidP="0029035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07050" w14:textId="77777777" w:rsidR="00616D2B" w:rsidRPr="00B013C7" w:rsidRDefault="00616D2B" w:rsidP="0029035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Васильева</w:t>
            </w:r>
          </w:p>
          <w:p w14:paraId="252199DC" w14:textId="77777777" w:rsidR="00616D2B" w:rsidRPr="00B013C7" w:rsidRDefault="00616D2B" w:rsidP="0029035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Зоя Николаевна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85CE0" w14:textId="77777777" w:rsidR="00616D2B" w:rsidRPr="00B013C7" w:rsidRDefault="00616D2B" w:rsidP="001F3C20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МОБУ СОШ</w:t>
            </w:r>
            <w:r w:rsidR="001F3C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B01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 Рощинский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FA995" w14:textId="77777777" w:rsidR="00616D2B" w:rsidRPr="00B013C7" w:rsidRDefault="00616D2B" w:rsidP="0029035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616D2B" w:rsidRPr="00B013C7" w14:paraId="1348BFF4" w14:textId="77777777" w:rsidTr="0029035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F3AA4" w14:textId="77777777" w:rsidR="00616D2B" w:rsidRPr="00B013C7" w:rsidRDefault="00616D2B" w:rsidP="0029035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99C31" w14:textId="77777777" w:rsidR="00616D2B" w:rsidRPr="00B013C7" w:rsidRDefault="00616D2B" w:rsidP="0029035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Зорова</w:t>
            </w:r>
          </w:p>
          <w:p w14:paraId="5739CBF5" w14:textId="77777777" w:rsidR="00616D2B" w:rsidRPr="00B013C7" w:rsidRDefault="00616D2B" w:rsidP="0029035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Ирина Сергеевна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24CC5" w14:textId="77777777" w:rsidR="00616D2B" w:rsidRPr="00B013C7" w:rsidRDefault="00616D2B" w:rsidP="001F3C20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МОБУ СОШ</w:t>
            </w:r>
            <w:r w:rsidR="001F3C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B01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 Бельское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80871" w14:textId="77777777" w:rsidR="00616D2B" w:rsidRPr="00B013C7" w:rsidRDefault="00616D2B" w:rsidP="0029035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616D2B" w:rsidRPr="00B013C7" w14:paraId="57646D8E" w14:textId="77777777" w:rsidTr="0029035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8B281" w14:textId="77777777" w:rsidR="00616D2B" w:rsidRPr="00B013C7" w:rsidRDefault="00616D2B" w:rsidP="0029035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4E7EA" w14:textId="77777777" w:rsidR="00616D2B" w:rsidRPr="00B013C7" w:rsidRDefault="00616D2B" w:rsidP="0029035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Исхакова</w:t>
            </w:r>
          </w:p>
          <w:p w14:paraId="13A1C8D0" w14:textId="77777777" w:rsidR="00616D2B" w:rsidRPr="00B013C7" w:rsidRDefault="00616D2B" w:rsidP="0029035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Руфина Ураловна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18E02" w14:textId="77777777" w:rsidR="00616D2B" w:rsidRPr="00B013C7" w:rsidRDefault="00616D2B" w:rsidP="001F3C20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МОБУ СОШ</w:t>
            </w:r>
            <w:r w:rsidR="001F3C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B01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 Октябрьское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1B048" w14:textId="77777777" w:rsidR="00616D2B" w:rsidRPr="00B013C7" w:rsidRDefault="00616D2B" w:rsidP="0029035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616D2B" w:rsidRPr="00B013C7" w14:paraId="5FCA9CE9" w14:textId="77777777" w:rsidTr="0029035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BD1A7" w14:textId="77777777" w:rsidR="00616D2B" w:rsidRPr="00B013C7" w:rsidRDefault="00616D2B" w:rsidP="0029035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6D12E" w14:textId="77777777" w:rsidR="00616D2B" w:rsidRPr="00B013C7" w:rsidRDefault="00616D2B" w:rsidP="0029035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Ишмухаметова</w:t>
            </w:r>
          </w:p>
          <w:p w14:paraId="72039F8F" w14:textId="77777777" w:rsidR="00616D2B" w:rsidRPr="00B013C7" w:rsidRDefault="00616D2B" w:rsidP="0029035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Ханымкыз Гумаровна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D2697" w14:textId="77777777" w:rsidR="00616D2B" w:rsidRPr="00B013C7" w:rsidRDefault="00616D2B" w:rsidP="001F3C20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МОБУ СОШ</w:t>
            </w:r>
            <w:r w:rsidR="001F3C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B01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 Новая Отрадовка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E2913" w14:textId="77777777" w:rsidR="00616D2B" w:rsidRPr="00B013C7" w:rsidRDefault="00616D2B" w:rsidP="0029035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616D2B" w:rsidRPr="00B013C7" w14:paraId="0C340476" w14:textId="77777777" w:rsidTr="0029035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27CC5" w14:textId="77777777" w:rsidR="00616D2B" w:rsidRPr="00B013C7" w:rsidRDefault="00616D2B" w:rsidP="0029035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98182" w14:textId="77777777" w:rsidR="00616D2B" w:rsidRPr="00B013C7" w:rsidRDefault="00616D2B" w:rsidP="0029035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Попова</w:t>
            </w:r>
          </w:p>
          <w:p w14:paraId="58DA404D" w14:textId="77777777" w:rsidR="00616D2B" w:rsidRPr="00B013C7" w:rsidRDefault="00616D2B" w:rsidP="0029035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Елена Ивановна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1AF47" w14:textId="77777777" w:rsidR="00616D2B" w:rsidRPr="00B013C7" w:rsidRDefault="00616D2B" w:rsidP="001F3C20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МОБУ СОШ</w:t>
            </w:r>
            <w:r w:rsidR="001F3C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B01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 Октябрьское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E0073" w14:textId="77777777" w:rsidR="00616D2B" w:rsidRPr="00B013C7" w:rsidRDefault="00616D2B" w:rsidP="0029035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616D2B" w:rsidRPr="00B013C7" w14:paraId="26460B32" w14:textId="77777777" w:rsidTr="0029035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BDDB0" w14:textId="77777777" w:rsidR="00616D2B" w:rsidRPr="00B013C7" w:rsidRDefault="00616D2B" w:rsidP="0029035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472F7" w14:textId="77777777" w:rsidR="00616D2B" w:rsidRPr="00B013C7" w:rsidRDefault="00616D2B" w:rsidP="0029035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Утякаева</w:t>
            </w:r>
          </w:p>
          <w:p w14:paraId="0A0B5942" w14:textId="77777777" w:rsidR="00616D2B" w:rsidRPr="00B013C7" w:rsidRDefault="00616D2B" w:rsidP="0029035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Фарида Абдрахмановна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BDF43" w14:textId="77777777" w:rsidR="00616D2B" w:rsidRPr="00B013C7" w:rsidRDefault="00616D2B" w:rsidP="001F3C20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МОБУ СОШ</w:t>
            </w:r>
            <w:r w:rsidR="001F3C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B01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 Николаевка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10692" w14:textId="77777777" w:rsidR="00616D2B" w:rsidRPr="00B013C7" w:rsidRDefault="00616D2B" w:rsidP="0029035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616D2B" w:rsidRPr="00B013C7" w14:paraId="688F09C1" w14:textId="77777777" w:rsidTr="0029035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85640" w14:textId="77777777" w:rsidR="00616D2B" w:rsidRPr="00B013C7" w:rsidRDefault="00616D2B" w:rsidP="0029035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1D453" w14:textId="77777777" w:rsidR="00616D2B" w:rsidRPr="00B013C7" w:rsidRDefault="00616D2B" w:rsidP="0029035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Хисматуллина</w:t>
            </w:r>
          </w:p>
          <w:p w14:paraId="05BB76C2" w14:textId="77777777" w:rsidR="00616D2B" w:rsidRPr="00B013C7" w:rsidRDefault="00616D2B" w:rsidP="0029035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Сарвар Муртазовна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794AC" w14:textId="77777777" w:rsidR="00616D2B" w:rsidRPr="00B013C7" w:rsidRDefault="00616D2B" w:rsidP="001F3C20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МОБУ СОШ</w:t>
            </w:r>
            <w:r w:rsidR="001F3C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B01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 Рощинский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F33B3" w14:textId="77777777" w:rsidR="00616D2B" w:rsidRPr="00B013C7" w:rsidRDefault="00616D2B" w:rsidP="0029035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</w:tbl>
    <w:p w14:paraId="52762600" w14:textId="77777777" w:rsidR="00616D2B" w:rsidRPr="00B013C7" w:rsidRDefault="00616D2B" w:rsidP="00616D2B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99CB5A1" w14:textId="77777777" w:rsidR="00616D2B" w:rsidRPr="00B013C7" w:rsidRDefault="00616D2B" w:rsidP="00616D2B">
      <w:pPr>
        <w:spacing w:after="0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2BF09CFC" w14:textId="77777777" w:rsidR="00616D2B" w:rsidRPr="00B013C7" w:rsidRDefault="00616D2B" w:rsidP="00616D2B">
      <w:pPr>
        <w:spacing w:after="0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48C32B90" w14:textId="77777777" w:rsidR="007704EB" w:rsidRDefault="007704EB" w:rsidP="00C306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26B201D" w14:textId="77777777" w:rsidR="00A716D0" w:rsidRDefault="00A716D0" w:rsidP="00C306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2BBA21E" w14:textId="77777777" w:rsidR="00A716D0" w:rsidRDefault="00A716D0" w:rsidP="00C306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34751D6" w14:textId="77777777" w:rsidR="00A716D0" w:rsidRDefault="00A716D0" w:rsidP="00C306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21B4FA9" w14:textId="77777777" w:rsidR="00A716D0" w:rsidRDefault="00A716D0" w:rsidP="00C306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CCC0D31" w14:textId="77777777" w:rsidR="00A716D0" w:rsidRDefault="00A716D0" w:rsidP="00C306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B22E1F2" w14:textId="77777777" w:rsidR="00A716D0" w:rsidRDefault="00A716D0" w:rsidP="00C306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442F640" w14:textId="77777777" w:rsidR="00A716D0" w:rsidRDefault="00A716D0" w:rsidP="00C306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7EDE052" w14:textId="77777777" w:rsidR="00A716D0" w:rsidRDefault="00A716D0" w:rsidP="00C306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BC39947" w14:textId="77777777" w:rsidR="00A716D0" w:rsidRDefault="00A716D0" w:rsidP="00C306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9DC43CA" w14:textId="77777777" w:rsidR="00A716D0" w:rsidRDefault="00A716D0" w:rsidP="00C306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2214DC3" w14:textId="77777777" w:rsidR="00A716D0" w:rsidRDefault="00A716D0" w:rsidP="00C306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2B10037" w14:textId="77777777" w:rsidR="00A716D0" w:rsidRDefault="00A716D0" w:rsidP="00C306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B6217AC" w14:textId="77777777" w:rsidR="00A716D0" w:rsidRDefault="00A716D0" w:rsidP="00C306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D32E539" w14:textId="77777777" w:rsidR="00A716D0" w:rsidRDefault="00A716D0" w:rsidP="00C306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49076FA" w14:textId="77777777" w:rsidR="00A716D0" w:rsidRDefault="00A716D0" w:rsidP="00C306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531224B" w14:textId="77777777" w:rsidR="00A716D0" w:rsidRDefault="00A716D0" w:rsidP="00C306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8FD9067" w14:textId="77777777" w:rsidR="00A716D0" w:rsidRDefault="00A716D0" w:rsidP="00A716D0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Приложение №2  к приказу Министерства образования</w:t>
      </w:r>
    </w:p>
    <w:p w14:paraId="3299B4AF" w14:textId="77777777" w:rsidR="00A716D0" w:rsidRPr="00BE3CB8" w:rsidRDefault="00A716D0" w:rsidP="00A716D0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14:paraId="4DB55B64" w14:textId="77777777" w:rsidR="00A716D0" w:rsidRDefault="00A716D0" w:rsidP="00A716D0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14:paraId="417FDF8C" w14:textId="77777777" w:rsidR="00A716D0" w:rsidRDefault="00A716D0" w:rsidP="00A716D0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14:paraId="61AFDDFE" w14:textId="77777777" w:rsidR="00A716D0" w:rsidRDefault="00A716D0" w:rsidP="00A716D0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14:paraId="32E434D6" w14:textId="77777777" w:rsidR="00A716D0" w:rsidRPr="00FD0F2C" w:rsidRDefault="00A716D0" w:rsidP="00A716D0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77CBCE3B" w14:textId="77777777" w:rsidR="00DD0F50" w:rsidRDefault="00DD0F50" w:rsidP="00C306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0652">
        <w:rPr>
          <w:rFonts w:ascii="Times New Roman" w:hAnsi="Times New Roman" w:cs="Times New Roman"/>
          <w:b/>
          <w:sz w:val="24"/>
          <w:szCs w:val="24"/>
        </w:rPr>
        <w:t>Городской округ город Стерлитамак Республики Башкортостан</w:t>
      </w:r>
    </w:p>
    <w:p w14:paraId="60B39B20" w14:textId="77777777" w:rsidR="007704EB" w:rsidRPr="00C30652" w:rsidRDefault="007704EB" w:rsidP="00C306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403"/>
        <w:gridCol w:w="3969"/>
        <w:gridCol w:w="3118"/>
      </w:tblGrid>
      <w:tr w:rsidR="00C30652" w:rsidRPr="00C30652" w14:paraId="6456DB04" w14:textId="77777777" w:rsidTr="007704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317D4" w14:textId="77777777" w:rsidR="00C30652" w:rsidRPr="00C30652" w:rsidRDefault="00C30652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60DDC" w14:textId="77777777" w:rsidR="00C30652" w:rsidRPr="00C30652" w:rsidRDefault="00C30652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b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E95B4" w14:textId="77777777" w:rsidR="00C30652" w:rsidRPr="00C30652" w:rsidRDefault="00C30652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1D9A1" w14:textId="77777777" w:rsidR="00C30652" w:rsidRPr="00C30652" w:rsidRDefault="00C30652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DD0F50" w:rsidRPr="00C30652" w14:paraId="413B328A" w14:textId="77777777" w:rsidTr="007704EB">
        <w:trPr>
          <w:trHeight w:val="7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D0703" w14:textId="77777777" w:rsidR="00DD0F50" w:rsidRPr="00C30652" w:rsidRDefault="00DD0F50" w:rsidP="00A716D0">
            <w:pPr>
              <w:pStyle w:val="a7"/>
              <w:ind w:left="-66"/>
              <w:rPr>
                <w:b w:val="0"/>
                <w:sz w:val="24"/>
                <w:szCs w:val="24"/>
              </w:rPr>
            </w:pPr>
            <w:r w:rsidRPr="00C30652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2E0C5" w14:textId="77777777" w:rsidR="00AE3263" w:rsidRPr="00C30652" w:rsidRDefault="00DD0F50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Агаева</w:t>
            </w:r>
          </w:p>
          <w:p w14:paraId="7295C7F2" w14:textId="77777777" w:rsidR="00DD0F50" w:rsidRPr="00C30652" w:rsidRDefault="00DD0F50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Лидия Николаевна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47BB5" w14:textId="77777777" w:rsidR="00AE3263" w:rsidRPr="00C30652" w:rsidRDefault="00DD0F50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МАОУ «Лицей №1»</w:t>
            </w:r>
          </w:p>
          <w:p w14:paraId="4DAAC511" w14:textId="77777777" w:rsidR="00DD0F50" w:rsidRPr="007704EB" w:rsidRDefault="00AE3263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городской округ</w:t>
            </w:r>
            <w:r w:rsidR="007704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 xml:space="preserve">город </w:t>
            </w:r>
            <w:r w:rsidR="00DD0F50" w:rsidRPr="00C30652">
              <w:rPr>
                <w:rFonts w:ascii="Times New Roman" w:hAnsi="Times New Roman" w:cs="Times New Roman"/>
                <w:sz w:val="24"/>
                <w:szCs w:val="24"/>
              </w:rPr>
              <w:t>Стерлитамак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6EFD3" w14:textId="77777777" w:rsidR="00DD0F50" w:rsidRPr="00C30652" w:rsidRDefault="00AE3263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у</w:t>
            </w:r>
            <w:r w:rsidR="00DD0F50" w:rsidRPr="00C30652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читель</w:t>
            </w:r>
          </w:p>
        </w:tc>
      </w:tr>
      <w:tr w:rsidR="00DD0F50" w:rsidRPr="00C30652" w14:paraId="3E6BD41E" w14:textId="77777777" w:rsidTr="007704EB">
        <w:trPr>
          <w:trHeight w:val="7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EBD83" w14:textId="77777777" w:rsidR="00DD0F50" w:rsidRPr="00C30652" w:rsidRDefault="00DD0F50" w:rsidP="00A716D0">
            <w:pPr>
              <w:pStyle w:val="a7"/>
              <w:ind w:left="-66"/>
              <w:rPr>
                <w:b w:val="0"/>
                <w:sz w:val="24"/>
                <w:szCs w:val="24"/>
              </w:rPr>
            </w:pPr>
            <w:r w:rsidRPr="00C30652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91B37" w14:textId="77777777" w:rsidR="00AE3263" w:rsidRPr="00C30652" w:rsidRDefault="00DD0F50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Байдина</w:t>
            </w:r>
          </w:p>
          <w:p w14:paraId="45E5D18A" w14:textId="77777777" w:rsidR="00DD0F50" w:rsidRPr="00C30652" w:rsidRDefault="00DD0F50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Мария Викторовна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47CB1" w14:textId="77777777" w:rsidR="00DD0F50" w:rsidRPr="007704EB" w:rsidRDefault="00DD0F50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МБДОУ «Детский сад №37»</w:t>
            </w: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городской округ</w:t>
            </w:r>
            <w:r w:rsidR="007704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город Стерлитамак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058CE" w14:textId="77777777" w:rsidR="00DD0F50" w:rsidRPr="00C30652" w:rsidRDefault="00AE3263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в</w:t>
            </w:r>
            <w:r w:rsidR="00DD0F50" w:rsidRPr="00C30652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оспитатель</w:t>
            </w:r>
          </w:p>
        </w:tc>
      </w:tr>
      <w:tr w:rsidR="00DD0F50" w:rsidRPr="00C30652" w14:paraId="73340785" w14:textId="77777777" w:rsidTr="007704EB">
        <w:trPr>
          <w:trHeight w:val="9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55159" w14:textId="77777777" w:rsidR="00DD0F50" w:rsidRPr="00C30652" w:rsidRDefault="00DD0F50" w:rsidP="00A716D0">
            <w:pPr>
              <w:pStyle w:val="a7"/>
              <w:ind w:left="-66"/>
              <w:rPr>
                <w:b w:val="0"/>
                <w:sz w:val="24"/>
                <w:szCs w:val="24"/>
              </w:rPr>
            </w:pPr>
            <w:r w:rsidRPr="00C30652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EA3FD" w14:textId="77777777" w:rsidR="00AE3263" w:rsidRPr="00C30652" w:rsidRDefault="00DD0F50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Валиева</w:t>
            </w:r>
          </w:p>
          <w:p w14:paraId="02E606E4" w14:textId="77777777" w:rsidR="00DD0F50" w:rsidRPr="00C30652" w:rsidRDefault="00DD0F50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Зимфира Самигулловна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31478" w14:textId="77777777" w:rsidR="00AE3263" w:rsidRPr="00C30652" w:rsidRDefault="00DD0F50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МАОУ «СОШ№5</w:t>
            </w:r>
          </w:p>
          <w:p w14:paraId="04552FEB" w14:textId="77777777" w:rsidR="00DD0F50" w:rsidRPr="007704EB" w:rsidRDefault="007704EB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городской </w:t>
            </w:r>
            <w:r w:rsidR="00DD0F50" w:rsidRPr="00C30652"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город </w:t>
            </w:r>
            <w:r w:rsidR="00DD0F50" w:rsidRPr="00C30652">
              <w:rPr>
                <w:rFonts w:ascii="Times New Roman" w:hAnsi="Times New Roman" w:cs="Times New Roman"/>
                <w:sz w:val="24"/>
                <w:szCs w:val="24"/>
              </w:rPr>
              <w:t>Стерлитамак</w:t>
            </w:r>
            <w:r w:rsidR="00DD0F50" w:rsidRPr="00C30652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BF933" w14:textId="77777777" w:rsidR="00DD0F50" w:rsidRPr="00C30652" w:rsidRDefault="00AE3263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у</w:t>
            </w:r>
            <w:r w:rsidR="00DD0F50" w:rsidRPr="00C30652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читель</w:t>
            </w:r>
          </w:p>
        </w:tc>
      </w:tr>
      <w:tr w:rsidR="00DD0F50" w:rsidRPr="00C30652" w14:paraId="496E5A50" w14:textId="77777777" w:rsidTr="007704EB">
        <w:trPr>
          <w:trHeight w:val="9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16C08" w14:textId="77777777" w:rsidR="00DD0F50" w:rsidRPr="00C30652" w:rsidRDefault="00DD0F50" w:rsidP="00A716D0">
            <w:pPr>
              <w:pStyle w:val="a7"/>
              <w:ind w:left="-66"/>
              <w:rPr>
                <w:b w:val="0"/>
                <w:sz w:val="24"/>
                <w:szCs w:val="24"/>
              </w:rPr>
            </w:pPr>
            <w:r w:rsidRPr="00C30652"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A4C57" w14:textId="77777777" w:rsidR="00DD0F50" w:rsidRPr="00C30652" w:rsidRDefault="00DD0F50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Гурьева</w:t>
            </w:r>
          </w:p>
          <w:p w14:paraId="21FF92DA" w14:textId="77777777" w:rsidR="00DD0F50" w:rsidRPr="00C30652" w:rsidRDefault="00DD0F50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Ольга Александровна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18897" w14:textId="77777777" w:rsidR="00AE3263" w:rsidRPr="00C30652" w:rsidRDefault="00DD0F50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МАОУ «Лицей №3»</w:t>
            </w:r>
          </w:p>
          <w:p w14:paraId="09D1E911" w14:textId="77777777" w:rsidR="00AE3263" w:rsidRPr="00C30652" w:rsidRDefault="00DD0F50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городской округ</w:t>
            </w:r>
          </w:p>
          <w:p w14:paraId="54E6ED58" w14:textId="77777777" w:rsidR="00DD0F50" w:rsidRPr="00C30652" w:rsidRDefault="00DD0F50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город Стерлитамак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C1D57" w14:textId="77777777" w:rsidR="00DD0F50" w:rsidRPr="00C30652" w:rsidRDefault="00AE3263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D0F50" w:rsidRPr="00C30652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DD0F50" w:rsidRPr="00C30652" w14:paraId="79A4C95D" w14:textId="77777777" w:rsidTr="007704EB">
        <w:trPr>
          <w:trHeight w:val="9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B8262" w14:textId="77777777" w:rsidR="00DD0F50" w:rsidRPr="00C30652" w:rsidRDefault="00DD0F50" w:rsidP="00A716D0">
            <w:pPr>
              <w:pStyle w:val="a7"/>
              <w:ind w:left="-66"/>
              <w:rPr>
                <w:b w:val="0"/>
                <w:sz w:val="24"/>
                <w:szCs w:val="24"/>
              </w:rPr>
            </w:pPr>
            <w:r w:rsidRPr="00C30652"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5C2D7" w14:textId="77777777" w:rsidR="00AE3263" w:rsidRPr="00C30652" w:rsidRDefault="00DD0F50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Гашникова</w:t>
            </w:r>
          </w:p>
          <w:p w14:paraId="25E098C2" w14:textId="77777777" w:rsidR="00DD0F50" w:rsidRPr="00C30652" w:rsidRDefault="00DD0F50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Оксана Валентиновна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11E79" w14:textId="77777777" w:rsidR="00AE3263" w:rsidRPr="00C30652" w:rsidRDefault="00DD0F50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МАДОУ </w:t>
            </w:r>
            <w:r w:rsidR="000E7C82" w:rsidRPr="00C30652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«ЦРР – детский сад </w:t>
            </w:r>
            <w:r w:rsidRPr="00C30652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№88</w:t>
            </w:r>
            <w:r w:rsidR="000E7C82" w:rsidRPr="00C30652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»</w:t>
            </w:r>
          </w:p>
          <w:p w14:paraId="270AD330" w14:textId="77777777" w:rsidR="00DD0F50" w:rsidRPr="007704EB" w:rsidRDefault="00DD0F50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городской округ</w:t>
            </w:r>
            <w:r w:rsidR="007704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город Стерлитамак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499FF" w14:textId="77777777" w:rsidR="00DD0F50" w:rsidRPr="00C30652" w:rsidRDefault="00AE3263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в</w:t>
            </w:r>
            <w:r w:rsidR="00DD0F50" w:rsidRPr="00C30652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оспитатель</w:t>
            </w:r>
          </w:p>
        </w:tc>
      </w:tr>
      <w:tr w:rsidR="00DD0F50" w:rsidRPr="00C30652" w14:paraId="38867F77" w14:textId="77777777" w:rsidTr="007704EB">
        <w:trPr>
          <w:trHeight w:val="9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DED0C" w14:textId="77777777" w:rsidR="00DD0F50" w:rsidRPr="00C30652" w:rsidRDefault="00DD0F50" w:rsidP="00A716D0">
            <w:pPr>
              <w:pStyle w:val="a7"/>
              <w:ind w:left="-66"/>
              <w:rPr>
                <w:b w:val="0"/>
                <w:sz w:val="24"/>
                <w:szCs w:val="24"/>
              </w:rPr>
            </w:pPr>
            <w:r w:rsidRPr="00C30652">
              <w:rPr>
                <w:b w:val="0"/>
                <w:sz w:val="24"/>
                <w:szCs w:val="24"/>
              </w:rPr>
              <w:t>6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BAD5E" w14:textId="77777777" w:rsidR="00AE3263" w:rsidRPr="00C30652" w:rsidRDefault="00DD0F50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Затонских</w:t>
            </w:r>
          </w:p>
          <w:p w14:paraId="1F06B7FB" w14:textId="77777777" w:rsidR="00DD0F50" w:rsidRPr="00C30652" w:rsidRDefault="00DD0F50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Алена Ринатовна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CE0F0" w14:textId="77777777" w:rsidR="00DD0F50" w:rsidRPr="00C30652" w:rsidRDefault="00DD0F50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МАДОУ</w:t>
            </w:r>
          </w:p>
          <w:p w14:paraId="51DE3F56" w14:textId="77777777" w:rsidR="00AE3263" w:rsidRPr="00C30652" w:rsidRDefault="00DD0F50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«Детский сад №10»</w:t>
            </w:r>
          </w:p>
          <w:p w14:paraId="5630B283" w14:textId="77777777" w:rsidR="00DD0F50" w:rsidRPr="006C7413" w:rsidRDefault="00AE3263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городской округ</w:t>
            </w:r>
            <w:r w:rsidR="006C74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0652">
              <w:rPr>
                <w:rFonts w:ascii="Times New Roman" w:hAnsi="Times New Roman"/>
                <w:sz w:val="24"/>
                <w:szCs w:val="24"/>
              </w:rPr>
              <w:t>город Стерлитамак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D377D" w14:textId="77777777" w:rsidR="00DD0F50" w:rsidRPr="00C30652" w:rsidRDefault="00AE3263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в</w:t>
            </w:r>
            <w:r w:rsidR="00DD0F50" w:rsidRPr="00C30652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оспитатель</w:t>
            </w:r>
          </w:p>
        </w:tc>
      </w:tr>
      <w:tr w:rsidR="00DD0F50" w:rsidRPr="00C30652" w14:paraId="35C673F5" w14:textId="77777777" w:rsidTr="006C7413">
        <w:trPr>
          <w:trHeight w:val="6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4D5E5" w14:textId="77777777" w:rsidR="00DD0F50" w:rsidRPr="00C30652" w:rsidRDefault="00DD0F50" w:rsidP="00A716D0">
            <w:pPr>
              <w:pStyle w:val="a7"/>
              <w:ind w:left="-66"/>
              <w:rPr>
                <w:b w:val="0"/>
                <w:sz w:val="24"/>
                <w:szCs w:val="24"/>
              </w:rPr>
            </w:pPr>
            <w:r w:rsidRPr="00C30652">
              <w:rPr>
                <w:b w:val="0"/>
                <w:sz w:val="24"/>
                <w:szCs w:val="24"/>
              </w:rPr>
              <w:t>7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E679D" w14:textId="77777777" w:rsidR="00AE3263" w:rsidRPr="00C30652" w:rsidRDefault="00DD0F50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Ильина</w:t>
            </w:r>
          </w:p>
          <w:p w14:paraId="1379DF6F" w14:textId="77777777" w:rsidR="00DD0F50" w:rsidRPr="00C30652" w:rsidRDefault="00DD0F50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Инна Александровна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D604B" w14:textId="77777777" w:rsidR="00AE3263" w:rsidRPr="00C30652" w:rsidRDefault="00DD0F50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 xml:space="preserve">МБДОУ </w:t>
            </w:r>
            <w:r w:rsidR="000E7C82" w:rsidRPr="00C30652">
              <w:rPr>
                <w:rFonts w:ascii="Times New Roman" w:hAnsi="Times New Roman" w:cs="Times New Roman"/>
                <w:sz w:val="24"/>
                <w:szCs w:val="24"/>
              </w:rPr>
              <w:t xml:space="preserve"> «Детский сад </w:t>
            </w: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№ 93</w:t>
            </w:r>
            <w:r w:rsidR="000E7C82" w:rsidRPr="00C3065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75E3F535" w14:textId="77777777" w:rsidR="00DD0F50" w:rsidRPr="006C7413" w:rsidRDefault="00DD0F50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городской округ</w:t>
            </w:r>
            <w:r w:rsidR="006C74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город Стерлитамак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2FBE6" w14:textId="77777777" w:rsidR="00DD0F50" w:rsidRPr="00C30652" w:rsidRDefault="00AE3263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D0F50" w:rsidRPr="00C30652">
              <w:rPr>
                <w:rFonts w:ascii="Times New Roman" w:hAnsi="Times New Roman" w:cs="Times New Roman"/>
                <w:sz w:val="24"/>
                <w:szCs w:val="24"/>
              </w:rPr>
              <w:t>читель-дефектолог</w:t>
            </w:r>
          </w:p>
        </w:tc>
      </w:tr>
      <w:tr w:rsidR="00DD0F50" w:rsidRPr="00C30652" w14:paraId="4E16B981" w14:textId="77777777" w:rsidTr="006C7413">
        <w:trPr>
          <w:trHeight w:val="7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B49D6" w14:textId="77777777" w:rsidR="00DD0F50" w:rsidRPr="00C30652" w:rsidRDefault="00DD0F50" w:rsidP="00A716D0">
            <w:pPr>
              <w:pStyle w:val="a7"/>
              <w:ind w:left="-66"/>
              <w:rPr>
                <w:b w:val="0"/>
                <w:sz w:val="24"/>
                <w:szCs w:val="24"/>
              </w:rPr>
            </w:pPr>
            <w:r w:rsidRPr="00C30652">
              <w:rPr>
                <w:b w:val="0"/>
                <w:sz w:val="24"/>
                <w:szCs w:val="24"/>
              </w:rPr>
              <w:t>8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C4353" w14:textId="77777777" w:rsidR="00AE3263" w:rsidRPr="00C30652" w:rsidRDefault="00DD0F50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Иванова</w:t>
            </w:r>
          </w:p>
          <w:p w14:paraId="631FA3E9" w14:textId="77777777" w:rsidR="00DD0F50" w:rsidRPr="00C30652" w:rsidRDefault="00DD0F50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Наталия Борисовна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01CE7" w14:textId="77777777" w:rsidR="00AE3263" w:rsidRPr="00C30652" w:rsidRDefault="00DD0F50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МАОУ «Лицей № 1»</w:t>
            </w:r>
          </w:p>
          <w:p w14:paraId="63C19C0A" w14:textId="77777777" w:rsidR="00DD0F50" w:rsidRPr="00C30652" w:rsidRDefault="00AE3263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городской округ</w:t>
            </w:r>
            <w:r w:rsidR="006C74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город Стерлитамак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C0879" w14:textId="77777777" w:rsidR="00DD0F50" w:rsidRPr="00C30652" w:rsidRDefault="000E7C82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D0F50" w:rsidRPr="00C30652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  <w:p w14:paraId="382DBF75" w14:textId="77777777" w:rsidR="00DD0F50" w:rsidRPr="00C30652" w:rsidRDefault="00DD0F50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F50" w:rsidRPr="00C30652" w14:paraId="3907CBC6" w14:textId="77777777" w:rsidTr="006C7413">
        <w:trPr>
          <w:trHeight w:val="6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76713" w14:textId="77777777" w:rsidR="00DD0F50" w:rsidRPr="00C30652" w:rsidRDefault="00DD0F50" w:rsidP="00A716D0">
            <w:pPr>
              <w:pStyle w:val="a7"/>
              <w:ind w:left="-66"/>
              <w:rPr>
                <w:b w:val="0"/>
                <w:sz w:val="24"/>
                <w:szCs w:val="24"/>
              </w:rPr>
            </w:pPr>
            <w:r w:rsidRPr="00C30652">
              <w:rPr>
                <w:b w:val="0"/>
                <w:sz w:val="24"/>
                <w:szCs w:val="24"/>
              </w:rPr>
              <w:t>9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A1C3E" w14:textId="77777777" w:rsidR="00AE3263" w:rsidRPr="00C30652" w:rsidRDefault="00DD0F50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Коваленко</w:t>
            </w:r>
          </w:p>
          <w:p w14:paraId="653A5648" w14:textId="77777777" w:rsidR="00DD0F50" w:rsidRPr="00C30652" w:rsidRDefault="00DD0F50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Ольга Федоровна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CE73E" w14:textId="77777777" w:rsidR="00AE3263" w:rsidRPr="00C30652" w:rsidRDefault="00DD0F50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 xml:space="preserve">МБДОУ </w:t>
            </w:r>
            <w:r w:rsidR="000E7C82" w:rsidRPr="00C30652">
              <w:rPr>
                <w:rFonts w:ascii="Times New Roman" w:hAnsi="Times New Roman" w:cs="Times New Roman"/>
                <w:sz w:val="24"/>
                <w:szCs w:val="24"/>
              </w:rPr>
              <w:t xml:space="preserve">«Детский сад </w:t>
            </w: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№ 5</w:t>
            </w:r>
            <w:r w:rsidR="000E7C82" w:rsidRPr="00C3065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2C0FFC42" w14:textId="77777777" w:rsidR="00DD0F50" w:rsidRPr="006C7413" w:rsidRDefault="00DD0F50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городской округ</w:t>
            </w:r>
            <w:r w:rsidR="006C74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город Стерлитамак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D356F" w14:textId="77777777" w:rsidR="00DD0F50" w:rsidRPr="00C30652" w:rsidRDefault="00AE3263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в</w:t>
            </w:r>
            <w:r w:rsidR="00DD0F50" w:rsidRPr="00C30652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оспитатель</w:t>
            </w:r>
          </w:p>
        </w:tc>
      </w:tr>
      <w:tr w:rsidR="00DD0F50" w:rsidRPr="00C30652" w14:paraId="3BE1366A" w14:textId="77777777" w:rsidTr="006C7413">
        <w:trPr>
          <w:trHeight w:val="7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14CB5" w14:textId="77777777" w:rsidR="00DD0F50" w:rsidRPr="00C30652" w:rsidRDefault="00DD0F50" w:rsidP="00A716D0">
            <w:pPr>
              <w:pStyle w:val="a7"/>
              <w:ind w:left="-66"/>
              <w:rPr>
                <w:b w:val="0"/>
                <w:sz w:val="24"/>
                <w:szCs w:val="24"/>
              </w:rPr>
            </w:pPr>
            <w:r w:rsidRPr="00C30652">
              <w:rPr>
                <w:b w:val="0"/>
                <w:sz w:val="24"/>
                <w:szCs w:val="24"/>
              </w:rPr>
              <w:t>10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8BD88" w14:textId="77777777" w:rsidR="00AE3263" w:rsidRPr="00C30652" w:rsidRDefault="00DD0F50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Кузьмина</w:t>
            </w:r>
          </w:p>
          <w:p w14:paraId="63DBD4F5" w14:textId="77777777" w:rsidR="00DD0F50" w:rsidRPr="00C30652" w:rsidRDefault="00DD0F50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Лариса Фёдоровна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5B0F2" w14:textId="77777777" w:rsidR="00AE3263" w:rsidRPr="00C30652" w:rsidRDefault="00DD0F50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МАОУ «Гимназия №1»</w:t>
            </w:r>
          </w:p>
          <w:p w14:paraId="3AE1E3A5" w14:textId="77777777" w:rsidR="00DD0F50" w:rsidRPr="00C30652" w:rsidRDefault="00DD0F50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городской округ</w:t>
            </w:r>
            <w:r w:rsidR="006C74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город Стерлитамак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6FF78" w14:textId="77777777" w:rsidR="00DD0F50" w:rsidRPr="00C30652" w:rsidRDefault="00AE3263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D0F50" w:rsidRPr="00C30652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  <w:p w14:paraId="66E35FDB" w14:textId="77777777" w:rsidR="00DD0F50" w:rsidRPr="00C30652" w:rsidRDefault="00DD0F50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F50" w:rsidRPr="00C30652" w14:paraId="294A9C6B" w14:textId="77777777" w:rsidTr="006C7413">
        <w:trPr>
          <w:trHeight w:val="6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162E3" w14:textId="77777777" w:rsidR="00DD0F50" w:rsidRPr="00C30652" w:rsidRDefault="00DD0F50" w:rsidP="00A716D0">
            <w:pPr>
              <w:pStyle w:val="a7"/>
              <w:ind w:left="-66"/>
              <w:rPr>
                <w:b w:val="0"/>
                <w:sz w:val="24"/>
                <w:szCs w:val="24"/>
              </w:rPr>
            </w:pPr>
            <w:r w:rsidRPr="00C30652">
              <w:rPr>
                <w:b w:val="0"/>
                <w:sz w:val="24"/>
                <w:szCs w:val="24"/>
              </w:rPr>
              <w:t>11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B8B43" w14:textId="77777777" w:rsidR="00AE3263" w:rsidRPr="00C30652" w:rsidRDefault="00DD0F50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Рыкова</w:t>
            </w:r>
          </w:p>
          <w:p w14:paraId="54CA594A" w14:textId="77777777" w:rsidR="00DD0F50" w:rsidRPr="00C30652" w:rsidRDefault="00DD0F50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Наталья Михайловна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03E73" w14:textId="77777777" w:rsidR="00AE3263" w:rsidRPr="00C30652" w:rsidRDefault="00DD0F50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МАДОУ</w:t>
            </w:r>
            <w:r w:rsidR="000E7C82" w:rsidRPr="00C30652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«Детский сад</w:t>
            </w:r>
            <w:r w:rsidRPr="00C30652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№78</w:t>
            </w:r>
            <w:r w:rsidR="000E7C82" w:rsidRPr="00C30652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»</w:t>
            </w:r>
          </w:p>
          <w:p w14:paraId="5CF8C86C" w14:textId="77777777" w:rsidR="00DD0F50" w:rsidRPr="006C7413" w:rsidRDefault="00DD0F50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городской округ</w:t>
            </w:r>
            <w:r w:rsidR="006C74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город Стерлитамак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DC0CF" w14:textId="77777777" w:rsidR="00DD0F50" w:rsidRPr="00C30652" w:rsidRDefault="00AE3263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с</w:t>
            </w:r>
            <w:r w:rsidR="00DD0F50" w:rsidRPr="00C30652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тарший воспитатель</w:t>
            </w:r>
          </w:p>
        </w:tc>
      </w:tr>
      <w:tr w:rsidR="00DD0F50" w:rsidRPr="00C30652" w14:paraId="1FFEAAEB" w14:textId="77777777" w:rsidTr="006C7413">
        <w:trPr>
          <w:trHeight w:val="7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F78D5" w14:textId="77777777" w:rsidR="00DD0F50" w:rsidRPr="00C30652" w:rsidRDefault="00DD0F50" w:rsidP="00A716D0">
            <w:pPr>
              <w:pStyle w:val="a7"/>
              <w:ind w:left="-66"/>
              <w:rPr>
                <w:b w:val="0"/>
                <w:sz w:val="24"/>
                <w:szCs w:val="24"/>
              </w:rPr>
            </w:pPr>
            <w:r w:rsidRPr="00C30652">
              <w:rPr>
                <w:b w:val="0"/>
                <w:sz w:val="24"/>
                <w:szCs w:val="24"/>
              </w:rPr>
              <w:t>12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B538E" w14:textId="77777777" w:rsidR="00AE3263" w:rsidRPr="00C30652" w:rsidRDefault="00DD0F50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Соловей</w:t>
            </w:r>
          </w:p>
          <w:p w14:paraId="0AB12FB4" w14:textId="77777777" w:rsidR="00DD0F50" w:rsidRPr="00C30652" w:rsidRDefault="00DD0F50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Елена Валерьевна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FB9F2" w14:textId="77777777" w:rsidR="00AE3263" w:rsidRPr="00C30652" w:rsidRDefault="00DD0F50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МАОУ «СОШ</w:t>
            </w:r>
            <w:r w:rsidR="000E7C82" w:rsidRPr="00C306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0E7C82" w:rsidRPr="00C306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2»</w:t>
            </w:r>
          </w:p>
          <w:p w14:paraId="210D638A" w14:textId="77777777" w:rsidR="00DD0F50" w:rsidRPr="00C30652" w:rsidRDefault="00DD0F50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городской округ</w:t>
            </w:r>
            <w:r w:rsidR="006C74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город Стерлитамак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06AD2" w14:textId="77777777" w:rsidR="00DD0F50" w:rsidRPr="00C30652" w:rsidRDefault="00AE3263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D0F50" w:rsidRPr="00C30652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DD0F50" w:rsidRPr="00C30652" w14:paraId="33203F68" w14:textId="77777777" w:rsidTr="006C7413">
        <w:trPr>
          <w:trHeight w:val="7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FCECB" w14:textId="77777777" w:rsidR="00DD0F50" w:rsidRPr="00C30652" w:rsidRDefault="00DD0F50" w:rsidP="00A716D0">
            <w:pPr>
              <w:pStyle w:val="a7"/>
              <w:ind w:left="-66"/>
              <w:rPr>
                <w:b w:val="0"/>
                <w:sz w:val="24"/>
                <w:szCs w:val="24"/>
              </w:rPr>
            </w:pPr>
            <w:r w:rsidRPr="00C30652">
              <w:rPr>
                <w:b w:val="0"/>
                <w:sz w:val="24"/>
                <w:szCs w:val="24"/>
              </w:rPr>
              <w:t>13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CF7EC" w14:textId="77777777" w:rsidR="00AE3263" w:rsidRPr="00C30652" w:rsidRDefault="00DD0F50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Султанова</w:t>
            </w:r>
          </w:p>
          <w:p w14:paraId="591FD8B9" w14:textId="77777777" w:rsidR="00DD0F50" w:rsidRPr="00C30652" w:rsidRDefault="00DD0F50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Альфия Ахняфовна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A0FB1" w14:textId="77777777" w:rsidR="00AE3263" w:rsidRPr="00C30652" w:rsidRDefault="00DD0F50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МБДОУ</w:t>
            </w:r>
            <w:r w:rsidR="00AE3263" w:rsidRPr="00C30652">
              <w:rPr>
                <w:rFonts w:ascii="Times New Roman" w:hAnsi="Times New Roman" w:cs="Times New Roman"/>
                <w:sz w:val="24"/>
                <w:szCs w:val="24"/>
              </w:rPr>
              <w:t xml:space="preserve"> «Детский сад</w:t>
            </w: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 xml:space="preserve"> № 93</w:t>
            </w:r>
            <w:r w:rsidR="00AE3263" w:rsidRPr="00C3065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23C8D504" w14:textId="77777777" w:rsidR="00DD0F50" w:rsidRPr="006C7413" w:rsidRDefault="00DD0F50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городской округ</w:t>
            </w:r>
            <w:r w:rsidR="006C74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город Стерлитамак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0BA84" w14:textId="77777777" w:rsidR="00DD0F50" w:rsidRPr="00C30652" w:rsidRDefault="00AE3263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D0F50" w:rsidRPr="00C30652">
              <w:rPr>
                <w:rFonts w:ascii="Times New Roman" w:hAnsi="Times New Roman" w:cs="Times New Roman"/>
                <w:sz w:val="24"/>
                <w:szCs w:val="24"/>
              </w:rPr>
              <w:t>читель-дефектолог</w:t>
            </w:r>
          </w:p>
        </w:tc>
      </w:tr>
      <w:tr w:rsidR="00DD0F50" w:rsidRPr="00C30652" w14:paraId="17D0C1C2" w14:textId="77777777" w:rsidTr="006C7413">
        <w:trPr>
          <w:trHeight w:val="69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D505F" w14:textId="77777777" w:rsidR="00DD0F50" w:rsidRPr="00C30652" w:rsidRDefault="00DD0F50" w:rsidP="00A716D0">
            <w:pPr>
              <w:pStyle w:val="a7"/>
              <w:ind w:left="-66"/>
              <w:rPr>
                <w:b w:val="0"/>
                <w:sz w:val="24"/>
                <w:szCs w:val="24"/>
              </w:rPr>
            </w:pPr>
            <w:r w:rsidRPr="00C30652">
              <w:rPr>
                <w:b w:val="0"/>
                <w:sz w:val="24"/>
                <w:szCs w:val="24"/>
              </w:rPr>
              <w:t>14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13351" w14:textId="77777777" w:rsidR="00AE3263" w:rsidRPr="00C30652" w:rsidRDefault="00DD0F50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Чаус</w:t>
            </w:r>
          </w:p>
          <w:p w14:paraId="31CA65FF" w14:textId="77777777" w:rsidR="00DD0F50" w:rsidRPr="00C30652" w:rsidRDefault="00DD0F50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Борис Юрьевич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7AAA0" w14:textId="77777777" w:rsidR="00AE3263" w:rsidRPr="00C30652" w:rsidRDefault="00DD0F50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МАОУ ДОД «ДП»</w:t>
            </w:r>
          </w:p>
          <w:p w14:paraId="6D197E6F" w14:textId="77777777" w:rsidR="00DD0F50" w:rsidRPr="00C30652" w:rsidRDefault="00DD0F50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городской округ</w:t>
            </w:r>
            <w:r w:rsidR="006C74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город Стерлитамак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45F04" w14:textId="77777777" w:rsidR="00DD0F50" w:rsidRPr="00C30652" w:rsidRDefault="00AE3263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D0F50" w:rsidRPr="00C30652">
              <w:rPr>
                <w:rFonts w:ascii="Times New Roman" w:hAnsi="Times New Roman" w:cs="Times New Roman"/>
                <w:sz w:val="24"/>
                <w:szCs w:val="24"/>
              </w:rPr>
              <w:t>етодист</w:t>
            </w:r>
          </w:p>
          <w:p w14:paraId="568DC523" w14:textId="77777777" w:rsidR="00DD0F50" w:rsidRPr="00C30652" w:rsidRDefault="00DD0F50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F50" w:rsidRPr="00C30652" w14:paraId="6F74666B" w14:textId="77777777" w:rsidTr="006C7413">
        <w:trPr>
          <w:trHeight w:val="7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5F47C" w14:textId="77777777" w:rsidR="00DD0F50" w:rsidRPr="00C30652" w:rsidRDefault="00DD0F50" w:rsidP="00A716D0">
            <w:pPr>
              <w:pStyle w:val="a7"/>
              <w:ind w:left="-66"/>
              <w:rPr>
                <w:b w:val="0"/>
                <w:sz w:val="24"/>
                <w:szCs w:val="24"/>
              </w:rPr>
            </w:pPr>
            <w:r w:rsidRPr="00C30652">
              <w:rPr>
                <w:b w:val="0"/>
                <w:sz w:val="24"/>
                <w:szCs w:val="24"/>
              </w:rPr>
              <w:t>15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11E0C" w14:textId="77777777" w:rsidR="00AE3263" w:rsidRPr="00C30652" w:rsidRDefault="00DD0F50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Шаталина</w:t>
            </w:r>
          </w:p>
          <w:p w14:paraId="630AACDE" w14:textId="77777777" w:rsidR="00DD0F50" w:rsidRPr="00C30652" w:rsidRDefault="00DD0F50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Наталья Геннадьевна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699E4" w14:textId="77777777" w:rsidR="00AE3263" w:rsidRPr="00C30652" w:rsidRDefault="00DD0F50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МБДОУ № 93</w:t>
            </w:r>
          </w:p>
          <w:p w14:paraId="4B9A801E" w14:textId="77777777" w:rsidR="00DD0F50" w:rsidRPr="006C7413" w:rsidRDefault="00DD0F50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городской округ</w:t>
            </w:r>
            <w:r w:rsidR="006C74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город Стерлитамак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1D2E6" w14:textId="77777777" w:rsidR="00DD0F50" w:rsidRPr="00C30652" w:rsidRDefault="00AE3263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D0F50" w:rsidRPr="00C30652">
              <w:rPr>
                <w:rFonts w:ascii="Times New Roman" w:hAnsi="Times New Roman" w:cs="Times New Roman"/>
                <w:sz w:val="24"/>
                <w:szCs w:val="24"/>
              </w:rPr>
              <w:t>читель-дефектолог</w:t>
            </w:r>
          </w:p>
        </w:tc>
      </w:tr>
      <w:tr w:rsidR="00DD0F50" w:rsidRPr="00C30652" w14:paraId="52C883D1" w14:textId="77777777" w:rsidTr="006C7413">
        <w:trPr>
          <w:trHeight w:val="6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9FECC" w14:textId="77777777" w:rsidR="00DD0F50" w:rsidRPr="00C30652" w:rsidRDefault="00DD0F50" w:rsidP="00A716D0">
            <w:pPr>
              <w:pStyle w:val="a7"/>
              <w:ind w:left="-66"/>
              <w:rPr>
                <w:b w:val="0"/>
                <w:sz w:val="24"/>
                <w:szCs w:val="24"/>
              </w:rPr>
            </w:pPr>
            <w:r w:rsidRPr="00C30652">
              <w:rPr>
                <w:b w:val="0"/>
                <w:sz w:val="24"/>
                <w:szCs w:val="24"/>
              </w:rPr>
              <w:t>16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0BAF0" w14:textId="77777777" w:rsidR="00AE3263" w:rsidRPr="00C30652" w:rsidRDefault="00DD0F50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Якупова</w:t>
            </w:r>
          </w:p>
          <w:p w14:paraId="5310796E" w14:textId="77777777" w:rsidR="00DD0F50" w:rsidRPr="00C30652" w:rsidRDefault="00DD0F50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Эльвира</w:t>
            </w:r>
            <w:r w:rsidR="00AE3263" w:rsidRPr="00C306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Рифовна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F4E8C" w14:textId="77777777" w:rsidR="00AE3263" w:rsidRPr="00C30652" w:rsidRDefault="00DD0F50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МАОУ ДОД «ДП»</w:t>
            </w:r>
          </w:p>
          <w:p w14:paraId="784525AD" w14:textId="77777777" w:rsidR="00DD0F50" w:rsidRPr="00C30652" w:rsidRDefault="00DD0F50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городской округ</w:t>
            </w:r>
            <w:r w:rsidR="006C74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город Стерлитамак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34F5E" w14:textId="77777777" w:rsidR="00DD0F50" w:rsidRPr="00C30652" w:rsidRDefault="00AE3263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D0F50" w:rsidRPr="00C30652">
              <w:rPr>
                <w:rFonts w:ascii="Times New Roman" w:hAnsi="Times New Roman" w:cs="Times New Roman"/>
                <w:sz w:val="24"/>
                <w:szCs w:val="24"/>
              </w:rPr>
              <w:t>едагог дополнительного образования</w:t>
            </w:r>
          </w:p>
        </w:tc>
      </w:tr>
      <w:tr w:rsidR="00DD0F50" w:rsidRPr="00C30652" w14:paraId="10DD92E8" w14:textId="77777777" w:rsidTr="006C7413">
        <w:trPr>
          <w:trHeight w:val="7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5CB61" w14:textId="77777777" w:rsidR="00DD0F50" w:rsidRPr="00C30652" w:rsidRDefault="00DD0F50" w:rsidP="00A716D0">
            <w:pPr>
              <w:pStyle w:val="a7"/>
              <w:ind w:left="-66"/>
              <w:rPr>
                <w:b w:val="0"/>
                <w:sz w:val="24"/>
                <w:szCs w:val="24"/>
              </w:rPr>
            </w:pPr>
            <w:r w:rsidRPr="00C30652">
              <w:rPr>
                <w:b w:val="0"/>
                <w:sz w:val="24"/>
                <w:szCs w:val="24"/>
              </w:rPr>
              <w:lastRenderedPageBreak/>
              <w:t>17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83C00" w14:textId="77777777" w:rsidR="00AE3263" w:rsidRPr="00C30652" w:rsidRDefault="00DD0F50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Яушев</w:t>
            </w:r>
          </w:p>
          <w:p w14:paraId="09F2BE45" w14:textId="77777777" w:rsidR="00DD0F50" w:rsidRPr="00C30652" w:rsidRDefault="00DD0F50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Азат Хамзович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A109E" w14:textId="77777777" w:rsidR="00DD0F50" w:rsidRPr="00C30652" w:rsidRDefault="00DD0F50" w:rsidP="00A716D0">
            <w:pPr>
              <w:pStyle w:val="1"/>
              <w:shd w:val="clear" w:color="auto" w:fill="auto"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C30652">
              <w:rPr>
                <w:color w:val="000000"/>
                <w:sz w:val="24"/>
                <w:szCs w:val="24"/>
              </w:rPr>
              <w:t>МБОУ ДОД «СДЮТ и Э»</w:t>
            </w:r>
            <w:r w:rsidRPr="00C30652">
              <w:rPr>
                <w:sz w:val="24"/>
                <w:szCs w:val="24"/>
              </w:rPr>
              <w:t xml:space="preserve"> городской округ город Стерлитамак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C560A" w14:textId="77777777" w:rsidR="00DD0F50" w:rsidRPr="00C30652" w:rsidRDefault="00AE3263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D0F50" w:rsidRPr="00C30652">
              <w:rPr>
                <w:rFonts w:ascii="Times New Roman" w:hAnsi="Times New Roman" w:cs="Times New Roman"/>
                <w:sz w:val="24"/>
                <w:szCs w:val="24"/>
              </w:rPr>
              <w:t>едагог дополнительного образования</w:t>
            </w:r>
          </w:p>
        </w:tc>
      </w:tr>
    </w:tbl>
    <w:p w14:paraId="1F597685" w14:textId="77777777" w:rsidR="00BD6527" w:rsidRDefault="00BD6527" w:rsidP="00A716D0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4624948C" w14:textId="77777777" w:rsidR="00A716D0" w:rsidRDefault="00A716D0" w:rsidP="00A716D0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Приложение №2  к приказу Министерства образования</w:t>
      </w:r>
    </w:p>
    <w:p w14:paraId="04639C99" w14:textId="77777777" w:rsidR="00A716D0" w:rsidRPr="00BE3CB8" w:rsidRDefault="00A716D0" w:rsidP="00A716D0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14:paraId="7C7B55F9" w14:textId="77777777" w:rsidR="00A716D0" w:rsidRDefault="00A716D0" w:rsidP="00A716D0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14:paraId="229E1ABC" w14:textId="77777777" w:rsidR="00A716D0" w:rsidRDefault="00A716D0" w:rsidP="00A716D0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14:paraId="267459B8" w14:textId="77777777" w:rsidR="00A716D0" w:rsidRDefault="00A716D0" w:rsidP="00A716D0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14:paraId="58A29CE4" w14:textId="77777777" w:rsidR="00A716D0" w:rsidRPr="00FD0F2C" w:rsidRDefault="00A716D0" w:rsidP="00A716D0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7169C7BE" w14:textId="77777777" w:rsidR="002F12CF" w:rsidRPr="00822C2A" w:rsidRDefault="002F12CF" w:rsidP="002F12C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22C2A">
        <w:rPr>
          <w:rFonts w:ascii="Times New Roman" w:hAnsi="Times New Roman"/>
          <w:b/>
          <w:sz w:val="24"/>
          <w:szCs w:val="24"/>
        </w:rPr>
        <w:t>МР Татышлинский район</w:t>
      </w:r>
      <w:r>
        <w:rPr>
          <w:rFonts w:ascii="Times New Roman" w:hAnsi="Times New Roman"/>
          <w:b/>
          <w:sz w:val="24"/>
          <w:szCs w:val="24"/>
        </w:rPr>
        <w:t xml:space="preserve"> Республики Башкортостан</w:t>
      </w:r>
    </w:p>
    <w:p w14:paraId="0220B9F7" w14:textId="77777777" w:rsidR="002F12CF" w:rsidRPr="00822C2A" w:rsidRDefault="002F12CF" w:rsidP="002F12C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bottomFromText="200" w:vertAnchor="text" w:tblpX="-1144" w:tblpY="1"/>
        <w:tblOverlap w:val="never"/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368"/>
        <w:gridCol w:w="3969"/>
        <w:gridCol w:w="3118"/>
      </w:tblGrid>
      <w:tr w:rsidR="002F12CF" w:rsidRPr="00822C2A" w14:paraId="7EEF64F3" w14:textId="77777777" w:rsidTr="00894A01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AE876" w14:textId="77777777" w:rsidR="002F12CF" w:rsidRPr="00822C2A" w:rsidRDefault="002F12CF" w:rsidP="002F12C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2C2A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4C565" w14:textId="77777777" w:rsidR="002F12CF" w:rsidRPr="00822C2A" w:rsidRDefault="002F12CF" w:rsidP="002F12C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2C2A">
              <w:rPr>
                <w:rFonts w:ascii="Times New Roman" w:hAnsi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58BF5" w14:textId="77777777" w:rsidR="002F12CF" w:rsidRPr="00822C2A" w:rsidRDefault="002F12CF" w:rsidP="002F12C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2C2A">
              <w:rPr>
                <w:rFonts w:ascii="Times New Roman" w:hAnsi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70ECC" w14:textId="77777777" w:rsidR="002F12CF" w:rsidRPr="00822C2A" w:rsidRDefault="002F12CF" w:rsidP="002F12C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2C2A">
              <w:rPr>
                <w:rFonts w:ascii="Times New Roman" w:hAnsi="Times New Roman"/>
                <w:b/>
                <w:sz w:val="24"/>
                <w:szCs w:val="24"/>
              </w:rPr>
              <w:t>Должность</w:t>
            </w:r>
          </w:p>
        </w:tc>
      </w:tr>
      <w:tr w:rsidR="002F12CF" w:rsidRPr="00822C2A" w14:paraId="4F2A16E5" w14:textId="77777777" w:rsidTr="00894A01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0AB00" w14:textId="77777777" w:rsidR="002F12CF" w:rsidRPr="00822C2A" w:rsidRDefault="002F12CF" w:rsidP="002F12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C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CE80E" w14:textId="77777777" w:rsidR="002F12CF" w:rsidRPr="008E2921" w:rsidRDefault="002F12CF" w:rsidP="002F12C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921">
              <w:rPr>
                <w:rFonts w:ascii="Times New Roman" w:hAnsi="Times New Roman"/>
                <w:sz w:val="24"/>
                <w:szCs w:val="24"/>
              </w:rPr>
              <w:t xml:space="preserve">Байдуллин </w:t>
            </w:r>
          </w:p>
          <w:p w14:paraId="714F3EBE" w14:textId="77777777" w:rsidR="002F12CF" w:rsidRDefault="002F12CF" w:rsidP="002F12C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921">
              <w:rPr>
                <w:rFonts w:ascii="Times New Roman" w:hAnsi="Times New Roman"/>
                <w:sz w:val="24"/>
                <w:szCs w:val="24"/>
              </w:rPr>
              <w:t>Леонид Хамидуллович</w:t>
            </w:r>
          </w:p>
          <w:p w14:paraId="0827012D" w14:textId="77777777" w:rsidR="008E2921" w:rsidRPr="008E2921" w:rsidRDefault="008E2921" w:rsidP="002F12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4E274" w14:textId="77777777" w:rsidR="002F12CF" w:rsidRPr="008E2921" w:rsidRDefault="002F12CF" w:rsidP="002F12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921">
              <w:rPr>
                <w:rFonts w:ascii="Times New Roman" w:hAnsi="Times New Roman"/>
                <w:sz w:val="24"/>
                <w:szCs w:val="24"/>
              </w:rPr>
              <w:t>МБОУ СОШ с.Арибашево МР Татышлинский район РБ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06471" w14:textId="77777777" w:rsidR="002F12CF" w:rsidRPr="008E2921" w:rsidRDefault="002F12CF" w:rsidP="002F12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921"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</w:tc>
      </w:tr>
    </w:tbl>
    <w:p w14:paraId="1CBD32D9" w14:textId="77777777" w:rsidR="002F12CF" w:rsidRPr="00822C2A" w:rsidRDefault="002F12CF" w:rsidP="002F12CF">
      <w:pPr>
        <w:rPr>
          <w:rFonts w:ascii="Calibri" w:eastAsia="Times New Roman" w:hAnsi="Calibri"/>
        </w:rPr>
      </w:pPr>
    </w:p>
    <w:p w14:paraId="215478A3" w14:textId="77777777" w:rsidR="006C6FA9" w:rsidRPr="00C30652" w:rsidRDefault="006C6FA9" w:rsidP="00C30652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</w:p>
    <w:p w14:paraId="40A4DBD5" w14:textId="77777777" w:rsidR="00A716D0" w:rsidRDefault="00A716D0" w:rsidP="00C30652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0F925352" w14:textId="77777777" w:rsidR="00A716D0" w:rsidRDefault="00A716D0" w:rsidP="00C30652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7B933B90" w14:textId="77777777" w:rsidR="00A716D0" w:rsidRDefault="00A716D0" w:rsidP="00C30652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5A610E27" w14:textId="77777777" w:rsidR="00A716D0" w:rsidRDefault="00A716D0" w:rsidP="00C30652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5868DE56" w14:textId="77777777" w:rsidR="00A716D0" w:rsidRDefault="00A716D0" w:rsidP="00C30652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4A265FDC" w14:textId="77777777" w:rsidR="00A716D0" w:rsidRDefault="00A716D0" w:rsidP="00C30652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3D3853DD" w14:textId="77777777" w:rsidR="00A716D0" w:rsidRDefault="00A716D0" w:rsidP="00C30652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34F61011" w14:textId="77777777" w:rsidR="00A716D0" w:rsidRDefault="00A716D0" w:rsidP="00C30652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5ED31A4A" w14:textId="77777777" w:rsidR="00A716D0" w:rsidRDefault="00A716D0" w:rsidP="00C30652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63A478F9" w14:textId="77777777" w:rsidR="00A716D0" w:rsidRDefault="00A716D0" w:rsidP="00C30652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37C1DE78" w14:textId="77777777" w:rsidR="00A716D0" w:rsidRDefault="00A716D0" w:rsidP="00C30652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23807EA8" w14:textId="77777777" w:rsidR="00A716D0" w:rsidRDefault="00A716D0" w:rsidP="00C30652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1387BD70" w14:textId="77777777" w:rsidR="00A716D0" w:rsidRDefault="00A716D0" w:rsidP="00C30652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597B3353" w14:textId="77777777" w:rsidR="00A716D0" w:rsidRDefault="00A716D0" w:rsidP="00C30652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666CD57C" w14:textId="77777777" w:rsidR="00A716D0" w:rsidRDefault="00A716D0" w:rsidP="00C30652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7846EA2F" w14:textId="77777777" w:rsidR="00A716D0" w:rsidRDefault="00A716D0" w:rsidP="00C30652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5392FBBE" w14:textId="77777777" w:rsidR="00A716D0" w:rsidRDefault="00A716D0" w:rsidP="00C30652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48D08CCD" w14:textId="77777777" w:rsidR="00A716D0" w:rsidRDefault="00A716D0" w:rsidP="00C30652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03B67A14" w14:textId="77777777" w:rsidR="00A716D0" w:rsidRDefault="00A716D0" w:rsidP="00C30652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0A76106F" w14:textId="77777777" w:rsidR="00A716D0" w:rsidRDefault="00A716D0" w:rsidP="00C30652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6E612A85" w14:textId="77777777" w:rsidR="00A716D0" w:rsidRDefault="00A716D0" w:rsidP="00C30652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20A91300" w14:textId="77777777" w:rsidR="00A716D0" w:rsidRDefault="00A716D0" w:rsidP="00C30652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114AA305" w14:textId="77777777" w:rsidR="00A716D0" w:rsidRDefault="00A716D0" w:rsidP="00C30652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775CBD3F" w14:textId="77777777" w:rsidR="00A716D0" w:rsidRDefault="00A716D0" w:rsidP="00C30652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3BD51033" w14:textId="77777777" w:rsidR="00A716D0" w:rsidRDefault="00A716D0" w:rsidP="00C30652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77DB472C" w14:textId="77777777" w:rsidR="00A716D0" w:rsidRDefault="00A716D0" w:rsidP="00C30652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32464A3D" w14:textId="77777777" w:rsidR="00A716D0" w:rsidRDefault="00A716D0" w:rsidP="00C30652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4D9AC52D" w14:textId="77777777" w:rsidR="00A716D0" w:rsidRDefault="00A716D0" w:rsidP="00C30652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458B1FF8" w14:textId="77777777" w:rsidR="00A716D0" w:rsidRDefault="00A716D0" w:rsidP="00C30652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05565805" w14:textId="77777777" w:rsidR="00A716D0" w:rsidRDefault="00A716D0" w:rsidP="00C30652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5C7B7302" w14:textId="77777777" w:rsidR="00A716D0" w:rsidRDefault="00A716D0" w:rsidP="00C30652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06F8009A" w14:textId="77777777" w:rsidR="00A716D0" w:rsidRDefault="00A716D0" w:rsidP="00C30652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733BC47F" w14:textId="77777777" w:rsidR="00A716D0" w:rsidRDefault="00A716D0" w:rsidP="00C30652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56EE30F3" w14:textId="77777777" w:rsidR="00A716D0" w:rsidRDefault="00A716D0" w:rsidP="00C30652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0AD8BB03" w14:textId="77777777" w:rsidR="00A716D0" w:rsidRDefault="00A716D0" w:rsidP="00C30652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378B28AC" w14:textId="77777777" w:rsidR="00A716D0" w:rsidRDefault="00A716D0" w:rsidP="00A716D0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Приложение №2  к приказу Министерства образования</w:t>
      </w:r>
    </w:p>
    <w:p w14:paraId="70A42C5E" w14:textId="77777777" w:rsidR="00A716D0" w:rsidRPr="00BE3CB8" w:rsidRDefault="00A716D0" w:rsidP="00A716D0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14:paraId="654702D7" w14:textId="77777777" w:rsidR="00A716D0" w:rsidRDefault="00A716D0" w:rsidP="00A716D0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14:paraId="7044D323" w14:textId="77777777" w:rsidR="00A716D0" w:rsidRDefault="00A716D0" w:rsidP="00A716D0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14:paraId="1B64C82C" w14:textId="77777777" w:rsidR="00A716D0" w:rsidRDefault="00A716D0" w:rsidP="00A716D0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14:paraId="04600D64" w14:textId="77777777" w:rsidR="00A716D0" w:rsidRPr="00FD0F2C" w:rsidRDefault="00A716D0" w:rsidP="00A716D0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73EE5ACA" w14:textId="77777777" w:rsidR="006C6FA9" w:rsidRPr="00C30652" w:rsidRDefault="006C6FA9" w:rsidP="00C30652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30652">
        <w:rPr>
          <w:rFonts w:ascii="Times New Roman" w:hAnsi="Times New Roman" w:cs="Times New Roman"/>
          <w:b/>
          <w:sz w:val="24"/>
          <w:szCs w:val="24"/>
        </w:rPr>
        <w:t>МР Туймазинский район Республики Башкортостан</w:t>
      </w:r>
    </w:p>
    <w:p w14:paraId="1A1DF0B2" w14:textId="77777777" w:rsidR="006C6FA9" w:rsidRPr="00C30652" w:rsidRDefault="006C6FA9" w:rsidP="00C306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403"/>
        <w:gridCol w:w="3969"/>
        <w:gridCol w:w="3118"/>
      </w:tblGrid>
      <w:tr w:rsidR="00C30652" w:rsidRPr="00C30652" w14:paraId="6CC3FEB7" w14:textId="77777777" w:rsidTr="006C7413">
        <w:tc>
          <w:tcPr>
            <w:tcW w:w="567" w:type="dxa"/>
            <w:vAlign w:val="center"/>
          </w:tcPr>
          <w:p w14:paraId="09A79324" w14:textId="77777777" w:rsidR="00C30652" w:rsidRPr="00C30652" w:rsidRDefault="00C30652" w:rsidP="007704E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403" w:type="dxa"/>
            <w:vAlign w:val="center"/>
          </w:tcPr>
          <w:p w14:paraId="7CC48193" w14:textId="77777777" w:rsidR="00C30652" w:rsidRPr="00C30652" w:rsidRDefault="00C30652" w:rsidP="007704E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b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ИО</w:t>
            </w:r>
          </w:p>
        </w:tc>
        <w:tc>
          <w:tcPr>
            <w:tcW w:w="3969" w:type="dxa"/>
            <w:vAlign w:val="center"/>
          </w:tcPr>
          <w:p w14:paraId="19ABD8C5" w14:textId="77777777" w:rsidR="00C30652" w:rsidRPr="00C30652" w:rsidRDefault="00C30652" w:rsidP="007704E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3118" w:type="dxa"/>
            <w:vAlign w:val="center"/>
          </w:tcPr>
          <w:p w14:paraId="70A7B47C" w14:textId="77777777" w:rsidR="00C30652" w:rsidRPr="00C30652" w:rsidRDefault="00C30652" w:rsidP="007704E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6C6FA9" w:rsidRPr="00C30652" w14:paraId="2348E203" w14:textId="77777777" w:rsidTr="006C7413">
        <w:tc>
          <w:tcPr>
            <w:tcW w:w="567" w:type="dxa"/>
          </w:tcPr>
          <w:p w14:paraId="360FB47B" w14:textId="77777777" w:rsidR="006C6FA9" w:rsidRPr="00C30652" w:rsidRDefault="006C6FA9" w:rsidP="00215B6B">
            <w:pPr>
              <w:numPr>
                <w:ilvl w:val="0"/>
                <w:numId w:val="7"/>
              </w:numPr>
              <w:spacing w:after="0"/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14:paraId="138BB238" w14:textId="77777777" w:rsidR="006C6FA9" w:rsidRPr="00C30652" w:rsidRDefault="006C6FA9" w:rsidP="00C30652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Абзалова</w:t>
            </w:r>
          </w:p>
          <w:p w14:paraId="7140D885" w14:textId="77777777" w:rsidR="006C6FA9" w:rsidRPr="00C30652" w:rsidRDefault="006C6FA9" w:rsidP="00C30652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Ляля Фануровна</w:t>
            </w:r>
          </w:p>
        </w:tc>
        <w:tc>
          <w:tcPr>
            <w:tcW w:w="3969" w:type="dxa"/>
          </w:tcPr>
          <w:p w14:paraId="5FBF5FC6" w14:textId="77777777" w:rsidR="006C6FA9" w:rsidRPr="00C30652" w:rsidRDefault="006C6FA9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МБОУ СОШ с. Бишкураево</w:t>
            </w:r>
          </w:p>
        </w:tc>
        <w:tc>
          <w:tcPr>
            <w:tcW w:w="3118" w:type="dxa"/>
          </w:tcPr>
          <w:p w14:paraId="4BCA19B4" w14:textId="77777777" w:rsidR="006C6FA9" w:rsidRPr="00C30652" w:rsidRDefault="006C6FA9" w:rsidP="00C30652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iCs/>
                <w:sz w:val="24"/>
                <w:szCs w:val="24"/>
              </w:rPr>
              <w:t>учитель</w:t>
            </w:r>
          </w:p>
        </w:tc>
      </w:tr>
      <w:tr w:rsidR="006C6FA9" w:rsidRPr="00C30652" w14:paraId="1D8E5931" w14:textId="77777777" w:rsidTr="006C7413">
        <w:tc>
          <w:tcPr>
            <w:tcW w:w="567" w:type="dxa"/>
          </w:tcPr>
          <w:p w14:paraId="3E135BD7" w14:textId="77777777" w:rsidR="006C6FA9" w:rsidRPr="00C30652" w:rsidRDefault="006C6FA9" w:rsidP="00215B6B">
            <w:pPr>
              <w:numPr>
                <w:ilvl w:val="0"/>
                <w:numId w:val="7"/>
              </w:numPr>
              <w:spacing w:after="0"/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14:paraId="07B71D47" w14:textId="77777777" w:rsidR="006C6FA9" w:rsidRPr="00C30652" w:rsidRDefault="006C6FA9" w:rsidP="00C30652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Ахметьянова</w:t>
            </w:r>
          </w:p>
          <w:p w14:paraId="16EADBED" w14:textId="77777777" w:rsidR="006C6FA9" w:rsidRPr="00C30652" w:rsidRDefault="006C6FA9" w:rsidP="00C30652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Эльвира Гайрадовна</w:t>
            </w:r>
          </w:p>
        </w:tc>
        <w:tc>
          <w:tcPr>
            <w:tcW w:w="3969" w:type="dxa"/>
          </w:tcPr>
          <w:p w14:paraId="4B03D03D" w14:textId="77777777" w:rsidR="006C6FA9" w:rsidRPr="00C30652" w:rsidRDefault="006C6FA9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МБДОУ детский сад №16 г.Туймазы</w:t>
            </w:r>
          </w:p>
        </w:tc>
        <w:tc>
          <w:tcPr>
            <w:tcW w:w="3118" w:type="dxa"/>
          </w:tcPr>
          <w:p w14:paraId="6C589664" w14:textId="77777777" w:rsidR="006C6FA9" w:rsidRPr="00C30652" w:rsidRDefault="006C6FA9" w:rsidP="00C30652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iCs/>
                <w:sz w:val="24"/>
                <w:szCs w:val="24"/>
              </w:rPr>
              <w:t>музыкальный руководитель</w:t>
            </w:r>
          </w:p>
        </w:tc>
      </w:tr>
      <w:tr w:rsidR="006C6FA9" w:rsidRPr="00C30652" w14:paraId="50309BC8" w14:textId="77777777" w:rsidTr="006C7413">
        <w:tc>
          <w:tcPr>
            <w:tcW w:w="567" w:type="dxa"/>
          </w:tcPr>
          <w:p w14:paraId="79005EA0" w14:textId="77777777" w:rsidR="006C6FA9" w:rsidRPr="00C30652" w:rsidRDefault="006C6FA9" w:rsidP="00215B6B">
            <w:pPr>
              <w:numPr>
                <w:ilvl w:val="0"/>
                <w:numId w:val="7"/>
              </w:numPr>
              <w:spacing w:after="0"/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14:paraId="1E3B1850" w14:textId="77777777" w:rsidR="006C6FA9" w:rsidRPr="00C30652" w:rsidRDefault="006C6FA9" w:rsidP="00C30652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iCs/>
                <w:sz w:val="24"/>
                <w:szCs w:val="24"/>
              </w:rPr>
              <w:t>Ахунова</w:t>
            </w:r>
          </w:p>
          <w:p w14:paraId="5C207606" w14:textId="77777777" w:rsidR="006C6FA9" w:rsidRPr="00C30652" w:rsidRDefault="006C6FA9" w:rsidP="00C30652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iCs/>
                <w:sz w:val="24"/>
                <w:szCs w:val="24"/>
              </w:rPr>
              <w:t>Закина Саитбаталовна</w:t>
            </w:r>
          </w:p>
        </w:tc>
        <w:tc>
          <w:tcPr>
            <w:tcW w:w="3969" w:type="dxa"/>
          </w:tcPr>
          <w:p w14:paraId="645CB086" w14:textId="77777777" w:rsidR="006C6FA9" w:rsidRPr="00C30652" w:rsidRDefault="006C6FA9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МБОУ школа - интернат №1</w:t>
            </w:r>
          </w:p>
          <w:p w14:paraId="52ECF78B" w14:textId="77777777" w:rsidR="006C6FA9" w:rsidRPr="00C30652" w:rsidRDefault="006C6FA9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г. Туймазы</w:t>
            </w:r>
          </w:p>
        </w:tc>
        <w:tc>
          <w:tcPr>
            <w:tcW w:w="3118" w:type="dxa"/>
          </w:tcPr>
          <w:p w14:paraId="67E17ACB" w14:textId="77777777" w:rsidR="006C6FA9" w:rsidRPr="00C30652" w:rsidRDefault="006C6FA9" w:rsidP="00C30652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iCs/>
                <w:sz w:val="24"/>
                <w:szCs w:val="24"/>
              </w:rPr>
              <w:t>учитель</w:t>
            </w:r>
          </w:p>
        </w:tc>
      </w:tr>
      <w:tr w:rsidR="006C6FA9" w:rsidRPr="00C30652" w14:paraId="34800EBF" w14:textId="77777777" w:rsidTr="006C7413">
        <w:tc>
          <w:tcPr>
            <w:tcW w:w="567" w:type="dxa"/>
          </w:tcPr>
          <w:p w14:paraId="73D51FEB" w14:textId="77777777" w:rsidR="006C6FA9" w:rsidRPr="00C30652" w:rsidRDefault="006C6FA9" w:rsidP="00215B6B">
            <w:pPr>
              <w:numPr>
                <w:ilvl w:val="0"/>
                <w:numId w:val="7"/>
              </w:numPr>
              <w:spacing w:after="0"/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14:paraId="52367986" w14:textId="77777777" w:rsidR="006C6FA9" w:rsidRPr="00C30652" w:rsidRDefault="006C6FA9" w:rsidP="00C30652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iCs/>
                <w:sz w:val="24"/>
                <w:szCs w:val="24"/>
              </w:rPr>
              <w:t>Ачивакова</w:t>
            </w:r>
          </w:p>
          <w:p w14:paraId="0EE0ECF7" w14:textId="77777777" w:rsidR="006C6FA9" w:rsidRPr="00C30652" w:rsidRDefault="006C6FA9" w:rsidP="00C30652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iCs/>
                <w:sz w:val="24"/>
                <w:szCs w:val="24"/>
              </w:rPr>
              <w:t>Гульнара Октябрисовна</w:t>
            </w:r>
          </w:p>
        </w:tc>
        <w:tc>
          <w:tcPr>
            <w:tcW w:w="3969" w:type="dxa"/>
          </w:tcPr>
          <w:p w14:paraId="65EF66B1" w14:textId="77777777" w:rsidR="006C6FA9" w:rsidRPr="00C30652" w:rsidRDefault="006C6FA9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МБОУ СОШ №2 г. Туймазы</w:t>
            </w:r>
          </w:p>
        </w:tc>
        <w:tc>
          <w:tcPr>
            <w:tcW w:w="3118" w:type="dxa"/>
          </w:tcPr>
          <w:p w14:paraId="2C437F86" w14:textId="77777777" w:rsidR="006C6FA9" w:rsidRPr="00C30652" w:rsidRDefault="006C6FA9" w:rsidP="00C30652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iCs/>
                <w:sz w:val="24"/>
                <w:szCs w:val="24"/>
              </w:rPr>
              <w:t>учитель</w:t>
            </w:r>
          </w:p>
        </w:tc>
      </w:tr>
      <w:tr w:rsidR="006C6FA9" w:rsidRPr="00C30652" w14:paraId="26AA0899" w14:textId="77777777" w:rsidTr="006C7413">
        <w:tc>
          <w:tcPr>
            <w:tcW w:w="567" w:type="dxa"/>
          </w:tcPr>
          <w:p w14:paraId="2FC291C6" w14:textId="77777777" w:rsidR="006C6FA9" w:rsidRPr="00C30652" w:rsidRDefault="006C6FA9" w:rsidP="00215B6B">
            <w:pPr>
              <w:numPr>
                <w:ilvl w:val="0"/>
                <w:numId w:val="7"/>
              </w:numPr>
              <w:spacing w:after="0"/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14:paraId="565F3158" w14:textId="77777777" w:rsidR="006C6FA9" w:rsidRPr="00C30652" w:rsidRDefault="006C6FA9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Бадретдинова</w:t>
            </w:r>
          </w:p>
          <w:p w14:paraId="1CF4E3B3" w14:textId="77777777" w:rsidR="006C6FA9" w:rsidRPr="00C30652" w:rsidRDefault="006C6FA9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Заухия Гайнетдиновна</w:t>
            </w:r>
          </w:p>
        </w:tc>
        <w:tc>
          <w:tcPr>
            <w:tcW w:w="3969" w:type="dxa"/>
          </w:tcPr>
          <w:p w14:paraId="79CFFEA0" w14:textId="77777777" w:rsidR="006C6FA9" w:rsidRPr="00C30652" w:rsidRDefault="006C6FA9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МБОУ СОШ №4 г. Туймазы</w:t>
            </w:r>
          </w:p>
        </w:tc>
        <w:tc>
          <w:tcPr>
            <w:tcW w:w="3118" w:type="dxa"/>
          </w:tcPr>
          <w:p w14:paraId="3B682D99" w14:textId="77777777" w:rsidR="006C6FA9" w:rsidRPr="00C30652" w:rsidRDefault="006C6FA9" w:rsidP="00C30652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iCs/>
                <w:sz w:val="24"/>
                <w:szCs w:val="24"/>
              </w:rPr>
              <w:t>учитель</w:t>
            </w:r>
          </w:p>
        </w:tc>
      </w:tr>
      <w:tr w:rsidR="006C6FA9" w:rsidRPr="00C30652" w14:paraId="311D41AD" w14:textId="77777777" w:rsidTr="006C7413">
        <w:tc>
          <w:tcPr>
            <w:tcW w:w="567" w:type="dxa"/>
          </w:tcPr>
          <w:p w14:paraId="64188A08" w14:textId="77777777" w:rsidR="006C6FA9" w:rsidRPr="00C30652" w:rsidRDefault="006C6FA9" w:rsidP="00215B6B">
            <w:pPr>
              <w:numPr>
                <w:ilvl w:val="0"/>
                <w:numId w:val="7"/>
              </w:numPr>
              <w:spacing w:after="0"/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14:paraId="1C743471" w14:textId="77777777" w:rsidR="006C6FA9" w:rsidRPr="00C30652" w:rsidRDefault="006C6FA9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Бадыкова</w:t>
            </w:r>
          </w:p>
          <w:p w14:paraId="310C9D3B" w14:textId="77777777" w:rsidR="006C6FA9" w:rsidRPr="00C30652" w:rsidRDefault="006C6FA9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Фарзана Масгутовна</w:t>
            </w:r>
          </w:p>
        </w:tc>
        <w:tc>
          <w:tcPr>
            <w:tcW w:w="3969" w:type="dxa"/>
          </w:tcPr>
          <w:p w14:paraId="4BF8B387" w14:textId="77777777" w:rsidR="006C6FA9" w:rsidRPr="00C30652" w:rsidRDefault="006C6FA9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МБОУ СОШ №1 г. Туймазы</w:t>
            </w:r>
          </w:p>
        </w:tc>
        <w:tc>
          <w:tcPr>
            <w:tcW w:w="3118" w:type="dxa"/>
          </w:tcPr>
          <w:p w14:paraId="1F0C2CBE" w14:textId="77777777" w:rsidR="006C6FA9" w:rsidRPr="00C30652" w:rsidRDefault="006C6FA9" w:rsidP="00C30652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iCs/>
                <w:sz w:val="24"/>
                <w:szCs w:val="24"/>
              </w:rPr>
              <w:t>социальный педагог</w:t>
            </w:r>
          </w:p>
        </w:tc>
      </w:tr>
      <w:tr w:rsidR="006C6FA9" w:rsidRPr="00C30652" w14:paraId="3E5030A5" w14:textId="77777777" w:rsidTr="006C7413">
        <w:tc>
          <w:tcPr>
            <w:tcW w:w="567" w:type="dxa"/>
          </w:tcPr>
          <w:p w14:paraId="4A6D5CB8" w14:textId="77777777" w:rsidR="006C6FA9" w:rsidRPr="00C30652" w:rsidRDefault="006C6FA9" w:rsidP="00215B6B">
            <w:pPr>
              <w:numPr>
                <w:ilvl w:val="0"/>
                <w:numId w:val="7"/>
              </w:numPr>
              <w:spacing w:after="0"/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14:paraId="608AD4A3" w14:textId="77777777" w:rsidR="006C6FA9" w:rsidRPr="00C30652" w:rsidRDefault="006C6FA9" w:rsidP="00C30652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iCs/>
                <w:sz w:val="24"/>
                <w:szCs w:val="24"/>
              </w:rPr>
              <w:t>Вагапова</w:t>
            </w:r>
          </w:p>
          <w:p w14:paraId="490C4A3B" w14:textId="77777777" w:rsidR="006C6FA9" w:rsidRPr="00C30652" w:rsidRDefault="006C6FA9" w:rsidP="00C30652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iCs/>
                <w:sz w:val="24"/>
                <w:szCs w:val="24"/>
              </w:rPr>
              <w:t>Ануза Аглямовна</w:t>
            </w:r>
          </w:p>
        </w:tc>
        <w:tc>
          <w:tcPr>
            <w:tcW w:w="3969" w:type="dxa"/>
          </w:tcPr>
          <w:p w14:paraId="77888B2D" w14:textId="77777777" w:rsidR="006C6FA9" w:rsidRPr="00C30652" w:rsidRDefault="006C6FA9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МБОУ СОШ №7 г. Туймазы</w:t>
            </w:r>
          </w:p>
        </w:tc>
        <w:tc>
          <w:tcPr>
            <w:tcW w:w="3118" w:type="dxa"/>
          </w:tcPr>
          <w:p w14:paraId="4C504411" w14:textId="77777777" w:rsidR="006C6FA9" w:rsidRPr="00C30652" w:rsidRDefault="006C6FA9" w:rsidP="00C30652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iCs/>
                <w:sz w:val="24"/>
                <w:szCs w:val="24"/>
              </w:rPr>
              <w:t>учитель</w:t>
            </w:r>
          </w:p>
        </w:tc>
      </w:tr>
      <w:tr w:rsidR="006C6FA9" w:rsidRPr="00C30652" w14:paraId="3D578148" w14:textId="77777777" w:rsidTr="006C7413">
        <w:tc>
          <w:tcPr>
            <w:tcW w:w="567" w:type="dxa"/>
          </w:tcPr>
          <w:p w14:paraId="2566F612" w14:textId="77777777" w:rsidR="006C6FA9" w:rsidRPr="00C30652" w:rsidRDefault="006C6FA9" w:rsidP="00215B6B">
            <w:pPr>
              <w:numPr>
                <w:ilvl w:val="0"/>
                <w:numId w:val="7"/>
              </w:numPr>
              <w:spacing w:after="0"/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14:paraId="79FAD8FE" w14:textId="77777777" w:rsidR="006C6FA9" w:rsidRPr="00C30652" w:rsidRDefault="006C6FA9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Гайзуллина</w:t>
            </w:r>
          </w:p>
          <w:p w14:paraId="27637AEA" w14:textId="77777777" w:rsidR="006C6FA9" w:rsidRPr="00C30652" w:rsidRDefault="006C6FA9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Руфия Хамитовна</w:t>
            </w:r>
          </w:p>
        </w:tc>
        <w:tc>
          <w:tcPr>
            <w:tcW w:w="3969" w:type="dxa"/>
          </w:tcPr>
          <w:p w14:paraId="2E6F3967" w14:textId="77777777" w:rsidR="006C6FA9" w:rsidRPr="00C30652" w:rsidRDefault="006C6FA9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МБОУ СОШ №5 г. Туймазы</w:t>
            </w:r>
          </w:p>
        </w:tc>
        <w:tc>
          <w:tcPr>
            <w:tcW w:w="3118" w:type="dxa"/>
          </w:tcPr>
          <w:p w14:paraId="7BF9E873" w14:textId="77777777" w:rsidR="006C6FA9" w:rsidRPr="00C30652" w:rsidRDefault="006C6FA9" w:rsidP="00C30652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iCs/>
                <w:sz w:val="24"/>
                <w:szCs w:val="24"/>
              </w:rPr>
              <w:t>учитель</w:t>
            </w:r>
          </w:p>
        </w:tc>
      </w:tr>
      <w:tr w:rsidR="006C6FA9" w:rsidRPr="00C30652" w14:paraId="41C662DD" w14:textId="77777777" w:rsidTr="006C7413">
        <w:tc>
          <w:tcPr>
            <w:tcW w:w="567" w:type="dxa"/>
          </w:tcPr>
          <w:p w14:paraId="61078A96" w14:textId="77777777" w:rsidR="006C6FA9" w:rsidRPr="00C30652" w:rsidRDefault="006C6FA9" w:rsidP="00215B6B">
            <w:pPr>
              <w:numPr>
                <w:ilvl w:val="0"/>
                <w:numId w:val="7"/>
              </w:numPr>
              <w:spacing w:after="0"/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14:paraId="795C77C0" w14:textId="77777777" w:rsidR="006C6FA9" w:rsidRPr="00C30652" w:rsidRDefault="006C6FA9" w:rsidP="00C30652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iCs/>
                <w:sz w:val="24"/>
                <w:szCs w:val="24"/>
              </w:rPr>
              <w:t>Гайфуллина</w:t>
            </w:r>
          </w:p>
          <w:p w14:paraId="6B6B0A17" w14:textId="77777777" w:rsidR="006C6FA9" w:rsidRPr="00C30652" w:rsidRDefault="006C6FA9" w:rsidP="00C30652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iCs/>
                <w:sz w:val="24"/>
                <w:szCs w:val="24"/>
              </w:rPr>
              <w:t>Зиля Миннимухаметовна</w:t>
            </w:r>
          </w:p>
        </w:tc>
        <w:tc>
          <w:tcPr>
            <w:tcW w:w="3969" w:type="dxa"/>
          </w:tcPr>
          <w:p w14:paraId="046F129D" w14:textId="77777777" w:rsidR="006C6FA9" w:rsidRPr="00C30652" w:rsidRDefault="006C6FA9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МБОУ СОШ №5 г. Туймазы</w:t>
            </w:r>
          </w:p>
        </w:tc>
        <w:tc>
          <w:tcPr>
            <w:tcW w:w="3118" w:type="dxa"/>
          </w:tcPr>
          <w:p w14:paraId="3429C70F" w14:textId="77777777" w:rsidR="006C6FA9" w:rsidRPr="00C30652" w:rsidRDefault="006C6FA9" w:rsidP="00C30652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iCs/>
                <w:sz w:val="24"/>
                <w:szCs w:val="24"/>
              </w:rPr>
              <w:t>учитель</w:t>
            </w:r>
          </w:p>
        </w:tc>
      </w:tr>
      <w:tr w:rsidR="006C6FA9" w:rsidRPr="00C30652" w14:paraId="3996B08A" w14:textId="77777777" w:rsidTr="006C7413">
        <w:tc>
          <w:tcPr>
            <w:tcW w:w="567" w:type="dxa"/>
          </w:tcPr>
          <w:p w14:paraId="72CB9F02" w14:textId="77777777" w:rsidR="006C6FA9" w:rsidRPr="00C30652" w:rsidRDefault="006C6FA9" w:rsidP="00215B6B">
            <w:pPr>
              <w:numPr>
                <w:ilvl w:val="0"/>
                <w:numId w:val="7"/>
              </w:numPr>
              <w:spacing w:after="0"/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14:paraId="08A0110E" w14:textId="77777777" w:rsidR="006C6FA9" w:rsidRPr="00C30652" w:rsidRDefault="006C6FA9" w:rsidP="00C30652">
            <w:pPr>
              <w:spacing w:after="0"/>
              <w:jc w:val="center"/>
              <w:rPr>
                <w:rFonts w:ascii="Times New Roman" w:eastAsia="Trebuchet MS" w:hAnsi="Times New Roman" w:cs="Times New Roman"/>
                <w:iCs/>
                <w:sz w:val="24"/>
                <w:szCs w:val="24"/>
              </w:rPr>
            </w:pPr>
            <w:r w:rsidRPr="00C30652">
              <w:rPr>
                <w:rFonts w:ascii="Times New Roman" w:eastAsia="Trebuchet MS" w:hAnsi="Times New Roman" w:cs="Times New Roman"/>
                <w:iCs/>
                <w:sz w:val="24"/>
                <w:szCs w:val="24"/>
              </w:rPr>
              <w:t>Галишина</w:t>
            </w:r>
          </w:p>
          <w:p w14:paraId="7FBB0D30" w14:textId="77777777" w:rsidR="006C6FA9" w:rsidRPr="00C30652" w:rsidRDefault="006C6FA9" w:rsidP="00C30652">
            <w:pPr>
              <w:spacing w:after="0"/>
              <w:jc w:val="center"/>
              <w:rPr>
                <w:rFonts w:ascii="Times New Roman" w:eastAsia="Trebuchet MS" w:hAnsi="Times New Roman" w:cs="Times New Roman"/>
                <w:iCs/>
                <w:sz w:val="24"/>
                <w:szCs w:val="24"/>
              </w:rPr>
            </w:pPr>
            <w:r w:rsidRPr="00C30652">
              <w:rPr>
                <w:rFonts w:ascii="Times New Roman" w:eastAsia="Trebuchet MS" w:hAnsi="Times New Roman" w:cs="Times New Roman"/>
                <w:iCs/>
                <w:sz w:val="24"/>
                <w:szCs w:val="24"/>
              </w:rPr>
              <w:t>Ремзиля Айратовна</w:t>
            </w:r>
          </w:p>
        </w:tc>
        <w:tc>
          <w:tcPr>
            <w:tcW w:w="3969" w:type="dxa"/>
          </w:tcPr>
          <w:p w14:paraId="45F5F91A" w14:textId="77777777" w:rsidR="006C6FA9" w:rsidRPr="00C30652" w:rsidRDefault="006C6FA9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МБОУ СОШ №5 г. Туймазы</w:t>
            </w:r>
          </w:p>
        </w:tc>
        <w:tc>
          <w:tcPr>
            <w:tcW w:w="3118" w:type="dxa"/>
          </w:tcPr>
          <w:p w14:paraId="08622E4B" w14:textId="77777777" w:rsidR="006C6FA9" w:rsidRPr="00C30652" w:rsidRDefault="006C6FA9" w:rsidP="00C30652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iCs/>
                <w:sz w:val="24"/>
                <w:szCs w:val="24"/>
              </w:rPr>
              <w:t>учитель</w:t>
            </w:r>
          </w:p>
        </w:tc>
      </w:tr>
      <w:tr w:rsidR="006C6FA9" w:rsidRPr="00C30652" w14:paraId="77446E81" w14:textId="77777777" w:rsidTr="006C7413">
        <w:tc>
          <w:tcPr>
            <w:tcW w:w="567" w:type="dxa"/>
          </w:tcPr>
          <w:p w14:paraId="64FF67EF" w14:textId="77777777" w:rsidR="006C6FA9" w:rsidRPr="00C30652" w:rsidRDefault="006C6FA9" w:rsidP="00215B6B">
            <w:pPr>
              <w:numPr>
                <w:ilvl w:val="0"/>
                <w:numId w:val="7"/>
              </w:numPr>
              <w:spacing w:after="0"/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14:paraId="354338CE" w14:textId="77777777" w:rsidR="006C6FA9" w:rsidRPr="00C30652" w:rsidRDefault="006C6FA9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Ганиева</w:t>
            </w:r>
          </w:p>
          <w:p w14:paraId="6EE70FC6" w14:textId="77777777" w:rsidR="006C6FA9" w:rsidRPr="00C30652" w:rsidRDefault="006C6FA9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Василя Фагимовна</w:t>
            </w:r>
          </w:p>
        </w:tc>
        <w:tc>
          <w:tcPr>
            <w:tcW w:w="3969" w:type="dxa"/>
          </w:tcPr>
          <w:p w14:paraId="31551013" w14:textId="77777777" w:rsidR="006C6FA9" w:rsidRPr="00C30652" w:rsidRDefault="006C6FA9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МБОУ школа - интернат №1</w:t>
            </w:r>
          </w:p>
          <w:p w14:paraId="27566705" w14:textId="77777777" w:rsidR="006C6FA9" w:rsidRPr="00C30652" w:rsidRDefault="006C6FA9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г. Туймазы</w:t>
            </w:r>
          </w:p>
        </w:tc>
        <w:tc>
          <w:tcPr>
            <w:tcW w:w="3118" w:type="dxa"/>
          </w:tcPr>
          <w:p w14:paraId="38BAF48C" w14:textId="77777777" w:rsidR="006C6FA9" w:rsidRPr="00C30652" w:rsidRDefault="006C6FA9" w:rsidP="00C30652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iCs/>
                <w:sz w:val="24"/>
                <w:szCs w:val="24"/>
              </w:rPr>
              <w:t>учитель</w:t>
            </w:r>
          </w:p>
        </w:tc>
      </w:tr>
      <w:tr w:rsidR="006C6FA9" w:rsidRPr="00C30652" w14:paraId="698D2CB8" w14:textId="77777777" w:rsidTr="006C7413">
        <w:tc>
          <w:tcPr>
            <w:tcW w:w="567" w:type="dxa"/>
          </w:tcPr>
          <w:p w14:paraId="17504E4A" w14:textId="77777777" w:rsidR="006C6FA9" w:rsidRPr="00C30652" w:rsidRDefault="006C6FA9" w:rsidP="00215B6B">
            <w:pPr>
              <w:numPr>
                <w:ilvl w:val="0"/>
                <w:numId w:val="7"/>
              </w:numPr>
              <w:spacing w:after="0"/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14:paraId="7ED83748" w14:textId="77777777" w:rsidR="006C6FA9" w:rsidRPr="00C30652" w:rsidRDefault="006C6FA9" w:rsidP="00C30652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iCs/>
                <w:sz w:val="24"/>
                <w:szCs w:val="24"/>
              </w:rPr>
              <w:t>Кагарманова</w:t>
            </w:r>
          </w:p>
          <w:p w14:paraId="47CDD385" w14:textId="77777777" w:rsidR="006C6FA9" w:rsidRPr="00C30652" w:rsidRDefault="006C6FA9" w:rsidP="00C30652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iCs/>
                <w:sz w:val="24"/>
                <w:szCs w:val="24"/>
              </w:rPr>
              <w:t>Альфия Ирековна</w:t>
            </w:r>
          </w:p>
        </w:tc>
        <w:tc>
          <w:tcPr>
            <w:tcW w:w="3969" w:type="dxa"/>
          </w:tcPr>
          <w:p w14:paraId="3E3873A7" w14:textId="77777777" w:rsidR="006C6FA9" w:rsidRPr="00C30652" w:rsidRDefault="006C6FA9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МБОУ СОШ №7 г. Туймазы</w:t>
            </w:r>
          </w:p>
        </w:tc>
        <w:tc>
          <w:tcPr>
            <w:tcW w:w="3118" w:type="dxa"/>
          </w:tcPr>
          <w:p w14:paraId="16B99B72" w14:textId="77777777" w:rsidR="006C6FA9" w:rsidRPr="00C30652" w:rsidRDefault="006C6FA9" w:rsidP="00C30652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iCs/>
                <w:sz w:val="24"/>
                <w:szCs w:val="24"/>
              </w:rPr>
              <w:t>учитель</w:t>
            </w:r>
          </w:p>
        </w:tc>
      </w:tr>
      <w:tr w:rsidR="006C6FA9" w:rsidRPr="00C30652" w14:paraId="60004873" w14:textId="77777777" w:rsidTr="006C7413">
        <w:tc>
          <w:tcPr>
            <w:tcW w:w="567" w:type="dxa"/>
          </w:tcPr>
          <w:p w14:paraId="67F9738C" w14:textId="77777777" w:rsidR="006C6FA9" w:rsidRPr="00C30652" w:rsidRDefault="006C6FA9" w:rsidP="00215B6B">
            <w:pPr>
              <w:numPr>
                <w:ilvl w:val="0"/>
                <w:numId w:val="7"/>
              </w:numPr>
              <w:spacing w:after="0"/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14:paraId="67D2A07E" w14:textId="77777777" w:rsidR="006C6FA9" w:rsidRPr="00C30652" w:rsidRDefault="006C6FA9" w:rsidP="00C30652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iCs/>
                <w:sz w:val="24"/>
                <w:szCs w:val="24"/>
              </w:rPr>
              <w:t>Кравченко</w:t>
            </w:r>
          </w:p>
          <w:p w14:paraId="1663EB6D" w14:textId="77777777" w:rsidR="006C6FA9" w:rsidRPr="00C30652" w:rsidRDefault="006C6FA9" w:rsidP="00C30652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iCs/>
                <w:sz w:val="24"/>
                <w:szCs w:val="24"/>
              </w:rPr>
              <w:t>Лида Николаевна</w:t>
            </w:r>
          </w:p>
        </w:tc>
        <w:tc>
          <w:tcPr>
            <w:tcW w:w="3969" w:type="dxa"/>
          </w:tcPr>
          <w:p w14:paraId="124B6C6C" w14:textId="77777777" w:rsidR="006C6FA9" w:rsidRPr="00C30652" w:rsidRDefault="006C6FA9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МБОУ СОШ №1 г. Туймазы</w:t>
            </w:r>
          </w:p>
        </w:tc>
        <w:tc>
          <w:tcPr>
            <w:tcW w:w="3118" w:type="dxa"/>
          </w:tcPr>
          <w:p w14:paraId="728B2B12" w14:textId="77777777" w:rsidR="006C6FA9" w:rsidRPr="00C30652" w:rsidRDefault="006C6FA9" w:rsidP="00C30652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iCs/>
                <w:sz w:val="24"/>
                <w:szCs w:val="24"/>
              </w:rPr>
              <w:t>учитель</w:t>
            </w:r>
          </w:p>
        </w:tc>
      </w:tr>
      <w:tr w:rsidR="006C6FA9" w:rsidRPr="00C30652" w14:paraId="3FAD81AF" w14:textId="77777777" w:rsidTr="006C7413">
        <w:tc>
          <w:tcPr>
            <w:tcW w:w="567" w:type="dxa"/>
          </w:tcPr>
          <w:p w14:paraId="05E847CF" w14:textId="77777777" w:rsidR="006C6FA9" w:rsidRPr="00C30652" w:rsidRDefault="006C6FA9" w:rsidP="00215B6B">
            <w:pPr>
              <w:numPr>
                <w:ilvl w:val="0"/>
                <w:numId w:val="7"/>
              </w:numPr>
              <w:spacing w:after="0"/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14:paraId="3B17967C" w14:textId="77777777" w:rsidR="006C6FA9" w:rsidRPr="00C30652" w:rsidRDefault="006C6FA9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Кулуева</w:t>
            </w:r>
          </w:p>
          <w:p w14:paraId="12F4D510" w14:textId="77777777" w:rsidR="006C6FA9" w:rsidRPr="00C30652" w:rsidRDefault="006C6FA9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Аниса Усмановна</w:t>
            </w:r>
          </w:p>
        </w:tc>
        <w:tc>
          <w:tcPr>
            <w:tcW w:w="3969" w:type="dxa"/>
          </w:tcPr>
          <w:p w14:paraId="559E7B43" w14:textId="77777777" w:rsidR="006C6FA9" w:rsidRPr="00C30652" w:rsidRDefault="006C6FA9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МБОУ школа - интернат №1</w:t>
            </w:r>
          </w:p>
          <w:p w14:paraId="3BEB98E0" w14:textId="77777777" w:rsidR="006C6FA9" w:rsidRPr="00C30652" w:rsidRDefault="006C6FA9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г. Туймазы</w:t>
            </w:r>
          </w:p>
        </w:tc>
        <w:tc>
          <w:tcPr>
            <w:tcW w:w="3118" w:type="dxa"/>
          </w:tcPr>
          <w:p w14:paraId="5854938E" w14:textId="77777777" w:rsidR="006C6FA9" w:rsidRPr="00C30652" w:rsidRDefault="006C6FA9" w:rsidP="00C30652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iCs/>
                <w:sz w:val="24"/>
                <w:szCs w:val="24"/>
              </w:rPr>
              <w:t>учитель</w:t>
            </w:r>
          </w:p>
        </w:tc>
      </w:tr>
      <w:tr w:rsidR="006C6FA9" w:rsidRPr="00C30652" w14:paraId="5D3FAD31" w14:textId="77777777" w:rsidTr="006C7413">
        <w:tc>
          <w:tcPr>
            <w:tcW w:w="567" w:type="dxa"/>
          </w:tcPr>
          <w:p w14:paraId="7E54DAE8" w14:textId="77777777" w:rsidR="006C6FA9" w:rsidRPr="00C30652" w:rsidRDefault="006C6FA9" w:rsidP="00215B6B">
            <w:pPr>
              <w:numPr>
                <w:ilvl w:val="0"/>
                <w:numId w:val="7"/>
              </w:numPr>
              <w:spacing w:after="0"/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14:paraId="185EE94D" w14:textId="77777777" w:rsidR="006C6FA9" w:rsidRPr="00C30652" w:rsidRDefault="006C6FA9" w:rsidP="00C30652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iCs/>
                <w:sz w:val="24"/>
                <w:szCs w:val="24"/>
              </w:rPr>
              <w:t>Лазарева</w:t>
            </w:r>
          </w:p>
          <w:p w14:paraId="0C28DB8F" w14:textId="77777777" w:rsidR="006C6FA9" w:rsidRPr="00C30652" w:rsidRDefault="006C6FA9" w:rsidP="00C30652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iCs/>
                <w:sz w:val="24"/>
                <w:szCs w:val="24"/>
              </w:rPr>
              <w:t>Рамиля Фаритовна</w:t>
            </w:r>
          </w:p>
        </w:tc>
        <w:tc>
          <w:tcPr>
            <w:tcW w:w="3969" w:type="dxa"/>
          </w:tcPr>
          <w:p w14:paraId="167BB35A" w14:textId="77777777" w:rsidR="006C6FA9" w:rsidRPr="00C30652" w:rsidRDefault="006C6FA9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МБОУ СОШ №2 г. Туймазы</w:t>
            </w:r>
          </w:p>
        </w:tc>
        <w:tc>
          <w:tcPr>
            <w:tcW w:w="3118" w:type="dxa"/>
          </w:tcPr>
          <w:p w14:paraId="229C323A" w14:textId="77777777" w:rsidR="006C6FA9" w:rsidRPr="00C30652" w:rsidRDefault="006C6FA9" w:rsidP="00C30652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iCs/>
                <w:sz w:val="24"/>
                <w:szCs w:val="24"/>
              </w:rPr>
              <w:t>учитель</w:t>
            </w:r>
          </w:p>
        </w:tc>
      </w:tr>
      <w:tr w:rsidR="006C6FA9" w:rsidRPr="00C30652" w14:paraId="2DBCB318" w14:textId="77777777" w:rsidTr="006C7413">
        <w:tc>
          <w:tcPr>
            <w:tcW w:w="567" w:type="dxa"/>
          </w:tcPr>
          <w:p w14:paraId="6EE40DA2" w14:textId="77777777" w:rsidR="006C6FA9" w:rsidRPr="00C30652" w:rsidRDefault="006C6FA9" w:rsidP="00215B6B">
            <w:pPr>
              <w:numPr>
                <w:ilvl w:val="0"/>
                <w:numId w:val="7"/>
              </w:numPr>
              <w:spacing w:after="0"/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14:paraId="3DEC0214" w14:textId="77777777" w:rsidR="006C6FA9" w:rsidRPr="00C30652" w:rsidRDefault="006C6FA9" w:rsidP="00C30652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iCs/>
                <w:sz w:val="24"/>
                <w:szCs w:val="24"/>
              </w:rPr>
              <w:t>Мингазетдинова</w:t>
            </w:r>
          </w:p>
          <w:p w14:paraId="22188745" w14:textId="77777777" w:rsidR="006C6FA9" w:rsidRPr="00C30652" w:rsidRDefault="006C6FA9" w:rsidP="00C30652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iCs/>
                <w:sz w:val="24"/>
                <w:szCs w:val="24"/>
              </w:rPr>
              <w:t>Лилия Габдулхаевна</w:t>
            </w:r>
          </w:p>
        </w:tc>
        <w:tc>
          <w:tcPr>
            <w:tcW w:w="3969" w:type="dxa"/>
          </w:tcPr>
          <w:p w14:paraId="220A18EB" w14:textId="77777777" w:rsidR="006C6FA9" w:rsidRPr="00C30652" w:rsidRDefault="006C6FA9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МБОУ СОШ №3 г. Туймазы</w:t>
            </w:r>
          </w:p>
        </w:tc>
        <w:tc>
          <w:tcPr>
            <w:tcW w:w="3118" w:type="dxa"/>
          </w:tcPr>
          <w:p w14:paraId="786AA158" w14:textId="77777777" w:rsidR="006C6FA9" w:rsidRPr="00C30652" w:rsidRDefault="006C6FA9" w:rsidP="00C30652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iCs/>
                <w:sz w:val="24"/>
                <w:szCs w:val="24"/>
              </w:rPr>
              <w:t>учитель</w:t>
            </w:r>
          </w:p>
        </w:tc>
      </w:tr>
      <w:tr w:rsidR="006C6FA9" w:rsidRPr="00C30652" w14:paraId="7336FDBE" w14:textId="77777777" w:rsidTr="006C7413">
        <w:tc>
          <w:tcPr>
            <w:tcW w:w="567" w:type="dxa"/>
          </w:tcPr>
          <w:p w14:paraId="3B2F5871" w14:textId="77777777" w:rsidR="006C6FA9" w:rsidRPr="00C30652" w:rsidRDefault="006C6FA9" w:rsidP="00215B6B">
            <w:pPr>
              <w:numPr>
                <w:ilvl w:val="0"/>
                <w:numId w:val="7"/>
              </w:numPr>
              <w:spacing w:after="0"/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14:paraId="2260ADC9" w14:textId="77777777" w:rsidR="006C6FA9" w:rsidRPr="00C30652" w:rsidRDefault="006C6FA9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Нугуманова</w:t>
            </w:r>
          </w:p>
          <w:p w14:paraId="71F7BD7A" w14:textId="77777777" w:rsidR="006C6FA9" w:rsidRPr="00C30652" w:rsidRDefault="006C6FA9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Альмира Ахметовна</w:t>
            </w:r>
          </w:p>
        </w:tc>
        <w:tc>
          <w:tcPr>
            <w:tcW w:w="3969" w:type="dxa"/>
          </w:tcPr>
          <w:p w14:paraId="482CD9C5" w14:textId="77777777" w:rsidR="006C6FA9" w:rsidRPr="00C30652" w:rsidRDefault="006C6FA9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МБОУ СОШ №3 г. Туймазы</w:t>
            </w:r>
          </w:p>
        </w:tc>
        <w:tc>
          <w:tcPr>
            <w:tcW w:w="3118" w:type="dxa"/>
          </w:tcPr>
          <w:p w14:paraId="7BAB3C58" w14:textId="77777777" w:rsidR="006C6FA9" w:rsidRPr="00C30652" w:rsidRDefault="006C6FA9" w:rsidP="00C30652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iCs/>
                <w:sz w:val="24"/>
                <w:szCs w:val="24"/>
              </w:rPr>
              <w:t>учитель</w:t>
            </w:r>
          </w:p>
        </w:tc>
      </w:tr>
      <w:tr w:rsidR="006C6FA9" w:rsidRPr="00C30652" w14:paraId="4B460328" w14:textId="77777777" w:rsidTr="006C7413">
        <w:tc>
          <w:tcPr>
            <w:tcW w:w="567" w:type="dxa"/>
          </w:tcPr>
          <w:p w14:paraId="1FB152F1" w14:textId="77777777" w:rsidR="006C6FA9" w:rsidRPr="00C30652" w:rsidRDefault="006C6FA9" w:rsidP="00215B6B">
            <w:pPr>
              <w:numPr>
                <w:ilvl w:val="0"/>
                <w:numId w:val="7"/>
              </w:numPr>
              <w:spacing w:after="0"/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14:paraId="70C7B732" w14:textId="77777777" w:rsidR="006C6FA9" w:rsidRPr="00C30652" w:rsidRDefault="006C6FA9" w:rsidP="00C30652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iCs/>
                <w:sz w:val="24"/>
                <w:szCs w:val="24"/>
              </w:rPr>
              <w:t>Нуруллина</w:t>
            </w:r>
          </w:p>
          <w:p w14:paraId="38CBFC97" w14:textId="77777777" w:rsidR="006C6FA9" w:rsidRPr="00C30652" w:rsidRDefault="006C6FA9" w:rsidP="00C30652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iCs/>
                <w:sz w:val="24"/>
                <w:szCs w:val="24"/>
              </w:rPr>
              <w:t>Гульсина Рашитовна</w:t>
            </w:r>
          </w:p>
        </w:tc>
        <w:tc>
          <w:tcPr>
            <w:tcW w:w="3969" w:type="dxa"/>
          </w:tcPr>
          <w:p w14:paraId="04A5F743" w14:textId="77777777" w:rsidR="006C6FA9" w:rsidRPr="00C30652" w:rsidRDefault="006C6FA9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МБОУ СОШ №1 г. Туймазы</w:t>
            </w:r>
          </w:p>
        </w:tc>
        <w:tc>
          <w:tcPr>
            <w:tcW w:w="3118" w:type="dxa"/>
          </w:tcPr>
          <w:p w14:paraId="6E0B86F9" w14:textId="77777777" w:rsidR="006C6FA9" w:rsidRPr="00C30652" w:rsidRDefault="006C6FA9" w:rsidP="00C30652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iCs/>
                <w:sz w:val="24"/>
                <w:szCs w:val="24"/>
              </w:rPr>
              <w:t>учитель</w:t>
            </w:r>
          </w:p>
        </w:tc>
      </w:tr>
      <w:tr w:rsidR="006C6FA9" w:rsidRPr="00C30652" w14:paraId="7FA299EC" w14:textId="77777777" w:rsidTr="006C7413">
        <w:tc>
          <w:tcPr>
            <w:tcW w:w="567" w:type="dxa"/>
          </w:tcPr>
          <w:p w14:paraId="57F3E361" w14:textId="77777777" w:rsidR="006C6FA9" w:rsidRPr="00C30652" w:rsidRDefault="006C6FA9" w:rsidP="00215B6B">
            <w:pPr>
              <w:numPr>
                <w:ilvl w:val="0"/>
                <w:numId w:val="7"/>
              </w:numPr>
              <w:spacing w:after="0"/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14:paraId="4266F5E0" w14:textId="77777777" w:rsidR="006C6FA9" w:rsidRPr="00C30652" w:rsidRDefault="006C6FA9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Сальманова</w:t>
            </w:r>
          </w:p>
          <w:p w14:paraId="02F372F6" w14:textId="77777777" w:rsidR="006C6FA9" w:rsidRPr="00C30652" w:rsidRDefault="006C6FA9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Алсу Канафиевна</w:t>
            </w:r>
          </w:p>
        </w:tc>
        <w:tc>
          <w:tcPr>
            <w:tcW w:w="3969" w:type="dxa"/>
          </w:tcPr>
          <w:p w14:paraId="508E0003" w14:textId="77777777" w:rsidR="006C6FA9" w:rsidRPr="00C30652" w:rsidRDefault="006C6FA9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МБОУ СОШ №2 г. Туймазы</w:t>
            </w:r>
          </w:p>
        </w:tc>
        <w:tc>
          <w:tcPr>
            <w:tcW w:w="3118" w:type="dxa"/>
          </w:tcPr>
          <w:p w14:paraId="72A35937" w14:textId="77777777" w:rsidR="006C6FA9" w:rsidRPr="00C30652" w:rsidRDefault="006C6FA9" w:rsidP="00C30652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iCs/>
                <w:sz w:val="24"/>
                <w:szCs w:val="24"/>
              </w:rPr>
              <w:t>учитель</w:t>
            </w:r>
          </w:p>
        </w:tc>
      </w:tr>
      <w:tr w:rsidR="006C6FA9" w:rsidRPr="00C30652" w14:paraId="3A0A1FE2" w14:textId="77777777" w:rsidTr="006C7413">
        <w:tc>
          <w:tcPr>
            <w:tcW w:w="567" w:type="dxa"/>
          </w:tcPr>
          <w:p w14:paraId="1BF7F82F" w14:textId="77777777" w:rsidR="006C6FA9" w:rsidRPr="00C30652" w:rsidRDefault="006C6FA9" w:rsidP="00215B6B">
            <w:pPr>
              <w:numPr>
                <w:ilvl w:val="0"/>
                <w:numId w:val="7"/>
              </w:numPr>
              <w:spacing w:after="0"/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14:paraId="12F8E9E2" w14:textId="77777777" w:rsidR="006C6FA9" w:rsidRPr="00C30652" w:rsidRDefault="006C6FA9" w:rsidP="00C30652">
            <w:pPr>
              <w:spacing w:after="0"/>
              <w:jc w:val="center"/>
              <w:rPr>
                <w:rFonts w:ascii="Times New Roman" w:eastAsia="Trebuchet MS" w:hAnsi="Times New Roman" w:cs="Times New Roman"/>
                <w:iCs/>
                <w:sz w:val="24"/>
                <w:szCs w:val="24"/>
              </w:rPr>
            </w:pPr>
            <w:r w:rsidRPr="00C30652">
              <w:rPr>
                <w:rFonts w:ascii="Times New Roman" w:eastAsia="Trebuchet MS" w:hAnsi="Times New Roman" w:cs="Times New Roman"/>
                <w:iCs/>
                <w:sz w:val="24"/>
                <w:szCs w:val="24"/>
              </w:rPr>
              <w:t>Соболева</w:t>
            </w:r>
          </w:p>
          <w:p w14:paraId="72314F87" w14:textId="77777777" w:rsidR="006C6FA9" w:rsidRPr="00C30652" w:rsidRDefault="006C6FA9" w:rsidP="00C30652">
            <w:pPr>
              <w:spacing w:after="0"/>
              <w:jc w:val="center"/>
              <w:rPr>
                <w:rFonts w:ascii="Times New Roman" w:eastAsia="Trebuchet MS" w:hAnsi="Times New Roman" w:cs="Times New Roman"/>
                <w:iCs/>
                <w:sz w:val="24"/>
                <w:szCs w:val="24"/>
              </w:rPr>
            </w:pPr>
            <w:r w:rsidRPr="00C30652">
              <w:rPr>
                <w:rFonts w:ascii="Times New Roman" w:eastAsia="Trebuchet MS" w:hAnsi="Times New Roman" w:cs="Times New Roman"/>
                <w:iCs/>
                <w:sz w:val="24"/>
                <w:szCs w:val="24"/>
              </w:rPr>
              <w:t>Татьяна Петровна</w:t>
            </w:r>
          </w:p>
        </w:tc>
        <w:tc>
          <w:tcPr>
            <w:tcW w:w="3969" w:type="dxa"/>
          </w:tcPr>
          <w:p w14:paraId="68C4D25F" w14:textId="77777777" w:rsidR="006C6FA9" w:rsidRPr="00C30652" w:rsidRDefault="006C6FA9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МБОУ СОШ №6 г. Туймазы</w:t>
            </w:r>
          </w:p>
        </w:tc>
        <w:tc>
          <w:tcPr>
            <w:tcW w:w="3118" w:type="dxa"/>
          </w:tcPr>
          <w:p w14:paraId="61C768BE" w14:textId="77777777" w:rsidR="006C6FA9" w:rsidRPr="00C30652" w:rsidRDefault="006C6FA9" w:rsidP="00C30652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iCs/>
                <w:sz w:val="24"/>
                <w:szCs w:val="24"/>
              </w:rPr>
              <w:t>учитель</w:t>
            </w:r>
          </w:p>
        </w:tc>
      </w:tr>
      <w:tr w:rsidR="006C6FA9" w:rsidRPr="00C30652" w14:paraId="53E2822D" w14:textId="77777777" w:rsidTr="006C7413">
        <w:tc>
          <w:tcPr>
            <w:tcW w:w="567" w:type="dxa"/>
          </w:tcPr>
          <w:p w14:paraId="3175F94B" w14:textId="77777777" w:rsidR="006C6FA9" w:rsidRPr="00C30652" w:rsidRDefault="006C6FA9" w:rsidP="00215B6B">
            <w:pPr>
              <w:numPr>
                <w:ilvl w:val="0"/>
                <w:numId w:val="7"/>
              </w:numPr>
              <w:spacing w:after="0"/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14:paraId="15E98412" w14:textId="77777777" w:rsidR="006C6FA9" w:rsidRPr="00C30652" w:rsidRDefault="006C6FA9" w:rsidP="00C30652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iCs/>
                <w:sz w:val="24"/>
                <w:szCs w:val="24"/>
              </w:rPr>
              <w:t>Спиридонова</w:t>
            </w:r>
          </w:p>
          <w:p w14:paraId="3A7C6781" w14:textId="77777777" w:rsidR="006C6FA9" w:rsidRPr="00C30652" w:rsidRDefault="006C6FA9" w:rsidP="00C30652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iCs/>
                <w:sz w:val="24"/>
                <w:szCs w:val="24"/>
              </w:rPr>
              <w:t>Елена Валерьевна</w:t>
            </w:r>
          </w:p>
        </w:tc>
        <w:tc>
          <w:tcPr>
            <w:tcW w:w="3969" w:type="dxa"/>
          </w:tcPr>
          <w:p w14:paraId="519B85D8" w14:textId="77777777" w:rsidR="006C6FA9" w:rsidRPr="00C30652" w:rsidRDefault="006C6FA9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МБОУ СОШ №4 г. Туймазы</w:t>
            </w:r>
          </w:p>
        </w:tc>
        <w:tc>
          <w:tcPr>
            <w:tcW w:w="3118" w:type="dxa"/>
          </w:tcPr>
          <w:p w14:paraId="566AA255" w14:textId="77777777" w:rsidR="006C6FA9" w:rsidRPr="00C30652" w:rsidRDefault="006C6FA9" w:rsidP="00C30652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iCs/>
                <w:sz w:val="24"/>
                <w:szCs w:val="24"/>
              </w:rPr>
              <w:t>учитель</w:t>
            </w:r>
          </w:p>
        </w:tc>
      </w:tr>
      <w:tr w:rsidR="006C6FA9" w:rsidRPr="00C30652" w14:paraId="7C46D817" w14:textId="77777777" w:rsidTr="006C7413">
        <w:tc>
          <w:tcPr>
            <w:tcW w:w="567" w:type="dxa"/>
          </w:tcPr>
          <w:p w14:paraId="33A8D662" w14:textId="77777777" w:rsidR="006C6FA9" w:rsidRPr="00C30652" w:rsidRDefault="006C6FA9" w:rsidP="00215B6B">
            <w:pPr>
              <w:numPr>
                <w:ilvl w:val="0"/>
                <w:numId w:val="7"/>
              </w:numPr>
              <w:spacing w:after="0"/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14:paraId="6F3545DD" w14:textId="77777777" w:rsidR="006C6FA9" w:rsidRPr="00C30652" w:rsidRDefault="006C6FA9" w:rsidP="00C30652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iCs/>
                <w:sz w:val="24"/>
                <w:szCs w:val="24"/>
              </w:rPr>
              <w:t>Ташбулатова</w:t>
            </w:r>
          </w:p>
          <w:p w14:paraId="69C62E70" w14:textId="77777777" w:rsidR="006C6FA9" w:rsidRPr="00C30652" w:rsidRDefault="006C6FA9" w:rsidP="00C30652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iCs/>
                <w:sz w:val="24"/>
                <w:szCs w:val="24"/>
              </w:rPr>
              <w:t>Лена Шагитовна</w:t>
            </w:r>
          </w:p>
        </w:tc>
        <w:tc>
          <w:tcPr>
            <w:tcW w:w="3969" w:type="dxa"/>
          </w:tcPr>
          <w:p w14:paraId="72F061F7" w14:textId="77777777" w:rsidR="006C6FA9" w:rsidRPr="00C30652" w:rsidRDefault="006C6FA9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МБОУ СОШ №8 г. Туймазы</w:t>
            </w:r>
          </w:p>
        </w:tc>
        <w:tc>
          <w:tcPr>
            <w:tcW w:w="3118" w:type="dxa"/>
          </w:tcPr>
          <w:p w14:paraId="0AEB346C" w14:textId="77777777" w:rsidR="006C6FA9" w:rsidRPr="00C30652" w:rsidRDefault="006C6FA9" w:rsidP="00C30652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iCs/>
                <w:sz w:val="24"/>
                <w:szCs w:val="24"/>
              </w:rPr>
              <w:t>учитель</w:t>
            </w:r>
          </w:p>
        </w:tc>
      </w:tr>
      <w:tr w:rsidR="006C6FA9" w:rsidRPr="00C30652" w14:paraId="1F8C73DB" w14:textId="77777777" w:rsidTr="006C7413">
        <w:tc>
          <w:tcPr>
            <w:tcW w:w="567" w:type="dxa"/>
          </w:tcPr>
          <w:p w14:paraId="44DCE7C9" w14:textId="77777777" w:rsidR="006C6FA9" w:rsidRPr="00C30652" w:rsidRDefault="006C6FA9" w:rsidP="00215B6B">
            <w:pPr>
              <w:numPr>
                <w:ilvl w:val="0"/>
                <w:numId w:val="7"/>
              </w:numPr>
              <w:spacing w:after="0"/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14:paraId="69B4E667" w14:textId="77777777" w:rsidR="006C6FA9" w:rsidRPr="00C30652" w:rsidRDefault="006C6FA9" w:rsidP="00C30652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iCs/>
                <w:sz w:val="24"/>
                <w:szCs w:val="24"/>
              </w:rPr>
              <w:t>Фаррахова</w:t>
            </w:r>
          </w:p>
          <w:p w14:paraId="5BF7FC32" w14:textId="77777777" w:rsidR="006C6FA9" w:rsidRPr="00C30652" w:rsidRDefault="006C6FA9" w:rsidP="00E63252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iCs/>
                <w:sz w:val="24"/>
                <w:szCs w:val="24"/>
              </w:rPr>
              <w:t>Фарида Назифовна</w:t>
            </w:r>
          </w:p>
        </w:tc>
        <w:tc>
          <w:tcPr>
            <w:tcW w:w="3969" w:type="dxa"/>
          </w:tcPr>
          <w:p w14:paraId="5392F0E4" w14:textId="77777777" w:rsidR="006C6FA9" w:rsidRPr="00C30652" w:rsidRDefault="006C6FA9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МБОУ СОШ с. Ильчимбетово</w:t>
            </w:r>
          </w:p>
        </w:tc>
        <w:tc>
          <w:tcPr>
            <w:tcW w:w="3118" w:type="dxa"/>
          </w:tcPr>
          <w:p w14:paraId="473035CA" w14:textId="77777777" w:rsidR="006C6FA9" w:rsidRPr="00C30652" w:rsidRDefault="006C6FA9" w:rsidP="00C30652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iCs/>
                <w:sz w:val="24"/>
                <w:szCs w:val="24"/>
              </w:rPr>
              <w:t>учитель</w:t>
            </w:r>
          </w:p>
        </w:tc>
      </w:tr>
      <w:tr w:rsidR="006C6FA9" w:rsidRPr="00C30652" w14:paraId="3302DE94" w14:textId="77777777" w:rsidTr="006C7413">
        <w:tc>
          <w:tcPr>
            <w:tcW w:w="567" w:type="dxa"/>
          </w:tcPr>
          <w:p w14:paraId="6A455A7E" w14:textId="77777777" w:rsidR="006C6FA9" w:rsidRPr="00C30652" w:rsidRDefault="006C6FA9" w:rsidP="00215B6B">
            <w:pPr>
              <w:numPr>
                <w:ilvl w:val="0"/>
                <w:numId w:val="7"/>
              </w:numPr>
              <w:spacing w:after="0"/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14:paraId="01AD8DFC" w14:textId="77777777" w:rsidR="006C6FA9" w:rsidRPr="00C30652" w:rsidRDefault="006C6FA9" w:rsidP="00C3065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Фаррухшин</w:t>
            </w:r>
          </w:p>
          <w:p w14:paraId="7A2CB9D6" w14:textId="77777777" w:rsidR="006C6FA9" w:rsidRPr="00C30652" w:rsidRDefault="006C6FA9" w:rsidP="00C3065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Данис Римович</w:t>
            </w:r>
          </w:p>
        </w:tc>
        <w:tc>
          <w:tcPr>
            <w:tcW w:w="3969" w:type="dxa"/>
          </w:tcPr>
          <w:p w14:paraId="20E236EA" w14:textId="77777777" w:rsidR="006C6FA9" w:rsidRPr="00C30652" w:rsidRDefault="006C6FA9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МАОУ ДОД ЦДООТ г.Туймазы</w:t>
            </w:r>
          </w:p>
        </w:tc>
        <w:tc>
          <w:tcPr>
            <w:tcW w:w="3118" w:type="dxa"/>
          </w:tcPr>
          <w:p w14:paraId="21617644" w14:textId="77777777" w:rsidR="006C6FA9" w:rsidRPr="00C30652" w:rsidRDefault="006C6FA9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педагог дополнительного образования</w:t>
            </w:r>
          </w:p>
        </w:tc>
      </w:tr>
      <w:tr w:rsidR="006C6FA9" w:rsidRPr="00C30652" w14:paraId="14C2432C" w14:textId="77777777" w:rsidTr="006C7413">
        <w:tc>
          <w:tcPr>
            <w:tcW w:w="567" w:type="dxa"/>
          </w:tcPr>
          <w:p w14:paraId="10219F5F" w14:textId="77777777" w:rsidR="006C6FA9" w:rsidRPr="00C30652" w:rsidRDefault="006C6FA9" w:rsidP="00215B6B">
            <w:pPr>
              <w:numPr>
                <w:ilvl w:val="0"/>
                <w:numId w:val="7"/>
              </w:numPr>
              <w:spacing w:after="0"/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14:paraId="74EBBD8D" w14:textId="77777777" w:rsidR="006C6FA9" w:rsidRPr="00C30652" w:rsidRDefault="006C6FA9" w:rsidP="00C30652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Фомина</w:t>
            </w:r>
          </w:p>
          <w:p w14:paraId="12D3B35A" w14:textId="77777777" w:rsidR="006C6FA9" w:rsidRPr="00C30652" w:rsidRDefault="006C6FA9" w:rsidP="00C30652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Татьяна Витальевна</w:t>
            </w:r>
          </w:p>
        </w:tc>
        <w:tc>
          <w:tcPr>
            <w:tcW w:w="3969" w:type="dxa"/>
          </w:tcPr>
          <w:p w14:paraId="5E94312D" w14:textId="77777777" w:rsidR="006C6FA9" w:rsidRPr="00C30652" w:rsidRDefault="006C6FA9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МБОУ СОШ №3 г. Туймазы</w:t>
            </w:r>
          </w:p>
        </w:tc>
        <w:tc>
          <w:tcPr>
            <w:tcW w:w="3118" w:type="dxa"/>
          </w:tcPr>
          <w:p w14:paraId="762F6F00" w14:textId="77777777" w:rsidR="006C6FA9" w:rsidRPr="00C30652" w:rsidRDefault="006C6FA9" w:rsidP="00C30652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iCs/>
                <w:sz w:val="24"/>
                <w:szCs w:val="24"/>
              </w:rPr>
              <w:t>учитель</w:t>
            </w:r>
          </w:p>
        </w:tc>
      </w:tr>
      <w:tr w:rsidR="006C6FA9" w:rsidRPr="00C30652" w14:paraId="28EB827A" w14:textId="77777777" w:rsidTr="006C7413">
        <w:tc>
          <w:tcPr>
            <w:tcW w:w="567" w:type="dxa"/>
          </w:tcPr>
          <w:p w14:paraId="7B979F4F" w14:textId="77777777" w:rsidR="006C6FA9" w:rsidRPr="00C30652" w:rsidRDefault="006C6FA9" w:rsidP="00215B6B">
            <w:pPr>
              <w:numPr>
                <w:ilvl w:val="0"/>
                <w:numId w:val="7"/>
              </w:numPr>
              <w:spacing w:after="0"/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14:paraId="02C79FFA" w14:textId="77777777" w:rsidR="006C6FA9" w:rsidRPr="00C30652" w:rsidRDefault="006C6FA9" w:rsidP="00C30652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iCs/>
                <w:sz w:val="24"/>
                <w:szCs w:val="24"/>
              </w:rPr>
              <w:t>Хайдаров</w:t>
            </w:r>
          </w:p>
          <w:p w14:paraId="3F50DA1D" w14:textId="77777777" w:rsidR="006C6FA9" w:rsidRPr="00C30652" w:rsidRDefault="006C6FA9" w:rsidP="00C30652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iCs/>
                <w:sz w:val="24"/>
                <w:szCs w:val="24"/>
              </w:rPr>
              <w:t>Роберт Мунависович</w:t>
            </w:r>
          </w:p>
        </w:tc>
        <w:tc>
          <w:tcPr>
            <w:tcW w:w="3969" w:type="dxa"/>
          </w:tcPr>
          <w:p w14:paraId="1BCC6F65" w14:textId="77777777" w:rsidR="006C6FA9" w:rsidRPr="00C30652" w:rsidRDefault="006C6FA9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МБОУ СОШ с. Старые Туймазы</w:t>
            </w:r>
          </w:p>
        </w:tc>
        <w:tc>
          <w:tcPr>
            <w:tcW w:w="3118" w:type="dxa"/>
          </w:tcPr>
          <w:p w14:paraId="0CDA2C8B" w14:textId="77777777" w:rsidR="006C6FA9" w:rsidRPr="00C30652" w:rsidRDefault="006C6FA9" w:rsidP="00C30652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iCs/>
                <w:sz w:val="24"/>
                <w:szCs w:val="24"/>
              </w:rPr>
              <w:t>учитель</w:t>
            </w:r>
          </w:p>
        </w:tc>
      </w:tr>
      <w:tr w:rsidR="006C6FA9" w:rsidRPr="00C30652" w14:paraId="681788AC" w14:textId="77777777" w:rsidTr="006C7413">
        <w:tc>
          <w:tcPr>
            <w:tcW w:w="567" w:type="dxa"/>
          </w:tcPr>
          <w:p w14:paraId="6DF93BB7" w14:textId="77777777" w:rsidR="006C6FA9" w:rsidRPr="00C30652" w:rsidRDefault="006C6FA9" w:rsidP="00215B6B">
            <w:pPr>
              <w:numPr>
                <w:ilvl w:val="0"/>
                <w:numId w:val="7"/>
              </w:numPr>
              <w:spacing w:after="0"/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14:paraId="0D74BA91" w14:textId="77777777" w:rsidR="006C6FA9" w:rsidRPr="00C30652" w:rsidRDefault="006C6FA9" w:rsidP="00C30652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iCs/>
                <w:sz w:val="24"/>
                <w:szCs w:val="24"/>
              </w:rPr>
              <w:t>Хамматова</w:t>
            </w:r>
          </w:p>
          <w:p w14:paraId="5226137B" w14:textId="77777777" w:rsidR="006C6FA9" w:rsidRPr="00C30652" w:rsidRDefault="006C6FA9" w:rsidP="00C30652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iCs/>
                <w:sz w:val="24"/>
                <w:szCs w:val="24"/>
              </w:rPr>
              <w:t>Венера Марказовна</w:t>
            </w:r>
          </w:p>
        </w:tc>
        <w:tc>
          <w:tcPr>
            <w:tcW w:w="3969" w:type="dxa"/>
          </w:tcPr>
          <w:p w14:paraId="19C6487A" w14:textId="77777777" w:rsidR="006C6FA9" w:rsidRPr="00C30652" w:rsidRDefault="006C6FA9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МБОУ СОШ №5 г. Туймазы</w:t>
            </w:r>
          </w:p>
        </w:tc>
        <w:tc>
          <w:tcPr>
            <w:tcW w:w="3118" w:type="dxa"/>
          </w:tcPr>
          <w:p w14:paraId="66D72E49" w14:textId="77777777" w:rsidR="006C6FA9" w:rsidRPr="00C30652" w:rsidRDefault="006C6FA9" w:rsidP="00C30652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iCs/>
                <w:sz w:val="24"/>
                <w:szCs w:val="24"/>
              </w:rPr>
              <w:t>учитель</w:t>
            </w:r>
          </w:p>
        </w:tc>
      </w:tr>
      <w:tr w:rsidR="006C6FA9" w:rsidRPr="00C30652" w14:paraId="1A46136B" w14:textId="77777777" w:rsidTr="006C7413">
        <w:tc>
          <w:tcPr>
            <w:tcW w:w="567" w:type="dxa"/>
          </w:tcPr>
          <w:p w14:paraId="69E32CBC" w14:textId="77777777" w:rsidR="006C6FA9" w:rsidRPr="00C30652" w:rsidRDefault="006C6FA9" w:rsidP="00215B6B">
            <w:pPr>
              <w:numPr>
                <w:ilvl w:val="0"/>
                <w:numId w:val="7"/>
              </w:numPr>
              <w:spacing w:after="0"/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14:paraId="4B382AF9" w14:textId="77777777" w:rsidR="006C6FA9" w:rsidRPr="00C30652" w:rsidRDefault="006C6FA9" w:rsidP="00C30652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Хатинеевич</w:t>
            </w:r>
          </w:p>
          <w:p w14:paraId="44D563E7" w14:textId="77777777" w:rsidR="006C6FA9" w:rsidRPr="00C30652" w:rsidRDefault="006C6FA9" w:rsidP="00C30652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Елена Владимировна</w:t>
            </w:r>
          </w:p>
        </w:tc>
        <w:tc>
          <w:tcPr>
            <w:tcW w:w="3969" w:type="dxa"/>
          </w:tcPr>
          <w:p w14:paraId="49667FC4" w14:textId="77777777" w:rsidR="006C6FA9" w:rsidRPr="00C30652" w:rsidRDefault="006C6FA9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МБОУ школа - интернат №1</w:t>
            </w:r>
          </w:p>
          <w:p w14:paraId="7C405CCA" w14:textId="77777777" w:rsidR="006C6FA9" w:rsidRPr="00C30652" w:rsidRDefault="006C6FA9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г. Туймазы</w:t>
            </w:r>
          </w:p>
        </w:tc>
        <w:tc>
          <w:tcPr>
            <w:tcW w:w="3118" w:type="dxa"/>
          </w:tcPr>
          <w:p w14:paraId="4C34A260" w14:textId="77777777" w:rsidR="006C6FA9" w:rsidRPr="00C30652" w:rsidRDefault="006C6FA9" w:rsidP="00C30652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iCs/>
                <w:sz w:val="24"/>
                <w:szCs w:val="24"/>
              </w:rPr>
              <w:t>учитель</w:t>
            </w:r>
          </w:p>
        </w:tc>
      </w:tr>
      <w:tr w:rsidR="006C6FA9" w:rsidRPr="00C30652" w14:paraId="28A1E953" w14:textId="77777777" w:rsidTr="006C7413">
        <w:tc>
          <w:tcPr>
            <w:tcW w:w="567" w:type="dxa"/>
          </w:tcPr>
          <w:p w14:paraId="0D63C1D9" w14:textId="77777777" w:rsidR="006C6FA9" w:rsidRPr="00C30652" w:rsidRDefault="006C6FA9" w:rsidP="00215B6B">
            <w:pPr>
              <w:numPr>
                <w:ilvl w:val="0"/>
                <w:numId w:val="7"/>
              </w:numPr>
              <w:spacing w:after="0"/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14:paraId="47104A5E" w14:textId="77777777" w:rsidR="006C6FA9" w:rsidRPr="00C30652" w:rsidRDefault="006C6FA9" w:rsidP="00C30652">
            <w:pPr>
              <w:spacing w:after="0"/>
              <w:jc w:val="center"/>
              <w:rPr>
                <w:rFonts w:ascii="Times New Roman" w:eastAsia="Trebuchet MS" w:hAnsi="Times New Roman" w:cs="Times New Roman"/>
                <w:iCs/>
                <w:sz w:val="24"/>
                <w:szCs w:val="24"/>
              </w:rPr>
            </w:pPr>
            <w:r w:rsidRPr="00C30652">
              <w:rPr>
                <w:rFonts w:ascii="Times New Roman" w:eastAsia="Trebuchet MS" w:hAnsi="Times New Roman" w:cs="Times New Roman"/>
                <w:iCs/>
                <w:sz w:val="24"/>
                <w:szCs w:val="24"/>
              </w:rPr>
              <w:t>Шайхутдинов</w:t>
            </w:r>
          </w:p>
          <w:p w14:paraId="5701DC40" w14:textId="77777777" w:rsidR="006C6FA9" w:rsidRPr="00C30652" w:rsidRDefault="006C6FA9" w:rsidP="00C30652">
            <w:pPr>
              <w:spacing w:after="0"/>
              <w:jc w:val="center"/>
              <w:rPr>
                <w:rFonts w:ascii="Times New Roman" w:eastAsia="Trebuchet MS" w:hAnsi="Times New Roman" w:cs="Times New Roman"/>
                <w:iCs/>
                <w:sz w:val="24"/>
                <w:szCs w:val="24"/>
              </w:rPr>
            </w:pPr>
            <w:r w:rsidRPr="00C30652">
              <w:rPr>
                <w:rFonts w:ascii="Times New Roman" w:eastAsia="Trebuchet MS" w:hAnsi="Times New Roman" w:cs="Times New Roman"/>
                <w:iCs/>
                <w:sz w:val="24"/>
                <w:szCs w:val="24"/>
              </w:rPr>
              <w:t>Азат Маратович</w:t>
            </w:r>
          </w:p>
        </w:tc>
        <w:tc>
          <w:tcPr>
            <w:tcW w:w="3969" w:type="dxa"/>
          </w:tcPr>
          <w:p w14:paraId="7D6B76DC" w14:textId="77777777" w:rsidR="006C6FA9" w:rsidRPr="00C30652" w:rsidRDefault="006C6FA9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МАОУ ДОД ЦДООТ г.Туймазы</w:t>
            </w:r>
          </w:p>
        </w:tc>
        <w:tc>
          <w:tcPr>
            <w:tcW w:w="3118" w:type="dxa"/>
          </w:tcPr>
          <w:p w14:paraId="1EBBE08B" w14:textId="77777777" w:rsidR="006C6FA9" w:rsidRPr="00C30652" w:rsidRDefault="006C6FA9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педагог дополнительного образования</w:t>
            </w:r>
          </w:p>
        </w:tc>
      </w:tr>
      <w:tr w:rsidR="006C6FA9" w:rsidRPr="00C30652" w14:paraId="47EF8258" w14:textId="77777777" w:rsidTr="006C7413">
        <w:tc>
          <w:tcPr>
            <w:tcW w:w="567" w:type="dxa"/>
          </w:tcPr>
          <w:p w14:paraId="6680CACD" w14:textId="77777777" w:rsidR="006C6FA9" w:rsidRPr="00C30652" w:rsidRDefault="006C6FA9" w:rsidP="00215B6B">
            <w:pPr>
              <w:numPr>
                <w:ilvl w:val="0"/>
                <w:numId w:val="7"/>
              </w:numPr>
              <w:spacing w:after="0"/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14:paraId="75F0F668" w14:textId="77777777" w:rsidR="006C6FA9" w:rsidRPr="00C30652" w:rsidRDefault="006C6FA9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Шакирова</w:t>
            </w:r>
          </w:p>
          <w:p w14:paraId="3829EF1D" w14:textId="77777777" w:rsidR="006C6FA9" w:rsidRPr="00C30652" w:rsidRDefault="006C6FA9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Динара Фанилевна</w:t>
            </w:r>
          </w:p>
        </w:tc>
        <w:tc>
          <w:tcPr>
            <w:tcW w:w="3969" w:type="dxa"/>
          </w:tcPr>
          <w:p w14:paraId="3BC704A0" w14:textId="77777777" w:rsidR="006C6FA9" w:rsidRPr="00C30652" w:rsidRDefault="006C6FA9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МБОУ СОШ №8 г. Туймазы</w:t>
            </w:r>
          </w:p>
        </w:tc>
        <w:tc>
          <w:tcPr>
            <w:tcW w:w="3118" w:type="dxa"/>
          </w:tcPr>
          <w:p w14:paraId="5D0946D7" w14:textId="77777777" w:rsidR="006C6FA9" w:rsidRPr="00C30652" w:rsidRDefault="006C6FA9" w:rsidP="00C30652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iCs/>
                <w:sz w:val="24"/>
                <w:szCs w:val="24"/>
              </w:rPr>
              <w:t>учитель</w:t>
            </w:r>
          </w:p>
        </w:tc>
      </w:tr>
      <w:tr w:rsidR="006C6FA9" w:rsidRPr="00C30652" w14:paraId="4606F7CC" w14:textId="77777777" w:rsidTr="006C7413">
        <w:tc>
          <w:tcPr>
            <w:tcW w:w="567" w:type="dxa"/>
          </w:tcPr>
          <w:p w14:paraId="4A683472" w14:textId="77777777" w:rsidR="006C6FA9" w:rsidRPr="00C30652" w:rsidRDefault="006C6FA9" w:rsidP="00215B6B">
            <w:pPr>
              <w:numPr>
                <w:ilvl w:val="0"/>
                <w:numId w:val="7"/>
              </w:numPr>
              <w:spacing w:after="0"/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14:paraId="1AB0E863" w14:textId="77777777" w:rsidR="006C6FA9" w:rsidRPr="00C30652" w:rsidRDefault="006C6FA9" w:rsidP="00C30652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iCs/>
                <w:sz w:val="24"/>
                <w:szCs w:val="24"/>
              </w:rPr>
              <w:t>Шарафеева</w:t>
            </w:r>
          </w:p>
          <w:p w14:paraId="0FCFD1D2" w14:textId="77777777" w:rsidR="006C6FA9" w:rsidRPr="00C30652" w:rsidRDefault="006C6FA9" w:rsidP="00C30652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iCs/>
                <w:sz w:val="24"/>
                <w:szCs w:val="24"/>
              </w:rPr>
              <w:t>Зиля Мандисовна</w:t>
            </w:r>
          </w:p>
        </w:tc>
        <w:tc>
          <w:tcPr>
            <w:tcW w:w="3969" w:type="dxa"/>
          </w:tcPr>
          <w:p w14:paraId="32B10D14" w14:textId="77777777" w:rsidR="006C6FA9" w:rsidRPr="00C30652" w:rsidRDefault="006C6FA9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Филиал МБОУ СОШ №1</w:t>
            </w:r>
          </w:p>
          <w:p w14:paraId="4D4F7D0D" w14:textId="77777777" w:rsidR="006C6FA9" w:rsidRPr="00C30652" w:rsidRDefault="006C6FA9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г. Туймазы «ООШ с. Япрыково»</w:t>
            </w:r>
          </w:p>
        </w:tc>
        <w:tc>
          <w:tcPr>
            <w:tcW w:w="3118" w:type="dxa"/>
          </w:tcPr>
          <w:p w14:paraId="7D7D2BD1" w14:textId="77777777" w:rsidR="006C6FA9" w:rsidRPr="00C30652" w:rsidRDefault="006C6FA9" w:rsidP="00C30652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iCs/>
                <w:sz w:val="24"/>
                <w:szCs w:val="24"/>
              </w:rPr>
              <w:t>учитель</w:t>
            </w:r>
          </w:p>
        </w:tc>
      </w:tr>
      <w:tr w:rsidR="006C6FA9" w:rsidRPr="00C30652" w14:paraId="02C73238" w14:textId="77777777" w:rsidTr="006C7413">
        <w:tc>
          <w:tcPr>
            <w:tcW w:w="567" w:type="dxa"/>
          </w:tcPr>
          <w:p w14:paraId="145D2527" w14:textId="77777777" w:rsidR="006C6FA9" w:rsidRPr="00C30652" w:rsidRDefault="006C6FA9" w:rsidP="00215B6B">
            <w:pPr>
              <w:numPr>
                <w:ilvl w:val="0"/>
                <w:numId w:val="7"/>
              </w:numPr>
              <w:spacing w:after="0"/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14:paraId="54670D0D" w14:textId="77777777" w:rsidR="006C6FA9" w:rsidRPr="00C30652" w:rsidRDefault="006C6FA9" w:rsidP="00C30652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iCs/>
                <w:sz w:val="24"/>
                <w:szCs w:val="24"/>
              </w:rPr>
              <w:t>Шарафутдинова</w:t>
            </w:r>
          </w:p>
          <w:p w14:paraId="106C9B4B" w14:textId="77777777" w:rsidR="006C6FA9" w:rsidRPr="00C30652" w:rsidRDefault="006C6FA9" w:rsidP="00C30652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iCs/>
                <w:sz w:val="24"/>
                <w:szCs w:val="24"/>
              </w:rPr>
              <w:t>Разима Рашитовна</w:t>
            </w:r>
          </w:p>
        </w:tc>
        <w:tc>
          <w:tcPr>
            <w:tcW w:w="3969" w:type="dxa"/>
          </w:tcPr>
          <w:p w14:paraId="318E517B" w14:textId="77777777" w:rsidR="006C6FA9" w:rsidRPr="00C30652" w:rsidRDefault="006C6FA9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МБОУ СОШ №2 с. Кандры</w:t>
            </w:r>
          </w:p>
        </w:tc>
        <w:tc>
          <w:tcPr>
            <w:tcW w:w="3118" w:type="dxa"/>
          </w:tcPr>
          <w:p w14:paraId="3BD8AF3B" w14:textId="77777777" w:rsidR="006C6FA9" w:rsidRPr="00C30652" w:rsidRDefault="006C6FA9" w:rsidP="00C30652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iCs/>
                <w:sz w:val="24"/>
                <w:szCs w:val="24"/>
              </w:rPr>
              <w:t>учитель</w:t>
            </w:r>
          </w:p>
        </w:tc>
      </w:tr>
      <w:tr w:rsidR="006C6FA9" w:rsidRPr="00C30652" w14:paraId="2F1ADC1C" w14:textId="77777777" w:rsidTr="006C7413">
        <w:tc>
          <w:tcPr>
            <w:tcW w:w="567" w:type="dxa"/>
          </w:tcPr>
          <w:p w14:paraId="2EDE4245" w14:textId="77777777" w:rsidR="006C6FA9" w:rsidRPr="00C30652" w:rsidRDefault="006C6FA9" w:rsidP="00215B6B">
            <w:pPr>
              <w:numPr>
                <w:ilvl w:val="0"/>
                <w:numId w:val="7"/>
              </w:numPr>
              <w:spacing w:after="0"/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14:paraId="1FA12631" w14:textId="77777777" w:rsidR="006C6FA9" w:rsidRPr="00C30652" w:rsidRDefault="006C6FA9" w:rsidP="00C30652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iCs/>
                <w:sz w:val="24"/>
                <w:szCs w:val="24"/>
              </w:rPr>
              <w:t>Щукин</w:t>
            </w:r>
          </w:p>
          <w:p w14:paraId="0442D71C" w14:textId="77777777" w:rsidR="006C6FA9" w:rsidRPr="00C30652" w:rsidRDefault="006C6FA9" w:rsidP="00C30652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iCs/>
                <w:sz w:val="24"/>
                <w:szCs w:val="24"/>
              </w:rPr>
              <w:t>Павел Викторович</w:t>
            </w:r>
          </w:p>
        </w:tc>
        <w:tc>
          <w:tcPr>
            <w:tcW w:w="3969" w:type="dxa"/>
          </w:tcPr>
          <w:p w14:paraId="1342EE38" w14:textId="77777777" w:rsidR="006C6FA9" w:rsidRPr="00C30652" w:rsidRDefault="006C6FA9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МБОУ СОШ №1 г. Туймазы</w:t>
            </w:r>
          </w:p>
        </w:tc>
        <w:tc>
          <w:tcPr>
            <w:tcW w:w="3118" w:type="dxa"/>
          </w:tcPr>
          <w:p w14:paraId="09B991CB" w14:textId="77777777" w:rsidR="006C6FA9" w:rsidRPr="00C30652" w:rsidRDefault="006C6FA9" w:rsidP="00C30652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iCs/>
                <w:sz w:val="24"/>
                <w:szCs w:val="24"/>
              </w:rPr>
              <w:t>учитель</w:t>
            </w:r>
          </w:p>
        </w:tc>
      </w:tr>
      <w:tr w:rsidR="006C6FA9" w:rsidRPr="00C30652" w14:paraId="7E2E4A6D" w14:textId="77777777" w:rsidTr="006C7413">
        <w:tc>
          <w:tcPr>
            <w:tcW w:w="567" w:type="dxa"/>
          </w:tcPr>
          <w:p w14:paraId="347ADCF6" w14:textId="77777777" w:rsidR="006C6FA9" w:rsidRPr="00C30652" w:rsidRDefault="006C6FA9" w:rsidP="00215B6B">
            <w:pPr>
              <w:numPr>
                <w:ilvl w:val="0"/>
                <w:numId w:val="7"/>
              </w:numPr>
              <w:spacing w:after="0"/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14:paraId="687BAB72" w14:textId="77777777" w:rsidR="006C6FA9" w:rsidRPr="00C30652" w:rsidRDefault="006C6FA9" w:rsidP="00C30652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iCs/>
                <w:sz w:val="24"/>
                <w:szCs w:val="24"/>
              </w:rPr>
              <w:t>Ямгеева</w:t>
            </w:r>
          </w:p>
          <w:p w14:paraId="6B6D2BB3" w14:textId="77777777" w:rsidR="006C6FA9" w:rsidRPr="00C30652" w:rsidRDefault="006C6FA9" w:rsidP="00C30652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iCs/>
                <w:sz w:val="24"/>
                <w:szCs w:val="24"/>
              </w:rPr>
              <w:t>Лилия Альфертовна</w:t>
            </w:r>
          </w:p>
        </w:tc>
        <w:tc>
          <w:tcPr>
            <w:tcW w:w="3969" w:type="dxa"/>
          </w:tcPr>
          <w:p w14:paraId="56325276" w14:textId="77777777" w:rsidR="006C6FA9" w:rsidRPr="00C30652" w:rsidRDefault="006C6FA9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МБОУ СОШ №4 г. Туймазы</w:t>
            </w:r>
          </w:p>
        </w:tc>
        <w:tc>
          <w:tcPr>
            <w:tcW w:w="3118" w:type="dxa"/>
          </w:tcPr>
          <w:p w14:paraId="63924A03" w14:textId="77777777" w:rsidR="006C6FA9" w:rsidRPr="00C30652" w:rsidRDefault="006C6FA9" w:rsidP="00C30652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iCs/>
                <w:sz w:val="24"/>
                <w:szCs w:val="24"/>
              </w:rPr>
              <w:t>учитель</w:t>
            </w:r>
          </w:p>
        </w:tc>
      </w:tr>
      <w:tr w:rsidR="006C6FA9" w:rsidRPr="00C30652" w14:paraId="5B5B0C81" w14:textId="77777777" w:rsidTr="006C7413">
        <w:tc>
          <w:tcPr>
            <w:tcW w:w="567" w:type="dxa"/>
          </w:tcPr>
          <w:p w14:paraId="50EA22AB" w14:textId="77777777" w:rsidR="006C6FA9" w:rsidRPr="00C30652" w:rsidRDefault="006C6FA9" w:rsidP="00215B6B">
            <w:pPr>
              <w:numPr>
                <w:ilvl w:val="0"/>
                <w:numId w:val="7"/>
              </w:numPr>
              <w:spacing w:after="0"/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14:paraId="4140E9B1" w14:textId="77777777" w:rsidR="006C6FA9" w:rsidRPr="00C30652" w:rsidRDefault="006C6FA9" w:rsidP="00C30652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Янгирова</w:t>
            </w:r>
          </w:p>
          <w:p w14:paraId="7251F088" w14:textId="77777777" w:rsidR="006C6FA9" w:rsidRPr="00C30652" w:rsidRDefault="006C6FA9" w:rsidP="00C30652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Гузалия Замировна</w:t>
            </w:r>
          </w:p>
        </w:tc>
        <w:tc>
          <w:tcPr>
            <w:tcW w:w="3969" w:type="dxa"/>
          </w:tcPr>
          <w:p w14:paraId="4C858B50" w14:textId="77777777" w:rsidR="006C6FA9" w:rsidRPr="00C30652" w:rsidRDefault="006C6FA9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МБОУ школа - интернат №1</w:t>
            </w:r>
          </w:p>
          <w:p w14:paraId="3A3E6A48" w14:textId="77777777" w:rsidR="006C6FA9" w:rsidRPr="00C30652" w:rsidRDefault="006C6FA9" w:rsidP="00C3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г. Туймазы</w:t>
            </w:r>
          </w:p>
        </w:tc>
        <w:tc>
          <w:tcPr>
            <w:tcW w:w="3118" w:type="dxa"/>
          </w:tcPr>
          <w:p w14:paraId="07802D6B" w14:textId="77777777" w:rsidR="006C6FA9" w:rsidRPr="00C30652" w:rsidRDefault="006C6FA9" w:rsidP="00C30652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iCs/>
                <w:sz w:val="24"/>
                <w:szCs w:val="24"/>
              </w:rPr>
              <w:t>учитель</w:t>
            </w:r>
          </w:p>
        </w:tc>
      </w:tr>
    </w:tbl>
    <w:p w14:paraId="4EFB9844" w14:textId="77777777" w:rsidR="006C6FA9" w:rsidRPr="00C30652" w:rsidRDefault="006C6FA9" w:rsidP="00C306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50D35A8" w14:textId="77777777" w:rsidR="00894A01" w:rsidRDefault="00894A01" w:rsidP="00894A01">
      <w:pPr>
        <w:pStyle w:val="a7"/>
        <w:jc w:val="right"/>
        <w:rPr>
          <w:b w:val="0"/>
          <w:sz w:val="24"/>
          <w:szCs w:val="24"/>
        </w:rPr>
      </w:pPr>
    </w:p>
    <w:p w14:paraId="06D0366A" w14:textId="77777777" w:rsidR="00894A01" w:rsidRPr="00894A01" w:rsidRDefault="00894A01" w:rsidP="00894A01">
      <w:pPr>
        <w:pStyle w:val="a7"/>
        <w:spacing w:line="276" w:lineRule="auto"/>
        <w:rPr>
          <w:b w:val="0"/>
          <w:i/>
          <w:sz w:val="24"/>
          <w:szCs w:val="24"/>
        </w:rPr>
      </w:pPr>
    </w:p>
    <w:p w14:paraId="7CC445D0" w14:textId="77777777" w:rsidR="00A716D0" w:rsidRDefault="00A716D0" w:rsidP="00894A01">
      <w:pPr>
        <w:pStyle w:val="a7"/>
        <w:spacing w:line="276" w:lineRule="auto"/>
        <w:rPr>
          <w:sz w:val="24"/>
          <w:szCs w:val="24"/>
        </w:rPr>
      </w:pPr>
    </w:p>
    <w:p w14:paraId="10B73D71" w14:textId="77777777" w:rsidR="00A716D0" w:rsidRDefault="00A716D0" w:rsidP="00894A01">
      <w:pPr>
        <w:pStyle w:val="a7"/>
        <w:spacing w:line="276" w:lineRule="auto"/>
        <w:rPr>
          <w:sz w:val="24"/>
          <w:szCs w:val="24"/>
        </w:rPr>
      </w:pPr>
    </w:p>
    <w:p w14:paraId="60BCDBB6" w14:textId="77777777" w:rsidR="00A716D0" w:rsidRDefault="00A716D0" w:rsidP="00894A01">
      <w:pPr>
        <w:pStyle w:val="a7"/>
        <w:spacing w:line="276" w:lineRule="auto"/>
        <w:rPr>
          <w:sz w:val="24"/>
          <w:szCs w:val="24"/>
        </w:rPr>
      </w:pPr>
    </w:p>
    <w:p w14:paraId="4845AFC8" w14:textId="77777777" w:rsidR="00A716D0" w:rsidRDefault="00A716D0" w:rsidP="00894A01">
      <w:pPr>
        <w:pStyle w:val="a7"/>
        <w:spacing w:line="276" w:lineRule="auto"/>
        <w:rPr>
          <w:sz w:val="24"/>
          <w:szCs w:val="24"/>
        </w:rPr>
      </w:pPr>
    </w:p>
    <w:p w14:paraId="34755D41" w14:textId="77777777" w:rsidR="00A716D0" w:rsidRDefault="00A716D0" w:rsidP="00894A01">
      <w:pPr>
        <w:pStyle w:val="a7"/>
        <w:spacing w:line="276" w:lineRule="auto"/>
        <w:rPr>
          <w:sz w:val="24"/>
          <w:szCs w:val="24"/>
        </w:rPr>
      </w:pPr>
    </w:p>
    <w:p w14:paraId="1587590A" w14:textId="77777777" w:rsidR="00A716D0" w:rsidRDefault="00A716D0" w:rsidP="00894A01">
      <w:pPr>
        <w:pStyle w:val="a7"/>
        <w:spacing w:line="276" w:lineRule="auto"/>
        <w:rPr>
          <w:sz w:val="24"/>
          <w:szCs w:val="24"/>
        </w:rPr>
      </w:pPr>
    </w:p>
    <w:p w14:paraId="046F809F" w14:textId="77777777" w:rsidR="00A716D0" w:rsidRDefault="00A716D0" w:rsidP="00894A01">
      <w:pPr>
        <w:pStyle w:val="a7"/>
        <w:spacing w:line="276" w:lineRule="auto"/>
        <w:rPr>
          <w:sz w:val="24"/>
          <w:szCs w:val="24"/>
        </w:rPr>
      </w:pPr>
    </w:p>
    <w:p w14:paraId="44A5F8C7" w14:textId="77777777" w:rsidR="00A716D0" w:rsidRDefault="00A716D0" w:rsidP="00894A01">
      <w:pPr>
        <w:pStyle w:val="a7"/>
        <w:spacing w:line="276" w:lineRule="auto"/>
        <w:rPr>
          <w:sz w:val="24"/>
          <w:szCs w:val="24"/>
        </w:rPr>
      </w:pPr>
    </w:p>
    <w:p w14:paraId="2E45B9CB" w14:textId="77777777" w:rsidR="00A716D0" w:rsidRDefault="00A716D0" w:rsidP="00894A01">
      <w:pPr>
        <w:pStyle w:val="a7"/>
        <w:spacing w:line="276" w:lineRule="auto"/>
        <w:rPr>
          <w:sz w:val="24"/>
          <w:szCs w:val="24"/>
        </w:rPr>
      </w:pPr>
    </w:p>
    <w:p w14:paraId="43F56FDF" w14:textId="77777777" w:rsidR="00A716D0" w:rsidRDefault="00A716D0" w:rsidP="00894A01">
      <w:pPr>
        <w:pStyle w:val="a7"/>
        <w:spacing w:line="276" w:lineRule="auto"/>
        <w:rPr>
          <w:sz w:val="24"/>
          <w:szCs w:val="24"/>
        </w:rPr>
      </w:pPr>
    </w:p>
    <w:p w14:paraId="39D190A9" w14:textId="77777777" w:rsidR="00A716D0" w:rsidRDefault="00A716D0" w:rsidP="00894A01">
      <w:pPr>
        <w:pStyle w:val="a7"/>
        <w:spacing w:line="276" w:lineRule="auto"/>
        <w:rPr>
          <w:sz w:val="24"/>
          <w:szCs w:val="24"/>
        </w:rPr>
      </w:pPr>
    </w:p>
    <w:p w14:paraId="37A76449" w14:textId="77777777" w:rsidR="00A716D0" w:rsidRDefault="00A716D0" w:rsidP="00894A01">
      <w:pPr>
        <w:pStyle w:val="a7"/>
        <w:spacing w:line="276" w:lineRule="auto"/>
        <w:rPr>
          <w:sz w:val="24"/>
          <w:szCs w:val="24"/>
        </w:rPr>
      </w:pPr>
    </w:p>
    <w:p w14:paraId="2BBF0389" w14:textId="77777777" w:rsidR="00A716D0" w:rsidRDefault="00A716D0" w:rsidP="00894A01">
      <w:pPr>
        <w:pStyle w:val="a7"/>
        <w:spacing w:line="276" w:lineRule="auto"/>
        <w:rPr>
          <w:sz w:val="24"/>
          <w:szCs w:val="24"/>
        </w:rPr>
      </w:pPr>
    </w:p>
    <w:p w14:paraId="59F76F64" w14:textId="77777777" w:rsidR="00E63252" w:rsidRDefault="00E63252" w:rsidP="00894A01">
      <w:pPr>
        <w:pStyle w:val="a7"/>
        <w:spacing w:line="276" w:lineRule="auto"/>
        <w:rPr>
          <w:sz w:val="24"/>
          <w:szCs w:val="24"/>
        </w:rPr>
      </w:pPr>
    </w:p>
    <w:p w14:paraId="04793A41" w14:textId="77777777" w:rsidR="00A716D0" w:rsidRDefault="00A716D0" w:rsidP="00894A01">
      <w:pPr>
        <w:pStyle w:val="a7"/>
        <w:spacing w:line="276" w:lineRule="auto"/>
        <w:rPr>
          <w:sz w:val="24"/>
          <w:szCs w:val="24"/>
        </w:rPr>
      </w:pPr>
    </w:p>
    <w:p w14:paraId="39BC8ACF" w14:textId="77777777" w:rsidR="00A716D0" w:rsidRDefault="00A716D0" w:rsidP="00A716D0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Приложение №2  к приказу Министерства образования</w:t>
      </w:r>
    </w:p>
    <w:p w14:paraId="1125EDB6" w14:textId="77777777" w:rsidR="00A716D0" w:rsidRPr="00BE3CB8" w:rsidRDefault="00A716D0" w:rsidP="00A716D0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14:paraId="771D0FAB" w14:textId="77777777" w:rsidR="00A716D0" w:rsidRDefault="00A716D0" w:rsidP="00A716D0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14:paraId="30EF07F0" w14:textId="77777777" w:rsidR="00A716D0" w:rsidRDefault="00A716D0" w:rsidP="00A716D0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14:paraId="5D103C8E" w14:textId="77777777" w:rsidR="00A716D0" w:rsidRDefault="00A716D0" w:rsidP="00A716D0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14:paraId="52F00088" w14:textId="77777777" w:rsidR="00A716D0" w:rsidRPr="00FD0F2C" w:rsidRDefault="00A716D0" w:rsidP="00A716D0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5C513F4A" w14:textId="77777777" w:rsidR="00894A01" w:rsidRDefault="00894A01" w:rsidP="00894A01">
      <w:pPr>
        <w:pStyle w:val="a7"/>
        <w:spacing w:line="276" w:lineRule="auto"/>
        <w:rPr>
          <w:sz w:val="24"/>
          <w:szCs w:val="24"/>
        </w:rPr>
      </w:pPr>
      <w:r w:rsidRPr="00894A01">
        <w:rPr>
          <w:sz w:val="24"/>
          <w:szCs w:val="24"/>
        </w:rPr>
        <w:t xml:space="preserve">Городской округ город Уфа Республики Башкортостан </w:t>
      </w:r>
    </w:p>
    <w:p w14:paraId="33F5EA93" w14:textId="77777777" w:rsidR="00894A01" w:rsidRPr="00894A01" w:rsidRDefault="00894A01" w:rsidP="00894A01">
      <w:pPr>
        <w:pStyle w:val="a7"/>
        <w:spacing w:line="276" w:lineRule="auto"/>
        <w:rPr>
          <w:sz w:val="24"/>
          <w:szCs w:val="24"/>
        </w:rPr>
      </w:pPr>
      <w:r w:rsidRPr="00894A01">
        <w:rPr>
          <w:sz w:val="24"/>
          <w:szCs w:val="24"/>
        </w:rPr>
        <w:t>(Демский район)</w:t>
      </w:r>
    </w:p>
    <w:p w14:paraId="7C34EA6E" w14:textId="77777777" w:rsidR="00894A01" w:rsidRPr="00894A01" w:rsidRDefault="00894A01" w:rsidP="00894A01">
      <w:pPr>
        <w:pStyle w:val="a7"/>
        <w:spacing w:line="276" w:lineRule="auto"/>
        <w:rPr>
          <w:b w:val="0"/>
          <w:sz w:val="24"/>
          <w:szCs w:val="24"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403"/>
        <w:gridCol w:w="3969"/>
        <w:gridCol w:w="3118"/>
      </w:tblGrid>
      <w:tr w:rsidR="00894A01" w:rsidRPr="00894A01" w14:paraId="09B10B6C" w14:textId="77777777" w:rsidTr="00894A01">
        <w:trPr>
          <w:trHeight w:val="595"/>
        </w:trPr>
        <w:tc>
          <w:tcPr>
            <w:tcW w:w="567" w:type="dxa"/>
            <w:vAlign w:val="center"/>
          </w:tcPr>
          <w:p w14:paraId="151286C8" w14:textId="77777777" w:rsidR="00894A01" w:rsidRPr="00C30652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403" w:type="dxa"/>
            <w:vAlign w:val="center"/>
          </w:tcPr>
          <w:p w14:paraId="02C97410" w14:textId="77777777" w:rsidR="00894A01" w:rsidRPr="00C30652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b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ИО</w:t>
            </w:r>
          </w:p>
        </w:tc>
        <w:tc>
          <w:tcPr>
            <w:tcW w:w="3969" w:type="dxa"/>
            <w:vAlign w:val="center"/>
          </w:tcPr>
          <w:p w14:paraId="05762F48" w14:textId="77777777" w:rsidR="00894A01" w:rsidRPr="00C30652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3118" w:type="dxa"/>
            <w:vAlign w:val="center"/>
          </w:tcPr>
          <w:p w14:paraId="220089BE" w14:textId="77777777" w:rsidR="00894A01" w:rsidRPr="00C30652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B20BE0" w:rsidRPr="00894A01" w14:paraId="0E99DAA3" w14:textId="77777777" w:rsidTr="00894A01">
        <w:trPr>
          <w:trHeight w:val="595"/>
        </w:trPr>
        <w:tc>
          <w:tcPr>
            <w:tcW w:w="567" w:type="dxa"/>
          </w:tcPr>
          <w:p w14:paraId="680FF26B" w14:textId="77777777" w:rsidR="00B20BE0" w:rsidRPr="00894A01" w:rsidRDefault="00B20BE0" w:rsidP="00215B6B">
            <w:pPr>
              <w:pStyle w:val="a7"/>
              <w:numPr>
                <w:ilvl w:val="0"/>
                <w:numId w:val="15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46D3D7F3" w14:textId="77777777" w:rsidR="00B20BE0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Ахмадиева </w:t>
            </w:r>
          </w:p>
          <w:p w14:paraId="48106064" w14:textId="77777777" w:rsidR="00B20BE0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Эльвира Ириковна</w:t>
            </w:r>
          </w:p>
        </w:tc>
        <w:tc>
          <w:tcPr>
            <w:tcW w:w="3969" w:type="dxa"/>
          </w:tcPr>
          <w:p w14:paraId="374EB15F" w14:textId="77777777" w:rsidR="00B20BE0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лицей №123</w:t>
            </w:r>
          </w:p>
        </w:tc>
        <w:tc>
          <w:tcPr>
            <w:tcW w:w="3118" w:type="dxa"/>
          </w:tcPr>
          <w:p w14:paraId="60F76991" w14:textId="77777777" w:rsidR="00B20BE0" w:rsidRDefault="00B20BE0" w:rsidP="00B20BE0">
            <w:pPr>
              <w:jc w:val="center"/>
            </w:pPr>
            <w:r w:rsidRPr="0098183C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B20BE0" w:rsidRPr="00894A01" w14:paraId="12F9416A" w14:textId="77777777" w:rsidTr="00894A01">
        <w:trPr>
          <w:trHeight w:val="595"/>
        </w:trPr>
        <w:tc>
          <w:tcPr>
            <w:tcW w:w="567" w:type="dxa"/>
          </w:tcPr>
          <w:p w14:paraId="3F655577" w14:textId="77777777" w:rsidR="00B20BE0" w:rsidRPr="00894A01" w:rsidRDefault="00B20BE0" w:rsidP="00215B6B">
            <w:pPr>
              <w:pStyle w:val="a7"/>
              <w:numPr>
                <w:ilvl w:val="0"/>
                <w:numId w:val="15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2D8C7D30" w14:textId="77777777" w:rsidR="00B20BE0" w:rsidRDefault="00B20BE0" w:rsidP="00B20B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Веретнов</w:t>
            </w:r>
          </w:p>
          <w:p w14:paraId="01AB74CE" w14:textId="77777777" w:rsidR="00B20BE0" w:rsidRPr="00894A01" w:rsidRDefault="00B20BE0" w:rsidP="00B20B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Александр Юрьевич</w:t>
            </w:r>
          </w:p>
        </w:tc>
        <w:tc>
          <w:tcPr>
            <w:tcW w:w="3969" w:type="dxa"/>
          </w:tcPr>
          <w:p w14:paraId="29ACB890" w14:textId="77777777" w:rsidR="00B20BE0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Башкирская гимназия №102</w:t>
            </w:r>
          </w:p>
        </w:tc>
        <w:tc>
          <w:tcPr>
            <w:tcW w:w="3118" w:type="dxa"/>
          </w:tcPr>
          <w:p w14:paraId="623128DB" w14:textId="77777777" w:rsidR="00B20BE0" w:rsidRDefault="00B20BE0" w:rsidP="00B20BE0">
            <w:pPr>
              <w:jc w:val="center"/>
            </w:pPr>
            <w:r w:rsidRPr="0098183C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894A01" w:rsidRPr="00894A01" w14:paraId="64124A17" w14:textId="77777777" w:rsidTr="00894A01">
        <w:trPr>
          <w:trHeight w:val="595"/>
        </w:trPr>
        <w:tc>
          <w:tcPr>
            <w:tcW w:w="567" w:type="dxa"/>
          </w:tcPr>
          <w:p w14:paraId="7F4F298A" w14:textId="77777777" w:rsidR="00894A01" w:rsidRPr="00894A01" w:rsidRDefault="00894A01" w:rsidP="00215B6B">
            <w:pPr>
              <w:pStyle w:val="a7"/>
              <w:numPr>
                <w:ilvl w:val="0"/>
                <w:numId w:val="15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1AF98F84" w14:textId="77777777" w:rsidR="00B20BE0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Витушкина </w:t>
            </w:r>
          </w:p>
          <w:p w14:paraId="73038282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Елена Вячеславовна</w:t>
            </w:r>
          </w:p>
        </w:tc>
        <w:tc>
          <w:tcPr>
            <w:tcW w:w="3969" w:type="dxa"/>
          </w:tcPr>
          <w:p w14:paraId="68B2A0F9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МБДОУ детский сад №74</w:t>
            </w:r>
          </w:p>
        </w:tc>
        <w:tc>
          <w:tcPr>
            <w:tcW w:w="3118" w:type="dxa"/>
          </w:tcPr>
          <w:p w14:paraId="27D651F1" w14:textId="77777777" w:rsidR="00894A01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894A01" w:rsidRPr="00894A01">
              <w:rPr>
                <w:rFonts w:ascii="Times New Roman" w:hAnsi="Times New Roman" w:cs="Times New Roman"/>
                <w:sz w:val="24"/>
                <w:szCs w:val="24"/>
              </w:rPr>
              <w:t>узыкальный руководитель</w:t>
            </w:r>
          </w:p>
        </w:tc>
      </w:tr>
      <w:tr w:rsidR="00B20BE0" w:rsidRPr="00894A01" w14:paraId="79B09FCB" w14:textId="77777777" w:rsidTr="00894A01">
        <w:trPr>
          <w:trHeight w:val="595"/>
        </w:trPr>
        <w:tc>
          <w:tcPr>
            <w:tcW w:w="567" w:type="dxa"/>
          </w:tcPr>
          <w:p w14:paraId="2CB12F65" w14:textId="77777777" w:rsidR="00B20BE0" w:rsidRPr="00894A01" w:rsidRDefault="00B20BE0" w:rsidP="00215B6B">
            <w:pPr>
              <w:pStyle w:val="a7"/>
              <w:numPr>
                <w:ilvl w:val="0"/>
                <w:numId w:val="15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247403C5" w14:textId="77777777" w:rsidR="00B20BE0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Елина </w:t>
            </w:r>
          </w:p>
          <w:p w14:paraId="11C15A63" w14:textId="77777777" w:rsidR="00B20BE0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Эвелина Юрьевна</w:t>
            </w:r>
          </w:p>
        </w:tc>
        <w:tc>
          <w:tcPr>
            <w:tcW w:w="3969" w:type="dxa"/>
          </w:tcPr>
          <w:p w14:paraId="41B535D2" w14:textId="77777777" w:rsidR="00B20BE0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СОШ №113</w:t>
            </w:r>
          </w:p>
        </w:tc>
        <w:tc>
          <w:tcPr>
            <w:tcW w:w="3118" w:type="dxa"/>
          </w:tcPr>
          <w:p w14:paraId="5FDE996C" w14:textId="77777777" w:rsidR="00B20BE0" w:rsidRDefault="00B20BE0" w:rsidP="00B20BE0">
            <w:pPr>
              <w:jc w:val="center"/>
            </w:pPr>
            <w:r w:rsidRPr="00E57B09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B20BE0" w:rsidRPr="00894A01" w14:paraId="67DF0305" w14:textId="77777777" w:rsidTr="00894A01">
        <w:trPr>
          <w:trHeight w:val="595"/>
        </w:trPr>
        <w:tc>
          <w:tcPr>
            <w:tcW w:w="567" w:type="dxa"/>
          </w:tcPr>
          <w:p w14:paraId="07EF2D9A" w14:textId="77777777" w:rsidR="00B20BE0" w:rsidRPr="00894A01" w:rsidRDefault="00B20BE0" w:rsidP="00215B6B">
            <w:pPr>
              <w:pStyle w:val="a7"/>
              <w:numPr>
                <w:ilvl w:val="0"/>
                <w:numId w:val="15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7DB53459" w14:textId="77777777" w:rsidR="00B20BE0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Зубаирова</w:t>
            </w:r>
          </w:p>
          <w:p w14:paraId="2BA63E82" w14:textId="77777777" w:rsidR="00B20BE0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 Гузель Равилевна</w:t>
            </w:r>
          </w:p>
        </w:tc>
        <w:tc>
          <w:tcPr>
            <w:tcW w:w="3969" w:type="dxa"/>
          </w:tcPr>
          <w:p w14:paraId="23B8C497" w14:textId="77777777" w:rsidR="00B20BE0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СОШ №103</w:t>
            </w:r>
          </w:p>
        </w:tc>
        <w:tc>
          <w:tcPr>
            <w:tcW w:w="3118" w:type="dxa"/>
          </w:tcPr>
          <w:p w14:paraId="025A93A6" w14:textId="77777777" w:rsidR="00B20BE0" w:rsidRDefault="00B20BE0" w:rsidP="00B20BE0">
            <w:pPr>
              <w:jc w:val="center"/>
            </w:pPr>
            <w:r w:rsidRPr="00E57B09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B20BE0" w:rsidRPr="00894A01" w14:paraId="7C10DD0C" w14:textId="77777777" w:rsidTr="00894A01">
        <w:trPr>
          <w:trHeight w:val="595"/>
        </w:trPr>
        <w:tc>
          <w:tcPr>
            <w:tcW w:w="567" w:type="dxa"/>
          </w:tcPr>
          <w:p w14:paraId="7183CE1A" w14:textId="77777777" w:rsidR="00B20BE0" w:rsidRPr="00894A01" w:rsidRDefault="00B20BE0" w:rsidP="00215B6B">
            <w:pPr>
              <w:pStyle w:val="a7"/>
              <w:numPr>
                <w:ilvl w:val="0"/>
                <w:numId w:val="15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6886B2E1" w14:textId="77777777" w:rsidR="00B20BE0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Зяблицева </w:t>
            </w:r>
          </w:p>
          <w:p w14:paraId="1289501C" w14:textId="77777777" w:rsidR="00B20BE0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Наталья Романовна</w:t>
            </w:r>
          </w:p>
        </w:tc>
        <w:tc>
          <w:tcPr>
            <w:tcW w:w="3969" w:type="dxa"/>
          </w:tcPr>
          <w:p w14:paraId="38D30B01" w14:textId="77777777" w:rsidR="00B20BE0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СОШ №132</w:t>
            </w:r>
          </w:p>
        </w:tc>
        <w:tc>
          <w:tcPr>
            <w:tcW w:w="3118" w:type="dxa"/>
          </w:tcPr>
          <w:p w14:paraId="1359EE1F" w14:textId="77777777" w:rsidR="00B20BE0" w:rsidRDefault="00B20BE0" w:rsidP="00B20BE0">
            <w:pPr>
              <w:jc w:val="center"/>
            </w:pPr>
            <w:r w:rsidRPr="00E57B09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894A01" w:rsidRPr="00894A01" w14:paraId="50BDFD92" w14:textId="77777777" w:rsidTr="00894A01">
        <w:trPr>
          <w:trHeight w:val="595"/>
        </w:trPr>
        <w:tc>
          <w:tcPr>
            <w:tcW w:w="567" w:type="dxa"/>
          </w:tcPr>
          <w:p w14:paraId="2DFD01A2" w14:textId="77777777" w:rsidR="00894A01" w:rsidRPr="00894A01" w:rsidRDefault="00894A01" w:rsidP="00215B6B">
            <w:pPr>
              <w:pStyle w:val="a7"/>
              <w:numPr>
                <w:ilvl w:val="0"/>
                <w:numId w:val="15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5E346975" w14:textId="77777777" w:rsidR="00B20BE0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Иванова </w:t>
            </w:r>
          </w:p>
          <w:p w14:paraId="1BBEA3E5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Анна Васильевна</w:t>
            </w:r>
          </w:p>
        </w:tc>
        <w:tc>
          <w:tcPr>
            <w:tcW w:w="3969" w:type="dxa"/>
          </w:tcPr>
          <w:p w14:paraId="7BA23B5D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МБДОУ детский сад №13</w:t>
            </w:r>
          </w:p>
        </w:tc>
        <w:tc>
          <w:tcPr>
            <w:tcW w:w="3118" w:type="dxa"/>
          </w:tcPr>
          <w:p w14:paraId="19CC6150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B20BE0" w:rsidRPr="00894A01" w14:paraId="2369FBC7" w14:textId="77777777" w:rsidTr="00894A01">
        <w:trPr>
          <w:trHeight w:val="595"/>
        </w:trPr>
        <w:tc>
          <w:tcPr>
            <w:tcW w:w="567" w:type="dxa"/>
          </w:tcPr>
          <w:p w14:paraId="23B5BD22" w14:textId="77777777" w:rsidR="00B20BE0" w:rsidRPr="00894A01" w:rsidRDefault="00B20BE0" w:rsidP="00215B6B">
            <w:pPr>
              <w:pStyle w:val="a7"/>
              <w:numPr>
                <w:ilvl w:val="0"/>
                <w:numId w:val="15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0E2574D5" w14:textId="77777777" w:rsidR="00B20BE0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Ильясова</w:t>
            </w:r>
          </w:p>
          <w:p w14:paraId="4DFFBAB0" w14:textId="77777777" w:rsidR="00B20BE0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 Гульсима Шавалеевна</w:t>
            </w:r>
          </w:p>
        </w:tc>
        <w:tc>
          <w:tcPr>
            <w:tcW w:w="3969" w:type="dxa"/>
          </w:tcPr>
          <w:p w14:paraId="66A9CB53" w14:textId="77777777" w:rsidR="00B20BE0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СОШ №113</w:t>
            </w:r>
          </w:p>
        </w:tc>
        <w:tc>
          <w:tcPr>
            <w:tcW w:w="3118" w:type="dxa"/>
          </w:tcPr>
          <w:p w14:paraId="1AEA23BE" w14:textId="77777777" w:rsidR="00B20BE0" w:rsidRDefault="00B20BE0" w:rsidP="00B20BE0">
            <w:pPr>
              <w:jc w:val="center"/>
            </w:pPr>
            <w:r w:rsidRPr="0081265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B20BE0" w:rsidRPr="00894A01" w14:paraId="21C851AA" w14:textId="77777777" w:rsidTr="00894A01">
        <w:trPr>
          <w:trHeight w:val="595"/>
        </w:trPr>
        <w:tc>
          <w:tcPr>
            <w:tcW w:w="567" w:type="dxa"/>
          </w:tcPr>
          <w:p w14:paraId="33ECCD45" w14:textId="77777777" w:rsidR="00B20BE0" w:rsidRPr="00894A01" w:rsidRDefault="00B20BE0" w:rsidP="00215B6B">
            <w:pPr>
              <w:pStyle w:val="a7"/>
              <w:numPr>
                <w:ilvl w:val="0"/>
                <w:numId w:val="15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1E8BB0F3" w14:textId="77777777" w:rsidR="00B20BE0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Кудинова</w:t>
            </w:r>
          </w:p>
          <w:p w14:paraId="70102ECB" w14:textId="77777777" w:rsidR="00B20BE0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 Вера Григорьевна</w:t>
            </w:r>
          </w:p>
        </w:tc>
        <w:tc>
          <w:tcPr>
            <w:tcW w:w="3969" w:type="dxa"/>
          </w:tcPr>
          <w:p w14:paraId="37E01DC1" w14:textId="77777777" w:rsidR="00B20BE0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«Башкирская гимназия  №102»</w:t>
            </w:r>
          </w:p>
        </w:tc>
        <w:tc>
          <w:tcPr>
            <w:tcW w:w="3118" w:type="dxa"/>
          </w:tcPr>
          <w:p w14:paraId="2BE24045" w14:textId="77777777" w:rsidR="00B20BE0" w:rsidRDefault="00B20BE0" w:rsidP="00B20BE0">
            <w:pPr>
              <w:jc w:val="center"/>
            </w:pPr>
            <w:r w:rsidRPr="0081265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B20BE0" w:rsidRPr="00894A01" w14:paraId="4E23F862" w14:textId="77777777" w:rsidTr="00894A01">
        <w:trPr>
          <w:trHeight w:val="595"/>
        </w:trPr>
        <w:tc>
          <w:tcPr>
            <w:tcW w:w="567" w:type="dxa"/>
          </w:tcPr>
          <w:p w14:paraId="1CF19BE2" w14:textId="77777777" w:rsidR="00B20BE0" w:rsidRPr="00894A01" w:rsidRDefault="00B20BE0" w:rsidP="00215B6B">
            <w:pPr>
              <w:pStyle w:val="a7"/>
              <w:numPr>
                <w:ilvl w:val="0"/>
                <w:numId w:val="15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7BF5FE9F" w14:textId="77777777" w:rsidR="00B20BE0" w:rsidRDefault="00B20BE0" w:rsidP="00B20B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Макарова</w:t>
            </w:r>
          </w:p>
          <w:p w14:paraId="27360B94" w14:textId="77777777" w:rsidR="00B20BE0" w:rsidRPr="00894A01" w:rsidRDefault="00B20BE0" w:rsidP="00B20B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Ирина Александровна</w:t>
            </w:r>
          </w:p>
        </w:tc>
        <w:tc>
          <w:tcPr>
            <w:tcW w:w="3969" w:type="dxa"/>
          </w:tcPr>
          <w:p w14:paraId="5F67034E" w14:textId="77777777" w:rsidR="00B20BE0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лицей №123</w:t>
            </w:r>
          </w:p>
        </w:tc>
        <w:tc>
          <w:tcPr>
            <w:tcW w:w="3118" w:type="dxa"/>
          </w:tcPr>
          <w:p w14:paraId="0DF6BFAD" w14:textId="77777777" w:rsidR="00B20BE0" w:rsidRDefault="00B20BE0" w:rsidP="00B20BE0">
            <w:pPr>
              <w:jc w:val="center"/>
            </w:pPr>
            <w:r w:rsidRPr="0081265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B20BE0" w:rsidRPr="00894A01" w14:paraId="3C5434CD" w14:textId="77777777" w:rsidTr="00894A01">
        <w:trPr>
          <w:trHeight w:val="595"/>
        </w:trPr>
        <w:tc>
          <w:tcPr>
            <w:tcW w:w="567" w:type="dxa"/>
          </w:tcPr>
          <w:p w14:paraId="54FCABB4" w14:textId="77777777" w:rsidR="00B20BE0" w:rsidRPr="00894A01" w:rsidRDefault="00B20BE0" w:rsidP="00215B6B">
            <w:pPr>
              <w:pStyle w:val="a7"/>
              <w:numPr>
                <w:ilvl w:val="0"/>
                <w:numId w:val="15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7C540C00" w14:textId="77777777" w:rsidR="00B20BE0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Меркушева </w:t>
            </w:r>
          </w:p>
          <w:p w14:paraId="3F5D669E" w14:textId="77777777" w:rsidR="00B20BE0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Наталья Григорьевна</w:t>
            </w:r>
          </w:p>
        </w:tc>
        <w:tc>
          <w:tcPr>
            <w:tcW w:w="3969" w:type="dxa"/>
          </w:tcPr>
          <w:p w14:paraId="7D369695" w14:textId="77777777" w:rsidR="00B20BE0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СОШ №104</w:t>
            </w:r>
          </w:p>
        </w:tc>
        <w:tc>
          <w:tcPr>
            <w:tcW w:w="3118" w:type="dxa"/>
          </w:tcPr>
          <w:p w14:paraId="323BD481" w14:textId="77777777" w:rsidR="00B20BE0" w:rsidRDefault="00B20BE0" w:rsidP="00B20BE0">
            <w:pPr>
              <w:jc w:val="center"/>
            </w:pPr>
            <w:r w:rsidRPr="0081265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894A01" w:rsidRPr="00894A01" w14:paraId="37074026" w14:textId="77777777" w:rsidTr="00894A01">
        <w:trPr>
          <w:trHeight w:val="595"/>
        </w:trPr>
        <w:tc>
          <w:tcPr>
            <w:tcW w:w="567" w:type="dxa"/>
          </w:tcPr>
          <w:p w14:paraId="057A7172" w14:textId="77777777" w:rsidR="00894A01" w:rsidRPr="00894A01" w:rsidRDefault="00894A01" w:rsidP="00215B6B">
            <w:pPr>
              <w:pStyle w:val="a7"/>
              <w:numPr>
                <w:ilvl w:val="0"/>
                <w:numId w:val="15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455ED524" w14:textId="77777777" w:rsidR="00B20BE0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Мустафина</w:t>
            </w:r>
          </w:p>
          <w:p w14:paraId="62239ECB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 Альмира Мударисовна</w:t>
            </w:r>
          </w:p>
        </w:tc>
        <w:tc>
          <w:tcPr>
            <w:tcW w:w="3969" w:type="dxa"/>
          </w:tcPr>
          <w:p w14:paraId="0B8FADFD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МАДОУ детский сад № 115</w:t>
            </w:r>
          </w:p>
        </w:tc>
        <w:tc>
          <w:tcPr>
            <w:tcW w:w="3118" w:type="dxa"/>
          </w:tcPr>
          <w:p w14:paraId="22126707" w14:textId="77777777" w:rsidR="00894A01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894A01" w:rsidRPr="00894A01">
              <w:rPr>
                <w:rFonts w:ascii="Times New Roman" w:hAnsi="Times New Roman" w:cs="Times New Roman"/>
                <w:sz w:val="24"/>
                <w:szCs w:val="24"/>
              </w:rPr>
              <w:t>узыкальный руководитель</w:t>
            </w:r>
          </w:p>
        </w:tc>
      </w:tr>
      <w:tr w:rsidR="00894A01" w:rsidRPr="00894A01" w14:paraId="4AA6C381" w14:textId="77777777" w:rsidTr="00894A01">
        <w:trPr>
          <w:trHeight w:val="595"/>
        </w:trPr>
        <w:tc>
          <w:tcPr>
            <w:tcW w:w="567" w:type="dxa"/>
          </w:tcPr>
          <w:p w14:paraId="2C34CC05" w14:textId="77777777" w:rsidR="00894A01" w:rsidRPr="00894A01" w:rsidRDefault="00894A01" w:rsidP="00215B6B">
            <w:pPr>
              <w:pStyle w:val="a7"/>
              <w:numPr>
                <w:ilvl w:val="0"/>
                <w:numId w:val="15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0083A9F9" w14:textId="77777777" w:rsidR="00B20BE0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Нафикова </w:t>
            </w:r>
          </w:p>
          <w:p w14:paraId="561C53E0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Галина Георгиевна</w:t>
            </w:r>
          </w:p>
        </w:tc>
        <w:tc>
          <w:tcPr>
            <w:tcW w:w="3969" w:type="dxa"/>
          </w:tcPr>
          <w:p w14:paraId="17CAAED7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МАДОУ Детский сад №115</w:t>
            </w:r>
          </w:p>
        </w:tc>
        <w:tc>
          <w:tcPr>
            <w:tcW w:w="3118" w:type="dxa"/>
          </w:tcPr>
          <w:p w14:paraId="55A233B6" w14:textId="77777777" w:rsidR="00894A01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94A01" w:rsidRPr="00894A01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  <w:tr w:rsidR="00B20BE0" w:rsidRPr="00894A01" w14:paraId="7334AAC7" w14:textId="77777777" w:rsidTr="00894A01">
        <w:trPr>
          <w:trHeight w:val="595"/>
        </w:trPr>
        <w:tc>
          <w:tcPr>
            <w:tcW w:w="567" w:type="dxa"/>
          </w:tcPr>
          <w:p w14:paraId="7AA70566" w14:textId="77777777" w:rsidR="00B20BE0" w:rsidRPr="00894A01" w:rsidRDefault="00B20BE0" w:rsidP="00215B6B">
            <w:pPr>
              <w:pStyle w:val="a7"/>
              <w:numPr>
                <w:ilvl w:val="0"/>
                <w:numId w:val="15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74871C94" w14:textId="77777777" w:rsidR="00B20BE0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Смирнова </w:t>
            </w:r>
          </w:p>
          <w:p w14:paraId="7E6043A3" w14:textId="77777777" w:rsidR="00B20BE0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Ольга Александровна</w:t>
            </w:r>
          </w:p>
        </w:tc>
        <w:tc>
          <w:tcPr>
            <w:tcW w:w="3969" w:type="dxa"/>
          </w:tcPr>
          <w:p w14:paraId="4E0FB761" w14:textId="77777777" w:rsidR="00B20BE0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лицей №123</w:t>
            </w:r>
          </w:p>
        </w:tc>
        <w:tc>
          <w:tcPr>
            <w:tcW w:w="3118" w:type="dxa"/>
          </w:tcPr>
          <w:p w14:paraId="4BFAE51F" w14:textId="77777777" w:rsidR="00B20BE0" w:rsidRDefault="00B20BE0" w:rsidP="00B20BE0">
            <w:pPr>
              <w:jc w:val="center"/>
            </w:pPr>
            <w:r w:rsidRPr="00786EF8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B20BE0" w:rsidRPr="00894A01" w14:paraId="567A0FA6" w14:textId="77777777" w:rsidTr="00894A01">
        <w:trPr>
          <w:trHeight w:val="595"/>
        </w:trPr>
        <w:tc>
          <w:tcPr>
            <w:tcW w:w="567" w:type="dxa"/>
          </w:tcPr>
          <w:p w14:paraId="4688904D" w14:textId="77777777" w:rsidR="00B20BE0" w:rsidRPr="00894A01" w:rsidRDefault="00B20BE0" w:rsidP="00215B6B">
            <w:pPr>
              <w:pStyle w:val="a7"/>
              <w:numPr>
                <w:ilvl w:val="0"/>
                <w:numId w:val="15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0014A521" w14:textId="77777777" w:rsidR="00B20BE0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Соколова </w:t>
            </w:r>
          </w:p>
          <w:p w14:paraId="330F9D95" w14:textId="77777777" w:rsidR="00B20BE0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Лариса Анатольевна</w:t>
            </w:r>
          </w:p>
        </w:tc>
        <w:tc>
          <w:tcPr>
            <w:tcW w:w="3969" w:type="dxa"/>
          </w:tcPr>
          <w:p w14:paraId="791D389D" w14:textId="77777777" w:rsidR="00B20BE0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СОШ №132</w:t>
            </w:r>
          </w:p>
        </w:tc>
        <w:tc>
          <w:tcPr>
            <w:tcW w:w="3118" w:type="dxa"/>
          </w:tcPr>
          <w:p w14:paraId="7111E48E" w14:textId="77777777" w:rsidR="00B20BE0" w:rsidRDefault="00B20BE0" w:rsidP="00B20BE0">
            <w:pPr>
              <w:jc w:val="center"/>
            </w:pPr>
            <w:r w:rsidRPr="00786EF8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B20BE0" w:rsidRPr="00894A01" w14:paraId="218A88EF" w14:textId="77777777" w:rsidTr="00894A01">
        <w:trPr>
          <w:trHeight w:val="595"/>
        </w:trPr>
        <w:tc>
          <w:tcPr>
            <w:tcW w:w="567" w:type="dxa"/>
          </w:tcPr>
          <w:p w14:paraId="23B73B15" w14:textId="77777777" w:rsidR="00B20BE0" w:rsidRPr="00894A01" w:rsidRDefault="00B20BE0" w:rsidP="00215B6B">
            <w:pPr>
              <w:pStyle w:val="a7"/>
              <w:numPr>
                <w:ilvl w:val="0"/>
                <w:numId w:val="15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47625E0F" w14:textId="77777777" w:rsidR="00B20BE0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Степанова </w:t>
            </w:r>
          </w:p>
          <w:p w14:paraId="23BF3F97" w14:textId="77777777" w:rsidR="00B20BE0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Марина Вячеславовна</w:t>
            </w:r>
          </w:p>
        </w:tc>
        <w:tc>
          <w:tcPr>
            <w:tcW w:w="3969" w:type="dxa"/>
          </w:tcPr>
          <w:p w14:paraId="7AF74B09" w14:textId="77777777" w:rsidR="00B20BE0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лицей №123</w:t>
            </w:r>
          </w:p>
        </w:tc>
        <w:tc>
          <w:tcPr>
            <w:tcW w:w="3118" w:type="dxa"/>
          </w:tcPr>
          <w:p w14:paraId="7C068789" w14:textId="77777777" w:rsidR="00B20BE0" w:rsidRDefault="00B20BE0" w:rsidP="00B20BE0">
            <w:pPr>
              <w:jc w:val="center"/>
            </w:pPr>
            <w:r w:rsidRPr="00786EF8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894A01" w:rsidRPr="00894A01" w14:paraId="2CAC60C6" w14:textId="77777777" w:rsidTr="00894A01">
        <w:trPr>
          <w:trHeight w:val="595"/>
        </w:trPr>
        <w:tc>
          <w:tcPr>
            <w:tcW w:w="567" w:type="dxa"/>
          </w:tcPr>
          <w:p w14:paraId="5AB3FD88" w14:textId="77777777" w:rsidR="00894A01" w:rsidRPr="00894A01" w:rsidRDefault="00894A01" w:rsidP="00215B6B">
            <w:pPr>
              <w:pStyle w:val="a7"/>
              <w:numPr>
                <w:ilvl w:val="0"/>
                <w:numId w:val="15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461239E6" w14:textId="77777777" w:rsidR="00B20BE0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Шамсутдинова </w:t>
            </w:r>
          </w:p>
          <w:p w14:paraId="4444112F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Альбина Анваровна</w:t>
            </w:r>
          </w:p>
        </w:tc>
        <w:tc>
          <w:tcPr>
            <w:tcW w:w="3969" w:type="dxa"/>
          </w:tcPr>
          <w:p w14:paraId="02540FBF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лицей №123</w:t>
            </w:r>
          </w:p>
        </w:tc>
        <w:tc>
          <w:tcPr>
            <w:tcW w:w="3118" w:type="dxa"/>
          </w:tcPr>
          <w:p w14:paraId="6DECB36D" w14:textId="77777777" w:rsidR="00894A01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894A01" w:rsidRPr="00894A01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</w:tbl>
    <w:p w14:paraId="6C096637" w14:textId="77777777" w:rsidR="00894A01" w:rsidRPr="00894A01" w:rsidRDefault="00894A01" w:rsidP="00894A01">
      <w:pPr>
        <w:pStyle w:val="a7"/>
        <w:spacing w:line="276" w:lineRule="auto"/>
        <w:rPr>
          <w:b w:val="0"/>
          <w:i/>
          <w:sz w:val="24"/>
          <w:szCs w:val="24"/>
        </w:rPr>
      </w:pPr>
    </w:p>
    <w:p w14:paraId="3FA34776" w14:textId="77777777" w:rsidR="00894A01" w:rsidRPr="00894A01" w:rsidRDefault="00894A01" w:rsidP="00894A01">
      <w:pPr>
        <w:pStyle w:val="a7"/>
        <w:spacing w:line="276" w:lineRule="auto"/>
        <w:rPr>
          <w:b w:val="0"/>
          <w:i/>
          <w:sz w:val="24"/>
          <w:szCs w:val="24"/>
        </w:rPr>
      </w:pPr>
    </w:p>
    <w:p w14:paraId="75F960E4" w14:textId="77777777" w:rsidR="00894A01" w:rsidRPr="00894A01" w:rsidRDefault="00894A01" w:rsidP="00894A01">
      <w:pPr>
        <w:pStyle w:val="a7"/>
        <w:spacing w:line="276" w:lineRule="auto"/>
        <w:ind w:left="2832" w:firstLine="708"/>
        <w:rPr>
          <w:b w:val="0"/>
          <w:i/>
          <w:sz w:val="24"/>
          <w:szCs w:val="24"/>
        </w:rPr>
      </w:pPr>
    </w:p>
    <w:p w14:paraId="7B0701A9" w14:textId="77777777" w:rsidR="00894A01" w:rsidRPr="00894A01" w:rsidRDefault="00894A01" w:rsidP="00894A01">
      <w:pPr>
        <w:pStyle w:val="a7"/>
        <w:spacing w:line="276" w:lineRule="auto"/>
        <w:ind w:left="2832" w:firstLine="708"/>
        <w:rPr>
          <w:b w:val="0"/>
          <w:i/>
          <w:sz w:val="24"/>
          <w:szCs w:val="24"/>
        </w:rPr>
      </w:pPr>
    </w:p>
    <w:p w14:paraId="56D7B3BE" w14:textId="77777777" w:rsidR="00A716D0" w:rsidRDefault="00A716D0" w:rsidP="00A716D0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Приложение №2  к приказу Министерства образования</w:t>
      </w:r>
    </w:p>
    <w:p w14:paraId="2C1769E6" w14:textId="77777777" w:rsidR="00A716D0" w:rsidRPr="00BE3CB8" w:rsidRDefault="00A716D0" w:rsidP="00A716D0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14:paraId="19466949" w14:textId="77777777" w:rsidR="00A716D0" w:rsidRDefault="00A716D0" w:rsidP="00A716D0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14:paraId="3D41C8FF" w14:textId="77777777" w:rsidR="00A716D0" w:rsidRDefault="00A716D0" w:rsidP="00A716D0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14:paraId="1FC8B050" w14:textId="77777777" w:rsidR="00A716D0" w:rsidRDefault="00A716D0" w:rsidP="00A716D0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14:paraId="7120A016" w14:textId="77777777" w:rsidR="00A716D0" w:rsidRPr="00FD0F2C" w:rsidRDefault="00A716D0" w:rsidP="00A716D0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0BAA6096" w14:textId="77777777" w:rsidR="00894A01" w:rsidRDefault="00894A01" w:rsidP="00894A01">
      <w:pPr>
        <w:pStyle w:val="a7"/>
        <w:spacing w:line="276" w:lineRule="auto"/>
        <w:rPr>
          <w:sz w:val="24"/>
          <w:szCs w:val="24"/>
        </w:rPr>
      </w:pPr>
      <w:r w:rsidRPr="00894A01">
        <w:rPr>
          <w:sz w:val="24"/>
          <w:szCs w:val="24"/>
        </w:rPr>
        <w:t xml:space="preserve">Городской округ город Уфа Республики Башкортостан </w:t>
      </w:r>
    </w:p>
    <w:p w14:paraId="2247FFE2" w14:textId="77777777" w:rsidR="00894A01" w:rsidRPr="00894A01" w:rsidRDefault="00894A01" w:rsidP="00894A01">
      <w:pPr>
        <w:pStyle w:val="a7"/>
        <w:spacing w:line="276" w:lineRule="auto"/>
        <w:rPr>
          <w:sz w:val="24"/>
          <w:szCs w:val="24"/>
        </w:rPr>
      </w:pPr>
      <w:r w:rsidRPr="00894A01">
        <w:rPr>
          <w:sz w:val="24"/>
          <w:szCs w:val="24"/>
        </w:rPr>
        <w:t>(Калининский район)</w:t>
      </w:r>
    </w:p>
    <w:p w14:paraId="3F304D14" w14:textId="77777777" w:rsidR="00894A01" w:rsidRPr="00894A01" w:rsidRDefault="00894A01" w:rsidP="00894A01">
      <w:pPr>
        <w:pStyle w:val="a7"/>
        <w:spacing w:line="276" w:lineRule="auto"/>
        <w:rPr>
          <w:b w:val="0"/>
          <w:sz w:val="24"/>
          <w:szCs w:val="24"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403"/>
        <w:gridCol w:w="3969"/>
        <w:gridCol w:w="3118"/>
      </w:tblGrid>
      <w:tr w:rsidR="00894A01" w:rsidRPr="00894A01" w14:paraId="0ED0C86E" w14:textId="77777777" w:rsidTr="00894A01">
        <w:trPr>
          <w:trHeight w:val="595"/>
        </w:trPr>
        <w:tc>
          <w:tcPr>
            <w:tcW w:w="567" w:type="dxa"/>
            <w:vAlign w:val="center"/>
          </w:tcPr>
          <w:p w14:paraId="3B09D926" w14:textId="77777777" w:rsidR="00894A01" w:rsidRPr="00C30652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403" w:type="dxa"/>
            <w:vAlign w:val="center"/>
          </w:tcPr>
          <w:p w14:paraId="03DC5B54" w14:textId="77777777" w:rsidR="00894A01" w:rsidRPr="00C30652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b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ИО</w:t>
            </w:r>
          </w:p>
        </w:tc>
        <w:tc>
          <w:tcPr>
            <w:tcW w:w="3969" w:type="dxa"/>
            <w:vAlign w:val="center"/>
          </w:tcPr>
          <w:p w14:paraId="37A854CC" w14:textId="77777777" w:rsidR="00894A01" w:rsidRPr="00C30652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3118" w:type="dxa"/>
            <w:vAlign w:val="center"/>
          </w:tcPr>
          <w:p w14:paraId="4FC9E130" w14:textId="77777777" w:rsidR="00894A01" w:rsidRPr="00C30652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894A01" w:rsidRPr="00894A01" w14:paraId="5B4917B1" w14:textId="77777777" w:rsidTr="00894A01">
        <w:trPr>
          <w:trHeight w:val="595"/>
        </w:trPr>
        <w:tc>
          <w:tcPr>
            <w:tcW w:w="567" w:type="dxa"/>
          </w:tcPr>
          <w:p w14:paraId="7AA5DD34" w14:textId="77777777" w:rsidR="00894A01" w:rsidRPr="00894A01" w:rsidRDefault="00894A01" w:rsidP="00215B6B">
            <w:pPr>
              <w:pStyle w:val="a7"/>
              <w:numPr>
                <w:ilvl w:val="0"/>
                <w:numId w:val="16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48240B67" w14:textId="77777777" w:rsidR="00B20BE0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Абдюкова </w:t>
            </w:r>
          </w:p>
          <w:p w14:paraId="29D63D78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Римма Маратовна</w:t>
            </w:r>
          </w:p>
        </w:tc>
        <w:tc>
          <w:tcPr>
            <w:tcW w:w="3969" w:type="dxa"/>
          </w:tcPr>
          <w:p w14:paraId="1B00F046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СОШ №74</w:t>
            </w:r>
          </w:p>
        </w:tc>
        <w:tc>
          <w:tcPr>
            <w:tcW w:w="3118" w:type="dxa"/>
          </w:tcPr>
          <w:p w14:paraId="0E0E7271" w14:textId="77777777" w:rsidR="00894A01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894A01" w:rsidRPr="00894A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читель-логопед</w:t>
            </w:r>
          </w:p>
        </w:tc>
      </w:tr>
      <w:tr w:rsidR="00B20BE0" w:rsidRPr="00894A01" w14:paraId="2959C872" w14:textId="77777777" w:rsidTr="00894A01">
        <w:trPr>
          <w:trHeight w:val="595"/>
        </w:trPr>
        <w:tc>
          <w:tcPr>
            <w:tcW w:w="567" w:type="dxa"/>
          </w:tcPr>
          <w:p w14:paraId="1E1EB573" w14:textId="77777777" w:rsidR="00B20BE0" w:rsidRPr="00894A01" w:rsidRDefault="00B20BE0" w:rsidP="00215B6B">
            <w:pPr>
              <w:pStyle w:val="a7"/>
              <w:numPr>
                <w:ilvl w:val="0"/>
                <w:numId w:val="16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1B23AF95" w14:textId="77777777" w:rsidR="00B20BE0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Анисимова </w:t>
            </w:r>
          </w:p>
          <w:p w14:paraId="4313A073" w14:textId="77777777" w:rsidR="00B20BE0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Светлана Владимировна</w:t>
            </w:r>
          </w:p>
        </w:tc>
        <w:tc>
          <w:tcPr>
            <w:tcW w:w="3969" w:type="dxa"/>
          </w:tcPr>
          <w:p w14:paraId="62FF33E4" w14:textId="77777777" w:rsidR="00B20BE0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Лицей №60</w:t>
            </w:r>
          </w:p>
        </w:tc>
        <w:tc>
          <w:tcPr>
            <w:tcW w:w="3118" w:type="dxa"/>
          </w:tcPr>
          <w:p w14:paraId="7376A30B" w14:textId="77777777" w:rsidR="00B20BE0" w:rsidRDefault="00B20BE0" w:rsidP="00B20BE0">
            <w:pPr>
              <w:jc w:val="center"/>
            </w:pPr>
            <w:r w:rsidRPr="00256C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B20BE0" w:rsidRPr="00894A01" w14:paraId="1B5E2772" w14:textId="77777777" w:rsidTr="00894A01">
        <w:trPr>
          <w:trHeight w:val="595"/>
        </w:trPr>
        <w:tc>
          <w:tcPr>
            <w:tcW w:w="567" w:type="dxa"/>
          </w:tcPr>
          <w:p w14:paraId="746B8305" w14:textId="77777777" w:rsidR="00B20BE0" w:rsidRPr="00894A01" w:rsidRDefault="00B20BE0" w:rsidP="00215B6B">
            <w:pPr>
              <w:pStyle w:val="a7"/>
              <w:numPr>
                <w:ilvl w:val="0"/>
                <w:numId w:val="16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5B8E4D34" w14:textId="77777777" w:rsidR="00B20BE0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Аспаева </w:t>
            </w:r>
          </w:p>
          <w:p w14:paraId="7D349D6D" w14:textId="77777777" w:rsidR="00B20BE0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Дина Шавкатовна</w:t>
            </w:r>
          </w:p>
        </w:tc>
        <w:tc>
          <w:tcPr>
            <w:tcW w:w="3969" w:type="dxa"/>
          </w:tcPr>
          <w:p w14:paraId="6688611F" w14:textId="77777777" w:rsidR="00B20BE0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СОШ №112</w:t>
            </w:r>
          </w:p>
        </w:tc>
        <w:tc>
          <w:tcPr>
            <w:tcW w:w="3118" w:type="dxa"/>
          </w:tcPr>
          <w:p w14:paraId="1902CC23" w14:textId="77777777" w:rsidR="00B20BE0" w:rsidRDefault="00B20BE0" w:rsidP="00B20BE0">
            <w:pPr>
              <w:jc w:val="center"/>
            </w:pPr>
            <w:r w:rsidRPr="00256C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B20BE0" w:rsidRPr="00894A01" w14:paraId="239698FA" w14:textId="77777777" w:rsidTr="00894A01">
        <w:trPr>
          <w:trHeight w:val="595"/>
        </w:trPr>
        <w:tc>
          <w:tcPr>
            <w:tcW w:w="567" w:type="dxa"/>
          </w:tcPr>
          <w:p w14:paraId="061BF3E5" w14:textId="77777777" w:rsidR="00B20BE0" w:rsidRPr="00894A01" w:rsidRDefault="00B20BE0" w:rsidP="00215B6B">
            <w:pPr>
              <w:pStyle w:val="a7"/>
              <w:numPr>
                <w:ilvl w:val="0"/>
                <w:numId w:val="16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7968437F" w14:textId="77777777" w:rsidR="00B20BE0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Байкова </w:t>
            </w:r>
          </w:p>
          <w:p w14:paraId="2FF25EE4" w14:textId="77777777" w:rsidR="00B20BE0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Файруза Залифовна</w:t>
            </w:r>
          </w:p>
        </w:tc>
        <w:tc>
          <w:tcPr>
            <w:tcW w:w="3969" w:type="dxa"/>
          </w:tcPr>
          <w:p w14:paraId="002F1F22" w14:textId="77777777" w:rsidR="00B20BE0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СОШ №78</w:t>
            </w:r>
          </w:p>
        </w:tc>
        <w:tc>
          <w:tcPr>
            <w:tcW w:w="3118" w:type="dxa"/>
          </w:tcPr>
          <w:p w14:paraId="2ACA07B6" w14:textId="77777777" w:rsidR="00B20BE0" w:rsidRDefault="00B20BE0" w:rsidP="00B20BE0">
            <w:pPr>
              <w:jc w:val="center"/>
            </w:pPr>
            <w:r w:rsidRPr="00256C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B20BE0" w:rsidRPr="00894A01" w14:paraId="06F7D324" w14:textId="77777777" w:rsidTr="00894A01">
        <w:trPr>
          <w:trHeight w:val="595"/>
        </w:trPr>
        <w:tc>
          <w:tcPr>
            <w:tcW w:w="567" w:type="dxa"/>
          </w:tcPr>
          <w:p w14:paraId="63777819" w14:textId="77777777" w:rsidR="00B20BE0" w:rsidRPr="00894A01" w:rsidRDefault="00B20BE0" w:rsidP="00215B6B">
            <w:pPr>
              <w:pStyle w:val="a7"/>
              <w:numPr>
                <w:ilvl w:val="0"/>
                <w:numId w:val="16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794749A5" w14:textId="77777777" w:rsidR="00B20BE0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Батырбаева </w:t>
            </w:r>
          </w:p>
          <w:p w14:paraId="3EE134BB" w14:textId="77777777" w:rsidR="00B20BE0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Эльвира Маратовна</w:t>
            </w:r>
          </w:p>
        </w:tc>
        <w:tc>
          <w:tcPr>
            <w:tcW w:w="3969" w:type="dxa"/>
          </w:tcPr>
          <w:p w14:paraId="60B0B216" w14:textId="77777777" w:rsidR="00B20BE0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СОШ №112</w:t>
            </w:r>
          </w:p>
        </w:tc>
        <w:tc>
          <w:tcPr>
            <w:tcW w:w="3118" w:type="dxa"/>
          </w:tcPr>
          <w:p w14:paraId="75ACF31F" w14:textId="77777777" w:rsidR="00B20BE0" w:rsidRDefault="00B20BE0" w:rsidP="00B20BE0">
            <w:pPr>
              <w:jc w:val="center"/>
            </w:pPr>
            <w:r w:rsidRPr="00256C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B20BE0" w:rsidRPr="00894A01" w14:paraId="2D43C875" w14:textId="77777777" w:rsidTr="00894A01">
        <w:trPr>
          <w:trHeight w:val="595"/>
        </w:trPr>
        <w:tc>
          <w:tcPr>
            <w:tcW w:w="567" w:type="dxa"/>
          </w:tcPr>
          <w:p w14:paraId="6C6BCEB0" w14:textId="77777777" w:rsidR="00B20BE0" w:rsidRPr="00894A01" w:rsidRDefault="00B20BE0" w:rsidP="00215B6B">
            <w:pPr>
              <w:pStyle w:val="a7"/>
              <w:numPr>
                <w:ilvl w:val="0"/>
                <w:numId w:val="16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7EE52221" w14:textId="77777777" w:rsidR="00B20BE0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Бикмухаметова </w:t>
            </w:r>
          </w:p>
          <w:p w14:paraId="375B5748" w14:textId="77777777" w:rsidR="00B20BE0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Рушания Акрамовна</w:t>
            </w:r>
          </w:p>
        </w:tc>
        <w:tc>
          <w:tcPr>
            <w:tcW w:w="3969" w:type="dxa"/>
          </w:tcPr>
          <w:p w14:paraId="46303268" w14:textId="77777777" w:rsidR="00B20BE0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СОШ №137</w:t>
            </w:r>
          </w:p>
        </w:tc>
        <w:tc>
          <w:tcPr>
            <w:tcW w:w="3118" w:type="dxa"/>
          </w:tcPr>
          <w:p w14:paraId="420AA409" w14:textId="77777777" w:rsidR="00B20BE0" w:rsidRDefault="00B20BE0" w:rsidP="00B20BE0">
            <w:pPr>
              <w:jc w:val="center"/>
            </w:pPr>
            <w:r w:rsidRPr="00256C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894A01" w:rsidRPr="00894A01" w14:paraId="1239BCC3" w14:textId="77777777" w:rsidTr="00894A01">
        <w:trPr>
          <w:trHeight w:val="595"/>
        </w:trPr>
        <w:tc>
          <w:tcPr>
            <w:tcW w:w="567" w:type="dxa"/>
          </w:tcPr>
          <w:p w14:paraId="1C6E0C85" w14:textId="77777777" w:rsidR="00894A01" w:rsidRPr="00894A01" w:rsidRDefault="00894A01" w:rsidP="00215B6B">
            <w:pPr>
              <w:pStyle w:val="a7"/>
              <w:numPr>
                <w:ilvl w:val="0"/>
                <w:numId w:val="16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44E2FFE4" w14:textId="77777777" w:rsidR="00B20BE0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Блинова </w:t>
            </w:r>
          </w:p>
          <w:p w14:paraId="537FA2CC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Феомета Ешмаматовна</w:t>
            </w:r>
          </w:p>
        </w:tc>
        <w:tc>
          <w:tcPr>
            <w:tcW w:w="3969" w:type="dxa"/>
          </w:tcPr>
          <w:p w14:paraId="62954533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МБДОУ Детский сад № 57</w:t>
            </w:r>
          </w:p>
        </w:tc>
        <w:tc>
          <w:tcPr>
            <w:tcW w:w="3118" w:type="dxa"/>
          </w:tcPr>
          <w:p w14:paraId="138C8E3F" w14:textId="77777777" w:rsidR="00894A01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894A01" w:rsidRPr="00894A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B20BE0" w:rsidRPr="00894A01" w14:paraId="2BCAD046" w14:textId="77777777" w:rsidTr="00894A01">
        <w:trPr>
          <w:trHeight w:val="595"/>
        </w:trPr>
        <w:tc>
          <w:tcPr>
            <w:tcW w:w="567" w:type="dxa"/>
          </w:tcPr>
          <w:p w14:paraId="4C0B4F51" w14:textId="77777777" w:rsidR="00B20BE0" w:rsidRPr="00894A01" w:rsidRDefault="00B20BE0" w:rsidP="00215B6B">
            <w:pPr>
              <w:pStyle w:val="a7"/>
              <w:numPr>
                <w:ilvl w:val="0"/>
                <w:numId w:val="16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68EEC564" w14:textId="77777777" w:rsidR="00B20BE0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Габбасова</w:t>
            </w:r>
          </w:p>
          <w:p w14:paraId="2B178DE8" w14:textId="77777777" w:rsidR="00B20BE0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 Венера Амировна</w:t>
            </w:r>
          </w:p>
        </w:tc>
        <w:tc>
          <w:tcPr>
            <w:tcW w:w="3969" w:type="dxa"/>
          </w:tcPr>
          <w:p w14:paraId="41ABCB6F" w14:textId="77777777" w:rsidR="00B20BE0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СОШ №157</w:t>
            </w:r>
          </w:p>
        </w:tc>
        <w:tc>
          <w:tcPr>
            <w:tcW w:w="3118" w:type="dxa"/>
          </w:tcPr>
          <w:p w14:paraId="76A8261B" w14:textId="77777777" w:rsidR="00B20BE0" w:rsidRDefault="00B20BE0" w:rsidP="00B20BE0">
            <w:pPr>
              <w:jc w:val="center"/>
            </w:pPr>
            <w:r w:rsidRPr="005F2A0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B20BE0" w:rsidRPr="00894A01" w14:paraId="3330715E" w14:textId="77777777" w:rsidTr="00894A01">
        <w:trPr>
          <w:trHeight w:val="595"/>
        </w:trPr>
        <w:tc>
          <w:tcPr>
            <w:tcW w:w="567" w:type="dxa"/>
          </w:tcPr>
          <w:p w14:paraId="1EA4C7A7" w14:textId="77777777" w:rsidR="00B20BE0" w:rsidRPr="00894A01" w:rsidRDefault="00B20BE0" w:rsidP="00215B6B">
            <w:pPr>
              <w:pStyle w:val="a7"/>
              <w:numPr>
                <w:ilvl w:val="0"/>
                <w:numId w:val="16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328C0A51" w14:textId="77777777" w:rsidR="00B20BE0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Габдракипова </w:t>
            </w:r>
          </w:p>
          <w:p w14:paraId="41748531" w14:textId="77777777" w:rsidR="00B20BE0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Элеонора Ивановна</w:t>
            </w:r>
          </w:p>
        </w:tc>
        <w:tc>
          <w:tcPr>
            <w:tcW w:w="3969" w:type="dxa"/>
          </w:tcPr>
          <w:p w14:paraId="2E267262" w14:textId="77777777" w:rsidR="00B20BE0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СОШ №70</w:t>
            </w:r>
          </w:p>
        </w:tc>
        <w:tc>
          <w:tcPr>
            <w:tcW w:w="3118" w:type="dxa"/>
          </w:tcPr>
          <w:p w14:paraId="13FEDB51" w14:textId="77777777" w:rsidR="00B20BE0" w:rsidRDefault="00B20BE0" w:rsidP="00B20BE0">
            <w:pPr>
              <w:jc w:val="center"/>
            </w:pPr>
            <w:r w:rsidRPr="005F2A0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B20BE0" w:rsidRPr="00894A01" w14:paraId="12C28370" w14:textId="77777777" w:rsidTr="00894A01">
        <w:trPr>
          <w:trHeight w:val="595"/>
        </w:trPr>
        <w:tc>
          <w:tcPr>
            <w:tcW w:w="567" w:type="dxa"/>
          </w:tcPr>
          <w:p w14:paraId="6479ECCD" w14:textId="77777777" w:rsidR="00B20BE0" w:rsidRPr="00894A01" w:rsidRDefault="00B20BE0" w:rsidP="00215B6B">
            <w:pPr>
              <w:pStyle w:val="a7"/>
              <w:numPr>
                <w:ilvl w:val="0"/>
                <w:numId w:val="16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347E6384" w14:textId="77777777" w:rsidR="00B20BE0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Галлямова</w:t>
            </w:r>
          </w:p>
          <w:p w14:paraId="6FBCA022" w14:textId="77777777" w:rsidR="00B20BE0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 Алла Маратовна</w:t>
            </w:r>
          </w:p>
        </w:tc>
        <w:tc>
          <w:tcPr>
            <w:tcW w:w="3969" w:type="dxa"/>
          </w:tcPr>
          <w:p w14:paraId="325828BF" w14:textId="77777777" w:rsidR="00B20BE0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гимназия №105</w:t>
            </w:r>
          </w:p>
        </w:tc>
        <w:tc>
          <w:tcPr>
            <w:tcW w:w="3118" w:type="dxa"/>
          </w:tcPr>
          <w:p w14:paraId="7B1FEC8B" w14:textId="77777777" w:rsidR="00B20BE0" w:rsidRDefault="00B20BE0" w:rsidP="00B20BE0">
            <w:pPr>
              <w:jc w:val="center"/>
            </w:pPr>
            <w:r w:rsidRPr="005F2A0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B20BE0" w:rsidRPr="00894A01" w14:paraId="3C512847" w14:textId="77777777" w:rsidTr="00894A01">
        <w:trPr>
          <w:trHeight w:val="595"/>
        </w:trPr>
        <w:tc>
          <w:tcPr>
            <w:tcW w:w="567" w:type="dxa"/>
          </w:tcPr>
          <w:p w14:paraId="4B392B97" w14:textId="77777777" w:rsidR="00B20BE0" w:rsidRPr="00894A01" w:rsidRDefault="00B20BE0" w:rsidP="00215B6B">
            <w:pPr>
              <w:pStyle w:val="a7"/>
              <w:numPr>
                <w:ilvl w:val="0"/>
                <w:numId w:val="16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6B4A19C4" w14:textId="77777777" w:rsidR="00B20BE0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Гумерова </w:t>
            </w:r>
          </w:p>
          <w:p w14:paraId="14CB7336" w14:textId="77777777" w:rsidR="00B20BE0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Наталья Хамитовна</w:t>
            </w:r>
          </w:p>
        </w:tc>
        <w:tc>
          <w:tcPr>
            <w:tcW w:w="3969" w:type="dxa"/>
          </w:tcPr>
          <w:p w14:paraId="5C0F8D99" w14:textId="77777777" w:rsidR="00B20BE0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СОШ №118</w:t>
            </w:r>
          </w:p>
        </w:tc>
        <w:tc>
          <w:tcPr>
            <w:tcW w:w="3118" w:type="dxa"/>
          </w:tcPr>
          <w:p w14:paraId="5BB7FC26" w14:textId="77777777" w:rsidR="00B20BE0" w:rsidRDefault="00B20BE0" w:rsidP="00B20BE0">
            <w:pPr>
              <w:jc w:val="center"/>
            </w:pPr>
            <w:r w:rsidRPr="005F2A0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894A01" w:rsidRPr="00894A01" w14:paraId="73AEE997" w14:textId="77777777" w:rsidTr="00894A01">
        <w:trPr>
          <w:trHeight w:val="595"/>
        </w:trPr>
        <w:tc>
          <w:tcPr>
            <w:tcW w:w="567" w:type="dxa"/>
          </w:tcPr>
          <w:p w14:paraId="108309E8" w14:textId="77777777" w:rsidR="00894A01" w:rsidRPr="00894A01" w:rsidRDefault="00894A01" w:rsidP="00215B6B">
            <w:pPr>
              <w:pStyle w:val="a7"/>
              <w:numPr>
                <w:ilvl w:val="0"/>
                <w:numId w:val="16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0E1FC228" w14:textId="77777777" w:rsidR="00B20BE0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Гуцуляк</w:t>
            </w:r>
          </w:p>
          <w:p w14:paraId="736826D6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 Ольга Борисовна</w:t>
            </w:r>
          </w:p>
        </w:tc>
        <w:tc>
          <w:tcPr>
            <w:tcW w:w="3969" w:type="dxa"/>
          </w:tcPr>
          <w:p w14:paraId="7DA6C352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ДОД ДДТ «Юлдаш»</w:t>
            </w:r>
          </w:p>
        </w:tc>
        <w:tc>
          <w:tcPr>
            <w:tcW w:w="3118" w:type="dxa"/>
          </w:tcPr>
          <w:p w14:paraId="01A00A11" w14:textId="77777777" w:rsidR="00894A01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894A01" w:rsidRPr="00894A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едагог дополнительного образования</w:t>
            </w:r>
          </w:p>
        </w:tc>
      </w:tr>
      <w:tr w:rsidR="00B20BE0" w:rsidRPr="00894A01" w14:paraId="525AE0C0" w14:textId="77777777" w:rsidTr="00894A01">
        <w:trPr>
          <w:trHeight w:val="595"/>
        </w:trPr>
        <w:tc>
          <w:tcPr>
            <w:tcW w:w="567" w:type="dxa"/>
          </w:tcPr>
          <w:p w14:paraId="184447A3" w14:textId="77777777" w:rsidR="00B20BE0" w:rsidRPr="00894A01" w:rsidRDefault="00B20BE0" w:rsidP="00215B6B">
            <w:pPr>
              <w:pStyle w:val="a7"/>
              <w:numPr>
                <w:ilvl w:val="0"/>
                <w:numId w:val="16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0E7CE7F3" w14:textId="77777777" w:rsidR="00B20BE0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Дубинина </w:t>
            </w:r>
          </w:p>
          <w:p w14:paraId="68DAFD70" w14:textId="77777777" w:rsidR="00B20BE0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Роза Фанусовна</w:t>
            </w:r>
          </w:p>
        </w:tc>
        <w:tc>
          <w:tcPr>
            <w:tcW w:w="3969" w:type="dxa"/>
          </w:tcPr>
          <w:p w14:paraId="34399950" w14:textId="77777777" w:rsidR="00B20BE0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СОШ №131</w:t>
            </w:r>
          </w:p>
        </w:tc>
        <w:tc>
          <w:tcPr>
            <w:tcW w:w="3118" w:type="dxa"/>
          </w:tcPr>
          <w:p w14:paraId="20BB73EC" w14:textId="77777777" w:rsidR="00B20BE0" w:rsidRDefault="00B20BE0" w:rsidP="00B20BE0">
            <w:pPr>
              <w:jc w:val="center"/>
            </w:pPr>
            <w:r w:rsidRPr="00872CCB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B20BE0" w:rsidRPr="00894A01" w14:paraId="31A99721" w14:textId="77777777" w:rsidTr="00894A01">
        <w:trPr>
          <w:trHeight w:val="595"/>
        </w:trPr>
        <w:tc>
          <w:tcPr>
            <w:tcW w:w="567" w:type="dxa"/>
          </w:tcPr>
          <w:p w14:paraId="036D128D" w14:textId="77777777" w:rsidR="00B20BE0" w:rsidRPr="00894A01" w:rsidRDefault="00B20BE0" w:rsidP="00215B6B">
            <w:pPr>
              <w:pStyle w:val="a7"/>
              <w:numPr>
                <w:ilvl w:val="0"/>
                <w:numId w:val="16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0A6D54D0" w14:textId="77777777" w:rsidR="00B20BE0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Евдокимова </w:t>
            </w:r>
          </w:p>
          <w:p w14:paraId="1F5B5BC6" w14:textId="77777777" w:rsidR="00B20BE0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Оксана Анатольевна</w:t>
            </w:r>
          </w:p>
        </w:tc>
        <w:tc>
          <w:tcPr>
            <w:tcW w:w="3969" w:type="dxa"/>
          </w:tcPr>
          <w:p w14:paraId="0EDC74DA" w14:textId="77777777" w:rsidR="00B20BE0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МАОУ Лицей №58</w:t>
            </w:r>
          </w:p>
        </w:tc>
        <w:tc>
          <w:tcPr>
            <w:tcW w:w="3118" w:type="dxa"/>
          </w:tcPr>
          <w:p w14:paraId="3A7B9255" w14:textId="77777777" w:rsidR="00B20BE0" w:rsidRDefault="00B20BE0" w:rsidP="00B20BE0">
            <w:pPr>
              <w:jc w:val="center"/>
            </w:pPr>
            <w:r w:rsidRPr="00872CCB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B20BE0" w:rsidRPr="00894A01" w14:paraId="6D312671" w14:textId="77777777" w:rsidTr="00894A01">
        <w:trPr>
          <w:trHeight w:val="595"/>
        </w:trPr>
        <w:tc>
          <w:tcPr>
            <w:tcW w:w="567" w:type="dxa"/>
          </w:tcPr>
          <w:p w14:paraId="52179512" w14:textId="77777777" w:rsidR="00B20BE0" w:rsidRPr="00894A01" w:rsidRDefault="00B20BE0" w:rsidP="00215B6B">
            <w:pPr>
              <w:pStyle w:val="a7"/>
              <w:numPr>
                <w:ilvl w:val="0"/>
                <w:numId w:val="16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6DBEA356" w14:textId="77777777" w:rsidR="00B20BE0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Елизарова </w:t>
            </w:r>
          </w:p>
          <w:p w14:paraId="458D053D" w14:textId="77777777" w:rsidR="00B20BE0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Надежда Михайловна</w:t>
            </w:r>
          </w:p>
        </w:tc>
        <w:tc>
          <w:tcPr>
            <w:tcW w:w="3969" w:type="dxa"/>
          </w:tcPr>
          <w:p w14:paraId="4E0EDDAF" w14:textId="77777777" w:rsidR="00B20BE0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СОШ №78</w:t>
            </w:r>
          </w:p>
        </w:tc>
        <w:tc>
          <w:tcPr>
            <w:tcW w:w="3118" w:type="dxa"/>
          </w:tcPr>
          <w:p w14:paraId="2B5B6B53" w14:textId="77777777" w:rsidR="00B20BE0" w:rsidRDefault="00B20BE0" w:rsidP="00B20BE0">
            <w:pPr>
              <w:jc w:val="center"/>
            </w:pPr>
            <w:r w:rsidRPr="00872CCB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B20BE0" w:rsidRPr="00894A01" w14:paraId="2222E3CD" w14:textId="77777777" w:rsidTr="00894A01">
        <w:trPr>
          <w:trHeight w:val="595"/>
        </w:trPr>
        <w:tc>
          <w:tcPr>
            <w:tcW w:w="567" w:type="dxa"/>
          </w:tcPr>
          <w:p w14:paraId="119CAE58" w14:textId="77777777" w:rsidR="00B20BE0" w:rsidRPr="00894A01" w:rsidRDefault="00B20BE0" w:rsidP="00215B6B">
            <w:pPr>
              <w:pStyle w:val="a7"/>
              <w:numPr>
                <w:ilvl w:val="0"/>
                <w:numId w:val="16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42D93205" w14:textId="77777777" w:rsidR="00B20BE0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Ефимова </w:t>
            </w:r>
          </w:p>
          <w:p w14:paraId="2160D1AB" w14:textId="77777777" w:rsidR="00B20BE0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Елена Владиславовна</w:t>
            </w:r>
          </w:p>
        </w:tc>
        <w:tc>
          <w:tcPr>
            <w:tcW w:w="3969" w:type="dxa"/>
          </w:tcPr>
          <w:p w14:paraId="1A585D86" w14:textId="77777777" w:rsidR="00B20BE0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СОШ №55</w:t>
            </w:r>
          </w:p>
        </w:tc>
        <w:tc>
          <w:tcPr>
            <w:tcW w:w="3118" w:type="dxa"/>
          </w:tcPr>
          <w:p w14:paraId="4B088D55" w14:textId="77777777" w:rsidR="00B20BE0" w:rsidRDefault="00B20BE0" w:rsidP="00B20BE0">
            <w:pPr>
              <w:jc w:val="center"/>
            </w:pPr>
            <w:r w:rsidRPr="00872CCB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B20BE0" w:rsidRPr="00894A01" w14:paraId="2E52DA7B" w14:textId="77777777" w:rsidTr="00894A01">
        <w:trPr>
          <w:trHeight w:val="595"/>
        </w:trPr>
        <w:tc>
          <w:tcPr>
            <w:tcW w:w="567" w:type="dxa"/>
          </w:tcPr>
          <w:p w14:paraId="2F89F4DC" w14:textId="77777777" w:rsidR="00B20BE0" w:rsidRPr="00894A01" w:rsidRDefault="00B20BE0" w:rsidP="00215B6B">
            <w:pPr>
              <w:pStyle w:val="a7"/>
              <w:numPr>
                <w:ilvl w:val="0"/>
                <w:numId w:val="16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5A83570A" w14:textId="77777777" w:rsidR="00B20BE0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Жаркова</w:t>
            </w:r>
          </w:p>
          <w:p w14:paraId="7BAF0088" w14:textId="77777777" w:rsidR="00B20BE0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 Ирина Андреевна</w:t>
            </w:r>
          </w:p>
        </w:tc>
        <w:tc>
          <w:tcPr>
            <w:tcW w:w="3969" w:type="dxa"/>
          </w:tcPr>
          <w:p w14:paraId="03B462D0" w14:textId="77777777" w:rsidR="00B20BE0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СОШ №112</w:t>
            </w:r>
          </w:p>
        </w:tc>
        <w:tc>
          <w:tcPr>
            <w:tcW w:w="3118" w:type="dxa"/>
          </w:tcPr>
          <w:p w14:paraId="3A3F6D5A" w14:textId="77777777" w:rsidR="00B20BE0" w:rsidRDefault="00B20BE0" w:rsidP="00B20BE0">
            <w:pPr>
              <w:jc w:val="center"/>
            </w:pPr>
            <w:r w:rsidRPr="00872CCB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B20BE0" w:rsidRPr="00894A01" w14:paraId="18F1D13A" w14:textId="77777777" w:rsidTr="00894A01">
        <w:trPr>
          <w:trHeight w:val="595"/>
        </w:trPr>
        <w:tc>
          <w:tcPr>
            <w:tcW w:w="567" w:type="dxa"/>
          </w:tcPr>
          <w:p w14:paraId="3B9470C8" w14:textId="77777777" w:rsidR="00B20BE0" w:rsidRPr="00894A01" w:rsidRDefault="00B20BE0" w:rsidP="00215B6B">
            <w:pPr>
              <w:pStyle w:val="a7"/>
              <w:numPr>
                <w:ilvl w:val="0"/>
                <w:numId w:val="16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48B7892A" w14:textId="77777777" w:rsidR="00B20BE0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Исангулова </w:t>
            </w:r>
          </w:p>
          <w:p w14:paraId="4415E84C" w14:textId="77777777" w:rsidR="00B20BE0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Любовь Вячеславовна</w:t>
            </w:r>
          </w:p>
        </w:tc>
        <w:tc>
          <w:tcPr>
            <w:tcW w:w="3969" w:type="dxa"/>
          </w:tcPr>
          <w:p w14:paraId="177D95DC" w14:textId="77777777" w:rsidR="00B20BE0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СОШ №118</w:t>
            </w:r>
          </w:p>
        </w:tc>
        <w:tc>
          <w:tcPr>
            <w:tcW w:w="3118" w:type="dxa"/>
          </w:tcPr>
          <w:p w14:paraId="47EAE220" w14:textId="77777777" w:rsidR="00B20BE0" w:rsidRDefault="00B20BE0" w:rsidP="00B20BE0">
            <w:pPr>
              <w:jc w:val="center"/>
            </w:pPr>
            <w:r w:rsidRPr="00872CCB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894A01" w:rsidRPr="00894A01" w14:paraId="46084F79" w14:textId="77777777" w:rsidTr="00894A01">
        <w:trPr>
          <w:trHeight w:val="595"/>
        </w:trPr>
        <w:tc>
          <w:tcPr>
            <w:tcW w:w="567" w:type="dxa"/>
          </w:tcPr>
          <w:p w14:paraId="0FF44B41" w14:textId="77777777" w:rsidR="00894A01" w:rsidRPr="00894A01" w:rsidRDefault="00894A01" w:rsidP="00215B6B">
            <w:pPr>
              <w:pStyle w:val="a7"/>
              <w:numPr>
                <w:ilvl w:val="0"/>
                <w:numId w:val="16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29F7C465" w14:textId="77777777" w:rsidR="00B20BE0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Исмакаева </w:t>
            </w:r>
          </w:p>
          <w:p w14:paraId="213630FB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Алсу Гамилевна</w:t>
            </w:r>
          </w:p>
        </w:tc>
        <w:tc>
          <w:tcPr>
            <w:tcW w:w="3969" w:type="dxa"/>
          </w:tcPr>
          <w:p w14:paraId="3701E24E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МБДОУ Детский сад № 210</w:t>
            </w:r>
          </w:p>
        </w:tc>
        <w:tc>
          <w:tcPr>
            <w:tcW w:w="3118" w:type="dxa"/>
          </w:tcPr>
          <w:p w14:paraId="5E538AFF" w14:textId="77777777" w:rsidR="00894A01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894A01" w:rsidRPr="00894A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читель-дефектолог</w:t>
            </w:r>
          </w:p>
        </w:tc>
      </w:tr>
      <w:tr w:rsidR="00B20BE0" w:rsidRPr="00894A01" w14:paraId="2D6391F0" w14:textId="77777777" w:rsidTr="00894A01">
        <w:trPr>
          <w:trHeight w:val="595"/>
        </w:trPr>
        <w:tc>
          <w:tcPr>
            <w:tcW w:w="567" w:type="dxa"/>
          </w:tcPr>
          <w:p w14:paraId="47DDB1F1" w14:textId="77777777" w:rsidR="00B20BE0" w:rsidRPr="00894A01" w:rsidRDefault="00B20BE0" w:rsidP="00215B6B">
            <w:pPr>
              <w:pStyle w:val="a7"/>
              <w:numPr>
                <w:ilvl w:val="0"/>
                <w:numId w:val="16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1F00545A" w14:textId="77777777" w:rsidR="00B20BE0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Кабирова </w:t>
            </w:r>
          </w:p>
          <w:p w14:paraId="6AB0C674" w14:textId="77777777" w:rsidR="00B20BE0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Ирина Рависовна</w:t>
            </w:r>
          </w:p>
        </w:tc>
        <w:tc>
          <w:tcPr>
            <w:tcW w:w="3969" w:type="dxa"/>
          </w:tcPr>
          <w:p w14:paraId="1ABA2E1A" w14:textId="77777777" w:rsidR="00B20BE0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СОШ №157</w:t>
            </w:r>
          </w:p>
        </w:tc>
        <w:tc>
          <w:tcPr>
            <w:tcW w:w="3118" w:type="dxa"/>
          </w:tcPr>
          <w:p w14:paraId="73876CBD" w14:textId="77777777" w:rsidR="00B20BE0" w:rsidRDefault="00B20BE0" w:rsidP="00B20BE0">
            <w:pPr>
              <w:jc w:val="center"/>
            </w:pPr>
            <w:r w:rsidRPr="00E3622B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B20BE0" w:rsidRPr="00894A01" w14:paraId="09C3522A" w14:textId="77777777" w:rsidTr="00894A01">
        <w:trPr>
          <w:trHeight w:val="595"/>
        </w:trPr>
        <w:tc>
          <w:tcPr>
            <w:tcW w:w="567" w:type="dxa"/>
          </w:tcPr>
          <w:p w14:paraId="5FE260A7" w14:textId="77777777" w:rsidR="00B20BE0" w:rsidRPr="00894A01" w:rsidRDefault="00B20BE0" w:rsidP="00215B6B">
            <w:pPr>
              <w:pStyle w:val="a7"/>
              <w:numPr>
                <w:ilvl w:val="0"/>
                <w:numId w:val="16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0AA2D6EA" w14:textId="77777777" w:rsidR="00B20BE0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Карпова </w:t>
            </w:r>
          </w:p>
          <w:p w14:paraId="241B863B" w14:textId="77777777" w:rsidR="00B20BE0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Елена Юрьевна</w:t>
            </w:r>
          </w:p>
        </w:tc>
        <w:tc>
          <w:tcPr>
            <w:tcW w:w="3969" w:type="dxa"/>
          </w:tcPr>
          <w:p w14:paraId="4EF95A40" w14:textId="77777777" w:rsidR="00B20BE0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СОШ №87</w:t>
            </w:r>
          </w:p>
        </w:tc>
        <w:tc>
          <w:tcPr>
            <w:tcW w:w="3118" w:type="dxa"/>
          </w:tcPr>
          <w:p w14:paraId="4F083AC4" w14:textId="77777777" w:rsidR="00B20BE0" w:rsidRDefault="00B20BE0" w:rsidP="00B20BE0">
            <w:pPr>
              <w:jc w:val="center"/>
            </w:pPr>
            <w:r w:rsidRPr="00E3622B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B20BE0" w:rsidRPr="00894A01" w14:paraId="3A489AFE" w14:textId="77777777" w:rsidTr="00894A01">
        <w:trPr>
          <w:trHeight w:val="595"/>
        </w:trPr>
        <w:tc>
          <w:tcPr>
            <w:tcW w:w="567" w:type="dxa"/>
          </w:tcPr>
          <w:p w14:paraId="2533CA62" w14:textId="77777777" w:rsidR="00B20BE0" w:rsidRPr="00894A01" w:rsidRDefault="00B20BE0" w:rsidP="00215B6B">
            <w:pPr>
              <w:pStyle w:val="a7"/>
              <w:numPr>
                <w:ilvl w:val="0"/>
                <w:numId w:val="16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4EE7E31F" w14:textId="77777777" w:rsidR="00B20BE0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Кашута</w:t>
            </w:r>
          </w:p>
          <w:p w14:paraId="31010E14" w14:textId="77777777" w:rsidR="00B20BE0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Николаевна</w:t>
            </w:r>
          </w:p>
        </w:tc>
        <w:tc>
          <w:tcPr>
            <w:tcW w:w="3969" w:type="dxa"/>
          </w:tcPr>
          <w:p w14:paraId="1085EBBC" w14:textId="77777777" w:rsidR="00B20BE0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СОШ №118</w:t>
            </w:r>
          </w:p>
        </w:tc>
        <w:tc>
          <w:tcPr>
            <w:tcW w:w="3118" w:type="dxa"/>
          </w:tcPr>
          <w:p w14:paraId="7CB1564C" w14:textId="77777777" w:rsidR="00B20BE0" w:rsidRDefault="00B20BE0" w:rsidP="00B20BE0">
            <w:pPr>
              <w:jc w:val="center"/>
            </w:pPr>
            <w:r w:rsidRPr="00E3622B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894A01" w:rsidRPr="00894A01" w14:paraId="71138780" w14:textId="77777777" w:rsidTr="00894A01">
        <w:trPr>
          <w:trHeight w:val="595"/>
        </w:trPr>
        <w:tc>
          <w:tcPr>
            <w:tcW w:w="567" w:type="dxa"/>
          </w:tcPr>
          <w:p w14:paraId="0E6EE602" w14:textId="77777777" w:rsidR="00894A01" w:rsidRPr="00894A01" w:rsidRDefault="00894A01" w:rsidP="00215B6B">
            <w:pPr>
              <w:pStyle w:val="a7"/>
              <w:numPr>
                <w:ilvl w:val="0"/>
                <w:numId w:val="16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4F7A8523" w14:textId="77777777" w:rsidR="00B20BE0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Киреева</w:t>
            </w:r>
          </w:p>
          <w:p w14:paraId="2A526236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 Айгуль Камиловна</w:t>
            </w:r>
          </w:p>
        </w:tc>
        <w:tc>
          <w:tcPr>
            <w:tcW w:w="3969" w:type="dxa"/>
          </w:tcPr>
          <w:p w14:paraId="358E8AEF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ДОД ЦРТДиЮ «Радуга»</w:t>
            </w:r>
          </w:p>
        </w:tc>
        <w:tc>
          <w:tcPr>
            <w:tcW w:w="3118" w:type="dxa"/>
          </w:tcPr>
          <w:p w14:paraId="3874BA15" w14:textId="77777777" w:rsidR="00894A01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894A01" w:rsidRPr="00894A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едагог дополнительного образования</w:t>
            </w:r>
          </w:p>
        </w:tc>
      </w:tr>
      <w:tr w:rsidR="00B20BE0" w:rsidRPr="00894A01" w14:paraId="651EBFCA" w14:textId="77777777" w:rsidTr="00894A01">
        <w:trPr>
          <w:trHeight w:val="595"/>
        </w:trPr>
        <w:tc>
          <w:tcPr>
            <w:tcW w:w="567" w:type="dxa"/>
          </w:tcPr>
          <w:p w14:paraId="15422B78" w14:textId="77777777" w:rsidR="00B20BE0" w:rsidRPr="00894A01" w:rsidRDefault="00B20BE0" w:rsidP="00215B6B">
            <w:pPr>
              <w:pStyle w:val="a7"/>
              <w:numPr>
                <w:ilvl w:val="0"/>
                <w:numId w:val="16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268A58B6" w14:textId="77777777" w:rsidR="00B20BE0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Козик</w:t>
            </w:r>
          </w:p>
          <w:p w14:paraId="247A07D9" w14:textId="77777777" w:rsidR="00B20BE0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 Людмила Юрьевна</w:t>
            </w:r>
          </w:p>
        </w:tc>
        <w:tc>
          <w:tcPr>
            <w:tcW w:w="3969" w:type="dxa"/>
          </w:tcPr>
          <w:p w14:paraId="788BDF7A" w14:textId="77777777" w:rsidR="00B20BE0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Лицей №60</w:t>
            </w:r>
          </w:p>
        </w:tc>
        <w:tc>
          <w:tcPr>
            <w:tcW w:w="3118" w:type="dxa"/>
          </w:tcPr>
          <w:p w14:paraId="29094EBF" w14:textId="77777777" w:rsidR="00B20BE0" w:rsidRDefault="00B20BE0" w:rsidP="00B20BE0">
            <w:pPr>
              <w:jc w:val="center"/>
            </w:pPr>
            <w:r w:rsidRPr="002E3BCA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B20BE0" w:rsidRPr="00894A01" w14:paraId="6AA3C517" w14:textId="77777777" w:rsidTr="00894A01">
        <w:trPr>
          <w:trHeight w:val="595"/>
        </w:trPr>
        <w:tc>
          <w:tcPr>
            <w:tcW w:w="567" w:type="dxa"/>
          </w:tcPr>
          <w:p w14:paraId="67B09062" w14:textId="77777777" w:rsidR="00B20BE0" w:rsidRPr="00894A01" w:rsidRDefault="00B20BE0" w:rsidP="00215B6B">
            <w:pPr>
              <w:pStyle w:val="a7"/>
              <w:numPr>
                <w:ilvl w:val="0"/>
                <w:numId w:val="16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7B9FDDEF" w14:textId="77777777" w:rsidR="00B20BE0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Кондрова</w:t>
            </w:r>
          </w:p>
          <w:p w14:paraId="3F120DF7" w14:textId="77777777" w:rsidR="00B20BE0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 Елена Николаевна</w:t>
            </w:r>
          </w:p>
        </w:tc>
        <w:tc>
          <w:tcPr>
            <w:tcW w:w="3969" w:type="dxa"/>
          </w:tcPr>
          <w:p w14:paraId="32AE850A" w14:textId="77777777" w:rsidR="00B20BE0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СОШ №70</w:t>
            </w:r>
          </w:p>
        </w:tc>
        <w:tc>
          <w:tcPr>
            <w:tcW w:w="3118" w:type="dxa"/>
          </w:tcPr>
          <w:p w14:paraId="6C328EF9" w14:textId="77777777" w:rsidR="00B20BE0" w:rsidRDefault="00B20BE0" w:rsidP="00B20BE0">
            <w:pPr>
              <w:jc w:val="center"/>
            </w:pPr>
            <w:r w:rsidRPr="002E3BCA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B20BE0" w:rsidRPr="00894A01" w14:paraId="1567465A" w14:textId="77777777" w:rsidTr="00894A01">
        <w:trPr>
          <w:trHeight w:val="595"/>
        </w:trPr>
        <w:tc>
          <w:tcPr>
            <w:tcW w:w="567" w:type="dxa"/>
          </w:tcPr>
          <w:p w14:paraId="27CCED15" w14:textId="77777777" w:rsidR="00B20BE0" w:rsidRPr="00894A01" w:rsidRDefault="00B20BE0" w:rsidP="00215B6B">
            <w:pPr>
              <w:pStyle w:val="a7"/>
              <w:numPr>
                <w:ilvl w:val="0"/>
                <w:numId w:val="16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7BAFFD6A" w14:textId="77777777" w:rsidR="00B20BE0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Кузнецова </w:t>
            </w:r>
          </w:p>
          <w:p w14:paraId="2999D3F4" w14:textId="77777777" w:rsidR="00B20BE0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Зульфия Гаязовна</w:t>
            </w:r>
          </w:p>
        </w:tc>
        <w:tc>
          <w:tcPr>
            <w:tcW w:w="3969" w:type="dxa"/>
          </w:tcPr>
          <w:p w14:paraId="0D6508A4" w14:textId="77777777" w:rsidR="00B20BE0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СОШ №131</w:t>
            </w:r>
          </w:p>
        </w:tc>
        <w:tc>
          <w:tcPr>
            <w:tcW w:w="3118" w:type="dxa"/>
          </w:tcPr>
          <w:p w14:paraId="78093C9D" w14:textId="77777777" w:rsidR="00B20BE0" w:rsidRDefault="00B20BE0" w:rsidP="00B20BE0">
            <w:pPr>
              <w:jc w:val="center"/>
            </w:pPr>
            <w:r w:rsidRPr="002E3BCA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B20BE0" w:rsidRPr="00894A01" w14:paraId="27B1E19F" w14:textId="77777777" w:rsidTr="00894A01">
        <w:trPr>
          <w:trHeight w:val="595"/>
        </w:trPr>
        <w:tc>
          <w:tcPr>
            <w:tcW w:w="567" w:type="dxa"/>
          </w:tcPr>
          <w:p w14:paraId="3602B327" w14:textId="77777777" w:rsidR="00B20BE0" w:rsidRPr="00894A01" w:rsidRDefault="00B20BE0" w:rsidP="00215B6B">
            <w:pPr>
              <w:pStyle w:val="a7"/>
              <w:numPr>
                <w:ilvl w:val="0"/>
                <w:numId w:val="16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209FAB72" w14:textId="77777777" w:rsidR="00B20BE0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Ломакина </w:t>
            </w:r>
          </w:p>
          <w:p w14:paraId="28810ACF" w14:textId="77777777" w:rsidR="00B20BE0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Марина Анатольевна</w:t>
            </w:r>
          </w:p>
        </w:tc>
        <w:tc>
          <w:tcPr>
            <w:tcW w:w="3969" w:type="dxa"/>
          </w:tcPr>
          <w:p w14:paraId="79886B3B" w14:textId="77777777" w:rsidR="00B20BE0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гимназия №105</w:t>
            </w:r>
          </w:p>
        </w:tc>
        <w:tc>
          <w:tcPr>
            <w:tcW w:w="3118" w:type="dxa"/>
          </w:tcPr>
          <w:p w14:paraId="0186B3F1" w14:textId="77777777" w:rsidR="00B20BE0" w:rsidRDefault="00B20BE0" w:rsidP="00B20BE0">
            <w:pPr>
              <w:jc w:val="center"/>
            </w:pPr>
            <w:r w:rsidRPr="002E3BCA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B20BE0" w:rsidRPr="00894A01" w14:paraId="1D84DFBE" w14:textId="77777777" w:rsidTr="00894A01">
        <w:trPr>
          <w:trHeight w:val="595"/>
        </w:trPr>
        <w:tc>
          <w:tcPr>
            <w:tcW w:w="567" w:type="dxa"/>
          </w:tcPr>
          <w:p w14:paraId="6E2945A9" w14:textId="77777777" w:rsidR="00B20BE0" w:rsidRPr="00894A01" w:rsidRDefault="00B20BE0" w:rsidP="00215B6B">
            <w:pPr>
              <w:pStyle w:val="a7"/>
              <w:numPr>
                <w:ilvl w:val="0"/>
                <w:numId w:val="16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406252E0" w14:textId="77777777" w:rsidR="00B20BE0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Лутфуллина </w:t>
            </w:r>
          </w:p>
          <w:p w14:paraId="171241CE" w14:textId="77777777" w:rsidR="00B20BE0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Зульфия Галимьяновна</w:t>
            </w:r>
          </w:p>
        </w:tc>
        <w:tc>
          <w:tcPr>
            <w:tcW w:w="3969" w:type="dxa"/>
          </w:tcPr>
          <w:p w14:paraId="32733AED" w14:textId="77777777" w:rsidR="00B20BE0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СОШ №112</w:t>
            </w:r>
          </w:p>
        </w:tc>
        <w:tc>
          <w:tcPr>
            <w:tcW w:w="3118" w:type="dxa"/>
          </w:tcPr>
          <w:p w14:paraId="09A86DB1" w14:textId="77777777" w:rsidR="00B20BE0" w:rsidRDefault="00B20BE0" w:rsidP="00B20BE0">
            <w:pPr>
              <w:jc w:val="center"/>
            </w:pPr>
            <w:r w:rsidRPr="002E3BCA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894A01" w:rsidRPr="00894A01" w14:paraId="3B762867" w14:textId="77777777" w:rsidTr="00894A01">
        <w:trPr>
          <w:trHeight w:val="595"/>
        </w:trPr>
        <w:tc>
          <w:tcPr>
            <w:tcW w:w="567" w:type="dxa"/>
          </w:tcPr>
          <w:p w14:paraId="0D883798" w14:textId="77777777" w:rsidR="00894A01" w:rsidRPr="00894A01" w:rsidRDefault="00894A01" w:rsidP="00215B6B">
            <w:pPr>
              <w:pStyle w:val="a7"/>
              <w:numPr>
                <w:ilvl w:val="0"/>
                <w:numId w:val="16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3DC98535" w14:textId="77777777" w:rsidR="00B20BE0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Масалимов</w:t>
            </w:r>
          </w:p>
          <w:p w14:paraId="77080490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 Азат Тимербулатович</w:t>
            </w:r>
          </w:p>
        </w:tc>
        <w:tc>
          <w:tcPr>
            <w:tcW w:w="3969" w:type="dxa"/>
          </w:tcPr>
          <w:p w14:paraId="09A3FF01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ДОД ЦД(Ю)ТТ «Гефест»</w:t>
            </w:r>
          </w:p>
        </w:tc>
        <w:tc>
          <w:tcPr>
            <w:tcW w:w="3118" w:type="dxa"/>
          </w:tcPr>
          <w:p w14:paraId="737A720C" w14:textId="77777777" w:rsidR="00894A01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894A01" w:rsidRPr="00894A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едагог дополнительного образования</w:t>
            </w:r>
          </w:p>
        </w:tc>
      </w:tr>
      <w:tr w:rsidR="00B20BE0" w:rsidRPr="00894A01" w14:paraId="41317F31" w14:textId="77777777" w:rsidTr="00894A01">
        <w:trPr>
          <w:trHeight w:val="595"/>
        </w:trPr>
        <w:tc>
          <w:tcPr>
            <w:tcW w:w="567" w:type="dxa"/>
          </w:tcPr>
          <w:p w14:paraId="3EF8BC6D" w14:textId="77777777" w:rsidR="00B20BE0" w:rsidRPr="00894A01" w:rsidRDefault="00B20BE0" w:rsidP="00215B6B">
            <w:pPr>
              <w:pStyle w:val="a7"/>
              <w:numPr>
                <w:ilvl w:val="0"/>
                <w:numId w:val="16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67618699" w14:textId="77777777" w:rsidR="00B20BE0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Медведева </w:t>
            </w:r>
          </w:p>
          <w:p w14:paraId="23759618" w14:textId="77777777" w:rsidR="00B20BE0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Наталья Петровна</w:t>
            </w:r>
          </w:p>
        </w:tc>
        <w:tc>
          <w:tcPr>
            <w:tcW w:w="3969" w:type="dxa"/>
          </w:tcPr>
          <w:p w14:paraId="710BC984" w14:textId="77777777" w:rsidR="00B20BE0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Лицей №52</w:t>
            </w:r>
          </w:p>
        </w:tc>
        <w:tc>
          <w:tcPr>
            <w:tcW w:w="3118" w:type="dxa"/>
          </w:tcPr>
          <w:p w14:paraId="6C3ED2FF" w14:textId="77777777" w:rsidR="00B20BE0" w:rsidRDefault="00B20BE0" w:rsidP="00B20BE0">
            <w:pPr>
              <w:jc w:val="center"/>
            </w:pPr>
            <w:r w:rsidRPr="00A96125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B20BE0" w:rsidRPr="00894A01" w14:paraId="28EE76A4" w14:textId="77777777" w:rsidTr="00894A01">
        <w:trPr>
          <w:trHeight w:val="595"/>
        </w:trPr>
        <w:tc>
          <w:tcPr>
            <w:tcW w:w="567" w:type="dxa"/>
          </w:tcPr>
          <w:p w14:paraId="22E94CB3" w14:textId="77777777" w:rsidR="00B20BE0" w:rsidRPr="00894A01" w:rsidRDefault="00B20BE0" w:rsidP="00215B6B">
            <w:pPr>
              <w:pStyle w:val="a7"/>
              <w:numPr>
                <w:ilvl w:val="0"/>
                <w:numId w:val="16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6B3036F5" w14:textId="77777777" w:rsidR="00B20BE0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Миловзорова</w:t>
            </w:r>
          </w:p>
          <w:p w14:paraId="33B93D3B" w14:textId="77777777" w:rsidR="00B20BE0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 Марина Владимировна</w:t>
            </w:r>
          </w:p>
        </w:tc>
        <w:tc>
          <w:tcPr>
            <w:tcW w:w="3969" w:type="dxa"/>
          </w:tcPr>
          <w:p w14:paraId="646ECD62" w14:textId="77777777" w:rsidR="00B20BE0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СОШ №118</w:t>
            </w:r>
          </w:p>
        </w:tc>
        <w:tc>
          <w:tcPr>
            <w:tcW w:w="3118" w:type="dxa"/>
          </w:tcPr>
          <w:p w14:paraId="09CA1759" w14:textId="77777777" w:rsidR="00B20BE0" w:rsidRDefault="00B20BE0" w:rsidP="00B20BE0">
            <w:pPr>
              <w:jc w:val="center"/>
            </w:pPr>
            <w:r w:rsidRPr="00A96125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894A01" w:rsidRPr="00894A01" w14:paraId="1DD8B539" w14:textId="77777777" w:rsidTr="00894A01">
        <w:trPr>
          <w:trHeight w:val="595"/>
        </w:trPr>
        <w:tc>
          <w:tcPr>
            <w:tcW w:w="567" w:type="dxa"/>
          </w:tcPr>
          <w:p w14:paraId="5F4A4C17" w14:textId="77777777" w:rsidR="00894A01" w:rsidRPr="00894A01" w:rsidRDefault="00894A01" w:rsidP="00215B6B">
            <w:pPr>
              <w:pStyle w:val="a7"/>
              <w:numPr>
                <w:ilvl w:val="0"/>
                <w:numId w:val="16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4055F861" w14:textId="77777777" w:rsidR="00B20BE0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Миннебаева </w:t>
            </w:r>
          </w:p>
          <w:p w14:paraId="3D267BE7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Галия Махмутовна</w:t>
            </w:r>
          </w:p>
        </w:tc>
        <w:tc>
          <w:tcPr>
            <w:tcW w:w="3969" w:type="dxa"/>
          </w:tcPr>
          <w:p w14:paraId="086C1E85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СОШ №78</w:t>
            </w:r>
          </w:p>
        </w:tc>
        <w:tc>
          <w:tcPr>
            <w:tcW w:w="3118" w:type="dxa"/>
          </w:tcPr>
          <w:p w14:paraId="36DB8060" w14:textId="77777777" w:rsidR="00894A01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894A01" w:rsidRPr="00894A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оциальный педагог</w:t>
            </w:r>
          </w:p>
        </w:tc>
      </w:tr>
      <w:tr w:rsidR="00B20BE0" w:rsidRPr="00894A01" w14:paraId="7A4A16AB" w14:textId="77777777" w:rsidTr="00894A01">
        <w:trPr>
          <w:trHeight w:val="595"/>
        </w:trPr>
        <w:tc>
          <w:tcPr>
            <w:tcW w:w="567" w:type="dxa"/>
          </w:tcPr>
          <w:p w14:paraId="1DAD1716" w14:textId="77777777" w:rsidR="00B20BE0" w:rsidRPr="00894A01" w:rsidRDefault="00B20BE0" w:rsidP="00215B6B">
            <w:pPr>
              <w:pStyle w:val="a7"/>
              <w:numPr>
                <w:ilvl w:val="0"/>
                <w:numId w:val="16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145B767E" w14:textId="77777777" w:rsidR="00B20BE0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Михайлова </w:t>
            </w:r>
          </w:p>
          <w:p w14:paraId="13DD8EE7" w14:textId="77777777" w:rsidR="00B20BE0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Ольга Федоровна</w:t>
            </w:r>
          </w:p>
        </w:tc>
        <w:tc>
          <w:tcPr>
            <w:tcW w:w="3969" w:type="dxa"/>
          </w:tcPr>
          <w:p w14:paraId="35BFE034" w14:textId="77777777" w:rsidR="00B20BE0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СОШ №118</w:t>
            </w:r>
          </w:p>
        </w:tc>
        <w:tc>
          <w:tcPr>
            <w:tcW w:w="3118" w:type="dxa"/>
          </w:tcPr>
          <w:p w14:paraId="1D08EBC8" w14:textId="77777777" w:rsidR="00B20BE0" w:rsidRDefault="00B20BE0" w:rsidP="00B20BE0">
            <w:pPr>
              <w:jc w:val="center"/>
            </w:pPr>
            <w:r w:rsidRPr="00D63706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B20BE0" w:rsidRPr="00894A01" w14:paraId="313F565A" w14:textId="77777777" w:rsidTr="00894A01">
        <w:trPr>
          <w:trHeight w:val="595"/>
        </w:trPr>
        <w:tc>
          <w:tcPr>
            <w:tcW w:w="567" w:type="dxa"/>
          </w:tcPr>
          <w:p w14:paraId="0754951C" w14:textId="77777777" w:rsidR="00B20BE0" w:rsidRPr="00894A01" w:rsidRDefault="00B20BE0" w:rsidP="00215B6B">
            <w:pPr>
              <w:pStyle w:val="a7"/>
              <w:numPr>
                <w:ilvl w:val="0"/>
                <w:numId w:val="16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52E917BB" w14:textId="77777777" w:rsidR="00B20BE0" w:rsidRDefault="00B20BE0" w:rsidP="00B20B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Новожилова</w:t>
            </w:r>
          </w:p>
          <w:p w14:paraId="5340427D" w14:textId="77777777" w:rsidR="00B20BE0" w:rsidRPr="00894A01" w:rsidRDefault="00B20BE0" w:rsidP="00B20B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Гузель Римовна</w:t>
            </w:r>
          </w:p>
        </w:tc>
        <w:tc>
          <w:tcPr>
            <w:tcW w:w="3969" w:type="dxa"/>
          </w:tcPr>
          <w:p w14:paraId="6343A247" w14:textId="77777777" w:rsidR="00B20BE0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Лицей №60</w:t>
            </w:r>
          </w:p>
        </w:tc>
        <w:tc>
          <w:tcPr>
            <w:tcW w:w="3118" w:type="dxa"/>
          </w:tcPr>
          <w:p w14:paraId="34B57B13" w14:textId="77777777" w:rsidR="00B20BE0" w:rsidRDefault="00B20BE0" w:rsidP="00B20BE0">
            <w:pPr>
              <w:jc w:val="center"/>
            </w:pPr>
            <w:r w:rsidRPr="00D63706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B20BE0" w:rsidRPr="00894A01" w14:paraId="15D1DC53" w14:textId="77777777" w:rsidTr="00894A01">
        <w:trPr>
          <w:trHeight w:val="595"/>
        </w:trPr>
        <w:tc>
          <w:tcPr>
            <w:tcW w:w="567" w:type="dxa"/>
          </w:tcPr>
          <w:p w14:paraId="65E09B5A" w14:textId="77777777" w:rsidR="00B20BE0" w:rsidRPr="00894A01" w:rsidRDefault="00B20BE0" w:rsidP="00215B6B">
            <w:pPr>
              <w:pStyle w:val="a7"/>
              <w:numPr>
                <w:ilvl w:val="0"/>
                <w:numId w:val="16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74B4B1AB" w14:textId="77777777" w:rsidR="00B20BE0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Нусратуллина </w:t>
            </w:r>
          </w:p>
          <w:p w14:paraId="5310F57D" w14:textId="77777777" w:rsidR="00B20BE0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Лилия Наилевна</w:t>
            </w:r>
          </w:p>
        </w:tc>
        <w:tc>
          <w:tcPr>
            <w:tcW w:w="3969" w:type="dxa"/>
          </w:tcPr>
          <w:p w14:paraId="4CA6ACBA" w14:textId="77777777" w:rsidR="00B20BE0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МАОУ Лицей №58</w:t>
            </w:r>
          </w:p>
        </w:tc>
        <w:tc>
          <w:tcPr>
            <w:tcW w:w="3118" w:type="dxa"/>
          </w:tcPr>
          <w:p w14:paraId="313D4020" w14:textId="77777777" w:rsidR="00B20BE0" w:rsidRDefault="00B20BE0" w:rsidP="00B20BE0">
            <w:pPr>
              <w:jc w:val="center"/>
            </w:pPr>
            <w:r w:rsidRPr="00D63706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B20BE0" w:rsidRPr="00894A01" w14:paraId="3AB28E06" w14:textId="77777777" w:rsidTr="00894A01">
        <w:trPr>
          <w:trHeight w:val="595"/>
        </w:trPr>
        <w:tc>
          <w:tcPr>
            <w:tcW w:w="567" w:type="dxa"/>
          </w:tcPr>
          <w:p w14:paraId="2EFE27AE" w14:textId="77777777" w:rsidR="00B20BE0" w:rsidRPr="00894A01" w:rsidRDefault="00B20BE0" w:rsidP="00215B6B">
            <w:pPr>
              <w:pStyle w:val="a7"/>
              <w:numPr>
                <w:ilvl w:val="0"/>
                <w:numId w:val="16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67451BA5" w14:textId="77777777" w:rsidR="00B20BE0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Нутфуллина </w:t>
            </w:r>
          </w:p>
          <w:p w14:paraId="6142762F" w14:textId="77777777" w:rsidR="00B20BE0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Лариса Николаевна</w:t>
            </w:r>
          </w:p>
        </w:tc>
        <w:tc>
          <w:tcPr>
            <w:tcW w:w="3969" w:type="dxa"/>
          </w:tcPr>
          <w:p w14:paraId="4DBCE2D5" w14:textId="77777777" w:rsidR="00B20BE0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СОШ №131</w:t>
            </w:r>
          </w:p>
        </w:tc>
        <w:tc>
          <w:tcPr>
            <w:tcW w:w="3118" w:type="dxa"/>
          </w:tcPr>
          <w:p w14:paraId="6256E596" w14:textId="77777777" w:rsidR="00B20BE0" w:rsidRDefault="00B20BE0" w:rsidP="00B20BE0">
            <w:pPr>
              <w:jc w:val="center"/>
            </w:pPr>
            <w:r w:rsidRPr="00D63706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894A01" w:rsidRPr="00894A01" w14:paraId="3D737FAB" w14:textId="77777777" w:rsidTr="00894A01">
        <w:trPr>
          <w:trHeight w:val="595"/>
        </w:trPr>
        <w:tc>
          <w:tcPr>
            <w:tcW w:w="567" w:type="dxa"/>
          </w:tcPr>
          <w:p w14:paraId="6EFF508C" w14:textId="77777777" w:rsidR="00894A01" w:rsidRPr="00894A01" w:rsidRDefault="00894A01" w:rsidP="00215B6B">
            <w:pPr>
              <w:pStyle w:val="a7"/>
              <w:numPr>
                <w:ilvl w:val="0"/>
                <w:numId w:val="16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53C1F8EE" w14:textId="77777777" w:rsidR="00B20BE0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Пасынкова </w:t>
            </w:r>
          </w:p>
          <w:p w14:paraId="537795DB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Светлана Борисовна</w:t>
            </w:r>
          </w:p>
        </w:tc>
        <w:tc>
          <w:tcPr>
            <w:tcW w:w="3969" w:type="dxa"/>
          </w:tcPr>
          <w:p w14:paraId="2DBCD2C5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ДОД ДЭБЦ «Белая река»</w:t>
            </w:r>
          </w:p>
        </w:tc>
        <w:tc>
          <w:tcPr>
            <w:tcW w:w="3118" w:type="dxa"/>
          </w:tcPr>
          <w:p w14:paraId="3FEE8BBC" w14:textId="77777777" w:rsidR="00894A01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894A01" w:rsidRPr="00894A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едагог дополнительного образования</w:t>
            </w:r>
          </w:p>
        </w:tc>
      </w:tr>
      <w:tr w:rsidR="00894A01" w:rsidRPr="00894A01" w14:paraId="6CD21747" w14:textId="77777777" w:rsidTr="00894A01">
        <w:trPr>
          <w:trHeight w:val="595"/>
        </w:trPr>
        <w:tc>
          <w:tcPr>
            <w:tcW w:w="567" w:type="dxa"/>
          </w:tcPr>
          <w:p w14:paraId="12F58AD5" w14:textId="77777777" w:rsidR="00894A01" w:rsidRPr="00894A01" w:rsidRDefault="00894A01" w:rsidP="00215B6B">
            <w:pPr>
              <w:pStyle w:val="a7"/>
              <w:numPr>
                <w:ilvl w:val="0"/>
                <w:numId w:val="16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70DBBA55" w14:textId="77777777" w:rsidR="00B20BE0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Пасынкова </w:t>
            </w:r>
          </w:p>
          <w:p w14:paraId="38884E7C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Светлана Борисовна</w:t>
            </w:r>
          </w:p>
        </w:tc>
        <w:tc>
          <w:tcPr>
            <w:tcW w:w="3969" w:type="dxa"/>
          </w:tcPr>
          <w:p w14:paraId="6037AB69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ДОД ДЭБЦ «Белая река»</w:t>
            </w:r>
          </w:p>
        </w:tc>
        <w:tc>
          <w:tcPr>
            <w:tcW w:w="3118" w:type="dxa"/>
          </w:tcPr>
          <w:p w14:paraId="52B7B61B" w14:textId="77777777" w:rsidR="00894A01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894A01" w:rsidRPr="00894A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етодист</w:t>
            </w:r>
          </w:p>
        </w:tc>
      </w:tr>
      <w:tr w:rsidR="00B20BE0" w:rsidRPr="00894A01" w14:paraId="13C6EBED" w14:textId="77777777" w:rsidTr="00894A01">
        <w:trPr>
          <w:trHeight w:val="595"/>
        </w:trPr>
        <w:tc>
          <w:tcPr>
            <w:tcW w:w="567" w:type="dxa"/>
          </w:tcPr>
          <w:p w14:paraId="52D3E718" w14:textId="77777777" w:rsidR="00B20BE0" w:rsidRPr="00894A01" w:rsidRDefault="00B20BE0" w:rsidP="00215B6B">
            <w:pPr>
              <w:pStyle w:val="a7"/>
              <w:numPr>
                <w:ilvl w:val="0"/>
                <w:numId w:val="16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26555791" w14:textId="77777777" w:rsidR="00B20BE0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Раевская</w:t>
            </w:r>
          </w:p>
          <w:p w14:paraId="330D12F8" w14:textId="77777777" w:rsidR="00B20BE0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 Алла Геннадьевна</w:t>
            </w:r>
          </w:p>
        </w:tc>
        <w:tc>
          <w:tcPr>
            <w:tcW w:w="3969" w:type="dxa"/>
          </w:tcPr>
          <w:p w14:paraId="179D7DE7" w14:textId="77777777" w:rsidR="00B20BE0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лицей №52</w:t>
            </w:r>
          </w:p>
        </w:tc>
        <w:tc>
          <w:tcPr>
            <w:tcW w:w="3118" w:type="dxa"/>
          </w:tcPr>
          <w:p w14:paraId="0FF3B72D" w14:textId="77777777" w:rsidR="00B20BE0" w:rsidRDefault="00B20BE0" w:rsidP="00B20BE0">
            <w:pPr>
              <w:jc w:val="center"/>
            </w:pPr>
            <w:r w:rsidRPr="00AF1EE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B20BE0" w:rsidRPr="00894A01" w14:paraId="23519700" w14:textId="77777777" w:rsidTr="00894A01">
        <w:trPr>
          <w:trHeight w:val="595"/>
        </w:trPr>
        <w:tc>
          <w:tcPr>
            <w:tcW w:w="567" w:type="dxa"/>
          </w:tcPr>
          <w:p w14:paraId="5155ADE0" w14:textId="77777777" w:rsidR="00B20BE0" w:rsidRPr="00894A01" w:rsidRDefault="00B20BE0" w:rsidP="00215B6B">
            <w:pPr>
              <w:pStyle w:val="a7"/>
              <w:numPr>
                <w:ilvl w:val="0"/>
                <w:numId w:val="16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5EFC4EDA" w14:textId="77777777" w:rsidR="00B20BE0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Руденко </w:t>
            </w:r>
          </w:p>
          <w:p w14:paraId="1069F14B" w14:textId="77777777" w:rsidR="00B20BE0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Ирина Борисовна</w:t>
            </w:r>
          </w:p>
        </w:tc>
        <w:tc>
          <w:tcPr>
            <w:tcW w:w="3969" w:type="dxa"/>
          </w:tcPr>
          <w:p w14:paraId="4B5A7388" w14:textId="77777777" w:rsidR="00B20BE0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СОШ №131</w:t>
            </w:r>
          </w:p>
        </w:tc>
        <w:tc>
          <w:tcPr>
            <w:tcW w:w="3118" w:type="dxa"/>
          </w:tcPr>
          <w:p w14:paraId="680F0577" w14:textId="77777777" w:rsidR="00B20BE0" w:rsidRDefault="00B20BE0" w:rsidP="00B20BE0">
            <w:pPr>
              <w:jc w:val="center"/>
            </w:pPr>
            <w:r w:rsidRPr="00AF1EE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894A01" w:rsidRPr="00894A01" w14:paraId="56FED944" w14:textId="77777777" w:rsidTr="00894A01">
        <w:trPr>
          <w:trHeight w:val="595"/>
        </w:trPr>
        <w:tc>
          <w:tcPr>
            <w:tcW w:w="567" w:type="dxa"/>
          </w:tcPr>
          <w:p w14:paraId="0C1A9CA4" w14:textId="77777777" w:rsidR="00894A01" w:rsidRPr="00894A01" w:rsidRDefault="00894A01" w:rsidP="00215B6B">
            <w:pPr>
              <w:pStyle w:val="a7"/>
              <w:numPr>
                <w:ilvl w:val="0"/>
                <w:numId w:val="16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73F7F78C" w14:textId="77777777" w:rsidR="00B20BE0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Рудзит </w:t>
            </w:r>
          </w:p>
          <w:p w14:paraId="0AE0AA00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Татьяна Александровна</w:t>
            </w:r>
          </w:p>
        </w:tc>
        <w:tc>
          <w:tcPr>
            <w:tcW w:w="3969" w:type="dxa"/>
          </w:tcPr>
          <w:p w14:paraId="67E68A4E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школа-интернат № 3</w:t>
            </w:r>
          </w:p>
        </w:tc>
        <w:tc>
          <w:tcPr>
            <w:tcW w:w="3118" w:type="dxa"/>
          </w:tcPr>
          <w:p w14:paraId="1254B70B" w14:textId="77777777" w:rsidR="00894A01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894A01" w:rsidRPr="00894A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B20BE0" w:rsidRPr="00894A01" w14:paraId="4B6521F2" w14:textId="77777777" w:rsidTr="00894A01">
        <w:trPr>
          <w:trHeight w:val="595"/>
        </w:trPr>
        <w:tc>
          <w:tcPr>
            <w:tcW w:w="567" w:type="dxa"/>
          </w:tcPr>
          <w:p w14:paraId="09E1EF5B" w14:textId="77777777" w:rsidR="00B20BE0" w:rsidRPr="00894A01" w:rsidRDefault="00B20BE0" w:rsidP="00215B6B">
            <w:pPr>
              <w:pStyle w:val="a7"/>
              <w:numPr>
                <w:ilvl w:val="0"/>
                <w:numId w:val="16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3BA82DE1" w14:textId="77777777" w:rsidR="00B20BE0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Руденкова </w:t>
            </w:r>
          </w:p>
          <w:p w14:paraId="3DF4F6F1" w14:textId="77777777" w:rsidR="00B20BE0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Галина Николаевна</w:t>
            </w:r>
          </w:p>
        </w:tc>
        <w:tc>
          <w:tcPr>
            <w:tcW w:w="3969" w:type="dxa"/>
          </w:tcPr>
          <w:p w14:paraId="79B24C18" w14:textId="77777777" w:rsidR="00B20BE0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МАОУ гимназия №111</w:t>
            </w:r>
          </w:p>
        </w:tc>
        <w:tc>
          <w:tcPr>
            <w:tcW w:w="3118" w:type="dxa"/>
          </w:tcPr>
          <w:p w14:paraId="481E3F09" w14:textId="77777777" w:rsidR="00B20BE0" w:rsidRDefault="00B20BE0" w:rsidP="00B20BE0">
            <w:pPr>
              <w:jc w:val="center"/>
            </w:pPr>
            <w:r w:rsidRPr="00A53AE9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B20BE0" w:rsidRPr="00894A01" w14:paraId="2C7485D2" w14:textId="77777777" w:rsidTr="00894A01">
        <w:trPr>
          <w:trHeight w:val="595"/>
        </w:trPr>
        <w:tc>
          <w:tcPr>
            <w:tcW w:w="567" w:type="dxa"/>
          </w:tcPr>
          <w:p w14:paraId="01D42D6A" w14:textId="77777777" w:rsidR="00B20BE0" w:rsidRPr="00894A01" w:rsidRDefault="00B20BE0" w:rsidP="00215B6B">
            <w:pPr>
              <w:pStyle w:val="a7"/>
              <w:numPr>
                <w:ilvl w:val="0"/>
                <w:numId w:val="16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43DEEF95" w14:textId="77777777" w:rsidR="00B20BE0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Савельева</w:t>
            </w:r>
          </w:p>
          <w:p w14:paraId="5A9A0A2F" w14:textId="77777777" w:rsidR="00B20BE0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 Валентина Леонидовна</w:t>
            </w:r>
          </w:p>
        </w:tc>
        <w:tc>
          <w:tcPr>
            <w:tcW w:w="3969" w:type="dxa"/>
          </w:tcPr>
          <w:p w14:paraId="6285A2DC" w14:textId="77777777" w:rsidR="00B20BE0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СОШ №131</w:t>
            </w:r>
          </w:p>
        </w:tc>
        <w:tc>
          <w:tcPr>
            <w:tcW w:w="3118" w:type="dxa"/>
          </w:tcPr>
          <w:p w14:paraId="3BC5C071" w14:textId="77777777" w:rsidR="00B20BE0" w:rsidRDefault="00B20BE0" w:rsidP="00B20BE0">
            <w:pPr>
              <w:jc w:val="center"/>
            </w:pPr>
            <w:r w:rsidRPr="00A53AE9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B20BE0" w:rsidRPr="00894A01" w14:paraId="4A8EE02E" w14:textId="77777777" w:rsidTr="00894A01">
        <w:trPr>
          <w:trHeight w:val="595"/>
        </w:trPr>
        <w:tc>
          <w:tcPr>
            <w:tcW w:w="567" w:type="dxa"/>
          </w:tcPr>
          <w:p w14:paraId="0D3E89CE" w14:textId="77777777" w:rsidR="00B20BE0" w:rsidRPr="00894A01" w:rsidRDefault="00B20BE0" w:rsidP="00215B6B">
            <w:pPr>
              <w:pStyle w:val="a7"/>
              <w:numPr>
                <w:ilvl w:val="0"/>
                <w:numId w:val="16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33396660" w14:textId="77777777" w:rsidR="00B20BE0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Саитова</w:t>
            </w:r>
          </w:p>
          <w:p w14:paraId="3C192FBE" w14:textId="77777777" w:rsidR="00B20BE0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 Раиса Рафиковна</w:t>
            </w:r>
          </w:p>
        </w:tc>
        <w:tc>
          <w:tcPr>
            <w:tcW w:w="3969" w:type="dxa"/>
          </w:tcPr>
          <w:p w14:paraId="2D494EB6" w14:textId="77777777" w:rsidR="00B20BE0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СОШ №157</w:t>
            </w:r>
          </w:p>
        </w:tc>
        <w:tc>
          <w:tcPr>
            <w:tcW w:w="3118" w:type="dxa"/>
          </w:tcPr>
          <w:p w14:paraId="705D68EB" w14:textId="77777777" w:rsidR="00B20BE0" w:rsidRDefault="00B20BE0" w:rsidP="00B20BE0">
            <w:pPr>
              <w:jc w:val="center"/>
            </w:pPr>
            <w:r w:rsidRPr="00A53AE9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894A01" w:rsidRPr="00894A01" w14:paraId="1F4C652F" w14:textId="77777777" w:rsidTr="00894A01">
        <w:trPr>
          <w:trHeight w:val="595"/>
        </w:trPr>
        <w:tc>
          <w:tcPr>
            <w:tcW w:w="567" w:type="dxa"/>
          </w:tcPr>
          <w:p w14:paraId="663B1242" w14:textId="77777777" w:rsidR="00894A01" w:rsidRPr="00894A01" w:rsidRDefault="00894A01" w:rsidP="00215B6B">
            <w:pPr>
              <w:pStyle w:val="a7"/>
              <w:numPr>
                <w:ilvl w:val="0"/>
                <w:numId w:val="16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03386E1C" w14:textId="77777777" w:rsidR="00B20BE0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Семенникова</w:t>
            </w:r>
          </w:p>
          <w:p w14:paraId="26E4CC84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 Анна Сергеевна</w:t>
            </w:r>
          </w:p>
        </w:tc>
        <w:tc>
          <w:tcPr>
            <w:tcW w:w="3969" w:type="dxa"/>
          </w:tcPr>
          <w:p w14:paraId="32869B1B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МАДОУ ЦРР – детский сад №58</w:t>
            </w:r>
          </w:p>
        </w:tc>
        <w:tc>
          <w:tcPr>
            <w:tcW w:w="3118" w:type="dxa"/>
          </w:tcPr>
          <w:p w14:paraId="70F9194C" w14:textId="77777777" w:rsidR="00894A01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894A01" w:rsidRPr="00894A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тарший воспитатель</w:t>
            </w:r>
          </w:p>
        </w:tc>
      </w:tr>
      <w:tr w:rsidR="00B20BE0" w:rsidRPr="00894A01" w14:paraId="31AD6EFF" w14:textId="77777777" w:rsidTr="00894A01">
        <w:trPr>
          <w:trHeight w:val="595"/>
        </w:trPr>
        <w:tc>
          <w:tcPr>
            <w:tcW w:w="567" w:type="dxa"/>
          </w:tcPr>
          <w:p w14:paraId="50D27731" w14:textId="77777777" w:rsidR="00B20BE0" w:rsidRPr="00894A01" w:rsidRDefault="00B20BE0" w:rsidP="00215B6B">
            <w:pPr>
              <w:pStyle w:val="a7"/>
              <w:numPr>
                <w:ilvl w:val="0"/>
                <w:numId w:val="16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353378B4" w14:textId="77777777" w:rsidR="00B20BE0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Семенюк</w:t>
            </w:r>
          </w:p>
          <w:p w14:paraId="12AA6C6E" w14:textId="77777777" w:rsidR="00B20BE0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 Тамила Петровна</w:t>
            </w:r>
          </w:p>
        </w:tc>
        <w:tc>
          <w:tcPr>
            <w:tcW w:w="3969" w:type="dxa"/>
          </w:tcPr>
          <w:p w14:paraId="2F0E860A" w14:textId="77777777" w:rsidR="00B20BE0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СОШ №74</w:t>
            </w:r>
          </w:p>
        </w:tc>
        <w:tc>
          <w:tcPr>
            <w:tcW w:w="3118" w:type="dxa"/>
          </w:tcPr>
          <w:p w14:paraId="5B38EB73" w14:textId="77777777" w:rsidR="00B20BE0" w:rsidRDefault="00B20BE0" w:rsidP="00B20BE0">
            <w:pPr>
              <w:jc w:val="center"/>
            </w:pPr>
            <w:r w:rsidRPr="006778CA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B20BE0" w:rsidRPr="00894A01" w14:paraId="63858017" w14:textId="77777777" w:rsidTr="00894A01">
        <w:trPr>
          <w:trHeight w:val="595"/>
        </w:trPr>
        <w:tc>
          <w:tcPr>
            <w:tcW w:w="567" w:type="dxa"/>
          </w:tcPr>
          <w:p w14:paraId="65880CC5" w14:textId="77777777" w:rsidR="00B20BE0" w:rsidRPr="00894A01" w:rsidRDefault="00B20BE0" w:rsidP="00215B6B">
            <w:pPr>
              <w:pStyle w:val="a7"/>
              <w:numPr>
                <w:ilvl w:val="0"/>
                <w:numId w:val="16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2F5EBD21" w14:textId="77777777" w:rsidR="00B20BE0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Сиухова </w:t>
            </w:r>
          </w:p>
          <w:p w14:paraId="608A737A" w14:textId="77777777" w:rsidR="00B20BE0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Ирина Николаевна</w:t>
            </w:r>
          </w:p>
        </w:tc>
        <w:tc>
          <w:tcPr>
            <w:tcW w:w="3969" w:type="dxa"/>
          </w:tcPr>
          <w:p w14:paraId="3A7CFD04" w14:textId="77777777" w:rsidR="00B20BE0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Лицей №68</w:t>
            </w:r>
          </w:p>
        </w:tc>
        <w:tc>
          <w:tcPr>
            <w:tcW w:w="3118" w:type="dxa"/>
          </w:tcPr>
          <w:p w14:paraId="6803594B" w14:textId="77777777" w:rsidR="00B20BE0" w:rsidRDefault="00B20BE0" w:rsidP="00B20BE0">
            <w:pPr>
              <w:jc w:val="center"/>
            </w:pPr>
            <w:r w:rsidRPr="006778CA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B20BE0" w:rsidRPr="00894A01" w14:paraId="59BEDFA2" w14:textId="77777777" w:rsidTr="00894A01">
        <w:trPr>
          <w:trHeight w:val="595"/>
        </w:trPr>
        <w:tc>
          <w:tcPr>
            <w:tcW w:w="567" w:type="dxa"/>
          </w:tcPr>
          <w:p w14:paraId="138FD723" w14:textId="77777777" w:rsidR="00B20BE0" w:rsidRPr="00894A01" w:rsidRDefault="00B20BE0" w:rsidP="00215B6B">
            <w:pPr>
              <w:pStyle w:val="a7"/>
              <w:numPr>
                <w:ilvl w:val="0"/>
                <w:numId w:val="16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103D18F5" w14:textId="77777777" w:rsidR="00B20BE0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Степанченко</w:t>
            </w:r>
          </w:p>
          <w:p w14:paraId="12F32E2C" w14:textId="77777777" w:rsidR="00B20BE0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 Раиса Бахетгареевна</w:t>
            </w:r>
          </w:p>
        </w:tc>
        <w:tc>
          <w:tcPr>
            <w:tcW w:w="3969" w:type="dxa"/>
          </w:tcPr>
          <w:p w14:paraId="163F062F" w14:textId="77777777" w:rsidR="00B20BE0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СОШ №137</w:t>
            </w:r>
          </w:p>
        </w:tc>
        <w:tc>
          <w:tcPr>
            <w:tcW w:w="3118" w:type="dxa"/>
          </w:tcPr>
          <w:p w14:paraId="0ADCF565" w14:textId="77777777" w:rsidR="00B20BE0" w:rsidRDefault="00B20BE0" w:rsidP="00B20BE0">
            <w:pPr>
              <w:jc w:val="center"/>
            </w:pPr>
            <w:r w:rsidRPr="006778CA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B20BE0" w:rsidRPr="00894A01" w14:paraId="5FC8DB48" w14:textId="77777777" w:rsidTr="00894A01">
        <w:trPr>
          <w:trHeight w:val="595"/>
        </w:trPr>
        <w:tc>
          <w:tcPr>
            <w:tcW w:w="567" w:type="dxa"/>
          </w:tcPr>
          <w:p w14:paraId="0A962FAF" w14:textId="77777777" w:rsidR="00B20BE0" w:rsidRPr="00894A01" w:rsidRDefault="00B20BE0" w:rsidP="00215B6B">
            <w:pPr>
              <w:pStyle w:val="a7"/>
              <w:numPr>
                <w:ilvl w:val="0"/>
                <w:numId w:val="16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3EAFFA48" w14:textId="77777777" w:rsidR="00B20BE0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Тухватуллина</w:t>
            </w:r>
          </w:p>
          <w:p w14:paraId="00216E5B" w14:textId="77777777" w:rsidR="00B20BE0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 Гульнара Шамильевна</w:t>
            </w:r>
          </w:p>
        </w:tc>
        <w:tc>
          <w:tcPr>
            <w:tcW w:w="3969" w:type="dxa"/>
          </w:tcPr>
          <w:p w14:paraId="1D935681" w14:textId="77777777" w:rsidR="00B20BE0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СОШ №112</w:t>
            </w:r>
          </w:p>
        </w:tc>
        <w:tc>
          <w:tcPr>
            <w:tcW w:w="3118" w:type="dxa"/>
          </w:tcPr>
          <w:p w14:paraId="386A443E" w14:textId="77777777" w:rsidR="00B20BE0" w:rsidRDefault="00B20BE0" w:rsidP="00B20BE0">
            <w:pPr>
              <w:jc w:val="center"/>
            </w:pPr>
            <w:r w:rsidRPr="006778CA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B20BE0" w:rsidRPr="00894A01" w14:paraId="7AB5FF59" w14:textId="77777777" w:rsidTr="00894A01">
        <w:trPr>
          <w:trHeight w:val="595"/>
        </w:trPr>
        <w:tc>
          <w:tcPr>
            <w:tcW w:w="567" w:type="dxa"/>
          </w:tcPr>
          <w:p w14:paraId="3791546A" w14:textId="77777777" w:rsidR="00B20BE0" w:rsidRPr="00894A01" w:rsidRDefault="00B20BE0" w:rsidP="00215B6B">
            <w:pPr>
              <w:pStyle w:val="a7"/>
              <w:numPr>
                <w:ilvl w:val="0"/>
                <w:numId w:val="16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5D6038A1" w14:textId="77777777" w:rsidR="00B20BE0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Уляев </w:t>
            </w:r>
          </w:p>
          <w:p w14:paraId="4F695553" w14:textId="77777777" w:rsidR="00B20BE0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Рафгат Минетденович</w:t>
            </w:r>
          </w:p>
        </w:tc>
        <w:tc>
          <w:tcPr>
            <w:tcW w:w="3969" w:type="dxa"/>
          </w:tcPr>
          <w:p w14:paraId="16FB2D04" w14:textId="77777777" w:rsidR="00B20BE0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СОШ №118</w:t>
            </w:r>
          </w:p>
        </w:tc>
        <w:tc>
          <w:tcPr>
            <w:tcW w:w="3118" w:type="dxa"/>
          </w:tcPr>
          <w:p w14:paraId="3CFAC074" w14:textId="77777777" w:rsidR="00B20BE0" w:rsidRDefault="00B20BE0" w:rsidP="00B20BE0">
            <w:pPr>
              <w:jc w:val="center"/>
            </w:pPr>
            <w:r w:rsidRPr="00CA6084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B20BE0" w:rsidRPr="00894A01" w14:paraId="1B0511F3" w14:textId="77777777" w:rsidTr="00894A01">
        <w:trPr>
          <w:trHeight w:val="595"/>
        </w:trPr>
        <w:tc>
          <w:tcPr>
            <w:tcW w:w="567" w:type="dxa"/>
          </w:tcPr>
          <w:p w14:paraId="3311F809" w14:textId="77777777" w:rsidR="00B20BE0" w:rsidRPr="00894A01" w:rsidRDefault="00B20BE0" w:rsidP="00215B6B">
            <w:pPr>
              <w:pStyle w:val="a7"/>
              <w:numPr>
                <w:ilvl w:val="0"/>
                <w:numId w:val="16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5365511A" w14:textId="77777777" w:rsidR="00B20BE0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Файзуллина </w:t>
            </w:r>
          </w:p>
          <w:p w14:paraId="70E5387F" w14:textId="77777777" w:rsidR="00B20BE0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Людмила Витальевна</w:t>
            </w:r>
          </w:p>
        </w:tc>
        <w:tc>
          <w:tcPr>
            <w:tcW w:w="3969" w:type="dxa"/>
          </w:tcPr>
          <w:p w14:paraId="24B5491D" w14:textId="77777777" w:rsidR="00B20BE0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МАОУ гимназия №111</w:t>
            </w:r>
          </w:p>
        </w:tc>
        <w:tc>
          <w:tcPr>
            <w:tcW w:w="3118" w:type="dxa"/>
          </w:tcPr>
          <w:p w14:paraId="59C2A371" w14:textId="77777777" w:rsidR="00B20BE0" w:rsidRDefault="00B20BE0" w:rsidP="00B20BE0">
            <w:pPr>
              <w:jc w:val="center"/>
            </w:pPr>
            <w:r w:rsidRPr="00CA6084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B20BE0" w:rsidRPr="00894A01" w14:paraId="4D7F747F" w14:textId="77777777" w:rsidTr="00894A01">
        <w:trPr>
          <w:trHeight w:val="595"/>
        </w:trPr>
        <w:tc>
          <w:tcPr>
            <w:tcW w:w="567" w:type="dxa"/>
          </w:tcPr>
          <w:p w14:paraId="2C8E6055" w14:textId="77777777" w:rsidR="00B20BE0" w:rsidRPr="00894A01" w:rsidRDefault="00B20BE0" w:rsidP="00215B6B">
            <w:pPr>
              <w:pStyle w:val="a7"/>
              <w:numPr>
                <w:ilvl w:val="0"/>
                <w:numId w:val="16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6D127A89" w14:textId="77777777" w:rsidR="00B20BE0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Хабирова </w:t>
            </w:r>
          </w:p>
          <w:p w14:paraId="78F3DBEB" w14:textId="77777777" w:rsidR="00B20BE0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Лилия Наильевна</w:t>
            </w:r>
          </w:p>
        </w:tc>
        <w:tc>
          <w:tcPr>
            <w:tcW w:w="3969" w:type="dxa"/>
          </w:tcPr>
          <w:p w14:paraId="3E48B3D7" w14:textId="77777777" w:rsidR="00B20BE0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СОШ №118</w:t>
            </w:r>
          </w:p>
        </w:tc>
        <w:tc>
          <w:tcPr>
            <w:tcW w:w="3118" w:type="dxa"/>
          </w:tcPr>
          <w:p w14:paraId="0628277C" w14:textId="77777777" w:rsidR="00B20BE0" w:rsidRDefault="00B20BE0" w:rsidP="00B20BE0">
            <w:pPr>
              <w:jc w:val="center"/>
            </w:pPr>
            <w:r w:rsidRPr="00CA6084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B20BE0" w:rsidRPr="00894A01" w14:paraId="57CDF257" w14:textId="77777777" w:rsidTr="00894A01">
        <w:trPr>
          <w:trHeight w:val="595"/>
        </w:trPr>
        <w:tc>
          <w:tcPr>
            <w:tcW w:w="567" w:type="dxa"/>
          </w:tcPr>
          <w:p w14:paraId="2DA50BAC" w14:textId="77777777" w:rsidR="00B20BE0" w:rsidRPr="00894A01" w:rsidRDefault="00B20BE0" w:rsidP="00215B6B">
            <w:pPr>
              <w:pStyle w:val="a7"/>
              <w:numPr>
                <w:ilvl w:val="0"/>
                <w:numId w:val="16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2FBD8FAA" w14:textId="77777777" w:rsidR="00B20BE0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Чанышева </w:t>
            </w:r>
          </w:p>
          <w:p w14:paraId="163D3FDB" w14:textId="77777777" w:rsidR="00B20BE0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Венера Асгатовна</w:t>
            </w:r>
          </w:p>
        </w:tc>
        <w:tc>
          <w:tcPr>
            <w:tcW w:w="3969" w:type="dxa"/>
          </w:tcPr>
          <w:p w14:paraId="46C778E5" w14:textId="77777777" w:rsidR="00B20BE0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СОШ №118</w:t>
            </w:r>
          </w:p>
        </w:tc>
        <w:tc>
          <w:tcPr>
            <w:tcW w:w="3118" w:type="dxa"/>
          </w:tcPr>
          <w:p w14:paraId="6D75B5D7" w14:textId="77777777" w:rsidR="00B20BE0" w:rsidRDefault="00B20BE0" w:rsidP="00B20BE0">
            <w:pPr>
              <w:jc w:val="center"/>
            </w:pPr>
            <w:r w:rsidRPr="00CA6084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894A01" w:rsidRPr="00894A01" w14:paraId="5D01C2AB" w14:textId="77777777" w:rsidTr="00894A01">
        <w:trPr>
          <w:trHeight w:val="595"/>
        </w:trPr>
        <w:tc>
          <w:tcPr>
            <w:tcW w:w="567" w:type="dxa"/>
          </w:tcPr>
          <w:p w14:paraId="12D6C967" w14:textId="77777777" w:rsidR="00894A01" w:rsidRPr="00894A01" w:rsidRDefault="00894A01" w:rsidP="00215B6B">
            <w:pPr>
              <w:pStyle w:val="a7"/>
              <w:numPr>
                <w:ilvl w:val="0"/>
                <w:numId w:val="16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54F92712" w14:textId="77777777" w:rsidR="00B20BE0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Шумадалова </w:t>
            </w:r>
          </w:p>
          <w:p w14:paraId="755CAF48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Рида Ханифовна</w:t>
            </w:r>
          </w:p>
        </w:tc>
        <w:tc>
          <w:tcPr>
            <w:tcW w:w="3969" w:type="dxa"/>
          </w:tcPr>
          <w:p w14:paraId="7FBD63E0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МАДОУ Детский сад №232</w:t>
            </w:r>
          </w:p>
        </w:tc>
        <w:tc>
          <w:tcPr>
            <w:tcW w:w="3118" w:type="dxa"/>
          </w:tcPr>
          <w:p w14:paraId="1FAD78D8" w14:textId="77777777" w:rsidR="00894A01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894A01" w:rsidRPr="00894A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894A01" w:rsidRPr="00894A01" w14:paraId="668AF3D9" w14:textId="77777777" w:rsidTr="00894A01">
        <w:trPr>
          <w:trHeight w:val="595"/>
        </w:trPr>
        <w:tc>
          <w:tcPr>
            <w:tcW w:w="567" w:type="dxa"/>
          </w:tcPr>
          <w:p w14:paraId="27960FE9" w14:textId="77777777" w:rsidR="00894A01" w:rsidRPr="00894A01" w:rsidRDefault="00894A01" w:rsidP="00215B6B">
            <w:pPr>
              <w:pStyle w:val="a7"/>
              <w:numPr>
                <w:ilvl w:val="0"/>
                <w:numId w:val="16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42ED25CD" w14:textId="77777777" w:rsidR="00B20BE0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Эстерлейн </w:t>
            </w:r>
          </w:p>
          <w:p w14:paraId="1ED0003E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Елена Григорьевна</w:t>
            </w:r>
          </w:p>
        </w:tc>
        <w:tc>
          <w:tcPr>
            <w:tcW w:w="3969" w:type="dxa"/>
          </w:tcPr>
          <w:p w14:paraId="2CA60B0A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ДОД ДДТ «Юлдаш»</w:t>
            </w:r>
          </w:p>
        </w:tc>
        <w:tc>
          <w:tcPr>
            <w:tcW w:w="3118" w:type="dxa"/>
          </w:tcPr>
          <w:p w14:paraId="7902412A" w14:textId="77777777" w:rsidR="00894A01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894A01" w:rsidRPr="00894A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едагог дополнительного образования</w:t>
            </w:r>
          </w:p>
        </w:tc>
      </w:tr>
      <w:tr w:rsidR="00894A01" w:rsidRPr="00894A01" w14:paraId="3649F627" w14:textId="77777777" w:rsidTr="00894A01">
        <w:trPr>
          <w:trHeight w:val="595"/>
        </w:trPr>
        <w:tc>
          <w:tcPr>
            <w:tcW w:w="567" w:type="dxa"/>
          </w:tcPr>
          <w:p w14:paraId="7BB9B4F4" w14:textId="77777777" w:rsidR="00894A01" w:rsidRPr="00894A01" w:rsidRDefault="00894A01" w:rsidP="00215B6B">
            <w:pPr>
              <w:pStyle w:val="a7"/>
              <w:numPr>
                <w:ilvl w:val="0"/>
                <w:numId w:val="16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1E5FEEC7" w14:textId="77777777" w:rsidR="00B20BE0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Эстерлейн </w:t>
            </w:r>
          </w:p>
          <w:p w14:paraId="6157FE9D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Елена Григорьевна</w:t>
            </w:r>
          </w:p>
        </w:tc>
        <w:tc>
          <w:tcPr>
            <w:tcW w:w="3969" w:type="dxa"/>
          </w:tcPr>
          <w:p w14:paraId="07CFC154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ДОД ДДТ «Юлдаш»</w:t>
            </w:r>
          </w:p>
        </w:tc>
        <w:tc>
          <w:tcPr>
            <w:tcW w:w="3118" w:type="dxa"/>
          </w:tcPr>
          <w:p w14:paraId="48386365" w14:textId="77777777" w:rsidR="00894A01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894A01" w:rsidRPr="00894A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онцертмейстер</w:t>
            </w:r>
          </w:p>
        </w:tc>
      </w:tr>
    </w:tbl>
    <w:p w14:paraId="4E75158D" w14:textId="77777777" w:rsidR="00894A01" w:rsidRPr="00894A01" w:rsidRDefault="00894A01" w:rsidP="00894A01">
      <w:pPr>
        <w:pStyle w:val="a7"/>
        <w:spacing w:line="276" w:lineRule="auto"/>
        <w:rPr>
          <w:b w:val="0"/>
          <w:i/>
          <w:sz w:val="24"/>
          <w:szCs w:val="24"/>
        </w:rPr>
      </w:pPr>
    </w:p>
    <w:p w14:paraId="7CC8A4D3" w14:textId="77777777" w:rsidR="00894A01" w:rsidRPr="00894A01" w:rsidRDefault="00894A01" w:rsidP="00894A01">
      <w:pPr>
        <w:pStyle w:val="a7"/>
        <w:spacing w:line="276" w:lineRule="auto"/>
        <w:rPr>
          <w:b w:val="0"/>
          <w:i/>
          <w:sz w:val="24"/>
          <w:szCs w:val="24"/>
        </w:rPr>
      </w:pPr>
    </w:p>
    <w:p w14:paraId="3868345B" w14:textId="77777777" w:rsidR="00A716D0" w:rsidRDefault="00A716D0" w:rsidP="00894A01">
      <w:pPr>
        <w:pStyle w:val="a7"/>
        <w:spacing w:line="276" w:lineRule="auto"/>
        <w:rPr>
          <w:sz w:val="24"/>
          <w:szCs w:val="24"/>
        </w:rPr>
      </w:pPr>
    </w:p>
    <w:p w14:paraId="10AD4AB9" w14:textId="77777777" w:rsidR="00A716D0" w:rsidRDefault="00A716D0" w:rsidP="00894A01">
      <w:pPr>
        <w:pStyle w:val="a7"/>
        <w:spacing w:line="276" w:lineRule="auto"/>
        <w:rPr>
          <w:sz w:val="24"/>
          <w:szCs w:val="24"/>
        </w:rPr>
      </w:pPr>
    </w:p>
    <w:p w14:paraId="63184F81" w14:textId="77777777" w:rsidR="00A716D0" w:rsidRDefault="00A716D0" w:rsidP="00894A01">
      <w:pPr>
        <w:pStyle w:val="a7"/>
        <w:spacing w:line="276" w:lineRule="auto"/>
        <w:rPr>
          <w:sz w:val="24"/>
          <w:szCs w:val="24"/>
        </w:rPr>
      </w:pPr>
    </w:p>
    <w:p w14:paraId="36AEFFD3" w14:textId="77777777" w:rsidR="00A716D0" w:rsidRDefault="00A716D0" w:rsidP="00894A01">
      <w:pPr>
        <w:pStyle w:val="a7"/>
        <w:spacing w:line="276" w:lineRule="auto"/>
        <w:rPr>
          <w:sz w:val="24"/>
          <w:szCs w:val="24"/>
        </w:rPr>
      </w:pPr>
    </w:p>
    <w:p w14:paraId="72991412" w14:textId="77777777" w:rsidR="00A716D0" w:rsidRDefault="00A716D0" w:rsidP="00894A01">
      <w:pPr>
        <w:pStyle w:val="a7"/>
        <w:spacing w:line="276" w:lineRule="auto"/>
        <w:rPr>
          <w:sz w:val="24"/>
          <w:szCs w:val="24"/>
        </w:rPr>
      </w:pPr>
    </w:p>
    <w:p w14:paraId="75A3EF3F" w14:textId="77777777" w:rsidR="00A716D0" w:rsidRDefault="00A716D0" w:rsidP="00894A01">
      <w:pPr>
        <w:pStyle w:val="a7"/>
        <w:spacing w:line="276" w:lineRule="auto"/>
        <w:rPr>
          <w:sz w:val="24"/>
          <w:szCs w:val="24"/>
        </w:rPr>
      </w:pPr>
    </w:p>
    <w:p w14:paraId="2D1E35B4" w14:textId="77777777" w:rsidR="00A716D0" w:rsidRDefault="00A716D0" w:rsidP="00894A01">
      <w:pPr>
        <w:pStyle w:val="a7"/>
        <w:spacing w:line="276" w:lineRule="auto"/>
        <w:rPr>
          <w:sz w:val="24"/>
          <w:szCs w:val="24"/>
        </w:rPr>
      </w:pPr>
    </w:p>
    <w:p w14:paraId="7AFF10EE" w14:textId="77777777" w:rsidR="00A716D0" w:rsidRDefault="00A716D0" w:rsidP="00894A01">
      <w:pPr>
        <w:pStyle w:val="a7"/>
        <w:spacing w:line="276" w:lineRule="auto"/>
        <w:rPr>
          <w:sz w:val="24"/>
          <w:szCs w:val="24"/>
        </w:rPr>
      </w:pPr>
    </w:p>
    <w:p w14:paraId="263972CC" w14:textId="77777777" w:rsidR="00A716D0" w:rsidRDefault="00A716D0" w:rsidP="00894A01">
      <w:pPr>
        <w:pStyle w:val="a7"/>
        <w:spacing w:line="276" w:lineRule="auto"/>
        <w:rPr>
          <w:sz w:val="24"/>
          <w:szCs w:val="24"/>
        </w:rPr>
      </w:pPr>
    </w:p>
    <w:p w14:paraId="04F5CB03" w14:textId="77777777" w:rsidR="00A716D0" w:rsidRDefault="00A716D0" w:rsidP="00894A01">
      <w:pPr>
        <w:pStyle w:val="a7"/>
        <w:spacing w:line="276" w:lineRule="auto"/>
        <w:rPr>
          <w:sz w:val="24"/>
          <w:szCs w:val="24"/>
        </w:rPr>
      </w:pPr>
    </w:p>
    <w:p w14:paraId="6479EFD4" w14:textId="77777777" w:rsidR="00A716D0" w:rsidRDefault="00A716D0" w:rsidP="00894A01">
      <w:pPr>
        <w:pStyle w:val="a7"/>
        <w:spacing w:line="276" w:lineRule="auto"/>
        <w:rPr>
          <w:sz w:val="24"/>
          <w:szCs w:val="24"/>
        </w:rPr>
      </w:pPr>
    </w:p>
    <w:p w14:paraId="34F28BA2" w14:textId="77777777" w:rsidR="00A716D0" w:rsidRDefault="00A716D0" w:rsidP="00894A01">
      <w:pPr>
        <w:pStyle w:val="a7"/>
        <w:spacing w:line="276" w:lineRule="auto"/>
        <w:rPr>
          <w:sz w:val="24"/>
          <w:szCs w:val="24"/>
        </w:rPr>
      </w:pPr>
    </w:p>
    <w:p w14:paraId="57E383BE" w14:textId="77777777" w:rsidR="00A716D0" w:rsidRDefault="00A716D0" w:rsidP="00894A01">
      <w:pPr>
        <w:pStyle w:val="a7"/>
        <w:spacing w:line="276" w:lineRule="auto"/>
        <w:rPr>
          <w:sz w:val="24"/>
          <w:szCs w:val="24"/>
        </w:rPr>
      </w:pPr>
    </w:p>
    <w:p w14:paraId="4E41EB36" w14:textId="77777777" w:rsidR="00A716D0" w:rsidRDefault="00A716D0" w:rsidP="00894A01">
      <w:pPr>
        <w:pStyle w:val="a7"/>
        <w:spacing w:line="276" w:lineRule="auto"/>
        <w:rPr>
          <w:sz w:val="24"/>
          <w:szCs w:val="24"/>
        </w:rPr>
      </w:pPr>
    </w:p>
    <w:p w14:paraId="51E952A1" w14:textId="77777777" w:rsidR="00A716D0" w:rsidRDefault="00A716D0" w:rsidP="00894A01">
      <w:pPr>
        <w:pStyle w:val="a7"/>
        <w:spacing w:line="276" w:lineRule="auto"/>
        <w:rPr>
          <w:sz w:val="24"/>
          <w:szCs w:val="24"/>
        </w:rPr>
      </w:pPr>
    </w:p>
    <w:p w14:paraId="7F13C66C" w14:textId="77777777" w:rsidR="00A716D0" w:rsidRDefault="00A716D0" w:rsidP="00894A01">
      <w:pPr>
        <w:pStyle w:val="a7"/>
        <w:spacing w:line="276" w:lineRule="auto"/>
        <w:rPr>
          <w:sz w:val="24"/>
          <w:szCs w:val="24"/>
        </w:rPr>
      </w:pPr>
    </w:p>
    <w:p w14:paraId="34B01891" w14:textId="77777777" w:rsidR="00A716D0" w:rsidRDefault="00A716D0" w:rsidP="00894A01">
      <w:pPr>
        <w:pStyle w:val="a7"/>
        <w:spacing w:line="276" w:lineRule="auto"/>
        <w:rPr>
          <w:sz w:val="24"/>
          <w:szCs w:val="24"/>
        </w:rPr>
      </w:pPr>
    </w:p>
    <w:p w14:paraId="62AB4BC4" w14:textId="77777777" w:rsidR="00A716D0" w:rsidRDefault="00A716D0" w:rsidP="00894A01">
      <w:pPr>
        <w:pStyle w:val="a7"/>
        <w:spacing w:line="276" w:lineRule="auto"/>
        <w:rPr>
          <w:sz w:val="24"/>
          <w:szCs w:val="24"/>
        </w:rPr>
      </w:pPr>
    </w:p>
    <w:p w14:paraId="608676EB" w14:textId="77777777" w:rsidR="00A716D0" w:rsidRDefault="00A716D0" w:rsidP="00894A01">
      <w:pPr>
        <w:pStyle w:val="a7"/>
        <w:spacing w:line="276" w:lineRule="auto"/>
        <w:rPr>
          <w:sz w:val="24"/>
          <w:szCs w:val="24"/>
        </w:rPr>
      </w:pPr>
    </w:p>
    <w:p w14:paraId="218CF19C" w14:textId="77777777" w:rsidR="00A716D0" w:rsidRDefault="00A716D0" w:rsidP="00A716D0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Приложение №2  к приказу Министерства образования</w:t>
      </w:r>
    </w:p>
    <w:p w14:paraId="371DB827" w14:textId="77777777" w:rsidR="00A716D0" w:rsidRPr="00BE3CB8" w:rsidRDefault="00A716D0" w:rsidP="00A716D0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14:paraId="0A2E78C7" w14:textId="77777777" w:rsidR="00A716D0" w:rsidRDefault="00A716D0" w:rsidP="00A716D0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14:paraId="33DC1E25" w14:textId="77777777" w:rsidR="00A716D0" w:rsidRDefault="00A716D0" w:rsidP="00A716D0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14:paraId="1E7D3F98" w14:textId="77777777" w:rsidR="00A716D0" w:rsidRDefault="00A716D0" w:rsidP="00A716D0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14:paraId="45FD6F01" w14:textId="77777777" w:rsidR="00A716D0" w:rsidRPr="00FD0F2C" w:rsidRDefault="00A716D0" w:rsidP="00A716D0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26984977" w14:textId="77777777" w:rsidR="00894A01" w:rsidRDefault="00894A01" w:rsidP="00894A01">
      <w:pPr>
        <w:pStyle w:val="a7"/>
        <w:spacing w:line="276" w:lineRule="auto"/>
        <w:rPr>
          <w:sz w:val="24"/>
          <w:szCs w:val="24"/>
        </w:rPr>
      </w:pPr>
      <w:r w:rsidRPr="00894A01">
        <w:rPr>
          <w:sz w:val="24"/>
          <w:szCs w:val="24"/>
        </w:rPr>
        <w:t xml:space="preserve">Городской округ город Уфа Республики Башкортостан </w:t>
      </w:r>
    </w:p>
    <w:p w14:paraId="3B471460" w14:textId="77777777" w:rsidR="00894A01" w:rsidRDefault="00894A01" w:rsidP="00894A01">
      <w:pPr>
        <w:pStyle w:val="a7"/>
        <w:spacing w:line="276" w:lineRule="auto"/>
        <w:rPr>
          <w:sz w:val="24"/>
          <w:szCs w:val="24"/>
        </w:rPr>
      </w:pPr>
      <w:r w:rsidRPr="00894A01">
        <w:rPr>
          <w:sz w:val="24"/>
          <w:szCs w:val="24"/>
        </w:rPr>
        <w:t>(Кировский район)</w:t>
      </w:r>
    </w:p>
    <w:p w14:paraId="30E57EEB" w14:textId="77777777" w:rsidR="00894A01" w:rsidRPr="00894A01" w:rsidRDefault="00894A01" w:rsidP="00894A01">
      <w:pPr>
        <w:pStyle w:val="a7"/>
        <w:spacing w:line="276" w:lineRule="auto"/>
        <w:rPr>
          <w:sz w:val="24"/>
          <w:szCs w:val="24"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403"/>
        <w:gridCol w:w="3969"/>
        <w:gridCol w:w="3118"/>
      </w:tblGrid>
      <w:tr w:rsidR="00894A01" w:rsidRPr="00894A01" w14:paraId="446F8681" w14:textId="77777777" w:rsidTr="00894A01">
        <w:trPr>
          <w:trHeight w:val="595"/>
        </w:trPr>
        <w:tc>
          <w:tcPr>
            <w:tcW w:w="567" w:type="dxa"/>
            <w:vAlign w:val="center"/>
          </w:tcPr>
          <w:p w14:paraId="6F42C141" w14:textId="77777777" w:rsidR="00894A01" w:rsidRPr="00C30652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403" w:type="dxa"/>
            <w:vAlign w:val="center"/>
          </w:tcPr>
          <w:p w14:paraId="6EFCCA2E" w14:textId="77777777" w:rsidR="00894A01" w:rsidRPr="00C30652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b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ИО</w:t>
            </w:r>
          </w:p>
        </w:tc>
        <w:tc>
          <w:tcPr>
            <w:tcW w:w="3969" w:type="dxa"/>
            <w:vAlign w:val="center"/>
          </w:tcPr>
          <w:p w14:paraId="72E53261" w14:textId="77777777" w:rsidR="00894A01" w:rsidRPr="00C30652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3118" w:type="dxa"/>
            <w:vAlign w:val="center"/>
          </w:tcPr>
          <w:p w14:paraId="5DCAB430" w14:textId="77777777" w:rsidR="00894A01" w:rsidRPr="00C30652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B20BE0" w:rsidRPr="00894A01" w14:paraId="5422460F" w14:textId="77777777" w:rsidTr="00894A01">
        <w:trPr>
          <w:trHeight w:val="595"/>
        </w:trPr>
        <w:tc>
          <w:tcPr>
            <w:tcW w:w="567" w:type="dxa"/>
          </w:tcPr>
          <w:p w14:paraId="0587E061" w14:textId="77777777" w:rsidR="00B20BE0" w:rsidRPr="00894A01" w:rsidRDefault="00B20BE0" w:rsidP="00215B6B">
            <w:pPr>
              <w:pStyle w:val="a7"/>
              <w:numPr>
                <w:ilvl w:val="0"/>
                <w:numId w:val="17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48B790BA" w14:textId="77777777" w:rsidR="00B20BE0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Аглиуллина</w:t>
            </w:r>
          </w:p>
          <w:p w14:paraId="4537FED8" w14:textId="77777777" w:rsidR="00B20BE0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 Газима Газизьяновна</w:t>
            </w:r>
          </w:p>
        </w:tc>
        <w:tc>
          <w:tcPr>
            <w:tcW w:w="3969" w:type="dxa"/>
          </w:tcPr>
          <w:p w14:paraId="1038850E" w14:textId="77777777" w:rsidR="00B20BE0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СОШ №119</w:t>
            </w:r>
          </w:p>
        </w:tc>
        <w:tc>
          <w:tcPr>
            <w:tcW w:w="3118" w:type="dxa"/>
          </w:tcPr>
          <w:p w14:paraId="635522BB" w14:textId="77777777" w:rsidR="00B20BE0" w:rsidRDefault="00B20BE0" w:rsidP="00B20BE0">
            <w:pPr>
              <w:jc w:val="center"/>
            </w:pPr>
            <w:r w:rsidRPr="00DA3A4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B20BE0" w:rsidRPr="00894A01" w14:paraId="5744A5EA" w14:textId="77777777" w:rsidTr="00894A01">
        <w:trPr>
          <w:trHeight w:val="595"/>
        </w:trPr>
        <w:tc>
          <w:tcPr>
            <w:tcW w:w="567" w:type="dxa"/>
          </w:tcPr>
          <w:p w14:paraId="41E69D64" w14:textId="77777777" w:rsidR="00B20BE0" w:rsidRPr="00894A01" w:rsidRDefault="00B20BE0" w:rsidP="00215B6B">
            <w:pPr>
              <w:pStyle w:val="a7"/>
              <w:numPr>
                <w:ilvl w:val="0"/>
                <w:numId w:val="17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4730ED67" w14:textId="77777777" w:rsidR="00B20BE0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Азнагулова </w:t>
            </w:r>
          </w:p>
          <w:p w14:paraId="3B106DB9" w14:textId="77777777" w:rsidR="00B20BE0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Светлана Биктимеровна</w:t>
            </w:r>
          </w:p>
        </w:tc>
        <w:tc>
          <w:tcPr>
            <w:tcW w:w="3969" w:type="dxa"/>
          </w:tcPr>
          <w:p w14:paraId="004E1BDE" w14:textId="77777777" w:rsidR="00B20BE0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Башкирская гимназия №158</w:t>
            </w:r>
          </w:p>
        </w:tc>
        <w:tc>
          <w:tcPr>
            <w:tcW w:w="3118" w:type="dxa"/>
          </w:tcPr>
          <w:p w14:paraId="4F8FB5F7" w14:textId="77777777" w:rsidR="00B20BE0" w:rsidRDefault="00B20BE0" w:rsidP="00B20BE0">
            <w:pPr>
              <w:jc w:val="center"/>
            </w:pPr>
            <w:r w:rsidRPr="00DA3A4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B20BE0" w:rsidRPr="00894A01" w14:paraId="1A2731E2" w14:textId="77777777" w:rsidTr="00894A01">
        <w:trPr>
          <w:trHeight w:val="595"/>
        </w:trPr>
        <w:tc>
          <w:tcPr>
            <w:tcW w:w="567" w:type="dxa"/>
          </w:tcPr>
          <w:p w14:paraId="7F9DDA6B" w14:textId="77777777" w:rsidR="00B20BE0" w:rsidRPr="00894A01" w:rsidRDefault="00B20BE0" w:rsidP="00215B6B">
            <w:pPr>
              <w:pStyle w:val="a7"/>
              <w:numPr>
                <w:ilvl w:val="0"/>
                <w:numId w:val="17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65D147F6" w14:textId="77777777" w:rsidR="00B20BE0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Бабкова </w:t>
            </w:r>
          </w:p>
          <w:p w14:paraId="28C28368" w14:textId="77777777" w:rsidR="00B20BE0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Людмила Александровна</w:t>
            </w:r>
          </w:p>
        </w:tc>
        <w:tc>
          <w:tcPr>
            <w:tcW w:w="3969" w:type="dxa"/>
          </w:tcPr>
          <w:p w14:paraId="4937FADB" w14:textId="77777777" w:rsidR="00B20BE0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лицей №5</w:t>
            </w:r>
          </w:p>
        </w:tc>
        <w:tc>
          <w:tcPr>
            <w:tcW w:w="3118" w:type="dxa"/>
          </w:tcPr>
          <w:p w14:paraId="039F87BE" w14:textId="77777777" w:rsidR="00B20BE0" w:rsidRDefault="00B20BE0" w:rsidP="00B20BE0">
            <w:pPr>
              <w:jc w:val="center"/>
            </w:pPr>
            <w:r w:rsidRPr="00DA3A4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B20BE0" w:rsidRPr="00894A01" w14:paraId="4B71920E" w14:textId="77777777" w:rsidTr="00894A01">
        <w:trPr>
          <w:trHeight w:val="595"/>
        </w:trPr>
        <w:tc>
          <w:tcPr>
            <w:tcW w:w="567" w:type="dxa"/>
          </w:tcPr>
          <w:p w14:paraId="6CB164DE" w14:textId="77777777" w:rsidR="00B20BE0" w:rsidRPr="00894A01" w:rsidRDefault="00B20BE0" w:rsidP="00215B6B">
            <w:pPr>
              <w:pStyle w:val="a7"/>
              <w:numPr>
                <w:ilvl w:val="0"/>
                <w:numId w:val="17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6C779A92" w14:textId="77777777" w:rsidR="00B20BE0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Баимова</w:t>
            </w:r>
          </w:p>
          <w:p w14:paraId="4371D1E5" w14:textId="77777777" w:rsidR="00B20BE0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 Гульдар Надировна</w:t>
            </w:r>
          </w:p>
        </w:tc>
        <w:tc>
          <w:tcPr>
            <w:tcW w:w="3969" w:type="dxa"/>
          </w:tcPr>
          <w:p w14:paraId="008E059A" w14:textId="77777777" w:rsidR="00B20BE0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СОШ №45</w:t>
            </w:r>
          </w:p>
        </w:tc>
        <w:tc>
          <w:tcPr>
            <w:tcW w:w="3118" w:type="dxa"/>
          </w:tcPr>
          <w:p w14:paraId="63799C64" w14:textId="77777777" w:rsidR="00B20BE0" w:rsidRDefault="00B20BE0" w:rsidP="00B20BE0">
            <w:pPr>
              <w:jc w:val="center"/>
            </w:pPr>
            <w:r w:rsidRPr="00DA3A4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B20BE0" w:rsidRPr="00894A01" w14:paraId="5A4FCBE0" w14:textId="77777777" w:rsidTr="00894A01">
        <w:trPr>
          <w:trHeight w:val="595"/>
        </w:trPr>
        <w:tc>
          <w:tcPr>
            <w:tcW w:w="567" w:type="dxa"/>
          </w:tcPr>
          <w:p w14:paraId="5EFCED57" w14:textId="77777777" w:rsidR="00B20BE0" w:rsidRPr="00894A01" w:rsidRDefault="00B20BE0" w:rsidP="00215B6B">
            <w:pPr>
              <w:pStyle w:val="a7"/>
              <w:numPr>
                <w:ilvl w:val="0"/>
                <w:numId w:val="17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2829FCAC" w14:textId="77777777" w:rsidR="00B20BE0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Байтимирова </w:t>
            </w:r>
          </w:p>
          <w:p w14:paraId="6DCF12B2" w14:textId="77777777" w:rsidR="00B20BE0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Галина Надировна</w:t>
            </w:r>
          </w:p>
        </w:tc>
        <w:tc>
          <w:tcPr>
            <w:tcW w:w="3969" w:type="dxa"/>
          </w:tcPr>
          <w:p w14:paraId="3C0D2A0E" w14:textId="77777777" w:rsidR="00B20BE0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гимназия №3</w:t>
            </w:r>
          </w:p>
        </w:tc>
        <w:tc>
          <w:tcPr>
            <w:tcW w:w="3118" w:type="dxa"/>
          </w:tcPr>
          <w:p w14:paraId="60132A6F" w14:textId="77777777" w:rsidR="00B20BE0" w:rsidRDefault="00B20BE0" w:rsidP="00B20BE0">
            <w:pPr>
              <w:jc w:val="center"/>
            </w:pPr>
            <w:r w:rsidRPr="00DA3A4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894A01" w:rsidRPr="00894A01" w14:paraId="07C616B1" w14:textId="77777777" w:rsidTr="00894A01">
        <w:trPr>
          <w:trHeight w:val="595"/>
        </w:trPr>
        <w:tc>
          <w:tcPr>
            <w:tcW w:w="567" w:type="dxa"/>
          </w:tcPr>
          <w:p w14:paraId="424D2B43" w14:textId="77777777" w:rsidR="00894A01" w:rsidRPr="00894A01" w:rsidRDefault="00894A01" w:rsidP="00215B6B">
            <w:pPr>
              <w:pStyle w:val="a7"/>
              <w:numPr>
                <w:ilvl w:val="0"/>
                <w:numId w:val="17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25818FD8" w14:textId="77777777" w:rsidR="00B20BE0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Бахтиярова </w:t>
            </w:r>
          </w:p>
          <w:p w14:paraId="76781786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Зимфира Муллануровна</w:t>
            </w:r>
          </w:p>
        </w:tc>
        <w:tc>
          <w:tcPr>
            <w:tcW w:w="3969" w:type="dxa"/>
          </w:tcPr>
          <w:p w14:paraId="782B6983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МАДОУ Детский сад № 292</w:t>
            </w:r>
          </w:p>
        </w:tc>
        <w:tc>
          <w:tcPr>
            <w:tcW w:w="3118" w:type="dxa"/>
          </w:tcPr>
          <w:p w14:paraId="347BADC4" w14:textId="77777777" w:rsidR="00894A01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894A01" w:rsidRPr="00894A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узыкальный руководитель</w:t>
            </w:r>
          </w:p>
        </w:tc>
      </w:tr>
      <w:tr w:rsidR="00B20BE0" w:rsidRPr="00894A01" w14:paraId="4F9144E5" w14:textId="77777777" w:rsidTr="00894A01">
        <w:trPr>
          <w:trHeight w:val="595"/>
        </w:trPr>
        <w:tc>
          <w:tcPr>
            <w:tcW w:w="567" w:type="dxa"/>
          </w:tcPr>
          <w:p w14:paraId="556139A6" w14:textId="77777777" w:rsidR="00B20BE0" w:rsidRPr="00894A01" w:rsidRDefault="00B20BE0" w:rsidP="00215B6B">
            <w:pPr>
              <w:pStyle w:val="a7"/>
              <w:numPr>
                <w:ilvl w:val="0"/>
                <w:numId w:val="17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0DED7BBC" w14:textId="77777777" w:rsidR="00B20BE0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Баянова </w:t>
            </w:r>
          </w:p>
          <w:p w14:paraId="6AB09A62" w14:textId="77777777" w:rsidR="00B20BE0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Эльвира Авхадиевна</w:t>
            </w:r>
          </w:p>
        </w:tc>
        <w:tc>
          <w:tcPr>
            <w:tcW w:w="3969" w:type="dxa"/>
          </w:tcPr>
          <w:p w14:paraId="141F9F8F" w14:textId="77777777" w:rsidR="00B20BE0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Башкирская гимназия №158</w:t>
            </w:r>
          </w:p>
        </w:tc>
        <w:tc>
          <w:tcPr>
            <w:tcW w:w="3118" w:type="dxa"/>
          </w:tcPr>
          <w:p w14:paraId="1C38F164" w14:textId="77777777" w:rsidR="00B20BE0" w:rsidRDefault="00B20BE0" w:rsidP="00B20BE0">
            <w:pPr>
              <w:jc w:val="center"/>
            </w:pPr>
            <w:r w:rsidRPr="001B74A6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B20BE0" w:rsidRPr="00894A01" w14:paraId="1E30690C" w14:textId="77777777" w:rsidTr="00894A01">
        <w:trPr>
          <w:trHeight w:val="595"/>
        </w:trPr>
        <w:tc>
          <w:tcPr>
            <w:tcW w:w="567" w:type="dxa"/>
          </w:tcPr>
          <w:p w14:paraId="130CEE8B" w14:textId="77777777" w:rsidR="00B20BE0" w:rsidRPr="00894A01" w:rsidRDefault="00B20BE0" w:rsidP="00215B6B">
            <w:pPr>
              <w:pStyle w:val="a7"/>
              <w:numPr>
                <w:ilvl w:val="0"/>
                <w:numId w:val="17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72280CCE" w14:textId="77777777" w:rsidR="00B20BE0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Бикметова </w:t>
            </w:r>
          </w:p>
          <w:p w14:paraId="05803187" w14:textId="77777777" w:rsidR="00B20BE0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Альбина Талгатовна</w:t>
            </w:r>
          </w:p>
        </w:tc>
        <w:tc>
          <w:tcPr>
            <w:tcW w:w="3969" w:type="dxa"/>
          </w:tcPr>
          <w:p w14:paraId="21F8B0BB" w14:textId="77777777" w:rsidR="00B20BE0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МАОУ гимназия №16</w:t>
            </w:r>
          </w:p>
        </w:tc>
        <w:tc>
          <w:tcPr>
            <w:tcW w:w="3118" w:type="dxa"/>
          </w:tcPr>
          <w:p w14:paraId="5CA0C19C" w14:textId="77777777" w:rsidR="00B20BE0" w:rsidRDefault="00B20BE0" w:rsidP="00B20BE0">
            <w:pPr>
              <w:jc w:val="center"/>
            </w:pPr>
            <w:r w:rsidRPr="001B74A6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B20BE0" w:rsidRPr="00894A01" w14:paraId="41AF880D" w14:textId="77777777" w:rsidTr="00894A01">
        <w:trPr>
          <w:trHeight w:val="595"/>
        </w:trPr>
        <w:tc>
          <w:tcPr>
            <w:tcW w:w="567" w:type="dxa"/>
          </w:tcPr>
          <w:p w14:paraId="423AB000" w14:textId="77777777" w:rsidR="00B20BE0" w:rsidRPr="00894A01" w:rsidRDefault="00B20BE0" w:rsidP="00215B6B">
            <w:pPr>
              <w:pStyle w:val="a7"/>
              <w:numPr>
                <w:ilvl w:val="0"/>
                <w:numId w:val="17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607EC425" w14:textId="77777777" w:rsidR="00B20BE0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Вахитова</w:t>
            </w:r>
          </w:p>
          <w:p w14:paraId="7A37989A" w14:textId="77777777" w:rsidR="00B20BE0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 Гульнар Наиловна</w:t>
            </w:r>
          </w:p>
        </w:tc>
        <w:tc>
          <w:tcPr>
            <w:tcW w:w="3969" w:type="dxa"/>
          </w:tcPr>
          <w:p w14:paraId="41E651FE" w14:textId="77777777" w:rsidR="00B20BE0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МАОУ гимназия №16</w:t>
            </w:r>
          </w:p>
        </w:tc>
        <w:tc>
          <w:tcPr>
            <w:tcW w:w="3118" w:type="dxa"/>
          </w:tcPr>
          <w:p w14:paraId="3BE45577" w14:textId="77777777" w:rsidR="00B20BE0" w:rsidRDefault="00B20BE0" w:rsidP="00B20BE0">
            <w:pPr>
              <w:jc w:val="center"/>
            </w:pPr>
            <w:r w:rsidRPr="001B74A6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894A01" w:rsidRPr="00894A01" w14:paraId="7AB46979" w14:textId="77777777" w:rsidTr="00894A01">
        <w:trPr>
          <w:trHeight w:val="595"/>
        </w:trPr>
        <w:tc>
          <w:tcPr>
            <w:tcW w:w="567" w:type="dxa"/>
          </w:tcPr>
          <w:p w14:paraId="0603420D" w14:textId="77777777" w:rsidR="00894A01" w:rsidRPr="00894A01" w:rsidRDefault="00894A01" w:rsidP="00215B6B">
            <w:pPr>
              <w:pStyle w:val="a7"/>
              <w:numPr>
                <w:ilvl w:val="0"/>
                <w:numId w:val="17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4609B2B5" w14:textId="77777777" w:rsidR="00B20BE0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Владимирова </w:t>
            </w:r>
          </w:p>
          <w:p w14:paraId="7D199641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Гузэль Николаевна</w:t>
            </w:r>
          </w:p>
        </w:tc>
        <w:tc>
          <w:tcPr>
            <w:tcW w:w="3969" w:type="dxa"/>
          </w:tcPr>
          <w:p w14:paraId="59A626E9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МБДОУ ЦРР – детский сад №24</w:t>
            </w:r>
          </w:p>
        </w:tc>
        <w:tc>
          <w:tcPr>
            <w:tcW w:w="3118" w:type="dxa"/>
          </w:tcPr>
          <w:p w14:paraId="562F96AE" w14:textId="77777777" w:rsidR="00894A01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894A01" w:rsidRPr="00894A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узыкальный руководитель</w:t>
            </w:r>
          </w:p>
        </w:tc>
      </w:tr>
      <w:tr w:rsidR="00894A01" w:rsidRPr="00894A01" w14:paraId="17ACDABD" w14:textId="77777777" w:rsidTr="00894A01">
        <w:trPr>
          <w:trHeight w:val="595"/>
        </w:trPr>
        <w:tc>
          <w:tcPr>
            <w:tcW w:w="567" w:type="dxa"/>
          </w:tcPr>
          <w:p w14:paraId="763F461B" w14:textId="77777777" w:rsidR="00894A01" w:rsidRPr="00894A01" w:rsidRDefault="00894A01" w:rsidP="00215B6B">
            <w:pPr>
              <w:pStyle w:val="a7"/>
              <w:numPr>
                <w:ilvl w:val="0"/>
                <w:numId w:val="17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74718373" w14:textId="77777777" w:rsidR="00B20BE0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Гудкова</w:t>
            </w:r>
          </w:p>
          <w:p w14:paraId="41CCC68B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 Галина Ивановна</w:t>
            </w:r>
          </w:p>
        </w:tc>
        <w:tc>
          <w:tcPr>
            <w:tcW w:w="3969" w:type="dxa"/>
          </w:tcPr>
          <w:p w14:paraId="67E98E65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лицей №5</w:t>
            </w:r>
          </w:p>
        </w:tc>
        <w:tc>
          <w:tcPr>
            <w:tcW w:w="3118" w:type="dxa"/>
          </w:tcPr>
          <w:p w14:paraId="0608B8F9" w14:textId="77777777" w:rsidR="00894A01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894A01" w:rsidRPr="00894A01" w14:paraId="7445B01C" w14:textId="77777777" w:rsidTr="00894A01">
        <w:trPr>
          <w:trHeight w:val="595"/>
        </w:trPr>
        <w:tc>
          <w:tcPr>
            <w:tcW w:w="567" w:type="dxa"/>
          </w:tcPr>
          <w:p w14:paraId="5D503390" w14:textId="77777777" w:rsidR="00894A01" w:rsidRPr="00894A01" w:rsidRDefault="00894A01" w:rsidP="00215B6B">
            <w:pPr>
              <w:pStyle w:val="a7"/>
              <w:numPr>
                <w:ilvl w:val="0"/>
                <w:numId w:val="17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68D71046" w14:textId="77777777" w:rsidR="00B20BE0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Гумерова </w:t>
            </w:r>
          </w:p>
          <w:p w14:paraId="1D983C07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Альмира Флюровна</w:t>
            </w:r>
          </w:p>
        </w:tc>
        <w:tc>
          <w:tcPr>
            <w:tcW w:w="3969" w:type="dxa"/>
          </w:tcPr>
          <w:p w14:paraId="74438FEA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МАДОУ детский сад №51</w:t>
            </w:r>
          </w:p>
        </w:tc>
        <w:tc>
          <w:tcPr>
            <w:tcW w:w="3118" w:type="dxa"/>
          </w:tcPr>
          <w:p w14:paraId="5EF4E6C3" w14:textId="77777777" w:rsidR="00894A01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894A01" w:rsidRPr="00894A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тарший воспитатель</w:t>
            </w:r>
          </w:p>
        </w:tc>
      </w:tr>
      <w:tr w:rsidR="00B20BE0" w:rsidRPr="00894A01" w14:paraId="4645B90E" w14:textId="77777777" w:rsidTr="00894A01">
        <w:trPr>
          <w:trHeight w:val="595"/>
        </w:trPr>
        <w:tc>
          <w:tcPr>
            <w:tcW w:w="567" w:type="dxa"/>
          </w:tcPr>
          <w:p w14:paraId="30822A3E" w14:textId="77777777" w:rsidR="00B20BE0" w:rsidRPr="00894A01" w:rsidRDefault="00B20BE0" w:rsidP="00215B6B">
            <w:pPr>
              <w:pStyle w:val="a7"/>
              <w:numPr>
                <w:ilvl w:val="0"/>
                <w:numId w:val="17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0C9B60F9" w14:textId="77777777" w:rsidR="00B20BE0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Гусманова </w:t>
            </w:r>
          </w:p>
          <w:p w14:paraId="3FE3D8C5" w14:textId="77777777" w:rsidR="00B20BE0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Гульнара Альбертовна</w:t>
            </w:r>
          </w:p>
        </w:tc>
        <w:tc>
          <w:tcPr>
            <w:tcW w:w="3969" w:type="dxa"/>
          </w:tcPr>
          <w:p w14:paraId="22FFCCC5" w14:textId="77777777" w:rsidR="00B20BE0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СОШ №45</w:t>
            </w:r>
          </w:p>
        </w:tc>
        <w:tc>
          <w:tcPr>
            <w:tcW w:w="3118" w:type="dxa"/>
          </w:tcPr>
          <w:p w14:paraId="4A5F54D1" w14:textId="77777777" w:rsidR="00B20BE0" w:rsidRDefault="00B20BE0" w:rsidP="00B20BE0">
            <w:pPr>
              <w:jc w:val="center"/>
            </w:pPr>
            <w:r w:rsidRPr="0054518C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B20BE0" w:rsidRPr="00894A01" w14:paraId="499DD5D1" w14:textId="77777777" w:rsidTr="00894A01">
        <w:trPr>
          <w:trHeight w:val="595"/>
        </w:trPr>
        <w:tc>
          <w:tcPr>
            <w:tcW w:w="567" w:type="dxa"/>
          </w:tcPr>
          <w:p w14:paraId="7BD933D6" w14:textId="77777777" w:rsidR="00B20BE0" w:rsidRPr="00894A01" w:rsidRDefault="00B20BE0" w:rsidP="00215B6B">
            <w:pPr>
              <w:pStyle w:val="a7"/>
              <w:numPr>
                <w:ilvl w:val="0"/>
                <w:numId w:val="17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56A68C35" w14:textId="77777777" w:rsidR="00B20BE0" w:rsidRDefault="00B20BE0" w:rsidP="00B20B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Давлетгареева</w:t>
            </w:r>
          </w:p>
          <w:p w14:paraId="4E5DA3A5" w14:textId="77777777" w:rsidR="00B20BE0" w:rsidRPr="00894A01" w:rsidRDefault="00B20BE0" w:rsidP="00B20B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Резеда Закариевна</w:t>
            </w:r>
          </w:p>
        </w:tc>
        <w:tc>
          <w:tcPr>
            <w:tcW w:w="3969" w:type="dxa"/>
          </w:tcPr>
          <w:p w14:paraId="795BDB56" w14:textId="77777777" w:rsidR="00B20BE0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СОШ №45</w:t>
            </w:r>
          </w:p>
        </w:tc>
        <w:tc>
          <w:tcPr>
            <w:tcW w:w="3118" w:type="dxa"/>
          </w:tcPr>
          <w:p w14:paraId="53FA6FBF" w14:textId="77777777" w:rsidR="00B20BE0" w:rsidRDefault="00B20BE0" w:rsidP="00B20BE0">
            <w:pPr>
              <w:jc w:val="center"/>
            </w:pPr>
            <w:r w:rsidRPr="0054518C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B20BE0" w:rsidRPr="00894A01" w14:paraId="6EAD2DAD" w14:textId="77777777" w:rsidTr="00894A01">
        <w:trPr>
          <w:trHeight w:val="595"/>
        </w:trPr>
        <w:tc>
          <w:tcPr>
            <w:tcW w:w="567" w:type="dxa"/>
          </w:tcPr>
          <w:p w14:paraId="47208E30" w14:textId="77777777" w:rsidR="00B20BE0" w:rsidRPr="00894A01" w:rsidRDefault="00B20BE0" w:rsidP="00215B6B">
            <w:pPr>
              <w:pStyle w:val="a7"/>
              <w:numPr>
                <w:ilvl w:val="0"/>
                <w:numId w:val="17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46FBAA6B" w14:textId="77777777" w:rsidR="00B20BE0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Даукаева</w:t>
            </w:r>
          </w:p>
          <w:p w14:paraId="3FC5A2B0" w14:textId="77777777" w:rsidR="00B20BE0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 Гульнара Габдульяновна</w:t>
            </w:r>
          </w:p>
        </w:tc>
        <w:tc>
          <w:tcPr>
            <w:tcW w:w="3969" w:type="dxa"/>
          </w:tcPr>
          <w:p w14:paraId="1BFF0F49" w14:textId="77777777" w:rsidR="00B20BE0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лицей №5</w:t>
            </w:r>
          </w:p>
        </w:tc>
        <w:tc>
          <w:tcPr>
            <w:tcW w:w="3118" w:type="dxa"/>
          </w:tcPr>
          <w:p w14:paraId="22FA12BA" w14:textId="77777777" w:rsidR="00B20BE0" w:rsidRDefault="00B20BE0" w:rsidP="00B20BE0">
            <w:pPr>
              <w:jc w:val="center"/>
            </w:pPr>
            <w:r w:rsidRPr="0054518C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B20BE0" w:rsidRPr="00894A01" w14:paraId="058F40B6" w14:textId="77777777" w:rsidTr="00894A01">
        <w:trPr>
          <w:trHeight w:val="595"/>
        </w:trPr>
        <w:tc>
          <w:tcPr>
            <w:tcW w:w="567" w:type="dxa"/>
          </w:tcPr>
          <w:p w14:paraId="04BE4A53" w14:textId="77777777" w:rsidR="00B20BE0" w:rsidRPr="00894A01" w:rsidRDefault="00B20BE0" w:rsidP="00215B6B">
            <w:pPr>
              <w:pStyle w:val="a7"/>
              <w:numPr>
                <w:ilvl w:val="0"/>
                <w:numId w:val="17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13360B07" w14:textId="77777777" w:rsidR="00B20BE0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Киреева </w:t>
            </w:r>
          </w:p>
          <w:p w14:paraId="1B51B9DA" w14:textId="77777777" w:rsidR="00B20BE0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Елена Анатольевна</w:t>
            </w:r>
          </w:p>
        </w:tc>
        <w:tc>
          <w:tcPr>
            <w:tcW w:w="3969" w:type="dxa"/>
          </w:tcPr>
          <w:p w14:paraId="29539D6A" w14:textId="77777777" w:rsidR="00B20BE0" w:rsidRPr="00894A01" w:rsidRDefault="00B20BE0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СОШ №18</w:t>
            </w:r>
          </w:p>
        </w:tc>
        <w:tc>
          <w:tcPr>
            <w:tcW w:w="3118" w:type="dxa"/>
          </w:tcPr>
          <w:p w14:paraId="07CAAE59" w14:textId="77777777" w:rsidR="00B20BE0" w:rsidRDefault="00B20BE0" w:rsidP="00B20BE0">
            <w:pPr>
              <w:jc w:val="center"/>
            </w:pPr>
            <w:r w:rsidRPr="002166AB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B20BE0" w:rsidRPr="00894A01" w14:paraId="7A2C7550" w14:textId="77777777" w:rsidTr="00894A01">
        <w:trPr>
          <w:trHeight w:val="595"/>
        </w:trPr>
        <w:tc>
          <w:tcPr>
            <w:tcW w:w="567" w:type="dxa"/>
          </w:tcPr>
          <w:p w14:paraId="63B23851" w14:textId="77777777" w:rsidR="00B20BE0" w:rsidRPr="00894A01" w:rsidRDefault="00B20BE0" w:rsidP="00A716D0">
            <w:pPr>
              <w:pStyle w:val="a7"/>
              <w:numPr>
                <w:ilvl w:val="0"/>
                <w:numId w:val="17"/>
              </w:numPr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47277017" w14:textId="77777777" w:rsidR="00B20BE0" w:rsidRDefault="00B20BE0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Ковалева</w:t>
            </w:r>
          </w:p>
          <w:p w14:paraId="4F03F513" w14:textId="77777777" w:rsidR="00B20BE0" w:rsidRPr="00894A01" w:rsidRDefault="00B20BE0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 Любовь Евгеньевна</w:t>
            </w:r>
          </w:p>
        </w:tc>
        <w:tc>
          <w:tcPr>
            <w:tcW w:w="3969" w:type="dxa"/>
          </w:tcPr>
          <w:p w14:paraId="65DDC81F" w14:textId="77777777" w:rsidR="00B20BE0" w:rsidRPr="00894A01" w:rsidRDefault="00B20BE0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СОШ №45</w:t>
            </w:r>
          </w:p>
        </w:tc>
        <w:tc>
          <w:tcPr>
            <w:tcW w:w="3118" w:type="dxa"/>
          </w:tcPr>
          <w:p w14:paraId="08532E86" w14:textId="77777777" w:rsidR="00B20BE0" w:rsidRDefault="00B20BE0" w:rsidP="00A716D0">
            <w:pPr>
              <w:spacing w:line="240" w:lineRule="auto"/>
              <w:jc w:val="center"/>
            </w:pPr>
            <w:r w:rsidRPr="002166AB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B20BE0" w:rsidRPr="00894A01" w14:paraId="6FE347EC" w14:textId="77777777" w:rsidTr="00894A01">
        <w:trPr>
          <w:trHeight w:val="595"/>
        </w:trPr>
        <w:tc>
          <w:tcPr>
            <w:tcW w:w="567" w:type="dxa"/>
          </w:tcPr>
          <w:p w14:paraId="169D6577" w14:textId="77777777" w:rsidR="00B20BE0" w:rsidRPr="00894A01" w:rsidRDefault="00B20BE0" w:rsidP="00A716D0">
            <w:pPr>
              <w:pStyle w:val="a7"/>
              <w:numPr>
                <w:ilvl w:val="0"/>
                <w:numId w:val="17"/>
              </w:numPr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2F4A532F" w14:textId="77777777" w:rsidR="00B20BE0" w:rsidRDefault="00B20BE0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Копцев</w:t>
            </w:r>
          </w:p>
          <w:p w14:paraId="5165FA74" w14:textId="77777777" w:rsidR="00B20BE0" w:rsidRPr="00894A01" w:rsidRDefault="00B20BE0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 Валерий Витальевич</w:t>
            </w:r>
          </w:p>
        </w:tc>
        <w:tc>
          <w:tcPr>
            <w:tcW w:w="3969" w:type="dxa"/>
          </w:tcPr>
          <w:p w14:paraId="50461FD0" w14:textId="77777777" w:rsidR="00B20BE0" w:rsidRPr="00894A01" w:rsidRDefault="00B20BE0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гимназия №11</w:t>
            </w:r>
          </w:p>
        </w:tc>
        <w:tc>
          <w:tcPr>
            <w:tcW w:w="3118" w:type="dxa"/>
          </w:tcPr>
          <w:p w14:paraId="2D3F4914" w14:textId="77777777" w:rsidR="00B20BE0" w:rsidRDefault="00B20BE0" w:rsidP="00A716D0">
            <w:pPr>
              <w:spacing w:line="240" w:lineRule="auto"/>
              <w:jc w:val="center"/>
            </w:pPr>
            <w:r w:rsidRPr="002166AB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B20BE0" w:rsidRPr="00894A01" w14:paraId="70D24B5D" w14:textId="77777777" w:rsidTr="00894A01">
        <w:trPr>
          <w:trHeight w:val="595"/>
        </w:trPr>
        <w:tc>
          <w:tcPr>
            <w:tcW w:w="567" w:type="dxa"/>
          </w:tcPr>
          <w:p w14:paraId="7D4B29C2" w14:textId="77777777" w:rsidR="00B20BE0" w:rsidRPr="00894A01" w:rsidRDefault="00B20BE0" w:rsidP="00A716D0">
            <w:pPr>
              <w:pStyle w:val="a7"/>
              <w:numPr>
                <w:ilvl w:val="0"/>
                <w:numId w:val="17"/>
              </w:numPr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478DEF70" w14:textId="77777777" w:rsidR="00B20BE0" w:rsidRDefault="00B20BE0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Крайнова </w:t>
            </w:r>
          </w:p>
          <w:p w14:paraId="2B276E2F" w14:textId="77777777" w:rsidR="00B20BE0" w:rsidRPr="00894A01" w:rsidRDefault="00B20BE0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Наталья Игоревна</w:t>
            </w:r>
          </w:p>
        </w:tc>
        <w:tc>
          <w:tcPr>
            <w:tcW w:w="3969" w:type="dxa"/>
          </w:tcPr>
          <w:p w14:paraId="22BADA64" w14:textId="77777777" w:rsidR="00B20BE0" w:rsidRPr="00894A01" w:rsidRDefault="00B20BE0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СОШ №119</w:t>
            </w:r>
          </w:p>
        </w:tc>
        <w:tc>
          <w:tcPr>
            <w:tcW w:w="3118" w:type="dxa"/>
          </w:tcPr>
          <w:p w14:paraId="7558F595" w14:textId="77777777" w:rsidR="00B20BE0" w:rsidRDefault="00B20BE0" w:rsidP="00A716D0">
            <w:pPr>
              <w:spacing w:line="240" w:lineRule="auto"/>
              <w:jc w:val="center"/>
            </w:pPr>
            <w:r w:rsidRPr="002166AB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B20BE0" w:rsidRPr="00894A01" w14:paraId="3BB7503E" w14:textId="77777777" w:rsidTr="00894A01">
        <w:trPr>
          <w:trHeight w:val="595"/>
        </w:trPr>
        <w:tc>
          <w:tcPr>
            <w:tcW w:w="567" w:type="dxa"/>
          </w:tcPr>
          <w:p w14:paraId="4EA220C0" w14:textId="77777777" w:rsidR="00B20BE0" w:rsidRPr="00894A01" w:rsidRDefault="00B20BE0" w:rsidP="00A716D0">
            <w:pPr>
              <w:pStyle w:val="a7"/>
              <w:numPr>
                <w:ilvl w:val="0"/>
                <w:numId w:val="17"/>
              </w:numPr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3CCF4A3B" w14:textId="77777777" w:rsidR="00B20BE0" w:rsidRDefault="00B20BE0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Кузакова </w:t>
            </w:r>
          </w:p>
          <w:p w14:paraId="775F8329" w14:textId="77777777" w:rsidR="00B20BE0" w:rsidRPr="00894A01" w:rsidRDefault="00B20BE0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Анна Николаевна</w:t>
            </w:r>
          </w:p>
        </w:tc>
        <w:tc>
          <w:tcPr>
            <w:tcW w:w="3969" w:type="dxa"/>
          </w:tcPr>
          <w:p w14:paraId="2637B1E9" w14:textId="77777777" w:rsidR="00B20BE0" w:rsidRPr="00894A01" w:rsidRDefault="00B20BE0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СОШ №45</w:t>
            </w:r>
          </w:p>
        </w:tc>
        <w:tc>
          <w:tcPr>
            <w:tcW w:w="3118" w:type="dxa"/>
          </w:tcPr>
          <w:p w14:paraId="41B0EE6B" w14:textId="77777777" w:rsidR="00B20BE0" w:rsidRDefault="00B20BE0" w:rsidP="00A716D0">
            <w:pPr>
              <w:spacing w:line="240" w:lineRule="auto"/>
              <w:jc w:val="center"/>
            </w:pPr>
            <w:r w:rsidRPr="002166AB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B20BE0" w:rsidRPr="00894A01" w14:paraId="01A79CE0" w14:textId="77777777" w:rsidTr="00894A01">
        <w:trPr>
          <w:trHeight w:val="595"/>
        </w:trPr>
        <w:tc>
          <w:tcPr>
            <w:tcW w:w="567" w:type="dxa"/>
          </w:tcPr>
          <w:p w14:paraId="028E3E68" w14:textId="77777777" w:rsidR="00B20BE0" w:rsidRPr="00894A01" w:rsidRDefault="00B20BE0" w:rsidP="00A716D0">
            <w:pPr>
              <w:pStyle w:val="a7"/>
              <w:numPr>
                <w:ilvl w:val="0"/>
                <w:numId w:val="17"/>
              </w:numPr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25FCD421" w14:textId="77777777" w:rsidR="00B20BE0" w:rsidRDefault="00B20BE0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Кузнецова </w:t>
            </w:r>
          </w:p>
          <w:p w14:paraId="6F62C03E" w14:textId="77777777" w:rsidR="00B20BE0" w:rsidRPr="00894A01" w:rsidRDefault="00B20BE0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Юлия Борисовна</w:t>
            </w:r>
          </w:p>
        </w:tc>
        <w:tc>
          <w:tcPr>
            <w:tcW w:w="3969" w:type="dxa"/>
          </w:tcPr>
          <w:p w14:paraId="3A75FB97" w14:textId="77777777" w:rsidR="00B20BE0" w:rsidRPr="00894A01" w:rsidRDefault="00B20BE0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МАОУ гимназия №16</w:t>
            </w:r>
          </w:p>
        </w:tc>
        <w:tc>
          <w:tcPr>
            <w:tcW w:w="3118" w:type="dxa"/>
          </w:tcPr>
          <w:p w14:paraId="5B41AD71" w14:textId="77777777" w:rsidR="00B20BE0" w:rsidRDefault="00B20BE0" w:rsidP="00A716D0">
            <w:pPr>
              <w:spacing w:line="240" w:lineRule="auto"/>
              <w:jc w:val="center"/>
            </w:pPr>
            <w:r w:rsidRPr="002166AB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B20BE0" w:rsidRPr="00894A01" w14:paraId="0F26193C" w14:textId="77777777" w:rsidTr="00894A01">
        <w:trPr>
          <w:trHeight w:val="595"/>
        </w:trPr>
        <w:tc>
          <w:tcPr>
            <w:tcW w:w="567" w:type="dxa"/>
          </w:tcPr>
          <w:p w14:paraId="1639E22B" w14:textId="77777777" w:rsidR="00B20BE0" w:rsidRPr="00894A01" w:rsidRDefault="00B20BE0" w:rsidP="00A716D0">
            <w:pPr>
              <w:pStyle w:val="a7"/>
              <w:numPr>
                <w:ilvl w:val="0"/>
                <w:numId w:val="17"/>
              </w:numPr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45A64637" w14:textId="77777777" w:rsidR="00B20BE0" w:rsidRDefault="00B20BE0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Лаврешина </w:t>
            </w:r>
          </w:p>
          <w:p w14:paraId="16E092F9" w14:textId="77777777" w:rsidR="00B20BE0" w:rsidRPr="00894A01" w:rsidRDefault="00B20BE0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Наталья Николаевна</w:t>
            </w:r>
          </w:p>
        </w:tc>
        <w:tc>
          <w:tcPr>
            <w:tcW w:w="3969" w:type="dxa"/>
          </w:tcPr>
          <w:p w14:paraId="4073144D" w14:textId="77777777" w:rsidR="00B20BE0" w:rsidRPr="00894A01" w:rsidRDefault="00B20BE0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Лицей №21</w:t>
            </w:r>
          </w:p>
        </w:tc>
        <w:tc>
          <w:tcPr>
            <w:tcW w:w="3118" w:type="dxa"/>
          </w:tcPr>
          <w:p w14:paraId="19DEB082" w14:textId="77777777" w:rsidR="00B20BE0" w:rsidRDefault="00B20BE0" w:rsidP="00A716D0">
            <w:pPr>
              <w:spacing w:line="240" w:lineRule="auto"/>
              <w:jc w:val="center"/>
            </w:pPr>
            <w:r w:rsidRPr="002166AB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B20BE0" w:rsidRPr="00894A01" w14:paraId="6A177C8C" w14:textId="77777777" w:rsidTr="00894A01">
        <w:trPr>
          <w:trHeight w:val="595"/>
        </w:trPr>
        <w:tc>
          <w:tcPr>
            <w:tcW w:w="567" w:type="dxa"/>
          </w:tcPr>
          <w:p w14:paraId="43A2DA81" w14:textId="77777777" w:rsidR="00B20BE0" w:rsidRPr="00894A01" w:rsidRDefault="00B20BE0" w:rsidP="00A716D0">
            <w:pPr>
              <w:pStyle w:val="a7"/>
              <w:numPr>
                <w:ilvl w:val="0"/>
                <w:numId w:val="17"/>
              </w:numPr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59A55A2F" w14:textId="77777777" w:rsidR="00B20BE0" w:rsidRDefault="00B20BE0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Лукша </w:t>
            </w:r>
          </w:p>
          <w:p w14:paraId="37819651" w14:textId="77777777" w:rsidR="00B20BE0" w:rsidRPr="00894A01" w:rsidRDefault="00B20BE0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Александр Николаевич</w:t>
            </w:r>
          </w:p>
        </w:tc>
        <w:tc>
          <w:tcPr>
            <w:tcW w:w="3969" w:type="dxa"/>
          </w:tcPr>
          <w:p w14:paraId="017061B8" w14:textId="77777777" w:rsidR="00B20BE0" w:rsidRPr="00894A01" w:rsidRDefault="00B20BE0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Лицей №21</w:t>
            </w:r>
          </w:p>
        </w:tc>
        <w:tc>
          <w:tcPr>
            <w:tcW w:w="3118" w:type="dxa"/>
          </w:tcPr>
          <w:p w14:paraId="4F617D79" w14:textId="77777777" w:rsidR="00B20BE0" w:rsidRDefault="00B20BE0" w:rsidP="00A716D0">
            <w:pPr>
              <w:spacing w:line="240" w:lineRule="auto"/>
              <w:jc w:val="center"/>
            </w:pPr>
            <w:r w:rsidRPr="002166AB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894A01" w:rsidRPr="00894A01" w14:paraId="25CD8DD1" w14:textId="77777777" w:rsidTr="00894A01">
        <w:trPr>
          <w:trHeight w:val="595"/>
        </w:trPr>
        <w:tc>
          <w:tcPr>
            <w:tcW w:w="567" w:type="dxa"/>
          </w:tcPr>
          <w:p w14:paraId="2211FA40" w14:textId="77777777" w:rsidR="00894A01" w:rsidRPr="00894A01" w:rsidRDefault="00894A01" w:rsidP="00A716D0">
            <w:pPr>
              <w:pStyle w:val="a7"/>
              <w:numPr>
                <w:ilvl w:val="0"/>
                <w:numId w:val="17"/>
              </w:numPr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26BA389A" w14:textId="77777777" w:rsidR="00B20BE0" w:rsidRDefault="00894A01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Макарова </w:t>
            </w:r>
          </w:p>
          <w:p w14:paraId="511A2D22" w14:textId="77777777" w:rsidR="00894A01" w:rsidRPr="00894A01" w:rsidRDefault="00894A01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Ольга Эдуардовна</w:t>
            </w:r>
          </w:p>
        </w:tc>
        <w:tc>
          <w:tcPr>
            <w:tcW w:w="3969" w:type="dxa"/>
          </w:tcPr>
          <w:p w14:paraId="74424C3D" w14:textId="77777777" w:rsidR="00894A01" w:rsidRPr="00894A01" w:rsidRDefault="00894A01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МАДОУ Детский сад №23</w:t>
            </w:r>
          </w:p>
        </w:tc>
        <w:tc>
          <w:tcPr>
            <w:tcW w:w="3118" w:type="dxa"/>
          </w:tcPr>
          <w:p w14:paraId="2E73A6AA" w14:textId="77777777" w:rsidR="00894A01" w:rsidRPr="00894A01" w:rsidRDefault="00B20BE0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894A01" w:rsidRPr="00894A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тарший воспитатель</w:t>
            </w:r>
          </w:p>
        </w:tc>
      </w:tr>
      <w:tr w:rsidR="00B20BE0" w:rsidRPr="00894A01" w14:paraId="634AF769" w14:textId="77777777" w:rsidTr="00894A01">
        <w:trPr>
          <w:trHeight w:val="595"/>
        </w:trPr>
        <w:tc>
          <w:tcPr>
            <w:tcW w:w="567" w:type="dxa"/>
          </w:tcPr>
          <w:p w14:paraId="59C65E65" w14:textId="77777777" w:rsidR="00B20BE0" w:rsidRPr="00894A01" w:rsidRDefault="00B20BE0" w:rsidP="00A716D0">
            <w:pPr>
              <w:pStyle w:val="a7"/>
              <w:numPr>
                <w:ilvl w:val="0"/>
                <w:numId w:val="17"/>
              </w:numPr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2A202FDF" w14:textId="77777777" w:rsidR="00B20BE0" w:rsidRDefault="00B20BE0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Махмутова </w:t>
            </w:r>
          </w:p>
          <w:p w14:paraId="2FD9360F" w14:textId="77777777" w:rsidR="00B20BE0" w:rsidRPr="00894A01" w:rsidRDefault="00B20BE0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Венера Кимовна</w:t>
            </w:r>
          </w:p>
        </w:tc>
        <w:tc>
          <w:tcPr>
            <w:tcW w:w="3969" w:type="dxa"/>
          </w:tcPr>
          <w:p w14:paraId="3AFBB232" w14:textId="77777777" w:rsidR="00B20BE0" w:rsidRPr="00894A01" w:rsidRDefault="00B20BE0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СОШ №18</w:t>
            </w:r>
          </w:p>
        </w:tc>
        <w:tc>
          <w:tcPr>
            <w:tcW w:w="3118" w:type="dxa"/>
          </w:tcPr>
          <w:p w14:paraId="64EFEC59" w14:textId="77777777" w:rsidR="00B20BE0" w:rsidRDefault="00B20BE0" w:rsidP="00A716D0">
            <w:pPr>
              <w:spacing w:line="240" w:lineRule="auto"/>
              <w:jc w:val="center"/>
            </w:pPr>
            <w:r w:rsidRPr="00CC24E5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B20BE0" w:rsidRPr="00894A01" w14:paraId="1F0F4FA9" w14:textId="77777777" w:rsidTr="00894A01">
        <w:trPr>
          <w:trHeight w:val="595"/>
        </w:trPr>
        <w:tc>
          <w:tcPr>
            <w:tcW w:w="567" w:type="dxa"/>
          </w:tcPr>
          <w:p w14:paraId="4E025242" w14:textId="77777777" w:rsidR="00B20BE0" w:rsidRPr="00894A01" w:rsidRDefault="00B20BE0" w:rsidP="00A716D0">
            <w:pPr>
              <w:pStyle w:val="a7"/>
              <w:numPr>
                <w:ilvl w:val="0"/>
                <w:numId w:val="17"/>
              </w:numPr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4A1A8305" w14:textId="77777777" w:rsidR="00B20BE0" w:rsidRDefault="00B20BE0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Мохова</w:t>
            </w:r>
          </w:p>
          <w:p w14:paraId="762136DF" w14:textId="77777777" w:rsidR="00B20BE0" w:rsidRPr="00894A01" w:rsidRDefault="00B20BE0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 Лидия Владимировна</w:t>
            </w:r>
          </w:p>
        </w:tc>
        <w:tc>
          <w:tcPr>
            <w:tcW w:w="3969" w:type="dxa"/>
          </w:tcPr>
          <w:p w14:paraId="734303F7" w14:textId="77777777" w:rsidR="00B20BE0" w:rsidRPr="00894A01" w:rsidRDefault="00B20BE0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гимназия №11</w:t>
            </w:r>
          </w:p>
        </w:tc>
        <w:tc>
          <w:tcPr>
            <w:tcW w:w="3118" w:type="dxa"/>
          </w:tcPr>
          <w:p w14:paraId="6CFC1DC7" w14:textId="77777777" w:rsidR="00B20BE0" w:rsidRDefault="00B20BE0" w:rsidP="00A716D0">
            <w:pPr>
              <w:spacing w:line="240" w:lineRule="auto"/>
              <w:jc w:val="center"/>
            </w:pPr>
            <w:r w:rsidRPr="00CC24E5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B20BE0" w:rsidRPr="00894A01" w14:paraId="3D3CD227" w14:textId="77777777" w:rsidTr="00894A01">
        <w:trPr>
          <w:trHeight w:val="595"/>
        </w:trPr>
        <w:tc>
          <w:tcPr>
            <w:tcW w:w="567" w:type="dxa"/>
          </w:tcPr>
          <w:p w14:paraId="296FBD52" w14:textId="77777777" w:rsidR="00B20BE0" w:rsidRPr="00894A01" w:rsidRDefault="00B20BE0" w:rsidP="00A716D0">
            <w:pPr>
              <w:pStyle w:val="a7"/>
              <w:numPr>
                <w:ilvl w:val="0"/>
                <w:numId w:val="17"/>
              </w:numPr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3EBEABBC" w14:textId="77777777" w:rsidR="00B20BE0" w:rsidRDefault="00B20BE0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Мустафина</w:t>
            </w:r>
          </w:p>
          <w:p w14:paraId="33CF26EF" w14:textId="77777777" w:rsidR="00B20BE0" w:rsidRPr="00894A01" w:rsidRDefault="00B20BE0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 Зулфия Загитовна</w:t>
            </w:r>
          </w:p>
        </w:tc>
        <w:tc>
          <w:tcPr>
            <w:tcW w:w="3969" w:type="dxa"/>
          </w:tcPr>
          <w:p w14:paraId="2D157E49" w14:textId="77777777" w:rsidR="00B20BE0" w:rsidRPr="00894A01" w:rsidRDefault="00B20BE0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СОШ №14</w:t>
            </w:r>
          </w:p>
        </w:tc>
        <w:tc>
          <w:tcPr>
            <w:tcW w:w="3118" w:type="dxa"/>
          </w:tcPr>
          <w:p w14:paraId="2C9A79BB" w14:textId="77777777" w:rsidR="00B20BE0" w:rsidRDefault="00B20BE0" w:rsidP="00A716D0">
            <w:pPr>
              <w:spacing w:line="240" w:lineRule="auto"/>
              <w:jc w:val="center"/>
            </w:pPr>
            <w:r w:rsidRPr="00CC24E5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894A01" w:rsidRPr="00894A01" w14:paraId="12AC6A2E" w14:textId="77777777" w:rsidTr="00894A01">
        <w:trPr>
          <w:trHeight w:val="595"/>
        </w:trPr>
        <w:tc>
          <w:tcPr>
            <w:tcW w:w="567" w:type="dxa"/>
          </w:tcPr>
          <w:p w14:paraId="6156E620" w14:textId="77777777" w:rsidR="00894A01" w:rsidRPr="00894A01" w:rsidRDefault="00894A01" w:rsidP="00A716D0">
            <w:pPr>
              <w:pStyle w:val="a7"/>
              <w:numPr>
                <w:ilvl w:val="0"/>
                <w:numId w:val="17"/>
              </w:numPr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5DC75029" w14:textId="77777777" w:rsidR="00B20BE0" w:rsidRDefault="00894A01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Мустафина</w:t>
            </w:r>
          </w:p>
          <w:p w14:paraId="425B1C5F" w14:textId="77777777" w:rsidR="00894A01" w:rsidRPr="00894A01" w:rsidRDefault="00894A01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 Эльза Надимовна</w:t>
            </w:r>
          </w:p>
        </w:tc>
        <w:tc>
          <w:tcPr>
            <w:tcW w:w="3969" w:type="dxa"/>
          </w:tcPr>
          <w:p w14:paraId="3C5C3C6F" w14:textId="77777777" w:rsidR="00894A01" w:rsidRPr="00894A01" w:rsidRDefault="00894A01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лицей №5</w:t>
            </w:r>
          </w:p>
        </w:tc>
        <w:tc>
          <w:tcPr>
            <w:tcW w:w="3118" w:type="dxa"/>
          </w:tcPr>
          <w:p w14:paraId="39873296" w14:textId="77777777" w:rsidR="00894A01" w:rsidRPr="00894A01" w:rsidRDefault="00B20BE0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894A01" w:rsidRPr="00894A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едагог-психолог</w:t>
            </w:r>
          </w:p>
        </w:tc>
      </w:tr>
      <w:tr w:rsidR="00894A01" w:rsidRPr="00894A01" w14:paraId="2EAB8500" w14:textId="77777777" w:rsidTr="00894A01">
        <w:trPr>
          <w:trHeight w:val="595"/>
        </w:trPr>
        <w:tc>
          <w:tcPr>
            <w:tcW w:w="567" w:type="dxa"/>
          </w:tcPr>
          <w:p w14:paraId="7B721756" w14:textId="77777777" w:rsidR="00894A01" w:rsidRPr="00894A01" w:rsidRDefault="00894A01" w:rsidP="00A716D0">
            <w:pPr>
              <w:pStyle w:val="a7"/>
              <w:numPr>
                <w:ilvl w:val="0"/>
                <w:numId w:val="17"/>
              </w:numPr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62F63A06" w14:textId="77777777" w:rsidR="00B20BE0" w:rsidRDefault="00894A01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Родионова </w:t>
            </w:r>
          </w:p>
          <w:p w14:paraId="1B1CD4B8" w14:textId="77777777" w:rsidR="00894A01" w:rsidRPr="00894A01" w:rsidRDefault="00894A01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Лариса Петровна</w:t>
            </w:r>
          </w:p>
        </w:tc>
        <w:tc>
          <w:tcPr>
            <w:tcW w:w="3969" w:type="dxa"/>
          </w:tcPr>
          <w:p w14:paraId="3C1956D5" w14:textId="77777777" w:rsidR="00894A01" w:rsidRPr="00894A01" w:rsidRDefault="00894A01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МАДОУ ЦРР детский сад №3</w:t>
            </w:r>
          </w:p>
        </w:tc>
        <w:tc>
          <w:tcPr>
            <w:tcW w:w="3118" w:type="dxa"/>
          </w:tcPr>
          <w:p w14:paraId="332507DD" w14:textId="77777777" w:rsidR="00894A01" w:rsidRPr="00894A01" w:rsidRDefault="00B20BE0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894A01" w:rsidRPr="00894A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B20BE0" w:rsidRPr="00894A01" w14:paraId="39C39A3C" w14:textId="77777777" w:rsidTr="00894A01">
        <w:trPr>
          <w:trHeight w:val="595"/>
        </w:trPr>
        <w:tc>
          <w:tcPr>
            <w:tcW w:w="567" w:type="dxa"/>
          </w:tcPr>
          <w:p w14:paraId="051A1111" w14:textId="77777777" w:rsidR="00B20BE0" w:rsidRPr="00894A01" w:rsidRDefault="00B20BE0" w:rsidP="00A716D0">
            <w:pPr>
              <w:pStyle w:val="a7"/>
              <w:numPr>
                <w:ilvl w:val="0"/>
                <w:numId w:val="17"/>
              </w:numPr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540D7844" w14:textId="77777777" w:rsidR="00B20BE0" w:rsidRDefault="00B20BE0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Сабируллина </w:t>
            </w:r>
          </w:p>
          <w:p w14:paraId="23CBA04C" w14:textId="77777777" w:rsidR="00B20BE0" w:rsidRPr="00894A01" w:rsidRDefault="00B20BE0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Гузеля Рефильевна</w:t>
            </w:r>
          </w:p>
        </w:tc>
        <w:tc>
          <w:tcPr>
            <w:tcW w:w="3969" w:type="dxa"/>
          </w:tcPr>
          <w:p w14:paraId="55D1440C" w14:textId="77777777" w:rsidR="00B20BE0" w:rsidRPr="00894A01" w:rsidRDefault="00B20BE0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СОШ №45</w:t>
            </w:r>
          </w:p>
        </w:tc>
        <w:tc>
          <w:tcPr>
            <w:tcW w:w="3118" w:type="dxa"/>
          </w:tcPr>
          <w:p w14:paraId="582C624A" w14:textId="77777777" w:rsidR="00B20BE0" w:rsidRDefault="00B20BE0" w:rsidP="00A716D0">
            <w:pPr>
              <w:spacing w:line="240" w:lineRule="auto"/>
              <w:jc w:val="center"/>
            </w:pPr>
            <w:r w:rsidRPr="00C53D1C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B20BE0" w:rsidRPr="00894A01" w14:paraId="34864449" w14:textId="77777777" w:rsidTr="00894A01">
        <w:trPr>
          <w:trHeight w:val="595"/>
        </w:trPr>
        <w:tc>
          <w:tcPr>
            <w:tcW w:w="567" w:type="dxa"/>
          </w:tcPr>
          <w:p w14:paraId="2000B21C" w14:textId="77777777" w:rsidR="00B20BE0" w:rsidRPr="00894A01" w:rsidRDefault="00B20BE0" w:rsidP="00A716D0">
            <w:pPr>
              <w:pStyle w:val="a7"/>
              <w:numPr>
                <w:ilvl w:val="0"/>
                <w:numId w:val="17"/>
              </w:numPr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55BDAC7E" w14:textId="77777777" w:rsidR="00B20BE0" w:rsidRDefault="00B20BE0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Саеткулова </w:t>
            </w:r>
          </w:p>
          <w:p w14:paraId="688F532F" w14:textId="77777777" w:rsidR="00B20BE0" w:rsidRPr="00894A01" w:rsidRDefault="00B20BE0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Айгуль Сахиулловна</w:t>
            </w:r>
          </w:p>
        </w:tc>
        <w:tc>
          <w:tcPr>
            <w:tcW w:w="3969" w:type="dxa"/>
          </w:tcPr>
          <w:p w14:paraId="5D77241D" w14:textId="77777777" w:rsidR="00B20BE0" w:rsidRPr="00894A01" w:rsidRDefault="00B20BE0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СОШ №18</w:t>
            </w:r>
          </w:p>
        </w:tc>
        <w:tc>
          <w:tcPr>
            <w:tcW w:w="3118" w:type="dxa"/>
          </w:tcPr>
          <w:p w14:paraId="3EB157E8" w14:textId="77777777" w:rsidR="00B20BE0" w:rsidRDefault="00B20BE0" w:rsidP="00A716D0">
            <w:pPr>
              <w:spacing w:line="240" w:lineRule="auto"/>
              <w:jc w:val="center"/>
            </w:pPr>
            <w:r w:rsidRPr="00C53D1C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B20BE0" w:rsidRPr="00894A01" w14:paraId="5F86A35C" w14:textId="77777777" w:rsidTr="00894A01">
        <w:trPr>
          <w:trHeight w:val="595"/>
        </w:trPr>
        <w:tc>
          <w:tcPr>
            <w:tcW w:w="567" w:type="dxa"/>
          </w:tcPr>
          <w:p w14:paraId="1DF678AB" w14:textId="77777777" w:rsidR="00B20BE0" w:rsidRPr="00894A01" w:rsidRDefault="00B20BE0" w:rsidP="00A716D0">
            <w:pPr>
              <w:pStyle w:val="a7"/>
              <w:numPr>
                <w:ilvl w:val="0"/>
                <w:numId w:val="17"/>
              </w:numPr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137FEAED" w14:textId="77777777" w:rsidR="00B20BE0" w:rsidRDefault="00B20BE0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Сазонова</w:t>
            </w:r>
          </w:p>
          <w:p w14:paraId="2D643F6B" w14:textId="77777777" w:rsidR="00B20BE0" w:rsidRPr="00894A01" w:rsidRDefault="00B20BE0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 Елена Георгиевна</w:t>
            </w:r>
          </w:p>
        </w:tc>
        <w:tc>
          <w:tcPr>
            <w:tcW w:w="3969" w:type="dxa"/>
          </w:tcPr>
          <w:p w14:paraId="79E1C3FC" w14:textId="77777777" w:rsidR="00B20BE0" w:rsidRPr="00894A01" w:rsidRDefault="00B20BE0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лицей №5</w:t>
            </w:r>
          </w:p>
        </w:tc>
        <w:tc>
          <w:tcPr>
            <w:tcW w:w="3118" w:type="dxa"/>
          </w:tcPr>
          <w:p w14:paraId="65288BC3" w14:textId="77777777" w:rsidR="00B20BE0" w:rsidRDefault="00B20BE0" w:rsidP="00A716D0">
            <w:pPr>
              <w:spacing w:line="240" w:lineRule="auto"/>
              <w:jc w:val="center"/>
            </w:pPr>
            <w:r w:rsidRPr="00C53D1C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B20BE0" w:rsidRPr="00894A01" w14:paraId="24DBC6B1" w14:textId="77777777" w:rsidTr="00894A01">
        <w:trPr>
          <w:trHeight w:val="595"/>
        </w:trPr>
        <w:tc>
          <w:tcPr>
            <w:tcW w:w="567" w:type="dxa"/>
          </w:tcPr>
          <w:p w14:paraId="4B35F35D" w14:textId="77777777" w:rsidR="00B20BE0" w:rsidRPr="00894A01" w:rsidRDefault="00B20BE0" w:rsidP="00A716D0">
            <w:pPr>
              <w:pStyle w:val="a7"/>
              <w:numPr>
                <w:ilvl w:val="0"/>
                <w:numId w:val="17"/>
              </w:numPr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6FC602AF" w14:textId="77777777" w:rsidR="00B20BE0" w:rsidRDefault="00B20BE0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Сафронова </w:t>
            </w:r>
          </w:p>
          <w:p w14:paraId="1A61F3DB" w14:textId="77777777" w:rsidR="00B20BE0" w:rsidRPr="00894A01" w:rsidRDefault="00B20BE0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Ольга Вячеславовна</w:t>
            </w:r>
          </w:p>
        </w:tc>
        <w:tc>
          <w:tcPr>
            <w:tcW w:w="3969" w:type="dxa"/>
          </w:tcPr>
          <w:p w14:paraId="3AD4CAD6" w14:textId="77777777" w:rsidR="00B20BE0" w:rsidRPr="00894A01" w:rsidRDefault="00B20BE0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лицей №5</w:t>
            </w:r>
          </w:p>
        </w:tc>
        <w:tc>
          <w:tcPr>
            <w:tcW w:w="3118" w:type="dxa"/>
          </w:tcPr>
          <w:p w14:paraId="10764904" w14:textId="77777777" w:rsidR="00B20BE0" w:rsidRDefault="00B20BE0" w:rsidP="00A716D0">
            <w:pPr>
              <w:spacing w:line="240" w:lineRule="auto"/>
              <w:jc w:val="center"/>
            </w:pPr>
            <w:r w:rsidRPr="00C53D1C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894A01" w:rsidRPr="00894A01" w14:paraId="7A595151" w14:textId="77777777" w:rsidTr="00894A01">
        <w:trPr>
          <w:trHeight w:val="595"/>
        </w:trPr>
        <w:tc>
          <w:tcPr>
            <w:tcW w:w="567" w:type="dxa"/>
          </w:tcPr>
          <w:p w14:paraId="1E623C89" w14:textId="77777777" w:rsidR="00894A01" w:rsidRPr="00894A01" w:rsidRDefault="00894A01" w:rsidP="00A716D0">
            <w:pPr>
              <w:pStyle w:val="a7"/>
              <w:numPr>
                <w:ilvl w:val="0"/>
                <w:numId w:val="17"/>
              </w:numPr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39B90B24" w14:textId="77777777" w:rsidR="00B20BE0" w:rsidRDefault="00894A01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Сергеева </w:t>
            </w:r>
          </w:p>
          <w:p w14:paraId="0AED46D6" w14:textId="77777777" w:rsidR="00894A01" w:rsidRPr="00894A01" w:rsidRDefault="00894A01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Мария Алексеевна</w:t>
            </w:r>
          </w:p>
        </w:tc>
        <w:tc>
          <w:tcPr>
            <w:tcW w:w="3969" w:type="dxa"/>
          </w:tcPr>
          <w:p w14:paraId="4BC342A7" w14:textId="77777777" w:rsidR="00894A01" w:rsidRPr="00894A01" w:rsidRDefault="00894A01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МБДОУ детский сад №317</w:t>
            </w:r>
          </w:p>
        </w:tc>
        <w:tc>
          <w:tcPr>
            <w:tcW w:w="3118" w:type="dxa"/>
          </w:tcPr>
          <w:p w14:paraId="1CE0E260" w14:textId="77777777" w:rsidR="00894A01" w:rsidRPr="00894A01" w:rsidRDefault="00B20BE0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894A01" w:rsidRPr="00894A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894A01" w:rsidRPr="00894A01" w14:paraId="783E24FE" w14:textId="77777777" w:rsidTr="00894A01">
        <w:trPr>
          <w:trHeight w:val="595"/>
        </w:trPr>
        <w:tc>
          <w:tcPr>
            <w:tcW w:w="567" w:type="dxa"/>
          </w:tcPr>
          <w:p w14:paraId="4F918577" w14:textId="77777777" w:rsidR="00894A01" w:rsidRPr="00894A01" w:rsidRDefault="00894A01" w:rsidP="00A716D0">
            <w:pPr>
              <w:pStyle w:val="a7"/>
              <w:numPr>
                <w:ilvl w:val="0"/>
                <w:numId w:val="17"/>
              </w:numPr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1CB9F56F" w14:textId="77777777" w:rsidR="00B20BE0" w:rsidRDefault="00894A01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Сухарева</w:t>
            </w:r>
          </w:p>
          <w:p w14:paraId="25095694" w14:textId="77777777" w:rsidR="00894A01" w:rsidRPr="00894A01" w:rsidRDefault="00894A01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Александровна</w:t>
            </w:r>
          </w:p>
        </w:tc>
        <w:tc>
          <w:tcPr>
            <w:tcW w:w="3969" w:type="dxa"/>
          </w:tcPr>
          <w:p w14:paraId="724B2888" w14:textId="77777777" w:rsidR="00894A01" w:rsidRPr="00894A01" w:rsidRDefault="00894A01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гимназия №11</w:t>
            </w:r>
          </w:p>
        </w:tc>
        <w:tc>
          <w:tcPr>
            <w:tcW w:w="3118" w:type="dxa"/>
          </w:tcPr>
          <w:p w14:paraId="485ECF29" w14:textId="77777777" w:rsidR="00894A01" w:rsidRPr="00894A01" w:rsidRDefault="00B20BE0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894A01" w:rsidRPr="00894A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оциальный педагог</w:t>
            </w:r>
          </w:p>
        </w:tc>
      </w:tr>
      <w:tr w:rsidR="00894A01" w:rsidRPr="00894A01" w14:paraId="1BA405C9" w14:textId="77777777" w:rsidTr="00894A01">
        <w:trPr>
          <w:trHeight w:val="595"/>
        </w:trPr>
        <w:tc>
          <w:tcPr>
            <w:tcW w:w="567" w:type="dxa"/>
          </w:tcPr>
          <w:p w14:paraId="031E20F5" w14:textId="77777777" w:rsidR="00894A01" w:rsidRPr="00894A01" w:rsidRDefault="00894A01" w:rsidP="00A716D0">
            <w:pPr>
              <w:pStyle w:val="a7"/>
              <w:numPr>
                <w:ilvl w:val="0"/>
                <w:numId w:val="17"/>
              </w:numPr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35E31412" w14:textId="77777777" w:rsidR="00B20BE0" w:rsidRDefault="00894A01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Тагирова </w:t>
            </w:r>
          </w:p>
          <w:p w14:paraId="6385D1CD" w14:textId="77777777" w:rsidR="00894A01" w:rsidRPr="00894A01" w:rsidRDefault="00894A01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Зульфия Ахатовна</w:t>
            </w:r>
          </w:p>
        </w:tc>
        <w:tc>
          <w:tcPr>
            <w:tcW w:w="3969" w:type="dxa"/>
          </w:tcPr>
          <w:p w14:paraId="1FCE9F75" w14:textId="77777777" w:rsidR="00894A01" w:rsidRPr="00894A01" w:rsidRDefault="00894A01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МАДОУ детский сад №11</w:t>
            </w:r>
          </w:p>
        </w:tc>
        <w:tc>
          <w:tcPr>
            <w:tcW w:w="3118" w:type="dxa"/>
          </w:tcPr>
          <w:p w14:paraId="54C81A41" w14:textId="77777777" w:rsidR="00894A01" w:rsidRPr="00894A01" w:rsidRDefault="00B20BE0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894A01" w:rsidRPr="00894A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тарший воспитатель</w:t>
            </w:r>
          </w:p>
        </w:tc>
      </w:tr>
      <w:tr w:rsidR="00B20BE0" w:rsidRPr="00894A01" w14:paraId="70D16D01" w14:textId="77777777" w:rsidTr="00894A01">
        <w:trPr>
          <w:trHeight w:val="595"/>
        </w:trPr>
        <w:tc>
          <w:tcPr>
            <w:tcW w:w="567" w:type="dxa"/>
          </w:tcPr>
          <w:p w14:paraId="7E7E9F25" w14:textId="77777777" w:rsidR="00B20BE0" w:rsidRPr="00894A01" w:rsidRDefault="00B20BE0" w:rsidP="00A716D0">
            <w:pPr>
              <w:pStyle w:val="a7"/>
              <w:numPr>
                <w:ilvl w:val="0"/>
                <w:numId w:val="17"/>
              </w:numPr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5AAC584F" w14:textId="77777777" w:rsidR="00B20BE0" w:rsidRDefault="00B20BE0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Тарасов</w:t>
            </w:r>
          </w:p>
          <w:p w14:paraId="20C4B0EF" w14:textId="77777777" w:rsidR="00B20BE0" w:rsidRPr="00894A01" w:rsidRDefault="00B20BE0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 Арсений Викторович</w:t>
            </w:r>
          </w:p>
        </w:tc>
        <w:tc>
          <w:tcPr>
            <w:tcW w:w="3969" w:type="dxa"/>
          </w:tcPr>
          <w:p w14:paraId="34C47952" w14:textId="77777777" w:rsidR="00B20BE0" w:rsidRPr="00894A01" w:rsidRDefault="00B20BE0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СОШ №18</w:t>
            </w:r>
          </w:p>
        </w:tc>
        <w:tc>
          <w:tcPr>
            <w:tcW w:w="3118" w:type="dxa"/>
          </w:tcPr>
          <w:p w14:paraId="706F16FA" w14:textId="77777777" w:rsidR="00B20BE0" w:rsidRDefault="00B20BE0" w:rsidP="00A716D0">
            <w:pPr>
              <w:spacing w:line="240" w:lineRule="auto"/>
              <w:jc w:val="center"/>
            </w:pPr>
            <w:r w:rsidRPr="001832D9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B20BE0" w:rsidRPr="00894A01" w14:paraId="086EDCAD" w14:textId="77777777" w:rsidTr="00894A01">
        <w:trPr>
          <w:trHeight w:val="595"/>
        </w:trPr>
        <w:tc>
          <w:tcPr>
            <w:tcW w:w="567" w:type="dxa"/>
          </w:tcPr>
          <w:p w14:paraId="2D4FA6B1" w14:textId="77777777" w:rsidR="00B20BE0" w:rsidRPr="00894A01" w:rsidRDefault="00B20BE0" w:rsidP="00A716D0">
            <w:pPr>
              <w:pStyle w:val="a7"/>
              <w:numPr>
                <w:ilvl w:val="0"/>
                <w:numId w:val="17"/>
              </w:numPr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63BA9A5B" w14:textId="77777777" w:rsidR="00B20BE0" w:rsidRDefault="00B20BE0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Тихомирова </w:t>
            </w:r>
          </w:p>
          <w:p w14:paraId="08C08EE5" w14:textId="77777777" w:rsidR="00B20BE0" w:rsidRPr="00894A01" w:rsidRDefault="00B20BE0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Елена Владимировна</w:t>
            </w:r>
          </w:p>
        </w:tc>
        <w:tc>
          <w:tcPr>
            <w:tcW w:w="3969" w:type="dxa"/>
          </w:tcPr>
          <w:p w14:paraId="5E36A801" w14:textId="77777777" w:rsidR="00B20BE0" w:rsidRPr="00894A01" w:rsidRDefault="00B20BE0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СОШ №45</w:t>
            </w:r>
          </w:p>
        </w:tc>
        <w:tc>
          <w:tcPr>
            <w:tcW w:w="3118" w:type="dxa"/>
          </w:tcPr>
          <w:p w14:paraId="71D80CC5" w14:textId="77777777" w:rsidR="00B20BE0" w:rsidRDefault="00B20BE0" w:rsidP="00A716D0">
            <w:pPr>
              <w:spacing w:line="240" w:lineRule="auto"/>
              <w:jc w:val="center"/>
            </w:pPr>
            <w:r w:rsidRPr="001832D9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B20BE0" w:rsidRPr="00894A01" w14:paraId="74536A99" w14:textId="77777777" w:rsidTr="00894A01">
        <w:trPr>
          <w:trHeight w:val="595"/>
        </w:trPr>
        <w:tc>
          <w:tcPr>
            <w:tcW w:w="567" w:type="dxa"/>
          </w:tcPr>
          <w:p w14:paraId="20149D1C" w14:textId="77777777" w:rsidR="00B20BE0" w:rsidRPr="00894A01" w:rsidRDefault="00B20BE0" w:rsidP="00A716D0">
            <w:pPr>
              <w:pStyle w:val="a7"/>
              <w:numPr>
                <w:ilvl w:val="0"/>
                <w:numId w:val="17"/>
              </w:numPr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51DC00DB" w14:textId="77777777" w:rsidR="00B20BE0" w:rsidRDefault="00B20BE0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Трофимова</w:t>
            </w:r>
          </w:p>
          <w:p w14:paraId="0019A88E" w14:textId="77777777" w:rsidR="00B20BE0" w:rsidRPr="00894A01" w:rsidRDefault="00B20BE0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 Гузель Фаткулловна</w:t>
            </w:r>
          </w:p>
        </w:tc>
        <w:tc>
          <w:tcPr>
            <w:tcW w:w="3969" w:type="dxa"/>
          </w:tcPr>
          <w:p w14:paraId="7363FEA3" w14:textId="77777777" w:rsidR="00B20BE0" w:rsidRPr="00894A01" w:rsidRDefault="00B20BE0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СОШ №45</w:t>
            </w:r>
          </w:p>
        </w:tc>
        <w:tc>
          <w:tcPr>
            <w:tcW w:w="3118" w:type="dxa"/>
          </w:tcPr>
          <w:p w14:paraId="5E2CB61D" w14:textId="77777777" w:rsidR="00B20BE0" w:rsidRDefault="00B20BE0" w:rsidP="00A716D0">
            <w:pPr>
              <w:spacing w:line="240" w:lineRule="auto"/>
              <w:jc w:val="center"/>
            </w:pPr>
            <w:r w:rsidRPr="001832D9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B20BE0" w:rsidRPr="00894A01" w14:paraId="4185778D" w14:textId="77777777" w:rsidTr="00894A01">
        <w:trPr>
          <w:trHeight w:val="595"/>
        </w:trPr>
        <w:tc>
          <w:tcPr>
            <w:tcW w:w="567" w:type="dxa"/>
          </w:tcPr>
          <w:p w14:paraId="3F2D5748" w14:textId="77777777" w:rsidR="00B20BE0" w:rsidRPr="00894A01" w:rsidRDefault="00B20BE0" w:rsidP="00A716D0">
            <w:pPr>
              <w:pStyle w:val="a7"/>
              <w:numPr>
                <w:ilvl w:val="0"/>
                <w:numId w:val="17"/>
              </w:numPr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497A4DFB" w14:textId="77777777" w:rsidR="00B20BE0" w:rsidRDefault="00B20BE0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Урманова </w:t>
            </w:r>
          </w:p>
          <w:p w14:paraId="740E7471" w14:textId="77777777" w:rsidR="00B20BE0" w:rsidRPr="00894A01" w:rsidRDefault="00B20BE0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Роза Шавкатовна</w:t>
            </w:r>
          </w:p>
        </w:tc>
        <w:tc>
          <w:tcPr>
            <w:tcW w:w="3969" w:type="dxa"/>
          </w:tcPr>
          <w:p w14:paraId="69960038" w14:textId="77777777" w:rsidR="00B20BE0" w:rsidRPr="00894A01" w:rsidRDefault="00B20BE0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Лицей №21</w:t>
            </w:r>
          </w:p>
        </w:tc>
        <w:tc>
          <w:tcPr>
            <w:tcW w:w="3118" w:type="dxa"/>
          </w:tcPr>
          <w:p w14:paraId="3A935736" w14:textId="77777777" w:rsidR="00B20BE0" w:rsidRDefault="00B20BE0" w:rsidP="00A716D0">
            <w:pPr>
              <w:spacing w:line="240" w:lineRule="auto"/>
              <w:jc w:val="center"/>
            </w:pPr>
            <w:r w:rsidRPr="001832D9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B20BE0" w:rsidRPr="00894A01" w14:paraId="25286494" w14:textId="77777777" w:rsidTr="00894A01">
        <w:trPr>
          <w:trHeight w:val="595"/>
        </w:trPr>
        <w:tc>
          <w:tcPr>
            <w:tcW w:w="567" w:type="dxa"/>
          </w:tcPr>
          <w:p w14:paraId="38483A42" w14:textId="77777777" w:rsidR="00B20BE0" w:rsidRPr="00894A01" w:rsidRDefault="00B20BE0" w:rsidP="00A716D0">
            <w:pPr>
              <w:pStyle w:val="a7"/>
              <w:numPr>
                <w:ilvl w:val="0"/>
                <w:numId w:val="17"/>
              </w:numPr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45EFCE3E" w14:textId="77777777" w:rsidR="00B20BE0" w:rsidRDefault="00B20BE0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Фролова </w:t>
            </w:r>
          </w:p>
          <w:p w14:paraId="1BC7F951" w14:textId="77777777" w:rsidR="00B20BE0" w:rsidRPr="00894A01" w:rsidRDefault="00B20BE0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Светлана Зайдулловна</w:t>
            </w:r>
          </w:p>
        </w:tc>
        <w:tc>
          <w:tcPr>
            <w:tcW w:w="3969" w:type="dxa"/>
          </w:tcPr>
          <w:p w14:paraId="61B45544" w14:textId="77777777" w:rsidR="00B20BE0" w:rsidRPr="00894A01" w:rsidRDefault="00B20BE0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Башкирская гимназия №158</w:t>
            </w:r>
          </w:p>
        </w:tc>
        <w:tc>
          <w:tcPr>
            <w:tcW w:w="3118" w:type="dxa"/>
          </w:tcPr>
          <w:p w14:paraId="5E37FE6C" w14:textId="77777777" w:rsidR="00B20BE0" w:rsidRDefault="00B20BE0" w:rsidP="00A716D0">
            <w:pPr>
              <w:spacing w:line="240" w:lineRule="auto"/>
              <w:jc w:val="center"/>
            </w:pPr>
            <w:r w:rsidRPr="001832D9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B20BE0" w:rsidRPr="00894A01" w14:paraId="42249D6E" w14:textId="77777777" w:rsidTr="00894A01">
        <w:trPr>
          <w:trHeight w:val="595"/>
        </w:trPr>
        <w:tc>
          <w:tcPr>
            <w:tcW w:w="567" w:type="dxa"/>
          </w:tcPr>
          <w:p w14:paraId="19A75876" w14:textId="77777777" w:rsidR="00B20BE0" w:rsidRPr="00894A01" w:rsidRDefault="00B20BE0" w:rsidP="00A716D0">
            <w:pPr>
              <w:pStyle w:val="a7"/>
              <w:numPr>
                <w:ilvl w:val="0"/>
                <w:numId w:val="17"/>
              </w:numPr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43F9606A" w14:textId="77777777" w:rsidR="00B20BE0" w:rsidRDefault="00B20BE0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Хайруллина </w:t>
            </w:r>
          </w:p>
          <w:p w14:paraId="50F4892A" w14:textId="77777777" w:rsidR="00B20BE0" w:rsidRPr="00894A01" w:rsidRDefault="00B20BE0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Нажиба Шайхисламовна</w:t>
            </w:r>
          </w:p>
        </w:tc>
        <w:tc>
          <w:tcPr>
            <w:tcW w:w="3969" w:type="dxa"/>
          </w:tcPr>
          <w:p w14:paraId="503EF51C" w14:textId="77777777" w:rsidR="00B20BE0" w:rsidRPr="00894A01" w:rsidRDefault="00B20BE0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МАОУ гимназия №16</w:t>
            </w:r>
          </w:p>
        </w:tc>
        <w:tc>
          <w:tcPr>
            <w:tcW w:w="3118" w:type="dxa"/>
          </w:tcPr>
          <w:p w14:paraId="1A4E1FBF" w14:textId="77777777" w:rsidR="00B20BE0" w:rsidRDefault="00B20BE0" w:rsidP="00A716D0">
            <w:pPr>
              <w:spacing w:line="240" w:lineRule="auto"/>
              <w:jc w:val="center"/>
            </w:pPr>
            <w:r w:rsidRPr="001832D9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B20BE0" w:rsidRPr="00894A01" w14:paraId="622A0A6D" w14:textId="77777777" w:rsidTr="00894A01">
        <w:trPr>
          <w:trHeight w:val="595"/>
        </w:trPr>
        <w:tc>
          <w:tcPr>
            <w:tcW w:w="567" w:type="dxa"/>
          </w:tcPr>
          <w:p w14:paraId="11B863E6" w14:textId="77777777" w:rsidR="00B20BE0" w:rsidRPr="00894A01" w:rsidRDefault="00B20BE0" w:rsidP="00A716D0">
            <w:pPr>
              <w:pStyle w:val="a7"/>
              <w:numPr>
                <w:ilvl w:val="0"/>
                <w:numId w:val="17"/>
              </w:numPr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69DD2759" w14:textId="77777777" w:rsidR="00B20BE0" w:rsidRDefault="00B20BE0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Хусниева </w:t>
            </w:r>
          </w:p>
          <w:p w14:paraId="643B7565" w14:textId="77777777" w:rsidR="00B20BE0" w:rsidRPr="00894A01" w:rsidRDefault="00B20BE0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Светлана Салаватовна</w:t>
            </w:r>
          </w:p>
        </w:tc>
        <w:tc>
          <w:tcPr>
            <w:tcW w:w="3969" w:type="dxa"/>
          </w:tcPr>
          <w:p w14:paraId="58138B64" w14:textId="77777777" w:rsidR="00B20BE0" w:rsidRPr="00894A01" w:rsidRDefault="00B20BE0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СОШ №18</w:t>
            </w:r>
          </w:p>
        </w:tc>
        <w:tc>
          <w:tcPr>
            <w:tcW w:w="3118" w:type="dxa"/>
          </w:tcPr>
          <w:p w14:paraId="00D76428" w14:textId="77777777" w:rsidR="00B20BE0" w:rsidRDefault="00B20BE0" w:rsidP="00A716D0">
            <w:pPr>
              <w:spacing w:line="240" w:lineRule="auto"/>
              <w:jc w:val="center"/>
            </w:pPr>
            <w:r w:rsidRPr="001832D9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894A01" w:rsidRPr="00894A01" w14:paraId="30333B72" w14:textId="77777777" w:rsidTr="00894A01">
        <w:trPr>
          <w:trHeight w:val="595"/>
        </w:trPr>
        <w:tc>
          <w:tcPr>
            <w:tcW w:w="567" w:type="dxa"/>
          </w:tcPr>
          <w:p w14:paraId="01DEE4C6" w14:textId="77777777" w:rsidR="00894A01" w:rsidRPr="00894A01" w:rsidRDefault="00894A01" w:rsidP="00A716D0">
            <w:pPr>
              <w:pStyle w:val="a7"/>
              <w:numPr>
                <w:ilvl w:val="0"/>
                <w:numId w:val="17"/>
              </w:numPr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5EFB3175" w14:textId="77777777" w:rsidR="00B20BE0" w:rsidRDefault="00894A01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Чудинова </w:t>
            </w:r>
          </w:p>
          <w:p w14:paraId="65A531D1" w14:textId="77777777" w:rsidR="00894A01" w:rsidRPr="00894A01" w:rsidRDefault="00894A01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Светлана Евгеньевна</w:t>
            </w:r>
          </w:p>
        </w:tc>
        <w:tc>
          <w:tcPr>
            <w:tcW w:w="3969" w:type="dxa"/>
          </w:tcPr>
          <w:p w14:paraId="0D750761" w14:textId="77777777" w:rsidR="00894A01" w:rsidRPr="00894A01" w:rsidRDefault="00894A01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МБДОУ детский сад №304</w:t>
            </w:r>
          </w:p>
        </w:tc>
        <w:tc>
          <w:tcPr>
            <w:tcW w:w="3118" w:type="dxa"/>
          </w:tcPr>
          <w:p w14:paraId="5DA8CFA8" w14:textId="77777777" w:rsidR="00894A01" w:rsidRPr="00894A01" w:rsidRDefault="00B20BE0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94A01" w:rsidRPr="00894A01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  <w:tr w:rsidR="00894A01" w:rsidRPr="00894A01" w14:paraId="5D67A244" w14:textId="77777777" w:rsidTr="00894A01">
        <w:trPr>
          <w:trHeight w:val="595"/>
        </w:trPr>
        <w:tc>
          <w:tcPr>
            <w:tcW w:w="567" w:type="dxa"/>
          </w:tcPr>
          <w:p w14:paraId="387C4EF8" w14:textId="77777777" w:rsidR="00894A01" w:rsidRPr="00894A01" w:rsidRDefault="00894A01" w:rsidP="00A716D0">
            <w:pPr>
              <w:pStyle w:val="a7"/>
              <w:numPr>
                <w:ilvl w:val="0"/>
                <w:numId w:val="17"/>
              </w:numPr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13EE4FAC" w14:textId="77777777" w:rsidR="00B20BE0" w:rsidRDefault="00894A01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Яковлева </w:t>
            </w:r>
          </w:p>
          <w:p w14:paraId="38732937" w14:textId="77777777" w:rsidR="00894A01" w:rsidRPr="00894A01" w:rsidRDefault="00894A01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Ирина Николаевна</w:t>
            </w:r>
          </w:p>
        </w:tc>
        <w:tc>
          <w:tcPr>
            <w:tcW w:w="3969" w:type="dxa"/>
          </w:tcPr>
          <w:p w14:paraId="3500F182" w14:textId="77777777" w:rsidR="00894A01" w:rsidRPr="00894A01" w:rsidRDefault="00894A01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гимназия №3</w:t>
            </w:r>
          </w:p>
        </w:tc>
        <w:tc>
          <w:tcPr>
            <w:tcW w:w="3118" w:type="dxa"/>
          </w:tcPr>
          <w:p w14:paraId="003DC97E" w14:textId="77777777" w:rsidR="00894A01" w:rsidRPr="00894A01" w:rsidRDefault="00B20BE0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</w:tbl>
    <w:p w14:paraId="6BC8ED15" w14:textId="77777777" w:rsidR="008E2921" w:rsidRDefault="008E2921" w:rsidP="00A716D0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163C39D0" w14:textId="77777777" w:rsidR="00A716D0" w:rsidRDefault="00A716D0" w:rsidP="00A716D0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Приложение №2  к приказу Министерства образования</w:t>
      </w:r>
    </w:p>
    <w:p w14:paraId="1F82ABB8" w14:textId="77777777" w:rsidR="00A716D0" w:rsidRPr="00BE3CB8" w:rsidRDefault="00A716D0" w:rsidP="00A716D0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14:paraId="73026C6F" w14:textId="77777777" w:rsidR="00A716D0" w:rsidRDefault="00A716D0" w:rsidP="00A716D0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14:paraId="3F06E02D" w14:textId="77777777" w:rsidR="00A716D0" w:rsidRDefault="00A716D0" w:rsidP="00A716D0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14:paraId="05D2EFF3" w14:textId="77777777" w:rsidR="00A716D0" w:rsidRDefault="00A716D0" w:rsidP="00A716D0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14:paraId="084BE957" w14:textId="77777777" w:rsidR="00A716D0" w:rsidRPr="00FD0F2C" w:rsidRDefault="00A716D0" w:rsidP="00A716D0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63435A96" w14:textId="77777777" w:rsidR="00894A01" w:rsidRDefault="00894A01" w:rsidP="00894A01">
      <w:pPr>
        <w:pStyle w:val="a7"/>
        <w:spacing w:line="276" w:lineRule="auto"/>
        <w:rPr>
          <w:sz w:val="24"/>
          <w:szCs w:val="24"/>
        </w:rPr>
      </w:pPr>
      <w:r w:rsidRPr="00894A01">
        <w:rPr>
          <w:sz w:val="24"/>
          <w:szCs w:val="24"/>
        </w:rPr>
        <w:t xml:space="preserve">Городской округ город Уфа Республики Башкортостан </w:t>
      </w:r>
    </w:p>
    <w:p w14:paraId="29F71E3C" w14:textId="77777777" w:rsidR="00894A01" w:rsidRPr="00894A01" w:rsidRDefault="00894A01" w:rsidP="00894A01">
      <w:pPr>
        <w:pStyle w:val="a7"/>
        <w:spacing w:line="276" w:lineRule="auto"/>
        <w:rPr>
          <w:sz w:val="24"/>
          <w:szCs w:val="24"/>
        </w:rPr>
      </w:pPr>
      <w:r w:rsidRPr="00894A01">
        <w:rPr>
          <w:sz w:val="24"/>
          <w:szCs w:val="24"/>
        </w:rPr>
        <w:t>(Ленинский район)</w:t>
      </w:r>
    </w:p>
    <w:p w14:paraId="084FB34D" w14:textId="77777777" w:rsidR="00894A01" w:rsidRPr="00894A01" w:rsidRDefault="00894A01" w:rsidP="00894A01">
      <w:pPr>
        <w:pStyle w:val="a7"/>
        <w:spacing w:line="276" w:lineRule="auto"/>
        <w:rPr>
          <w:b w:val="0"/>
          <w:sz w:val="24"/>
          <w:szCs w:val="24"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403"/>
        <w:gridCol w:w="3969"/>
        <w:gridCol w:w="3118"/>
      </w:tblGrid>
      <w:tr w:rsidR="00380DEC" w:rsidRPr="00894A01" w14:paraId="4D6571A7" w14:textId="77777777" w:rsidTr="00894A01">
        <w:trPr>
          <w:trHeight w:val="595"/>
        </w:trPr>
        <w:tc>
          <w:tcPr>
            <w:tcW w:w="567" w:type="dxa"/>
            <w:vAlign w:val="center"/>
          </w:tcPr>
          <w:p w14:paraId="749E39BB" w14:textId="77777777" w:rsidR="00380DEC" w:rsidRPr="00C30652" w:rsidRDefault="00380DEC" w:rsidP="001F129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403" w:type="dxa"/>
            <w:vAlign w:val="center"/>
          </w:tcPr>
          <w:p w14:paraId="7519B3F1" w14:textId="77777777" w:rsidR="00380DEC" w:rsidRPr="00C30652" w:rsidRDefault="00380DEC" w:rsidP="001F129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b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ИО</w:t>
            </w:r>
          </w:p>
        </w:tc>
        <w:tc>
          <w:tcPr>
            <w:tcW w:w="3969" w:type="dxa"/>
            <w:vAlign w:val="center"/>
          </w:tcPr>
          <w:p w14:paraId="76190BE0" w14:textId="77777777" w:rsidR="00380DEC" w:rsidRPr="00C30652" w:rsidRDefault="00380DEC" w:rsidP="001F129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3118" w:type="dxa"/>
            <w:vAlign w:val="center"/>
          </w:tcPr>
          <w:p w14:paraId="39E97CCC" w14:textId="77777777" w:rsidR="00380DEC" w:rsidRPr="00C30652" w:rsidRDefault="00380DEC" w:rsidP="001F129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1F1297" w:rsidRPr="00894A01" w14:paraId="3EA12201" w14:textId="77777777" w:rsidTr="00894A01">
        <w:trPr>
          <w:trHeight w:val="595"/>
        </w:trPr>
        <w:tc>
          <w:tcPr>
            <w:tcW w:w="567" w:type="dxa"/>
          </w:tcPr>
          <w:p w14:paraId="47C601D0" w14:textId="77777777" w:rsidR="001F1297" w:rsidRPr="00894A01" w:rsidRDefault="001F1297" w:rsidP="00215B6B">
            <w:pPr>
              <w:pStyle w:val="a7"/>
              <w:numPr>
                <w:ilvl w:val="0"/>
                <w:numId w:val="18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124062DB" w14:textId="77777777" w:rsidR="001F1297" w:rsidRDefault="001F1297" w:rsidP="001F12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Андреева </w:t>
            </w:r>
          </w:p>
          <w:p w14:paraId="4B1D1A50" w14:textId="77777777" w:rsidR="001F1297" w:rsidRPr="00894A01" w:rsidRDefault="001F1297" w:rsidP="001F12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Ася Алексеевна</w:t>
            </w:r>
          </w:p>
        </w:tc>
        <w:tc>
          <w:tcPr>
            <w:tcW w:w="3969" w:type="dxa"/>
          </w:tcPr>
          <w:p w14:paraId="36875617" w14:textId="77777777" w:rsidR="001F1297" w:rsidRPr="00894A01" w:rsidRDefault="001F1297" w:rsidP="001F12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гимназия №39</w:t>
            </w:r>
          </w:p>
        </w:tc>
        <w:tc>
          <w:tcPr>
            <w:tcW w:w="3118" w:type="dxa"/>
          </w:tcPr>
          <w:p w14:paraId="00FE80D5" w14:textId="77777777" w:rsidR="001F1297" w:rsidRDefault="001F1297" w:rsidP="001F1297">
            <w:pPr>
              <w:jc w:val="center"/>
            </w:pPr>
            <w:r w:rsidRPr="00B03546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1F1297" w:rsidRPr="00894A01" w14:paraId="65F03993" w14:textId="77777777" w:rsidTr="00894A01">
        <w:trPr>
          <w:trHeight w:val="595"/>
        </w:trPr>
        <w:tc>
          <w:tcPr>
            <w:tcW w:w="567" w:type="dxa"/>
          </w:tcPr>
          <w:p w14:paraId="46A243CD" w14:textId="77777777" w:rsidR="001F1297" w:rsidRPr="00894A01" w:rsidRDefault="001F1297" w:rsidP="00215B6B">
            <w:pPr>
              <w:pStyle w:val="a7"/>
              <w:numPr>
                <w:ilvl w:val="0"/>
                <w:numId w:val="18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5A0FE0B2" w14:textId="77777777" w:rsidR="001F1297" w:rsidRDefault="001F1297" w:rsidP="001F12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Ахматнурова</w:t>
            </w:r>
          </w:p>
          <w:p w14:paraId="2E2BE29C" w14:textId="77777777" w:rsidR="001F1297" w:rsidRPr="00894A01" w:rsidRDefault="001F1297" w:rsidP="001F12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 Альбина Хасановна</w:t>
            </w:r>
          </w:p>
        </w:tc>
        <w:tc>
          <w:tcPr>
            <w:tcW w:w="3969" w:type="dxa"/>
          </w:tcPr>
          <w:p w14:paraId="64A13B42" w14:textId="77777777" w:rsidR="001F1297" w:rsidRPr="00894A01" w:rsidRDefault="001F1297" w:rsidP="001F12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МАОУ лицей №46</w:t>
            </w:r>
          </w:p>
        </w:tc>
        <w:tc>
          <w:tcPr>
            <w:tcW w:w="3118" w:type="dxa"/>
          </w:tcPr>
          <w:p w14:paraId="186B42D9" w14:textId="77777777" w:rsidR="001F1297" w:rsidRDefault="001F1297" w:rsidP="001F1297">
            <w:pPr>
              <w:jc w:val="center"/>
            </w:pPr>
            <w:r w:rsidRPr="00B03546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1F1297" w:rsidRPr="00894A01" w14:paraId="030FF0F2" w14:textId="77777777" w:rsidTr="00894A01">
        <w:trPr>
          <w:trHeight w:val="595"/>
        </w:trPr>
        <w:tc>
          <w:tcPr>
            <w:tcW w:w="567" w:type="dxa"/>
          </w:tcPr>
          <w:p w14:paraId="4BDDA5D3" w14:textId="77777777" w:rsidR="001F1297" w:rsidRPr="00894A01" w:rsidRDefault="001F1297" w:rsidP="00215B6B">
            <w:pPr>
              <w:pStyle w:val="a7"/>
              <w:numPr>
                <w:ilvl w:val="0"/>
                <w:numId w:val="18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112F7F4C" w14:textId="77777777" w:rsidR="001F1297" w:rsidRDefault="001F1297" w:rsidP="001F12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Белоусова </w:t>
            </w:r>
          </w:p>
          <w:p w14:paraId="663352CF" w14:textId="77777777" w:rsidR="001F1297" w:rsidRPr="00894A01" w:rsidRDefault="001F1297" w:rsidP="001F12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Наталья Григорьевна</w:t>
            </w:r>
          </w:p>
        </w:tc>
        <w:tc>
          <w:tcPr>
            <w:tcW w:w="3969" w:type="dxa"/>
          </w:tcPr>
          <w:p w14:paraId="59FCC4FC" w14:textId="77777777" w:rsidR="001F1297" w:rsidRPr="00894A01" w:rsidRDefault="001F1297" w:rsidP="001F12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СОШ №4</w:t>
            </w:r>
          </w:p>
        </w:tc>
        <w:tc>
          <w:tcPr>
            <w:tcW w:w="3118" w:type="dxa"/>
          </w:tcPr>
          <w:p w14:paraId="511DE611" w14:textId="77777777" w:rsidR="001F1297" w:rsidRDefault="001F1297" w:rsidP="001F1297">
            <w:pPr>
              <w:jc w:val="center"/>
            </w:pPr>
            <w:r w:rsidRPr="00B03546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1F1297" w:rsidRPr="00894A01" w14:paraId="22EA848E" w14:textId="77777777" w:rsidTr="00894A01">
        <w:trPr>
          <w:trHeight w:val="595"/>
        </w:trPr>
        <w:tc>
          <w:tcPr>
            <w:tcW w:w="567" w:type="dxa"/>
          </w:tcPr>
          <w:p w14:paraId="159B346E" w14:textId="77777777" w:rsidR="001F1297" w:rsidRPr="00894A01" w:rsidRDefault="001F1297" w:rsidP="00215B6B">
            <w:pPr>
              <w:pStyle w:val="a7"/>
              <w:numPr>
                <w:ilvl w:val="0"/>
                <w:numId w:val="18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7E37227F" w14:textId="77777777" w:rsidR="001F1297" w:rsidRDefault="001F1297" w:rsidP="001F12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Богданова </w:t>
            </w:r>
          </w:p>
          <w:p w14:paraId="24335E5F" w14:textId="77777777" w:rsidR="001F1297" w:rsidRPr="00894A01" w:rsidRDefault="001F1297" w:rsidP="001F12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Глафира Самигулловна</w:t>
            </w:r>
          </w:p>
        </w:tc>
        <w:tc>
          <w:tcPr>
            <w:tcW w:w="3969" w:type="dxa"/>
          </w:tcPr>
          <w:p w14:paraId="61B81C21" w14:textId="77777777" w:rsidR="001F1297" w:rsidRPr="00894A01" w:rsidRDefault="001F1297" w:rsidP="001F12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МАОУ лицей №46</w:t>
            </w:r>
          </w:p>
        </w:tc>
        <w:tc>
          <w:tcPr>
            <w:tcW w:w="3118" w:type="dxa"/>
          </w:tcPr>
          <w:p w14:paraId="6F1C11FA" w14:textId="77777777" w:rsidR="001F1297" w:rsidRDefault="001F1297" w:rsidP="001F1297">
            <w:pPr>
              <w:jc w:val="center"/>
            </w:pPr>
            <w:r w:rsidRPr="00B03546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894A01" w:rsidRPr="00894A01" w14:paraId="137AEEDE" w14:textId="77777777" w:rsidTr="00894A01">
        <w:trPr>
          <w:trHeight w:val="595"/>
        </w:trPr>
        <w:tc>
          <w:tcPr>
            <w:tcW w:w="567" w:type="dxa"/>
          </w:tcPr>
          <w:p w14:paraId="19EC023F" w14:textId="77777777" w:rsidR="00894A01" w:rsidRPr="00894A01" w:rsidRDefault="00894A01" w:rsidP="00215B6B">
            <w:pPr>
              <w:pStyle w:val="a7"/>
              <w:numPr>
                <w:ilvl w:val="0"/>
                <w:numId w:val="18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0E1EE961" w14:textId="77777777" w:rsidR="001F1297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Булгакова </w:t>
            </w:r>
          </w:p>
          <w:p w14:paraId="52EBF472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Ляля Зуфаровна</w:t>
            </w:r>
          </w:p>
        </w:tc>
        <w:tc>
          <w:tcPr>
            <w:tcW w:w="3969" w:type="dxa"/>
          </w:tcPr>
          <w:p w14:paraId="410D9AD2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МАДОУ «Детский сад №158»</w:t>
            </w:r>
          </w:p>
        </w:tc>
        <w:tc>
          <w:tcPr>
            <w:tcW w:w="3118" w:type="dxa"/>
          </w:tcPr>
          <w:p w14:paraId="41F94939" w14:textId="77777777" w:rsidR="00894A01" w:rsidRPr="00894A01" w:rsidRDefault="001F1297" w:rsidP="001F129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894A01" w:rsidRPr="00894A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едагог-психолог</w:t>
            </w:r>
          </w:p>
        </w:tc>
      </w:tr>
      <w:tr w:rsidR="001F1297" w:rsidRPr="00894A01" w14:paraId="67594BC6" w14:textId="77777777" w:rsidTr="00894A01">
        <w:trPr>
          <w:trHeight w:val="595"/>
        </w:trPr>
        <w:tc>
          <w:tcPr>
            <w:tcW w:w="567" w:type="dxa"/>
          </w:tcPr>
          <w:p w14:paraId="6E2A8859" w14:textId="77777777" w:rsidR="001F1297" w:rsidRPr="00894A01" w:rsidRDefault="001F1297" w:rsidP="00215B6B">
            <w:pPr>
              <w:pStyle w:val="a7"/>
              <w:numPr>
                <w:ilvl w:val="0"/>
                <w:numId w:val="18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70BDA608" w14:textId="77777777" w:rsidR="001F1297" w:rsidRDefault="001F1297" w:rsidP="001F12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Веревкина </w:t>
            </w:r>
          </w:p>
          <w:p w14:paraId="369769BB" w14:textId="77777777" w:rsidR="001F1297" w:rsidRPr="00894A01" w:rsidRDefault="001F1297" w:rsidP="001F12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Елена Васильевна</w:t>
            </w:r>
          </w:p>
        </w:tc>
        <w:tc>
          <w:tcPr>
            <w:tcW w:w="3969" w:type="dxa"/>
          </w:tcPr>
          <w:p w14:paraId="69C00944" w14:textId="77777777" w:rsidR="001F1297" w:rsidRPr="00894A01" w:rsidRDefault="001F1297" w:rsidP="001F12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СОШ №1</w:t>
            </w:r>
          </w:p>
        </w:tc>
        <w:tc>
          <w:tcPr>
            <w:tcW w:w="3118" w:type="dxa"/>
          </w:tcPr>
          <w:p w14:paraId="073069D9" w14:textId="77777777" w:rsidR="001F1297" w:rsidRDefault="001F1297" w:rsidP="001F1297">
            <w:pPr>
              <w:jc w:val="center"/>
            </w:pPr>
            <w:r w:rsidRPr="00CC25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1F1297" w:rsidRPr="00894A01" w14:paraId="4C70B0D1" w14:textId="77777777" w:rsidTr="00894A01">
        <w:trPr>
          <w:trHeight w:val="595"/>
        </w:trPr>
        <w:tc>
          <w:tcPr>
            <w:tcW w:w="567" w:type="dxa"/>
          </w:tcPr>
          <w:p w14:paraId="67BCCFA2" w14:textId="77777777" w:rsidR="001F1297" w:rsidRPr="00894A01" w:rsidRDefault="001F1297" w:rsidP="00215B6B">
            <w:pPr>
              <w:pStyle w:val="a7"/>
              <w:numPr>
                <w:ilvl w:val="0"/>
                <w:numId w:val="18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5176587C" w14:textId="77777777" w:rsidR="001F1297" w:rsidRDefault="001F1297" w:rsidP="001F12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Волошенкова </w:t>
            </w:r>
          </w:p>
          <w:p w14:paraId="442D76B2" w14:textId="77777777" w:rsidR="001F1297" w:rsidRPr="00894A01" w:rsidRDefault="001F1297" w:rsidP="001F12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Вера Николаевна</w:t>
            </w:r>
          </w:p>
        </w:tc>
        <w:tc>
          <w:tcPr>
            <w:tcW w:w="3969" w:type="dxa"/>
          </w:tcPr>
          <w:p w14:paraId="1F2F68DA" w14:textId="77777777" w:rsidR="001F1297" w:rsidRPr="00894A01" w:rsidRDefault="001F1297" w:rsidP="001F12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СОШ №4</w:t>
            </w:r>
          </w:p>
        </w:tc>
        <w:tc>
          <w:tcPr>
            <w:tcW w:w="3118" w:type="dxa"/>
          </w:tcPr>
          <w:p w14:paraId="78D63308" w14:textId="77777777" w:rsidR="001F1297" w:rsidRDefault="001F1297" w:rsidP="001F1297">
            <w:pPr>
              <w:jc w:val="center"/>
            </w:pPr>
            <w:r w:rsidRPr="00CC25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1F1297" w:rsidRPr="00894A01" w14:paraId="64F124BB" w14:textId="77777777" w:rsidTr="00894A01">
        <w:trPr>
          <w:trHeight w:val="595"/>
        </w:trPr>
        <w:tc>
          <w:tcPr>
            <w:tcW w:w="567" w:type="dxa"/>
          </w:tcPr>
          <w:p w14:paraId="1A3C25F5" w14:textId="77777777" w:rsidR="001F1297" w:rsidRPr="00894A01" w:rsidRDefault="001F1297" w:rsidP="00215B6B">
            <w:pPr>
              <w:pStyle w:val="a7"/>
              <w:numPr>
                <w:ilvl w:val="0"/>
                <w:numId w:val="18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1088EE4A" w14:textId="77777777" w:rsidR="001F1297" w:rsidRDefault="001F1297" w:rsidP="001F12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Галеева </w:t>
            </w:r>
          </w:p>
          <w:p w14:paraId="702A4EE4" w14:textId="77777777" w:rsidR="001F1297" w:rsidRPr="00894A01" w:rsidRDefault="001F1297" w:rsidP="001F12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Алия Рафиковна</w:t>
            </w:r>
          </w:p>
        </w:tc>
        <w:tc>
          <w:tcPr>
            <w:tcW w:w="3969" w:type="dxa"/>
          </w:tcPr>
          <w:p w14:paraId="22218202" w14:textId="77777777" w:rsidR="001F1297" w:rsidRPr="00894A01" w:rsidRDefault="001F1297" w:rsidP="001F12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СОШ №1</w:t>
            </w:r>
          </w:p>
        </w:tc>
        <w:tc>
          <w:tcPr>
            <w:tcW w:w="3118" w:type="dxa"/>
          </w:tcPr>
          <w:p w14:paraId="7A853FE5" w14:textId="77777777" w:rsidR="001F1297" w:rsidRDefault="001F1297" w:rsidP="001F1297">
            <w:pPr>
              <w:jc w:val="center"/>
            </w:pPr>
            <w:r w:rsidRPr="00CC25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1F1297" w:rsidRPr="00894A01" w14:paraId="3A7B55D4" w14:textId="77777777" w:rsidTr="00894A01">
        <w:trPr>
          <w:trHeight w:val="595"/>
        </w:trPr>
        <w:tc>
          <w:tcPr>
            <w:tcW w:w="567" w:type="dxa"/>
          </w:tcPr>
          <w:p w14:paraId="121B1365" w14:textId="77777777" w:rsidR="001F1297" w:rsidRPr="00894A01" w:rsidRDefault="001F1297" w:rsidP="00215B6B">
            <w:pPr>
              <w:pStyle w:val="a7"/>
              <w:numPr>
                <w:ilvl w:val="0"/>
                <w:numId w:val="18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33C3CE07" w14:textId="77777777" w:rsidR="001F1297" w:rsidRDefault="001F1297" w:rsidP="001F12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Германова</w:t>
            </w:r>
          </w:p>
          <w:p w14:paraId="79C3AF31" w14:textId="77777777" w:rsidR="001F1297" w:rsidRPr="00894A01" w:rsidRDefault="001F1297" w:rsidP="001F12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 Оксана Павловна</w:t>
            </w:r>
          </w:p>
        </w:tc>
        <w:tc>
          <w:tcPr>
            <w:tcW w:w="3969" w:type="dxa"/>
          </w:tcPr>
          <w:p w14:paraId="6324E408" w14:textId="77777777" w:rsidR="001F1297" w:rsidRPr="00894A01" w:rsidRDefault="001F1297" w:rsidP="001F12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СОШ №4</w:t>
            </w:r>
          </w:p>
        </w:tc>
        <w:tc>
          <w:tcPr>
            <w:tcW w:w="3118" w:type="dxa"/>
          </w:tcPr>
          <w:p w14:paraId="194D0311" w14:textId="77777777" w:rsidR="001F1297" w:rsidRDefault="001F1297" w:rsidP="001F1297">
            <w:pPr>
              <w:jc w:val="center"/>
            </w:pPr>
            <w:r w:rsidRPr="00CC25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1F1297" w:rsidRPr="00894A01" w14:paraId="556E369E" w14:textId="77777777" w:rsidTr="00894A01">
        <w:trPr>
          <w:trHeight w:val="595"/>
        </w:trPr>
        <w:tc>
          <w:tcPr>
            <w:tcW w:w="567" w:type="dxa"/>
          </w:tcPr>
          <w:p w14:paraId="289877C4" w14:textId="77777777" w:rsidR="001F1297" w:rsidRPr="00894A01" w:rsidRDefault="001F1297" w:rsidP="00215B6B">
            <w:pPr>
              <w:pStyle w:val="a7"/>
              <w:numPr>
                <w:ilvl w:val="0"/>
                <w:numId w:val="18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7C375432" w14:textId="77777777" w:rsidR="001F1297" w:rsidRDefault="001F1297" w:rsidP="001F12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Зайнуллина </w:t>
            </w:r>
          </w:p>
          <w:p w14:paraId="71A5F2A1" w14:textId="77777777" w:rsidR="001F1297" w:rsidRPr="00894A01" w:rsidRDefault="001F1297" w:rsidP="001F12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Нина Васильевна</w:t>
            </w:r>
          </w:p>
        </w:tc>
        <w:tc>
          <w:tcPr>
            <w:tcW w:w="3969" w:type="dxa"/>
          </w:tcPr>
          <w:p w14:paraId="0659FD0F" w14:textId="77777777" w:rsidR="001F1297" w:rsidRPr="00894A01" w:rsidRDefault="001F1297" w:rsidP="001F12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СОШ №1</w:t>
            </w:r>
          </w:p>
        </w:tc>
        <w:tc>
          <w:tcPr>
            <w:tcW w:w="3118" w:type="dxa"/>
          </w:tcPr>
          <w:p w14:paraId="454DD196" w14:textId="77777777" w:rsidR="001F1297" w:rsidRDefault="001F1297" w:rsidP="001F1297">
            <w:pPr>
              <w:jc w:val="center"/>
            </w:pPr>
            <w:r w:rsidRPr="00CC25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1F1297" w:rsidRPr="00894A01" w14:paraId="3A0D8E78" w14:textId="77777777" w:rsidTr="00894A01">
        <w:trPr>
          <w:trHeight w:val="595"/>
        </w:trPr>
        <w:tc>
          <w:tcPr>
            <w:tcW w:w="567" w:type="dxa"/>
          </w:tcPr>
          <w:p w14:paraId="00321E0C" w14:textId="77777777" w:rsidR="001F1297" w:rsidRPr="00894A01" w:rsidRDefault="001F1297" w:rsidP="00215B6B">
            <w:pPr>
              <w:pStyle w:val="a7"/>
              <w:numPr>
                <w:ilvl w:val="0"/>
                <w:numId w:val="18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1DB77340" w14:textId="77777777" w:rsidR="001F1297" w:rsidRDefault="001F1297" w:rsidP="001F12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Зайцева </w:t>
            </w:r>
          </w:p>
          <w:p w14:paraId="21CD1D45" w14:textId="77777777" w:rsidR="001F1297" w:rsidRPr="00894A01" w:rsidRDefault="001F1297" w:rsidP="001F129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Ирина Анатольевна</w:t>
            </w:r>
          </w:p>
        </w:tc>
        <w:tc>
          <w:tcPr>
            <w:tcW w:w="3969" w:type="dxa"/>
          </w:tcPr>
          <w:p w14:paraId="54E898B6" w14:textId="77777777" w:rsidR="001F1297" w:rsidRPr="00894A01" w:rsidRDefault="001F1297" w:rsidP="001F129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гимназия №39</w:t>
            </w:r>
          </w:p>
        </w:tc>
        <w:tc>
          <w:tcPr>
            <w:tcW w:w="3118" w:type="dxa"/>
          </w:tcPr>
          <w:p w14:paraId="7A37643E" w14:textId="77777777" w:rsidR="001F1297" w:rsidRDefault="001F1297" w:rsidP="001F1297">
            <w:pPr>
              <w:jc w:val="center"/>
            </w:pPr>
            <w:r w:rsidRPr="00CC25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1F1297" w:rsidRPr="00894A01" w14:paraId="4229C6E5" w14:textId="77777777" w:rsidTr="00894A01">
        <w:trPr>
          <w:trHeight w:val="595"/>
        </w:trPr>
        <w:tc>
          <w:tcPr>
            <w:tcW w:w="567" w:type="dxa"/>
          </w:tcPr>
          <w:p w14:paraId="351F534F" w14:textId="77777777" w:rsidR="001F1297" w:rsidRPr="00894A01" w:rsidRDefault="001F1297" w:rsidP="00215B6B">
            <w:pPr>
              <w:pStyle w:val="a7"/>
              <w:numPr>
                <w:ilvl w:val="0"/>
                <w:numId w:val="18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0DCBBCA4" w14:textId="77777777" w:rsidR="001F1297" w:rsidRDefault="001F1297" w:rsidP="001F12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Затеева</w:t>
            </w:r>
          </w:p>
          <w:p w14:paraId="5C10A93B" w14:textId="77777777" w:rsidR="001F1297" w:rsidRPr="00894A01" w:rsidRDefault="001F1297" w:rsidP="001F12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 Галина Николаевна</w:t>
            </w:r>
          </w:p>
        </w:tc>
        <w:tc>
          <w:tcPr>
            <w:tcW w:w="3969" w:type="dxa"/>
          </w:tcPr>
          <w:p w14:paraId="06392B7B" w14:textId="77777777" w:rsidR="001F1297" w:rsidRPr="00894A01" w:rsidRDefault="001F1297" w:rsidP="001F12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гимназия №39</w:t>
            </w:r>
          </w:p>
        </w:tc>
        <w:tc>
          <w:tcPr>
            <w:tcW w:w="3118" w:type="dxa"/>
          </w:tcPr>
          <w:p w14:paraId="5A45C880" w14:textId="77777777" w:rsidR="001F1297" w:rsidRDefault="001F1297" w:rsidP="001F1297">
            <w:pPr>
              <w:jc w:val="center"/>
            </w:pPr>
            <w:r w:rsidRPr="00CC25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894A01" w:rsidRPr="00894A01" w14:paraId="180E28FF" w14:textId="77777777" w:rsidTr="00894A01">
        <w:trPr>
          <w:trHeight w:val="595"/>
        </w:trPr>
        <w:tc>
          <w:tcPr>
            <w:tcW w:w="567" w:type="dxa"/>
          </w:tcPr>
          <w:p w14:paraId="57C00459" w14:textId="77777777" w:rsidR="00894A01" w:rsidRPr="00894A01" w:rsidRDefault="00894A01" w:rsidP="00215B6B">
            <w:pPr>
              <w:pStyle w:val="a7"/>
              <w:numPr>
                <w:ilvl w:val="0"/>
                <w:numId w:val="18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7C73BD45" w14:textId="77777777" w:rsidR="001F1297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Зиятдинова</w:t>
            </w:r>
          </w:p>
          <w:p w14:paraId="7F30F254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 Гульнара Маратовна</w:t>
            </w:r>
          </w:p>
        </w:tc>
        <w:tc>
          <w:tcPr>
            <w:tcW w:w="3969" w:type="dxa"/>
          </w:tcPr>
          <w:p w14:paraId="13CD80DF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ДОД ЦРРДиЮ</w:t>
            </w:r>
          </w:p>
        </w:tc>
        <w:tc>
          <w:tcPr>
            <w:tcW w:w="3118" w:type="dxa"/>
          </w:tcPr>
          <w:p w14:paraId="4DD5A455" w14:textId="77777777" w:rsidR="00894A01" w:rsidRPr="00894A01" w:rsidRDefault="001F1297" w:rsidP="001F129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894A01" w:rsidRPr="00894A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едагог дополнительного образования</w:t>
            </w:r>
          </w:p>
        </w:tc>
      </w:tr>
      <w:tr w:rsidR="00894A01" w:rsidRPr="00894A01" w14:paraId="4AA570A9" w14:textId="77777777" w:rsidTr="00894A01">
        <w:trPr>
          <w:trHeight w:val="595"/>
        </w:trPr>
        <w:tc>
          <w:tcPr>
            <w:tcW w:w="567" w:type="dxa"/>
          </w:tcPr>
          <w:p w14:paraId="7247897D" w14:textId="77777777" w:rsidR="00894A01" w:rsidRPr="00894A01" w:rsidRDefault="00894A01" w:rsidP="00215B6B">
            <w:pPr>
              <w:pStyle w:val="a7"/>
              <w:numPr>
                <w:ilvl w:val="0"/>
                <w:numId w:val="18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3D726BDC" w14:textId="77777777" w:rsidR="001F1297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Зыкина </w:t>
            </w:r>
          </w:p>
          <w:p w14:paraId="69A09C87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Ирина Тимергазиевна</w:t>
            </w:r>
          </w:p>
        </w:tc>
        <w:tc>
          <w:tcPr>
            <w:tcW w:w="3969" w:type="dxa"/>
          </w:tcPr>
          <w:p w14:paraId="51A1DD6E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МАДОУ «Детский сад №25»</w:t>
            </w:r>
          </w:p>
        </w:tc>
        <w:tc>
          <w:tcPr>
            <w:tcW w:w="3118" w:type="dxa"/>
          </w:tcPr>
          <w:p w14:paraId="49B89E80" w14:textId="77777777" w:rsidR="00894A01" w:rsidRPr="00894A01" w:rsidRDefault="000A089A" w:rsidP="001F129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894A01" w:rsidRPr="00894A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894A01" w:rsidRPr="00894A01" w14:paraId="5CA10D4A" w14:textId="77777777" w:rsidTr="00894A01">
        <w:trPr>
          <w:trHeight w:val="595"/>
        </w:trPr>
        <w:tc>
          <w:tcPr>
            <w:tcW w:w="567" w:type="dxa"/>
          </w:tcPr>
          <w:p w14:paraId="47DFED45" w14:textId="77777777" w:rsidR="00894A01" w:rsidRPr="00894A01" w:rsidRDefault="00894A01" w:rsidP="00215B6B">
            <w:pPr>
              <w:pStyle w:val="a7"/>
              <w:numPr>
                <w:ilvl w:val="0"/>
                <w:numId w:val="18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749E3CCA" w14:textId="77777777" w:rsidR="001F1297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Имашева</w:t>
            </w:r>
          </w:p>
          <w:p w14:paraId="758F1195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 Гюзель Асфатовна</w:t>
            </w:r>
          </w:p>
        </w:tc>
        <w:tc>
          <w:tcPr>
            <w:tcW w:w="3969" w:type="dxa"/>
          </w:tcPr>
          <w:p w14:paraId="0CA2793E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гимназия №39</w:t>
            </w:r>
          </w:p>
        </w:tc>
        <w:tc>
          <w:tcPr>
            <w:tcW w:w="3118" w:type="dxa"/>
          </w:tcPr>
          <w:p w14:paraId="5011F998" w14:textId="77777777" w:rsidR="00894A01" w:rsidRPr="00894A01" w:rsidRDefault="001F1297" w:rsidP="001F129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894A01" w:rsidRPr="00894A01" w14:paraId="42C98DA4" w14:textId="77777777" w:rsidTr="00894A01">
        <w:trPr>
          <w:trHeight w:val="595"/>
        </w:trPr>
        <w:tc>
          <w:tcPr>
            <w:tcW w:w="567" w:type="dxa"/>
          </w:tcPr>
          <w:p w14:paraId="2987BE41" w14:textId="77777777" w:rsidR="00894A01" w:rsidRPr="00894A01" w:rsidRDefault="00894A01" w:rsidP="00215B6B">
            <w:pPr>
              <w:pStyle w:val="a7"/>
              <w:numPr>
                <w:ilvl w:val="0"/>
                <w:numId w:val="18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579A8C71" w14:textId="77777777" w:rsidR="001F1297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Каткова </w:t>
            </w:r>
          </w:p>
          <w:p w14:paraId="5F0ABA2B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Лариса Владимировна</w:t>
            </w:r>
          </w:p>
        </w:tc>
        <w:tc>
          <w:tcPr>
            <w:tcW w:w="3969" w:type="dxa"/>
          </w:tcPr>
          <w:p w14:paraId="3994EBC6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СОШ №4</w:t>
            </w:r>
          </w:p>
        </w:tc>
        <w:tc>
          <w:tcPr>
            <w:tcW w:w="3118" w:type="dxa"/>
          </w:tcPr>
          <w:p w14:paraId="2125D0D7" w14:textId="77777777" w:rsidR="00894A01" w:rsidRPr="00894A01" w:rsidRDefault="001F1297" w:rsidP="001F129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894A01" w:rsidRPr="00894A01" w14:paraId="232458C9" w14:textId="77777777" w:rsidTr="00894A01">
        <w:trPr>
          <w:trHeight w:val="595"/>
        </w:trPr>
        <w:tc>
          <w:tcPr>
            <w:tcW w:w="567" w:type="dxa"/>
          </w:tcPr>
          <w:p w14:paraId="494B95A2" w14:textId="77777777" w:rsidR="00894A01" w:rsidRPr="00894A01" w:rsidRDefault="00894A01" w:rsidP="00215B6B">
            <w:pPr>
              <w:pStyle w:val="a7"/>
              <w:numPr>
                <w:ilvl w:val="0"/>
                <w:numId w:val="18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73B84582" w14:textId="77777777" w:rsidR="001F1297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Клишо</w:t>
            </w:r>
          </w:p>
          <w:p w14:paraId="7F4F8E60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 Гузэль Камилевна</w:t>
            </w:r>
          </w:p>
        </w:tc>
        <w:tc>
          <w:tcPr>
            <w:tcW w:w="3969" w:type="dxa"/>
          </w:tcPr>
          <w:p w14:paraId="2A15E659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гимназия №39</w:t>
            </w:r>
          </w:p>
        </w:tc>
        <w:tc>
          <w:tcPr>
            <w:tcW w:w="3118" w:type="dxa"/>
          </w:tcPr>
          <w:p w14:paraId="2532A659" w14:textId="77777777" w:rsidR="00894A01" w:rsidRPr="00894A01" w:rsidRDefault="001F1297" w:rsidP="001F129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894A01" w:rsidRPr="00894A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едагог-психолог</w:t>
            </w:r>
          </w:p>
        </w:tc>
      </w:tr>
      <w:tr w:rsidR="00894A01" w:rsidRPr="00894A01" w14:paraId="74508D77" w14:textId="77777777" w:rsidTr="00894A01">
        <w:trPr>
          <w:trHeight w:val="595"/>
        </w:trPr>
        <w:tc>
          <w:tcPr>
            <w:tcW w:w="567" w:type="dxa"/>
          </w:tcPr>
          <w:p w14:paraId="446ED031" w14:textId="77777777" w:rsidR="00894A01" w:rsidRPr="00894A01" w:rsidRDefault="00894A01" w:rsidP="00215B6B">
            <w:pPr>
              <w:pStyle w:val="a7"/>
              <w:numPr>
                <w:ilvl w:val="0"/>
                <w:numId w:val="18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6A35B1FA" w14:textId="77777777" w:rsidR="001F1297" w:rsidRDefault="00894A01" w:rsidP="001F12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Кулазина</w:t>
            </w:r>
          </w:p>
          <w:p w14:paraId="28F9BD48" w14:textId="77777777" w:rsidR="00894A01" w:rsidRPr="00894A01" w:rsidRDefault="00894A01" w:rsidP="001F12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Фарида Фаязовна</w:t>
            </w:r>
          </w:p>
        </w:tc>
        <w:tc>
          <w:tcPr>
            <w:tcW w:w="3969" w:type="dxa"/>
          </w:tcPr>
          <w:p w14:paraId="0FDF377E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Башкирский лицей №2</w:t>
            </w:r>
          </w:p>
        </w:tc>
        <w:tc>
          <w:tcPr>
            <w:tcW w:w="3118" w:type="dxa"/>
          </w:tcPr>
          <w:p w14:paraId="0160A96E" w14:textId="77777777" w:rsidR="00894A01" w:rsidRPr="00894A01" w:rsidRDefault="001F1297" w:rsidP="001F129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894A01" w:rsidRPr="00894A01" w14:paraId="1E165026" w14:textId="77777777" w:rsidTr="00894A01">
        <w:trPr>
          <w:trHeight w:val="595"/>
        </w:trPr>
        <w:tc>
          <w:tcPr>
            <w:tcW w:w="567" w:type="dxa"/>
          </w:tcPr>
          <w:p w14:paraId="51500A63" w14:textId="77777777" w:rsidR="00894A01" w:rsidRPr="00894A01" w:rsidRDefault="00894A01" w:rsidP="00215B6B">
            <w:pPr>
              <w:pStyle w:val="a7"/>
              <w:numPr>
                <w:ilvl w:val="0"/>
                <w:numId w:val="18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06AB5C73" w14:textId="77777777" w:rsidR="001F1297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Миндиярова </w:t>
            </w:r>
          </w:p>
          <w:p w14:paraId="77064B24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Ирина Радифовна</w:t>
            </w:r>
          </w:p>
        </w:tc>
        <w:tc>
          <w:tcPr>
            <w:tcW w:w="3969" w:type="dxa"/>
          </w:tcPr>
          <w:p w14:paraId="477D9A17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№14»</w:t>
            </w:r>
          </w:p>
        </w:tc>
        <w:tc>
          <w:tcPr>
            <w:tcW w:w="3118" w:type="dxa"/>
          </w:tcPr>
          <w:p w14:paraId="388D417E" w14:textId="77777777" w:rsidR="00894A01" w:rsidRPr="00894A01" w:rsidRDefault="001F1297" w:rsidP="001F129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894A01" w:rsidRPr="00894A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едагог-психолог</w:t>
            </w:r>
          </w:p>
        </w:tc>
      </w:tr>
      <w:tr w:rsidR="00894A01" w:rsidRPr="00894A01" w14:paraId="03AFD805" w14:textId="77777777" w:rsidTr="00894A01">
        <w:trPr>
          <w:trHeight w:val="595"/>
        </w:trPr>
        <w:tc>
          <w:tcPr>
            <w:tcW w:w="567" w:type="dxa"/>
          </w:tcPr>
          <w:p w14:paraId="590D7F52" w14:textId="77777777" w:rsidR="00894A01" w:rsidRPr="00894A01" w:rsidRDefault="00894A01" w:rsidP="00215B6B">
            <w:pPr>
              <w:pStyle w:val="a7"/>
              <w:numPr>
                <w:ilvl w:val="0"/>
                <w:numId w:val="18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75DA4B7F" w14:textId="77777777" w:rsidR="001F1297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Михайлова </w:t>
            </w:r>
          </w:p>
          <w:p w14:paraId="528F37C1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Раушания Вагизовна</w:t>
            </w:r>
          </w:p>
        </w:tc>
        <w:tc>
          <w:tcPr>
            <w:tcW w:w="3969" w:type="dxa"/>
          </w:tcPr>
          <w:p w14:paraId="5B5AC140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МАДОУ «Детский сад №138»</w:t>
            </w:r>
          </w:p>
        </w:tc>
        <w:tc>
          <w:tcPr>
            <w:tcW w:w="3118" w:type="dxa"/>
          </w:tcPr>
          <w:p w14:paraId="43B4A1CC" w14:textId="77777777" w:rsidR="00894A01" w:rsidRPr="00894A01" w:rsidRDefault="001F1297" w:rsidP="001F129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894A01" w:rsidRPr="00894A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1F1297" w:rsidRPr="00894A01" w14:paraId="77339511" w14:textId="77777777" w:rsidTr="00894A01">
        <w:trPr>
          <w:trHeight w:val="595"/>
        </w:trPr>
        <w:tc>
          <w:tcPr>
            <w:tcW w:w="567" w:type="dxa"/>
          </w:tcPr>
          <w:p w14:paraId="0BFEE12E" w14:textId="77777777" w:rsidR="001F1297" w:rsidRPr="00894A01" w:rsidRDefault="001F1297" w:rsidP="00215B6B">
            <w:pPr>
              <w:pStyle w:val="a7"/>
              <w:numPr>
                <w:ilvl w:val="0"/>
                <w:numId w:val="18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4C115F60" w14:textId="77777777" w:rsidR="001F1297" w:rsidRDefault="001F1297" w:rsidP="001F12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Нестерова </w:t>
            </w:r>
          </w:p>
          <w:p w14:paraId="5184D285" w14:textId="77777777" w:rsidR="001F1297" w:rsidRPr="00894A01" w:rsidRDefault="001F1297" w:rsidP="001F12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Залия Хакимьяновна</w:t>
            </w:r>
          </w:p>
        </w:tc>
        <w:tc>
          <w:tcPr>
            <w:tcW w:w="3969" w:type="dxa"/>
          </w:tcPr>
          <w:p w14:paraId="6F8D20B0" w14:textId="77777777" w:rsidR="001F1297" w:rsidRPr="00894A01" w:rsidRDefault="001F1297" w:rsidP="001F12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СОШ №10</w:t>
            </w:r>
          </w:p>
        </w:tc>
        <w:tc>
          <w:tcPr>
            <w:tcW w:w="3118" w:type="dxa"/>
          </w:tcPr>
          <w:p w14:paraId="142C011E" w14:textId="77777777" w:rsidR="001F1297" w:rsidRDefault="001F1297" w:rsidP="001F1297">
            <w:pPr>
              <w:jc w:val="center"/>
            </w:pPr>
            <w:r w:rsidRPr="00AA2AA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1F1297" w:rsidRPr="00894A01" w14:paraId="3B63145C" w14:textId="77777777" w:rsidTr="00894A01">
        <w:trPr>
          <w:trHeight w:val="595"/>
        </w:trPr>
        <w:tc>
          <w:tcPr>
            <w:tcW w:w="567" w:type="dxa"/>
          </w:tcPr>
          <w:p w14:paraId="10EA9DB9" w14:textId="77777777" w:rsidR="001F1297" w:rsidRPr="00894A01" w:rsidRDefault="001F1297" w:rsidP="00215B6B">
            <w:pPr>
              <w:pStyle w:val="a7"/>
              <w:numPr>
                <w:ilvl w:val="0"/>
                <w:numId w:val="18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13B16EF1" w14:textId="77777777" w:rsidR="001F1297" w:rsidRDefault="001F1297" w:rsidP="001F12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Никлеенова </w:t>
            </w:r>
          </w:p>
          <w:p w14:paraId="18F9D7E3" w14:textId="77777777" w:rsidR="001F1297" w:rsidRPr="00894A01" w:rsidRDefault="001F1297" w:rsidP="001F12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Эльза Анваровна</w:t>
            </w:r>
          </w:p>
        </w:tc>
        <w:tc>
          <w:tcPr>
            <w:tcW w:w="3969" w:type="dxa"/>
          </w:tcPr>
          <w:p w14:paraId="43DBEC1E" w14:textId="77777777" w:rsidR="001F1297" w:rsidRPr="00894A01" w:rsidRDefault="001F1297" w:rsidP="001F12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Башкирский лицей №2</w:t>
            </w:r>
          </w:p>
        </w:tc>
        <w:tc>
          <w:tcPr>
            <w:tcW w:w="3118" w:type="dxa"/>
          </w:tcPr>
          <w:p w14:paraId="66FE0DC4" w14:textId="77777777" w:rsidR="001F1297" w:rsidRDefault="001F1297" w:rsidP="001F1297">
            <w:pPr>
              <w:jc w:val="center"/>
            </w:pPr>
            <w:r w:rsidRPr="00AA2AA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1F1297" w:rsidRPr="00894A01" w14:paraId="13FC6210" w14:textId="77777777" w:rsidTr="00894A01">
        <w:trPr>
          <w:trHeight w:val="595"/>
        </w:trPr>
        <w:tc>
          <w:tcPr>
            <w:tcW w:w="567" w:type="dxa"/>
          </w:tcPr>
          <w:p w14:paraId="6310E66F" w14:textId="77777777" w:rsidR="001F1297" w:rsidRPr="00894A01" w:rsidRDefault="001F1297" w:rsidP="00215B6B">
            <w:pPr>
              <w:pStyle w:val="a7"/>
              <w:numPr>
                <w:ilvl w:val="0"/>
                <w:numId w:val="18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1A652870" w14:textId="77777777" w:rsidR="001F1297" w:rsidRDefault="001F1297" w:rsidP="001F12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Никонова</w:t>
            </w:r>
          </w:p>
          <w:p w14:paraId="35CD0AAF" w14:textId="77777777" w:rsidR="001F1297" w:rsidRPr="00894A01" w:rsidRDefault="001F1297" w:rsidP="001F12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Евгения Владимировна</w:t>
            </w:r>
          </w:p>
        </w:tc>
        <w:tc>
          <w:tcPr>
            <w:tcW w:w="3969" w:type="dxa"/>
          </w:tcPr>
          <w:p w14:paraId="161FA5AE" w14:textId="77777777" w:rsidR="001F1297" w:rsidRPr="00894A01" w:rsidRDefault="001F1297" w:rsidP="001F12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СОШ №4</w:t>
            </w:r>
          </w:p>
        </w:tc>
        <w:tc>
          <w:tcPr>
            <w:tcW w:w="3118" w:type="dxa"/>
          </w:tcPr>
          <w:p w14:paraId="5723D056" w14:textId="77777777" w:rsidR="001F1297" w:rsidRDefault="001F1297" w:rsidP="001F1297">
            <w:pPr>
              <w:jc w:val="center"/>
            </w:pPr>
            <w:r w:rsidRPr="00AA2AA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1F1297" w:rsidRPr="00894A01" w14:paraId="04B5AA6B" w14:textId="77777777" w:rsidTr="00894A01">
        <w:trPr>
          <w:trHeight w:val="595"/>
        </w:trPr>
        <w:tc>
          <w:tcPr>
            <w:tcW w:w="567" w:type="dxa"/>
          </w:tcPr>
          <w:p w14:paraId="544ACC17" w14:textId="77777777" w:rsidR="001F1297" w:rsidRPr="00894A01" w:rsidRDefault="001F1297" w:rsidP="00215B6B">
            <w:pPr>
              <w:pStyle w:val="a7"/>
              <w:numPr>
                <w:ilvl w:val="0"/>
                <w:numId w:val="18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548464BF" w14:textId="77777777" w:rsidR="001F1297" w:rsidRDefault="001F1297" w:rsidP="001F12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Пономарева </w:t>
            </w:r>
          </w:p>
          <w:p w14:paraId="7619DDC8" w14:textId="77777777" w:rsidR="001F1297" w:rsidRPr="00894A01" w:rsidRDefault="001F1297" w:rsidP="001F12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Ольга Владимировна</w:t>
            </w:r>
          </w:p>
        </w:tc>
        <w:tc>
          <w:tcPr>
            <w:tcW w:w="3969" w:type="dxa"/>
          </w:tcPr>
          <w:p w14:paraId="595E3F29" w14:textId="77777777" w:rsidR="001F1297" w:rsidRPr="00894A01" w:rsidRDefault="001F1297" w:rsidP="001F12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гимназия №39</w:t>
            </w:r>
          </w:p>
        </w:tc>
        <w:tc>
          <w:tcPr>
            <w:tcW w:w="3118" w:type="dxa"/>
          </w:tcPr>
          <w:p w14:paraId="0FA9EB54" w14:textId="77777777" w:rsidR="001F1297" w:rsidRDefault="001F1297" w:rsidP="001F1297">
            <w:pPr>
              <w:jc w:val="center"/>
            </w:pPr>
            <w:r w:rsidRPr="00AA2AA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1F1297" w:rsidRPr="00894A01" w14:paraId="115F2C10" w14:textId="77777777" w:rsidTr="00894A01">
        <w:trPr>
          <w:trHeight w:val="595"/>
        </w:trPr>
        <w:tc>
          <w:tcPr>
            <w:tcW w:w="567" w:type="dxa"/>
          </w:tcPr>
          <w:p w14:paraId="4857877D" w14:textId="77777777" w:rsidR="001F1297" w:rsidRPr="00894A01" w:rsidRDefault="001F1297" w:rsidP="00215B6B">
            <w:pPr>
              <w:pStyle w:val="a7"/>
              <w:numPr>
                <w:ilvl w:val="0"/>
                <w:numId w:val="18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60F59E39" w14:textId="77777777" w:rsidR="001F1297" w:rsidRDefault="001F1297" w:rsidP="001F12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Саханевич </w:t>
            </w:r>
          </w:p>
          <w:p w14:paraId="49C3EC6A" w14:textId="77777777" w:rsidR="001F1297" w:rsidRPr="00894A01" w:rsidRDefault="001F1297" w:rsidP="001F12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Полина Абрамовна</w:t>
            </w:r>
          </w:p>
        </w:tc>
        <w:tc>
          <w:tcPr>
            <w:tcW w:w="3969" w:type="dxa"/>
          </w:tcPr>
          <w:p w14:paraId="7C517413" w14:textId="77777777" w:rsidR="001F1297" w:rsidRPr="00894A01" w:rsidRDefault="001F1297" w:rsidP="001F12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гимназия №39</w:t>
            </w:r>
          </w:p>
        </w:tc>
        <w:tc>
          <w:tcPr>
            <w:tcW w:w="3118" w:type="dxa"/>
          </w:tcPr>
          <w:p w14:paraId="5BDEE760" w14:textId="77777777" w:rsidR="001F1297" w:rsidRDefault="001F1297" w:rsidP="001F1297">
            <w:pPr>
              <w:jc w:val="center"/>
            </w:pPr>
            <w:r w:rsidRPr="0095709B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1F1297" w:rsidRPr="00894A01" w14:paraId="07292214" w14:textId="77777777" w:rsidTr="00894A01">
        <w:trPr>
          <w:trHeight w:val="595"/>
        </w:trPr>
        <w:tc>
          <w:tcPr>
            <w:tcW w:w="567" w:type="dxa"/>
          </w:tcPr>
          <w:p w14:paraId="0B2A21A8" w14:textId="77777777" w:rsidR="001F1297" w:rsidRPr="00894A01" w:rsidRDefault="001F1297" w:rsidP="00215B6B">
            <w:pPr>
              <w:pStyle w:val="a7"/>
              <w:numPr>
                <w:ilvl w:val="0"/>
                <w:numId w:val="18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6A59D437" w14:textId="77777777" w:rsidR="001F1297" w:rsidRDefault="001F1297" w:rsidP="001F12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Ступина </w:t>
            </w:r>
          </w:p>
          <w:p w14:paraId="132F25F0" w14:textId="77777777" w:rsidR="001F1297" w:rsidRPr="00894A01" w:rsidRDefault="001F1297" w:rsidP="001F12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Фарида Габдулхайовна</w:t>
            </w:r>
          </w:p>
        </w:tc>
        <w:tc>
          <w:tcPr>
            <w:tcW w:w="3969" w:type="dxa"/>
          </w:tcPr>
          <w:p w14:paraId="12CF2781" w14:textId="77777777" w:rsidR="001F1297" w:rsidRPr="00894A01" w:rsidRDefault="001F1297" w:rsidP="001F12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Башкирский лицей №2</w:t>
            </w:r>
          </w:p>
        </w:tc>
        <w:tc>
          <w:tcPr>
            <w:tcW w:w="3118" w:type="dxa"/>
          </w:tcPr>
          <w:p w14:paraId="302B45FF" w14:textId="77777777" w:rsidR="001F1297" w:rsidRDefault="001F1297" w:rsidP="001F1297">
            <w:pPr>
              <w:jc w:val="center"/>
            </w:pPr>
            <w:r w:rsidRPr="0095709B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1F1297" w:rsidRPr="00894A01" w14:paraId="3F126E65" w14:textId="77777777" w:rsidTr="00894A01">
        <w:trPr>
          <w:trHeight w:val="595"/>
        </w:trPr>
        <w:tc>
          <w:tcPr>
            <w:tcW w:w="567" w:type="dxa"/>
          </w:tcPr>
          <w:p w14:paraId="500D15F5" w14:textId="77777777" w:rsidR="001F1297" w:rsidRPr="00894A01" w:rsidRDefault="001F1297" w:rsidP="00215B6B">
            <w:pPr>
              <w:pStyle w:val="a7"/>
              <w:numPr>
                <w:ilvl w:val="0"/>
                <w:numId w:val="18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211036CA" w14:textId="77777777" w:rsidR="001F1297" w:rsidRDefault="001F1297" w:rsidP="001F12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Тимофеева </w:t>
            </w:r>
          </w:p>
          <w:p w14:paraId="0612B49C" w14:textId="77777777" w:rsidR="001F1297" w:rsidRPr="00894A01" w:rsidRDefault="001F1297" w:rsidP="001F12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Ольга Анатолиевна</w:t>
            </w:r>
          </w:p>
        </w:tc>
        <w:tc>
          <w:tcPr>
            <w:tcW w:w="3969" w:type="dxa"/>
          </w:tcPr>
          <w:p w14:paraId="16A77441" w14:textId="77777777" w:rsidR="001F1297" w:rsidRPr="00894A01" w:rsidRDefault="001F1297" w:rsidP="001F12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МАОУ СОШ № 35</w:t>
            </w:r>
          </w:p>
        </w:tc>
        <w:tc>
          <w:tcPr>
            <w:tcW w:w="3118" w:type="dxa"/>
          </w:tcPr>
          <w:p w14:paraId="3123A234" w14:textId="77777777" w:rsidR="001F1297" w:rsidRDefault="001F1297" w:rsidP="001F1297">
            <w:pPr>
              <w:jc w:val="center"/>
            </w:pPr>
            <w:r w:rsidRPr="0095709B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894A01" w:rsidRPr="00894A01" w14:paraId="671796B4" w14:textId="77777777" w:rsidTr="00894A01">
        <w:trPr>
          <w:trHeight w:val="595"/>
        </w:trPr>
        <w:tc>
          <w:tcPr>
            <w:tcW w:w="567" w:type="dxa"/>
          </w:tcPr>
          <w:p w14:paraId="4121F9CC" w14:textId="77777777" w:rsidR="00894A01" w:rsidRPr="00894A01" w:rsidRDefault="00894A01" w:rsidP="00215B6B">
            <w:pPr>
              <w:pStyle w:val="a7"/>
              <w:numPr>
                <w:ilvl w:val="0"/>
                <w:numId w:val="18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4F78F088" w14:textId="77777777" w:rsidR="001F1297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Турьянова </w:t>
            </w:r>
          </w:p>
          <w:p w14:paraId="6DB0810C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Флюра Ривгатовна</w:t>
            </w:r>
          </w:p>
        </w:tc>
        <w:tc>
          <w:tcPr>
            <w:tcW w:w="3969" w:type="dxa"/>
          </w:tcPr>
          <w:p w14:paraId="27539BED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МАДОУ «Детский сад № 25»</w:t>
            </w:r>
          </w:p>
        </w:tc>
        <w:tc>
          <w:tcPr>
            <w:tcW w:w="3118" w:type="dxa"/>
          </w:tcPr>
          <w:p w14:paraId="4D91A299" w14:textId="77777777" w:rsidR="00894A01" w:rsidRPr="00894A01" w:rsidRDefault="001F1297" w:rsidP="001F129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894A01" w:rsidRPr="00894A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1F1297" w:rsidRPr="00894A01" w14:paraId="1CCE35B5" w14:textId="77777777" w:rsidTr="00894A01">
        <w:trPr>
          <w:trHeight w:val="595"/>
        </w:trPr>
        <w:tc>
          <w:tcPr>
            <w:tcW w:w="567" w:type="dxa"/>
          </w:tcPr>
          <w:p w14:paraId="0EFD7067" w14:textId="77777777" w:rsidR="001F1297" w:rsidRPr="00894A01" w:rsidRDefault="001F1297" w:rsidP="00215B6B">
            <w:pPr>
              <w:pStyle w:val="a7"/>
              <w:numPr>
                <w:ilvl w:val="0"/>
                <w:numId w:val="18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2BCDE04F" w14:textId="77777777" w:rsidR="001F1297" w:rsidRDefault="001F1297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Файзуллина </w:t>
            </w:r>
          </w:p>
          <w:p w14:paraId="1422F5B8" w14:textId="77777777" w:rsidR="001F1297" w:rsidRPr="00894A01" w:rsidRDefault="001F1297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Эльвира Анваровна</w:t>
            </w:r>
          </w:p>
        </w:tc>
        <w:tc>
          <w:tcPr>
            <w:tcW w:w="3969" w:type="dxa"/>
          </w:tcPr>
          <w:p w14:paraId="1C393E1B" w14:textId="77777777" w:rsidR="001F1297" w:rsidRPr="00894A01" w:rsidRDefault="001F1297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гимназия №39</w:t>
            </w:r>
          </w:p>
        </w:tc>
        <w:tc>
          <w:tcPr>
            <w:tcW w:w="3118" w:type="dxa"/>
          </w:tcPr>
          <w:p w14:paraId="5B10565E" w14:textId="77777777" w:rsidR="001F1297" w:rsidRDefault="001F1297" w:rsidP="001F1297">
            <w:pPr>
              <w:jc w:val="center"/>
            </w:pPr>
            <w:r w:rsidRPr="008123E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1F1297" w:rsidRPr="00894A01" w14:paraId="071D65DE" w14:textId="77777777" w:rsidTr="00894A01">
        <w:trPr>
          <w:trHeight w:val="595"/>
        </w:trPr>
        <w:tc>
          <w:tcPr>
            <w:tcW w:w="567" w:type="dxa"/>
          </w:tcPr>
          <w:p w14:paraId="2DEF2743" w14:textId="77777777" w:rsidR="001F1297" w:rsidRPr="00894A01" w:rsidRDefault="001F1297" w:rsidP="00215B6B">
            <w:pPr>
              <w:pStyle w:val="a7"/>
              <w:numPr>
                <w:ilvl w:val="0"/>
                <w:numId w:val="18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4AC20C42" w14:textId="77777777" w:rsidR="001F1297" w:rsidRDefault="001F1297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Фомичева </w:t>
            </w:r>
          </w:p>
          <w:p w14:paraId="115D0E6E" w14:textId="77777777" w:rsidR="001F1297" w:rsidRPr="00894A01" w:rsidRDefault="001F1297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Татьяна Владимировна</w:t>
            </w:r>
          </w:p>
        </w:tc>
        <w:tc>
          <w:tcPr>
            <w:tcW w:w="3969" w:type="dxa"/>
          </w:tcPr>
          <w:p w14:paraId="39FF4C41" w14:textId="77777777" w:rsidR="001F1297" w:rsidRPr="00894A01" w:rsidRDefault="001F1297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СОШ №4</w:t>
            </w:r>
          </w:p>
        </w:tc>
        <w:tc>
          <w:tcPr>
            <w:tcW w:w="3118" w:type="dxa"/>
          </w:tcPr>
          <w:p w14:paraId="121D3F98" w14:textId="77777777" w:rsidR="001F1297" w:rsidRDefault="001F1297" w:rsidP="001F1297">
            <w:pPr>
              <w:jc w:val="center"/>
            </w:pPr>
            <w:r w:rsidRPr="008123E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1F1297" w:rsidRPr="00894A01" w14:paraId="1568095C" w14:textId="77777777" w:rsidTr="00894A01">
        <w:trPr>
          <w:trHeight w:val="595"/>
        </w:trPr>
        <w:tc>
          <w:tcPr>
            <w:tcW w:w="567" w:type="dxa"/>
          </w:tcPr>
          <w:p w14:paraId="0DD9993E" w14:textId="77777777" w:rsidR="001F1297" w:rsidRPr="00894A01" w:rsidRDefault="001F1297" w:rsidP="00215B6B">
            <w:pPr>
              <w:pStyle w:val="a7"/>
              <w:numPr>
                <w:ilvl w:val="0"/>
                <w:numId w:val="18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6FD89DB6" w14:textId="77777777" w:rsidR="001F1297" w:rsidRDefault="001F1297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Харисова </w:t>
            </w:r>
          </w:p>
          <w:p w14:paraId="6427462D" w14:textId="77777777" w:rsidR="001F1297" w:rsidRPr="00894A01" w:rsidRDefault="001F1297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Салия Исламовна</w:t>
            </w:r>
          </w:p>
        </w:tc>
        <w:tc>
          <w:tcPr>
            <w:tcW w:w="3969" w:type="dxa"/>
          </w:tcPr>
          <w:p w14:paraId="51BC1E50" w14:textId="77777777" w:rsidR="001F1297" w:rsidRPr="00894A01" w:rsidRDefault="001F1297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МАОУ лицей №46</w:t>
            </w:r>
          </w:p>
        </w:tc>
        <w:tc>
          <w:tcPr>
            <w:tcW w:w="3118" w:type="dxa"/>
          </w:tcPr>
          <w:p w14:paraId="38E3C778" w14:textId="77777777" w:rsidR="001F1297" w:rsidRDefault="001F1297" w:rsidP="001F1297">
            <w:pPr>
              <w:jc w:val="center"/>
            </w:pPr>
            <w:r w:rsidRPr="008123E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1F1297" w:rsidRPr="00894A01" w14:paraId="160C3384" w14:textId="77777777" w:rsidTr="00894A01">
        <w:trPr>
          <w:trHeight w:val="595"/>
        </w:trPr>
        <w:tc>
          <w:tcPr>
            <w:tcW w:w="567" w:type="dxa"/>
          </w:tcPr>
          <w:p w14:paraId="533BBBD4" w14:textId="77777777" w:rsidR="001F1297" w:rsidRPr="00894A01" w:rsidRDefault="001F1297" w:rsidP="00215B6B">
            <w:pPr>
              <w:pStyle w:val="a7"/>
              <w:numPr>
                <w:ilvl w:val="0"/>
                <w:numId w:val="18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35A190B4" w14:textId="77777777" w:rsidR="001F1297" w:rsidRDefault="001F1297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Хисматова </w:t>
            </w:r>
          </w:p>
          <w:p w14:paraId="12391752" w14:textId="77777777" w:rsidR="001F1297" w:rsidRPr="00894A01" w:rsidRDefault="001F1297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Зухра Рафиковна</w:t>
            </w:r>
          </w:p>
        </w:tc>
        <w:tc>
          <w:tcPr>
            <w:tcW w:w="3969" w:type="dxa"/>
          </w:tcPr>
          <w:p w14:paraId="334054AB" w14:textId="77777777" w:rsidR="001F1297" w:rsidRPr="00894A01" w:rsidRDefault="001F1297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Башкирский лицей №2</w:t>
            </w:r>
          </w:p>
        </w:tc>
        <w:tc>
          <w:tcPr>
            <w:tcW w:w="3118" w:type="dxa"/>
          </w:tcPr>
          <w:p w14:paraId="45FD0095" w14:textId="77777777" w:rsidR="001F1297" w:rsidRDefault="001F1297" w:rsidP="001F1297">
            <w:pPr>
              <w:jc w:val="center"/>
            </w:pPr>
            <w:r w:rsidRPr="008123E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</w:tbl>
    <w:p w14:paraId="6D210B31" w14:textId="77777777" w:rsidR="00894A01" w:rsidRPr="00894A01" w:rsidRDefault="00894A01" w:rsidP="001F1297">
      <w:pPr>
        <w:pStyle w:val="a7"/>
        <w:spacing w:line="276" w:lineRule="auto"/>
        <w:rPr>
          <w:b w:val="0"/>
          <w:i/>
          <w:sz w:val="24"/>
          <w:szCs w:val="24"/>
        </w:rPr>
      </w:pPr>
    </w:p>
    <w:p w14:paraId="27B75881" w14:textId="77777777" w:rsidR="00894A01" w:rsidRPr="00894A01" w:rsidRDefault="00894A01" w:rsidP="00894A01">
      <w:pPr>
        <w:pStyle w:val="a7"/>
        <w:spacing w:line="276" w:lineRule="auto"/>
        <w:rPr>
          <w:b w:val="0"/>
          <w:i/>
          <w:sz w:val="24"/>
          <w:szCs w:val="24"/>
        </w:rPr>
      </w:pPr>
    </w:p>
    <w:p w14:paraId="3FCB1086" w14:textId="77777777" w:rsidR="00A716D0" w:rsidRDefault="00A716D0" w:rsidP="00894A01">
      <w:pPr>
        <w:pStyle w:val="a7"/>
        <w:spacing w:line="276" w:lineRule="auto"/>
        <w:rPr>
          <w:sz w:val="24"/>
          <w:szCs w:val="24"/>
        </w:rPr>
      </w:pPr>
    </w:p>
    <w:p w14:paraId="6C45BF57" w14:textId="77777777" w:rsidR="00A716D0" w:rsidRDefault="00A716D0" w:rsidP="00894A01">
      <w:pPr>
        <w:pStyle w:val="a7"/>
        <w:spacing w:line="276" w:lineRule="auto"/>
        <w:rPr>
          <w:sz w:val="24"/>
          <w:szCs w:val="24"/>
        </w:rPr>
      </w:pPr>
    </w:p>
    <w:p w14:paraId="4ACA6491" w14:textId="77777777" w:rsidR="00A716D0" w:rsidRDefault="00A716D0" w:rsidP="00894A01">
      <w:pPr>
        <w:pStyle w:val="a7"/>
        <w:spacing w:line="276" w:lineRule="auto"/>
        <w:rPr>
          <w:sz w:val="24"/>
          <w:szCs w:val="24"/>
        </w:rPr>
      </w:pPr>
    </w:p>
    <w:p w14:paraId="5180E12C" w14:textId="77777777" w:rsidR="00A716D0" w:rsidRDefault="00A716D0" w:rsidP="00894A01">
      <w:pPr>
        <w:pStyle w:val="a7"/>
        <w:spacing w:line="276" w:lineRule="auto"/>
        <w:rPr>
          <w:sz w:val="24"/>
          <w:szCs w:val="24"/>
        </w:rPr>
      </w:pPr>
    </w:p>
    <w:p w14:paraId="584B2E4C" w14:textId="77777777" w:rsidR="00A716D0" w:rsidRDefault="00A716D0" w:rsidP="00894A01">
      <w:pPr>
        <w:pStyle w:val="a7"/>
        <w:spacing w:line="276" w:lineRule="auto"/>
        <w:rPr>
          <w:sz w:val="24"/>
          <w:szCs w:val="24"/>
        </w:rPr>
      </w:pPr>
    </w:p>
    <w:p w14:paraId="573C073A" w14:textId="77777777" w:rsidR="00A716D0" w:rsidRDefault="00A716D0" w:rsidP="00894A01">
      <w:pPr>
        <w:pStyle w:val="a7"/>
        <w:spacing w:line="276" w:lineRule="auto"/>
        <w:rPr>
          <w:sz w:val="24"/>
          <w:szCs w:val="24"/>
        </w:rPr>
      </w:pPr>
    </w:p>
    <w:p w14:paraId="34EE324F" w14:textId="77777777" w:rsidR="00A716D0" w:rsidRDefault="00A716D0" w:rsidP="00894A01">
      <w:pPr>
        <w:pStyle w:val="a7"/>
        <w:spacing w:line="276" w:lineRule="auto"/>
        <w:rPr>
          <w:sz w:val="24"/>
          <w:szCs w:val="24"/>
        </w:rPr>
      </w:pPr>
    </w:p>
    <w:p w14:paraId="310CCC4E" w14:textId="77777777" w:rsidR="00A716D0" w:rsidRDefault="00A716D0" w:rsidP="00894A01">
      <w:pPr>
        <w:pStyle w:val="a7"/>
        <w:spacing w:line="276" w:lineRule="auto"/>
        <w:rPr>
          <w:sz w:val="24"/>
          <w:szCs w:val="24"/>
        </w:rPr>
      </w:pPr>
    </w:p>
    <w:p w14:paraId="53068A60" w14:textId="77777777" w:rsidR="00A716D0" w:rsidRDefault="00A716D0" w:rsidP="00894A01">
      <w:pPr>
        <w:pStyle w:val="a7"/>
        <w:spacing w:line="276" w:lineRule="auto"/>
        <w:rPr>
          <w:sz w:val="24"/>
          <w:szCs w:val="24"/>
        </w:rPr>
      </w:pPr>
    </w:p>
    <w:p w14:paraId="3CF76E00" w14:textId="77777777" w:rsidR="00A716D0" w:rsidRDefault="00A716D0" w:rsidP="00894A01">
      <w:pPr>
        <w:pStyle w:val="a7"/>
        <w:spacing w:line="276" w:lineRule="auto"/>
        <w:rPr>
          <w:sz w:val="24"/>
          <w:szCs w:val="24"/>
        </w:rPr>
      </w:pPr>
    </w:p>
    <w:p w14:paraId="7B43C9C4" w14:textId="77777777" w:rsidR="00A716D0" w:rsidRDefault="00A716D0" w:rsidP="00894A01">
      <w:pPr>
        <w:pStyle w:val="a7"/>
        <w:spacing w:line="276" w:lineRule="auto"/>
        <w:rPr>
          <w:sz w:val="24"/>
          <w:szCs w:val="24"/>
        </w:rPr>
      </w:pPr>
    </w:p>
    <w:p w14:paraId="72A06740" w14:textId="77777777" w:rsidR="00A716D0" w:rsidRDefault="00A716D0" w:rsidP="00894A01">
      <w:pPr>
        <w:pStyle w:val="a7"/>
        <w:spacing w:line="276" w:lineRule="auto"/>
        <w:rPr>
          <w:sz w:val="24"/>
          <w:szCs w:val="24"/>
        </w:rPr>
      </w:pPr>
    </w:p>
    <w:p w14:paraId="0EA5F69E" w14:textId="77777777" w:rsidR="00A716D0" w:rsidRDefault="00A716D0" w:rsidP="00894A01">
      <w:pPr>
        <w:pStyle w:val="a7"/>
        <w:spacing w:line="276" w:lineRule="auto"/>
        <w:rPr>
          <w:sz w:val="24"/>
          <w:szCs w:val="24"/>
        </w:rPr>
      </w:pPr>
    </w:p>
    <w:p w14:paraId="0FF2C253" w14:textId="77777777" w:rsidR="00A716D0" w:rsidRDefault="00A716D0" w:rsidP="00894A01">
      <w:pPr>
        <w:pStyle w:val="a7"/>
        <w:spacing w:line="276" w:lineRule="auto"/>
        <w:rPr>
          <w:sz w:val="24"/>
          <w:szCs w:val="24"/>
        </w:rPr>
      </w:pPr>
    </w:p>
    <w:p w14:paraId="6F15A318" w14:textId="77777777" w:rsidR="00A716D0" w:rsidRDefault="00A716D0" w:rsidP="00894A01">
      <w:pPr>
        <w:pStyle w:val="a7"/>
        <w:spacing w:line="276" w:lineRule="auto"/>
        <w:rPr>
          <w:sz w:val="24"/>
          <w:szCs w:val="24"/>
        </w:rPr>
      </w:pPr>
    </w:p>
    <w:p w14:paraId="2C1ED1B9" w14:textId="77777777" w:rsidR="00A716D0" w:rsidRDefault="00A716D0" w:rsidP="00894A01">
      <w:pPr>
        <w:pStyle w:val="a7"/>
        <w:spacing w:line="276" w:lineRule="auto"/>
        <w:rPr>
          <w:sz w:val="24"/>
          <w:szCs w:val="24"/>
        </w:rPr>
      </w:pPr>
    </w:p>
    <w:p w14:paraId="35605F61" w14:textId="77777777" w:rsidR="00A716D0" w:rsidRDefault="00A716D0" w:rsidP="00894A01">
      <w:pPr>
        <w:pStyle w:val="a7"/>
        <w:spacing w:line="276" w:lineRule="auto"/>
        <w:rPr>
          <w:sz w:val="24"/>
          <w:szCs w:val="24"/>
        </w:rPr>
      </w:pPr>
    </w:p>
    <w:p w14:paraId="4D37D66B" w14:textId="77777777" w:rsidR="00A716D0" w:rsidRDefault="00A716D0" w:rsidP="00894A01">
      <w:pPr>
        <w:pStyle w:val="a7"/>
        <w:spacing w:line="276" w:lineRule="auto"/>
        <w:rPr>
          <w:sz w:val="24"/>
          <w:szCs w:val="24"/>
        </w:rPr>
      </w:pPr>
    </w:p>
    <w:p w14:paraId="722999F7" w14:textId="77777777" w:rsidR="00A716D0" w:rsidRDefault="00A716D0" w:rsidP="00894A01">
      <w:pPr>
        <w:pStyle w:val="a7"/>
        <w:spacing w:line="276" w:lineRule="auto"/>
        <w:rPr>
          <w:sz w:val="24"/>
          <w:szCs w:val="24"/>
        </w:rPr>
      </w:pPr>
    </w:p>
    <w:p w14:paraId="4104836E" w14:textId="77777777" w:rsidR="00A716D0" w:rsidRDefault="00A716D0" w:rsidP="00A716D0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Приложение №2  к приказу Министерства образования</w:t>
      </w:r>
    </w:p>
    <w:p w14:paraId="6532DF9C" w14:textId="77777777" w:rsidR="00A716D0" w:rsidRPr="00BE3CB8" w:rsidRDefault="00A716D0" w:rsidP="00A716D0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14:paraId="6BB95CE7" w14:textId="77777777" w:rsidR="00A716D0" w:rsidRDefault="00A716D0" w:rsidP="00A716D0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14:paraId="412E0613" w14:textId="77777777" w:rsidR="00A716D0" w:rsidRDefault="00A716D0" w:rsidP="00A716D0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14:paraId="1DABDFFF" w14:textId="77777777" w:rsidR="00A716D0" w:rsidRDefault="00A716D0" w:rsidP="00A716D0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14:paraId="65BCEBFD" w14:textId="77777777" w:rsidR="00A716D0" w:rsidRPr="00FD0F2C" w:rsidRDefault="00A716D0" w:rsidP="00A716D0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1BB62526" w14:textId="77777777" w:rsidR="00894A01" w:rsidRDefault="00894A01" w:rsidP="00894A01">
      <w:pPr>
        <w:pStyle w:val="a7"/>
        <w:spacing w:line="276" w:lineRule="auto"/>
        <w:rPr>
          <w:sz w:val="24"/>
          <w:szCs w:val="24"/>
        </w:rPr>
      </w:pPr>
      <w:r w:rsidRPr="00894A01">
        <w:rPr>
          <w:sz w:val="24"/>
          <w:szCs w:val="24"/>
        </w:rPr>
        <w:t xml:space="preserve">Городской округ город Уфа Республики Башкортостан </w:t>
      </w:r>
    </w:p>
    <w:p w14:paraId="35BBED49" w14:textId="77777777" w:rsidR="00894A01" w:rsidRPr="00894A01" w:rsidRDefault="00894A01" w:rsidP="00894A01">
      <w:pPr>
        <w:pStyle w:val="a7"/>
        <w:spacing w:line="276" w:lineRule="auto"/>
        <w:rPr>
          <w:sz w:val="24"/>
          <w:szCs w:val="24"/>
        </w:rPr>
      </w:pPr>
      <w:r w:rsidRPr="00894A01">
        <w:rPr>
          <w:sz w:val="24"/>
          <w:szCs w:val="24"/>
        </w:rPr>
        <w:t>(Октябрьский район)</w:t>
      </w:r>
    </w:p>
    <w:p w14:paraId="058AD221" w14:textId="77777777" w:rsidR="00894A01" w:rsidRPr="00894A01" w:rsidRDefault="00894A01" w:rsidP="00A716D0">
      <w:pPr>
        <w:pStyle w:val="a7"/>
        <w:rPr>
          <w:b w:val="0"/>
          <w:i/>
          <w:sz w:val="24"/>
          <w:szCs w:val="24"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403"/>
        <w:gridCol w:w="4110"/>
        <w:gridCol w:w="2977"/>
      </w:tblGrid>
      <w:tr w:rsidR="00894A01" w:rsidRPr="00894A01" w14:paraId="568FE4B2" w14:textId="77777777" w:rsidTr="00A716D0">
        <w:trPr>
          <w:trHeight w:val="281"/>
        </w:trPr>
        <w:tc>
          <w:tcPr>
            <w:tcW w:w="567" w:type="dxa"/>
            <w:vAlign w:val="center"/>
          </w:tcPr>
          <w:p w14:paraId="39ABEFD7" w14:textId="77777777" w:rsidR="00894A01" w:rsidRPr="00C30652" w:rsidRDefault="00894A01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403" w:type="dxa"/>
            <w:vAlign w:val="center"/>
          </w:tcPr>
          <w:p w14:paraId="141CD942" w14:textId="77777777" w:rsidR="00894A01" w:rsidRPr="00C30652" w:rsidRDefault="00894A01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b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ИО</w:t>
            </w:r>
          </w:p>
        </w:tc>
        <w:tc>
          <w:tcPr>
            <w:tcW w:w="4110" w:type="dxa"/>
            <w:vAlign w:val="center"/>
          </w:tcPr>
          <w:p w14:paraId="31C77DC3" w14:textId="77777777" w:rsidR="00894A01" w:rsidRPr="00C30652" w:rsidRDefault="00894A01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977" w:type="dxa"/>
            <w:vAlign w:val="center"/>
          </w:tcPr>
          <w:p w14:paraId="4D3071F0" w14:textId="77777777" w:rsidR="00894A01" w:rsidRPr="00C30652" w:rsidRDefault="00894A01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894A01" w:rsidRPr="00894A01" w14:paraId="3C1F34AD" w14:textId="77777777" w:rsidTr="00894A01">
        <w:trPr>
          <w:trHeight w:val="595"/>
        </w:trPr>
        <w:tc>
          <w:tcPr>
            <w:tcW w:w="567" w:type="dxa"/>
          </w:tcPr>
          <w:p w14:paraId="694558B4" w14:textId="77777777" w:rsidR="00894A01" w:rsidRPr="00894A01" w:rsidRDefault="00894A01" w:rsidP="00A716D0">
            <w:pPr>
              <w:pStyle w:val="a7"/>
              <w:numPr>
                <w:ilvl w:val="0"/>
                <w:numId w:val="19"/>
              </w:numPr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2468DBA4" w14:textId="77777777" w:rsidR="00A65769" w:rsidRDefault="00894A01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Аксенова</w:t>
            </w:r>
          </w:p>
          <w:p w14:paraId="65BEEBC8" w14:textId="77777777" w:rsidR="00894A01" w:rsidRPr="00894A01" w:rsidRDefault="00894A01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 Лариса Геннадьевна</w:t>
            </w:r>
          </w:p>
        </w:tc>
        <w:tc>
          <w:tcPr>
            <w:tcW w:w="4110" w:type="dxa"/>
          </w:tcPr>
          <w:p w14:paraId="68684340" w14:textId="77777777" w:rsidR="00894A01" w:rsidRPr="00894A01" w:rsidRDefault="00894A01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МАОУ лицей №6</w:t>
            </w:r>
          </w:p>
        </w:tc>
        <w:tc>
          <w:tcPr>
            <w:tcW w:w="2977" w:type="dxa"/>
          </w:tcPr>
          <w:p w14:paraId="02E8E82A" w14:textId="77777777" w:rsidR="00894A01" w:rsidRPr="00894A01" w:rsidRDefault="001F1297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894A01" w:rsidRPr="00894A01" w14:paraId="1861F189" w14:textId="77777777" w:rsidTr="00894A01">
        <w:trPr>
          <w:trHeight w:val="595"/>
        </w:trPr>
        <w:tc>
          <w:tcPr>
            <w:tcW w:w="567" w:type="dxa"/>
          </w:tcPr>
          <w:p w14:paraId="1434AB24" w14:textId="77777777" w:rsidR="00894A01" w:rsidRPr="00894A01" w:rsidRDefault="00894A01" w:rsidP="00A716D0">
            <w:pPr>
              <w:pStyle w:val="a7"/>
              <w:numPr>
                <w:ilvl w:val="0"/>
                <w:numId w:val="19"/>
              </w:numPr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439649D6" w14:textId="77777777" w:rsidR="00A65769" w:rsidRDefault="00894A01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Аминева </w:t>
            </w:r>
          </w:p>
          <w:p w14:paraId="779B74B3" w14:textId="77777777" w:rsidR="00894A01" w:rsidRPr="00894A01" w:rsidRDefault="00894A01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Айгуль Гиндулловна</w:t>
            </w:r>
          </w:p>
        </w:tc>
        <w:tc>
          <w:tcPr>
            <w:tcW w:w="4110" w:type="dxa"/>
          </w:tcPr>
          <w:p w14:paraId="21D8EEB1" w14:textId="77777777" w:rsidR="00894A01" w:rsidRPr="00894A01" w:rsidRDefault="00894A01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МАДОУ «ЦРР – детский сад №310»</w:t>
            </w:r>
          </w:p>
        </w:tc>
        <w:tc>
          <w:tcPr>
            <w:tcW w:w="2977" w:type="dxa"/>
          </w:tcPr>
          <w:p w14:paraId="1A49B2ED" w14:textId="77777777" w:rsidR="00894A01" w:rsidRPr="00894A01" w:rsidRDefault="001F1297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94A01" w:rsidRPr="00894A01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  <w:tr w:rsidR="00894A01" w:rsidRPr="00894A01" w14:paraId="71864EA6" w14:textId="77777777" w:rsidTr="00894A01">
        <w:trPr>
          <w:trHeight w:val="595"/>
        </w:trPr>
        <w:tc>
          <w:tcPr>
            <w:tcW w:w="567" w:type="dxa"/>
          </w:tcPr>
          <w:p w14:paraId="007BDA88" w14:textId="77777777" w:rsidR="00894A01" w:rsidRPr="00894A01" w:rsidRDefault="00894A01" w:rsidP="00A716D0">
            <w:pPr>
              <w:pStyle w:val="a7"/>
              <w:numPr>
                <w:ilvl w:val="0"/>
                <w:numId w:val="19"/>
              </w:numPr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2A7B4B01" w14:textId="77777777" w:rsidR="00A65769" w:rsidRDefault="00894A01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Аминова </w:t>
            </w:r>
          </w:p>
          <w:p w14:paraId="56F936A9" w14:textId="77777777" w:rsidR="00894A01" w:rsidRPr="00894A01" w:rsidRDefault="00894A01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Ирина Мунировна</w:t>
            </w:r>
          </w:p>
        </w:tc>
        <w:tc>
          <w:tcPr>
            <w:tcW w:w="4110" w:type="dxa"/>
          </w:tcPr>
          <w:p w14:paraId="31B2D9CF" w14:textId="77777777" w:rsidR="00894A01" w:rsidRPr="00894A01" w:rsidRDefault="00894A01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МАОУ гимназия №93</w:t>
            </w:r>
          </w:p>
        </w:tc>
        <w:tc>
          <w:tcPr>
            <w:tcW w:w="2977" w:type="dxa"/>
          </w:tcPr>
          <w:p w14:paraId="355AA55A" w14:textId="77777777" w:rsidR="00894A01" w:rsidRPr="00894A01" w:rsidRDefault="001F1297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894A01" w:rsidRPr="00894A01" w14:paraId="65907AAA" w14:textId="77777777" w:rsidTr="00894A01">
        <w:trPr>
          <w:trHeight w:val="595"/>
        </w:trPr>
        <w:tc>
          <w:tcPr>
            <w:tcW w:w="567" w:type="dxa"/>
          </w:tcPr>
          <w:p w14:paraId="48843828" w14:textId="77777777" w:rsidR="00894A01" w:rsidRPr="00894A01" w:rsidRDefault="00894A01" w:rsidP="00A716D0">
            <w:pPr>
              <w:pStyle w:val="a7"/>
              <w:numPr>
                <w:ilvl w:val="0"/>
                <w:numId w:val="19"/>
              </w:numPr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136B2822" w14:textId="77777777" w:rsidR="00A65769" w:rsidRDefault="00894A01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Артамонова </w:t>
            </w:r>
          </w:p>
          <w:p w14:paraId="10EF4C6A" w14:textId="77777777" w:rsidR="00894A01" w:rsidRPr="00894A01" w:rsidRDefault="00894A01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Алефтина Николаевна</w:t>
            </w:r>
          </w:p>
        </w:tc>
        <w:tc>
          <w:tcPr>
            <w:tcW w:w="4110" w:type="dxa"/>
          </w:tcPr>
          <w:p w14:paraId="47532A7E" w14:textId="77777777" w:rsidR="00894A01" w:rsidRPr="00894A01" w:rsidRDefault="00894A01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МАДОУ ЦРР – детский сад №299</w:t>
            </w:r>
          </w:p>
        </w:tc>
        <w:tc>
          <w:tcPr>
            <w:tcW w:w="2977" w:type="dxa"/>
          </w:tcPr>
          <w:p w14:paraId="5C91EF26" w14:textId="77777777" w:rsidR="00894A01" w:rsidRPr="00894A01" w:rsidRDefault="001F1297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94A01" w:rsidRPr="00894A01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  <w:tr w:rsidR="001F1297" w:rsidRPr="00894A01" w14:paraId="5F286067" w14:textId="77777777" w:rsidTr="00894A01">
        <w:trPr>
          <w:trHeight w:val="595"/>
        </w:trPr>
        <w:tc>
          <w:tcPr>
            <w:tcW w:w="567" w:type="dxa"/>
          </w:tcPr>
          <w:p w14:paraId="72BEC13E" w14:textId="77777777" w:rsidR="001F1297" w:rsidRPr="00894A01" w:rsidRDefault="001F1297" w:rsidP="00A716D0">
            <w:pPr>
              <w:pStyle w:val="a7"/>
              <w:numPr>
                <w:ilvl w:val="0"/>
                <w:numId w:val="19"/>
              </w:numPr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1B086089" w14:textId="77777777" w:rsidR="00A65769" w:rsidRDefault="001F1297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Ахмерова </w:t>
            </w:r>
          </w:p>
          <w:p w14:paraId="2B6C28BC" w14:textId="77777777" w:rsidR="001F1297" w:rsidRPr="00894A01" w:rsidRDefault="001F1297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Альфия Вагизовна</w:t>
            </w:r>
          </w:p>
        </w:tc>
        <w:tc>
          <w:tcPr>
            <w:tcW w:w="4110" w:type="dxa"/>
          </w:tcPr>
          <w:p w14:paraId="6F637A47" w14:textId="77777777" w:rsidR="001F1297" w:rsidRPr="00894A01" w:rsidRDefault="001F1297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СОШ №141</w:t>
            </w:r>
          </w:p>
        </w:tc>
        <w:tc>
          <w:tcPr>
            <w:tcW w:w="2977" w:type="dxa"/>
          </w:tcPr>
          <w:p w14:paraId="5656E8A8" w14:textId="77777777" w:rsidR="001F1297" w:rsidRDefault="001F1297" w:rsidP="00A716D0">
            <w:pPr>
              <w:spacing w:line="240" w:lineRule="auto"/>
              <w:jc w:val="center"/>
            </w:pPr>
            <w:r w:rsidRPr="00A66A4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1F1297" w:rsidRPr="00894A01" w14:paraId="65AA902A" w14:textId="77777777" w:rsidTr="00894A01">
        <w:trPr>
          <w:trHeight w:val="595"/>
        </w:trPr>
        <w:tc>
          <w:tcPr>
            <w:tcW w:w="567" w:type="dxa"/>
          </w:tcPr>
          <w:p w14:paraId="2B07346C" w14:textId="77777777" w:rsidR="001F1297" w:rsidRPr="00894A01" w:rsidRDefault="001F1297" w:rsidP="00A716D0">
            <w:pPr>
              <w:pStyle w:val="a7"/>
              <w:numPr>
                <w:ilvl w:val="0"/>
                <w:numId w:val="19"/>
              </w:numPr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4E72E761" w14:textId="77777777" w:rsidR="00A65769" w:rsidRDefault="001F1297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Ахтямова </w:t>
            </w:r>
          </w:p>
          <w:p w14:paraId="29234D68" w14:textId="77777777" w:rsidR="001F1297" w:rsidRPr="00894A01" w:rsidRDefault="001F1297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Гульнара Раисовна</w:t>
            </w:r>
          </w:p>
        </w:tc>
        <w:tc>
          <w:tcPr>
            <w:tcW w:w="4110" w:type="dxa"/>
          </w:tcPr>
          <w:p w14:paraId="4A5D481A" w14:textId="77777777" w:rsidR="001F1297" w:rsidRPr="00894A01" w:rsidRDefault="001F1297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МАОУ гимназия №93</w:t>
            </w:r>
          </w:p>
        </w:tc>
        <w:tc>
          <w:tcPr>
            <w:tcW w:w="2977" w:type="dxa"/>
          </w:tcPr>
          <w:p w14:paraId="77A3E58F" w14:textId="77777777" w:rsidR="001F1297" w:rsidRDefault="001F1297" w:rsidP="00A716D0">
            <w:pPr>
              <w:spacing w:line="240" w:lineRule="auto"/>
              <w:jc w:val="center"/>
            </w:pPr>
            <w:r w:rsidRPr="00A66A4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1F1297" w:rsidRPr="00894A01" w14:paraId="0C88B0D5" w14:textId="77777777" w:rsidTr="00894A01">
        <w:trPr>
          <w:trHeight w:val="595"/>
        </w:trPr>
        <w:tc>
          <w:tcPr>
            <w:tcW w:w="567" w:type="dxa"/>
          </w:tcPr>
          <w:p w14:paraId="5B6986C7" w14:textId="77777777" w:rsidR="001F1297" w:rsidRPr="00894A01" w:rsidRDefault="001F1297" w:rsidP="00A716D0">
            <w:pPr>
              <w:pStyle w:val="a7"/>
              <w:numPr>
                <w:ilvl w:val="0"/>
                <w:numId w:val="19"/>
              </w:numPr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7A64733B" w14:textId="77777777" w:rsidR="00A65769" w:rsidRDefault="001F1297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Байгазина </w:t>
            </w:r>
          </w:p>
          <w:p w14:paraId="7AA590B2" w14:textId="77777777" w:rsidR="001F1297" w:rsidRPr="00894A01" w:rsidRDefault="001F1297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Гульнара Габидулловна</w:t>
            </w:r>
          </w:p>
        </w:tc>
        <w:tc>
          <w:tcPr>
            <w:tcW w:w="4110" w:type="dxa"/>
          </w:tcPr>
          <w:p w14:paraId="3CACFD04" w14:textId="77777777" w:rsidR="001F1297" w:rsidRPr="00894A01" w:rsidRDefault="001F1297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МАОУ СОШ №114</w:t>
            </w:r>
          </w:p>
        </w:tc>
        <w:tc>
          <w:tcPr>
            <w:tcW w:w="2977" w:type="dxa"/>
          </w:tcPr>
          <w:p w14:paraId="53736223" w14:textId="77777777" w:rsidR="001F1297" w:rsidRDefault="001F1297" w:rsidP="00A716D0">
            <w:pPr>
              <w:spacing w:line="240" w:lineRule="auto"/>
              <w:jc w:val="center"/>
            </w:pPr>
            <w:r w:rsidRPr="00A66A4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1F1297" w:rsidRPr="00894A01" w14:paraId="5328948F" w14:textId="77777777" w:rsidTr="00894A01">
        <w:trPr>
          <w:trHeight w:val="595"/>
        </w:trPr>
        <w:tc>
          <w:tcPr>
            <w:tcW w:w="567" w:type="dxa"/>
          </w:tcPr>
          <w:p w14:paraId="72F4A63B" w14:textId="77777777" w:rsidR="001F1297" w:rsidRPr="00894A01" w:rsidRDefault="001F1297" w:rsidP="00A716D0">
            <w:pPr>
              <w:pStyle w:val="a7"/>
              <w:numPr>
                <w:ilvl w:val="0"/>
                <w:numId w:val="19"/>
              </w:numPr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2E9A10E2" w14:textId="77777777" w:rsidR="00A65769" w:rsidRDefault="001F1297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Байгузина </w:t>
            </w:r>
          </w:p>
          <w:p w14:paraId="678673B5" w14:textId="77777777" w:rsidR="001F1297" w:rsidRPr="00894A01" w:rsidRDefault="001F1297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Светлана Ильгамовна</w:t>
            </w:r>
          </w:p>
        </w:tc>
        <w:tc>
          <w:tcPr>
            <w:tcW w:w="4110" w:type="dxa"/>
          </w:tcPr>
          <w:p w14:paraId="2C11DD24" w14:textId="77777777" w:rsidR="001F1297" w:rsidRPr="00894A01" w:rsidRDefault="001F1297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СОШ №141</w:t>
            </w:r>
          </w:p>
        </w:tc>
        <w:tc>
          <w:tcPr>
            <w:tcW w:w="2977" w:type="dxa"/>
          </w:tcPr>
          <w:p w14:paraId="445D879E" w14:textId="77777777" w:rsidR="001F1297" w:rsidRDefault="001F1297" w:rsidP="00A716D0">
            <w:pPr>
              <w:spacing w:line="240" w:lineRule="auto"/>
              <w:jc w:val="center"/>
            </w:pPr>
            <w:r w:rsidRPr="00A66A4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1F1297" w:rsidRPr="00894A01" w14:paraId="3ECF24FE" w14:textId="77777777" w:rsidTr="00894A01">
        <w:trPr>
          <w:trHeight w:val="595"/>
        </w:trPr>
        <w:tc>
          <w:tcPr>
            <w:tcW w:w="567" w:type="dxa"/>
          </w:tcPr>
          <w:p w14:paraId="56D81BD2" w14:textId="77777777" w:rsidR="001F1297" w:rsidRPr="00894A01" w:rsidRDefault="001F1297" w:rsidP="00A716D0">
            <w:pPr>
              <w:pStyle w:val="a7"/>
              <w:numPr>
                <w:ilvl w:val="0"/>
                <w:numId w:val="19"/>
              </w:numPr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3BB03A61" w14:textId="77777777" w:rsidR="00A65769" w:rsidRDefault="001F1297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Байкова</w:t>
            </w:r>
          </w:p>
          <w:p w14:paraId="72BC7513" w14:textId="77777777" w:rsidR="001F1297" w:rsidRPr="00894A01" w:rsidRDefault="001F1297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 Анна Ивановна</w:t>
            </w:r>
          </w:p>
        </w:tc>
        <w:tc>
          <w:tcPr>
            <w:tcW w:w="4110" w:type="dxa"/>
          </w:tcPr>
          <w:p w14:paraId="42E451F0" w14:textId="77777777" w:rsidR="001F1297" w:rsidRPr="00894A01" w:rsidRDefault="001F1297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МАОУ СОШ №38</w:t>
            </w:r>
          </w:p>
        </w:tc>
        <w:tc>
          <w:tcPr>
            <w:tcW w:w="2977" w:type="dxa"/>
          </w:tcPr>
          <w:p w14:paraId="4C283D94" w14:textId="77777777" w:rsidR="001F1297" w:rsidRDefault="001F1297" w:rsidP="00A716D0">
            <w:pPr>
              <w:spacing w:line="240" w:lineRule="auto"/>
              <w:jc w:val="center"/>
            </w:pPr>
            <w:r w:rsidRPr="00A66A4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894A01" w:rsidRPr="00894A01" w14:paraId="64835F71" w14:textId="77777777" w:rsidTr="00894A01">
        <w:trPr>
          <w:trHeight w:val="595"/>
        </w:trPr>
        <w:tc>
          <w:tcPr>
            <w:tcW w:w="567" w:type="dxa"/>
          </w:tcPr>
          <w:p w14:paraId="2BCAF007" w14:textId="77777777" w:rsidR="00894A01" w:rsidRPr="00894A01" w:rsidRDefault="00894A01" w:rsidP="00A716D0">
            <w:pPr>
              <w:pStyle w:val="a7"/>
              <w:numPr>
                <w:ilvl w:val="0"/>
                <w:numId w:val="19"/>
              </w:numPr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23670886" w14:textId="77777777" w:rsidR="00A65769" w:rsidRDefault="00894A01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Веселова </w:t>
            </w:r>
          </w:p>
          <w:p w14:paraId="42BEB733" w14:textId="77777777" w:rsidR="00894A01" w:rsidRPr="00894A01" w:rsidRDefault="00894A01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Алла Федоровна</w:t>
            </w:r>
          </w:p>
        </w:tc>
        <w:tc>
          <w:tcPr>
            <w:tcW w:w="4110" w:type="dxa"/>
          </w:tcPr>
          <w:p w14:paraId="2986F40C" w14:textId="77777777" w:rsidR="00894A01" w:rsidRPr="00894A01" w:rsidRDefault="00894A01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№130»</w:t>
            </w:r>
          </w:p>
        </w:tc>
        <w:tc>
          <w:tcPr>
            <w:tcW w:w="2977" w:type="dxa"/>
          </w:tcPr>
          <w:p w14:paraId="394D4601" w14:textId="77777777" w:rsidR="00894A01" w:rsidRPr="00894A01" w:rsidRDefault="001F1297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94A01" w:rsidRPr="00894A01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  <w:tr w:rsidR="001F1297" w:rsidRPr="00894A01" w14:paraId="403F2CE5" w14:textId="77777777" w:rsidTr="00894A01">
        <w:trPr>
          <w:trHeight w:val="595"/>
        </w:trPr>
        <w:tc>
          <w:tcPr>
            <w:tcW w:w="567" w:type="dxa"/>
          </w:tcPr>
          <w:p w14:paraId="1EF14C0B" w14:textId="77777777" w:rsidR="001F1297" w:rsidRPr="00894A01" w:rsidRDefault="001F1297" w:rsidP="00A716D0">
            <w:pPr>
              <w:pStyle w:val="a7"/>
              <w:numPr>
                <w:ilvl w:val="0"/>
                <w:numId w:val="19"/>
              </w:numPr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29FEFB3E" w14:textId="77777777" w:rsidR="00A65769" w:rsidRDefault="001F1297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Гадельшина </w:t>
            </w:r>
          </w:p>
          <w:p w14:paraId="35F94AAC" w14:textId="77777777" w:rsidR="001F1297" w:rsidRPr="00894A01" w:rsidRDefault="001F1297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Гульдар Мировна</w:t>
            </w:r>
          </w:p>
        </w:tc>
        <w:tc>
          <w:tcPr>
            <w:tcW w:w="4110" w:type="dxa"/>
          </w:tcPr>
          <w:p w14:paraId="37B27776" w14:textId="77777777" w:rsidR="001F1297" w:rsidRPr="00894A01" w:rsidRDefault="001F1297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Башкирский лицей №136</w:t>
            </w:r>
          </w:p>
        </w:tc>
        <w:tc>
          <w:tcPr>
            <w:tcW w:w="2977" w:type="dxa"/>
          </w:tcPr>
          <w:p w14:paraId="549DAE93" w14:textId="77777777" w:rsidR="001F1297" w:rsidRDefault="001F1297" w:rsidP="00A716D0">
            <w:pPr>
              <w:spacing w:line="240" w:lineRule="auto"/>
              <w:jc w:val="center"/>
            </w:pPr>
            <w:r w:rsidRPr="0083263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1F1297" w:rsidRPr="00894A01" w14:paraId="228199F1" w14:textId="77777777" w:rsidTr="00894A01">
        <w:trPr>
          <w:trHeight w:val="595"/>
        </w:trPr>
        <w:tc>
          <w:tcPr>
            <w:tcW w:w="567" w:type="dxa"/>
          </w:tcPr>
          <w:p w14:paraId="52AA31D2" w14:textId="77777777" w:rsidR="001F1297" w:rsidRPr="00894A01" w:rsidRDefault="001F1297" w:rsidP="00A716D0">
            <w:pPr>
              <w:pStyle w:val="a7"/>
              <w:numPr>
                <w:ilvl w:val="0"/>
                <w:numId w:val="19"/>
              </w:numPr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66461CF4" w14:textId="77777777" w:rsidR="00A65769" w:rsidRDefault="001F1297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Голенкова </w:t>
            </w:r>
          </w:p>
          <w:p w14:paraId="2AD1AA6A" w14:textId="77777777" w:rsidR="001F1297" w:rsidRPr="00894A01" w:rsidRDefault="001F1297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Светлана Евгеньевна</w:t>
            </w:r>
          </w:p>
        </w:tc>
        <w:tc>
          <w:tcPr>
            <w:tcW w:w="4110" w:type="dxa"/>
          </w:tcPr>
          <w:p w14:paraId="48835BF4" w14:textId="77777777" w:rsidR="001F1297" w:rsidRPr="00894A01" w:rsidRDefault="001F1297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МАОУ СОШ №114</w:t>
            </w:r>
          </w:p>
        </w:tc>
        <w:tc>
          <w:tcPr>
            <w:tcW w:w="2977" w:type="dxa"/>
          </w:tcPr>
          <w:p w14:paraId="726B895D" w14:textId="77777777" w:rsidR="001F1297" w:rsidRDefault="001F1297" w:rsidP="00A716D0">
            <w:pPr>
              <w:spacing w:line="240" w:lineRule="auto"/>
              <w:jc w:val="center"/>
            </w:pPr>
            <w:r w:rsidRPr="0083263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1F1297" w:rsidRPr="00894A01" w14:paraId="00B94D46" w14:textId="77777777" w:rsidTr="00894A01">
        <w:trPr>
          <w:trHeight w:val="595"/>
        </w:trPr>
        <w:tc>
          <w:tcPr>
            <w:tcW w:w="567" w:type="dxa"/>
          </w:tcPr>
          <w:p w14:paraId="60FB6E44" w14:textId="77777777" w:rsidR="001F1297" w:rsidRPr="00894A01" w:rsidRDefault="001F1297" w:rsidP="00A716D0">
            <w:pPr>
              <w:pStyle w:val="a7"/>
              <w:numPr>
                <w:ilvl w:val="0"/>
                <w:numId w:val="19"/>
              </w:numPr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28C21DFE" w14:textId="77777777" w:rsidR="00A65769" w:rsidRDefault="001F1297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Диндарьянова </w:t>
            </w:r>
          </w:p>
          <w:p w14:paraId="3A055358" w14:textId="77777777" w:rsidR="001F1297" w:rsidRPr="00894A01" w:rsidRDefault="001F1297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Алия Рамильевна</w:t>
            </w:r>
          </w:p>
        </w:tc>
        <w:tc>
          <w:tcPr>
            <w:tcW w:w="4110" w:type="dxa"/>
          </w:tcPr>
          <w:p w14:paraId="795B280A" w14:textId="77777777" w:rsidR="001F1297" w:rsidRPr="00894A01" w:rsidRDefault="001F1297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МАОУ гимназия №93</w:t>
            </w:r>
          </w:p>
        </w:tc>
        <w:tc>
          <w:tcPr>
            <w:tcW w:w="2977" w:type="dxa"/>
          </w:tcPr>
          <w:p w14:paraId="391BF601" w14:textId="77777777" w:rsidR="001F1297" w:rsidRDefault="001F1297" w:rsidP="00A716D0">
            <w:pPr>
              <w:spacing w:line="240" w:lineRule="auto"/>
              <w:jc w:val="center"/>
            </w:pPr>
            <w:r w:rsidRPr="0083263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894A01" w:rsidRPr="00894A01" w14:paraId="0BC5C771" w14:textId="77777777" w:rsidTr="00894A01">
        <w:trPr>
          <w:trHeight w:val="595"/>
        </w:trPr>
        <w:tc>
          <w:tcPr>
            <w:tcW w:w="567" w:type="dxa"/>
          </w:tcPr>
          <w:p w14:paraId="5FD61FCA" w14:textId="77777777" w:rsidR="00894A01" w:rsidRPr="00894A01" w:rsidRDefault="00894A01" w:rsidP="00A716D0">
            <w:pPr>
              <w:pStyle w:val="a7"/>
              <w:numPr>
                <w:ilvl w:val="0"/>
                <w:numId w:val="19"/>
              </w:numPr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348E6C6A" w14:textId="77777777" w:rsidR="00A65769" w:rsidRDefault="00894A01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Домнич </w:t>
            </w:r>
          </w:p>
          <w:p w14:paraId="56E1F041" w14:textId="77777777" w:rsidR="00894A01" w:rsidRPr="00894A01" w:rsidRDefault="00894A01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Маргарита Петровна</w:t>
            </w:r>
          </w:p>
        </w:tc>
        <w:tc>
          <w:tcPr>
            <w:tcW w:w="4110" w:type="dxa"/>
          </w:tcPr>
          <w:p w14:paraId="34CACDF9" w14:textId="77777777" w:rsidR="00894A01" w:rsidRPr="00894A01" w:rsidRDefault="00894A01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№130»</w:t>
            </w:r>
          </w:p>
        </w:tc>
        <w:tc>
          <w:tcPr>
            <w:tcW w:w="2977" w:type="dxa"/>
          </w:tcPr>
          <w:p w14:paraId="634C938F" w14:textId="77777777" w:rsidR="00894A01" w:rsidRPr="00894A01" w:rsidRDefault="001F1297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894A01" w:rsidRPr="00894A01">
              <w:rPr>
                <w:rFonts w:ascii="Times New Roman" w:hAnsi="Times New Roman" w:cs="Times New Roman"/>
                <w:sz w:val="24"/>
                <w:szCs w:val="24"/>
              </w:rPr>
              <w:t>тарший воспитатель</w:t>
            </w:r>
          </w:p>
        </w:tc>
      </w:tr>
      <w:tr w:rsidR="00894A01" w:rsidRPr="00894A01" w14:paraId="64C22CDD" w14:textId="77777777" w:rsidTr="00894A01">
        <w:trPr>
          <w:trHeight w:val="595"/>
        </w:trPr>
        <w:tc>
          <w:tcPr>
            <w:tcW w:w="567" w:type="dxa"/>
          </w:tcPr>
          <w:p w14:paraId="3D810282" w14:textId="77777777" w:rsidR="00894A01" w:rsidRPr="00894A01" w:rsidRDefault="00894A01" w:rsidP="00A716D0">
            <w:pPr>
              <w:pStyle w:val="a7"/>
              <w:numPr>
                <w:ilvl w:val="0"/>
                <w:numId w:val="19"/>
              </w:numPr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194A0182" w14:textId="77777777" w:rsidR="00A65769" w:rsidRDefault="00894A01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Доценко</w:t>
            </w:r>
          </w:p>
          <w:p w14:paraId="47288841" w14:textId="77777777" w:rsidR="00894A01" w:rsidRPr="00894A01" w:rsidRDefault="00894A01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Фаритовна</w:t>
            </w:r>
          </w:p>
        </w:tc>
        <w:tc>
          <w:tcPr>
            <w:tcW w:w="4110" w:type="dxa"/>
          </w:tcPr>
          <w:p w14:paraId="79001002" w14:textId="77777777" w:rsidR="00894A01" w:rsidRPr="00894A01" w:rsidRDefault="00894A01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МАОУ лицей №155</w:t>
            </w:r>
          </w:p>
        </w:tc>
        <w:tc>
          <w:tcPr>
            <w:tcW w:w="2977" w:type="dxa"/>
          </w:tcPr>
          <w:p w14:paraId="12731A3C" w14:textId="77777777" w:rsidR="00894A01" w:rsidRPr="00894A01" w:rsidRDefault="001F1297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894A01" w:rsidRPr="00894A01" w14:paraId="65324DCC" w14:textId="77777777" w:rsidTr="00894A01">
        <w:trPr>
          <w:trHeight w:val="595"/>
        </w:trPr>
        <w:tc>
          <w:tcPr>
            <w:tcW w:w="567" w:type="dxa"/>
          </w:tcPr>
          <w:p w14:paraId="083FF58D" w14:textId="77777777" w:rsidR="00894A01" w:rsidRPr="00894A01" w:rsidRDefault="00894A01" w:rsidP="00A716D0">
            <w:pPr>
              <w:pStyle w:val="a7"/>
              <w:numPr>
                <w:ilvl w:val="0"/>
                <w:numId w:val="19"/>
              </w:numPr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18BBDED8" w14:textId="77777777" w:rsidR="00A65769" w:rsidRDefault="00894A01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Журкина </w:t>
            </w:r>
          </w:p>
          <w:p w14:paraId="7A60B5EB" w14:textId="77777777" w:rsidR="00894A01" w:rsidRPr="00894A01" w:rsidRDefault="00894A01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Елена Александровна</w:t>
            </w:r>
          </w:p>
        </w:tc>
        <w:tc>
          <w:tcPr>
            <w:tcW w:w="4110" w:type="dxa"/>
          </w:tcPr>
          <w:p w14:paraId="6B2FF413" w14:textId="77777777" w:rsidR="00894A01" w:rsidRPr="00894A01" w:rsidRDefault="00894A01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МАДОУ детский сад № 28</w:t>
            </w:r>
          </w:p>
        </w:tc>
        <w:tc>
          <w:tcPr>
            <w:tcW w:w="2977" w:type="dxa"/>
          </w:tcPr>
          <w:p w14:paraId="29B378E9" w14:textId="77777777" w:rsidR="00894A01" w:rsidRPr="00894A01" w:rsidRDefault="001F1297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94A01" w:rsidRPr="00894A01">
              <w:rPr>
                <w:rFonts w:ascii="Times New Roman" w:hAnsi="Times New Roman" w:cs="Times New Roman"/>
                <w:sz w:val="24"/>
                <w:szCs w:val="24"/>
              </w:rPr>
              <w:t>едагог-психолог</w:t>
            </w:r>
          </w:p>
        </w:tc>
      </w:tr>
      <w:tr w:rsidR="001F1297" w:rsidRPr="00894A01" w14:paraId="196BB216" w14:textId="77777777" w:rsidTr="00894A01">
        <w:trPr>
          <w:trHeight w:val="595"/>
        </w:trPr>
        <w:tc>
          <w:tcPr>
            <w:tcW w:w="567" w:type="dxa"/>
          </w:tcPr>
          <w:p w14:paraId="55DF6C11" w14:textId="77777777" w:rsidR="001F1297" w:rsidRPr="00894A01" w:rsidRDefault="001F1297" w:rsidP="00A716D0">
            <w:pPr>
              <w:pStyle w:val="a7"/>
              <w:numPr>
                <w:ilvl w:val="0"/>
                <w:numId w:val="19"/>
              </w:numPr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7741A3A9" w14:textId="77777777" w:rsidR="00A65769" w:rsidRDefault="001F1297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Зайдуллина </w:t>
            </w:r>
          </w:p>
          <w:p w14:paraId="2C308248" w14:textId="77777777" w:rsidR="001F1297" w:rsidRPr="00894A01" w:rsidRDefault="001F1297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Лидия Ярисовна</w:t>
            </w:r>
          </w:p>
        </w:tc>
        <w:tc>
          <w:tcPr>
            <w:tcW w:w="4110" w:type="dxa"/>
          </w:tcPr>
          <w:p w14:paraId="5C02CF9C" w14:textId="77777777" w:rsidR="001F1297" w:rsidRPr="00894A01" w:rsidRDefault="001F1297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СОШ №88</w:t>
            </w:r>
          </w:p>
        </w:tc>
        <w:tc>
          <w:tcPr>
            <w:tcW w:w="2977" w:type="dxa"/>
          </w:tcPr>
          <w:p w14:paraId="72E36A23" w14:textId="77777777" w:rsidR="001F1297" w:rsidRDefault="001F1297" w:rsidP="00A716D0">
            <w:pPr>
              <w:spacing w:line="240" w:lineRule="auto"/>
              <w:jc w:val="center"/>
            </w:pPr>
            <w:r w:rsidRPr="00C65EF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1F1297" w:rsidRPr="00894A01" w14:paraId="48887385" w14:textId="77777777" w:rsidTr="00894A01">
        <w:trPr>
          <w:trHeight w:val="595"/>
        </w:trPr>
        <w:tc>
          <w:tcPr>
            <w:tcW w:w="567" w:type="dxa"/>
          </w:tcPr>
          <w:p w14:paraId="539BA2B9" w14:textId="77777777" w:rsidR="001F1297" w:rsidRPr="00894A01" w:rsidRDefault="001F1297" w:rsidP="00A716D0">
            <w:pPr>
              <w:pStyle w:val="a7"/>
              <w:numPr>
                <w:ilvl w:val="0"/>
                <w:numId w:val="19"/>
              </w:numPr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14BE7DE8" w14:textId="77777777" w:rsidR="00A65769" w:rsidRDefault="001F1297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Исламова </w:t>
            </w:r>
          </w:p>
          <w:p w14:paraId="6AF0F9EE" w14:textId="77777777" w:rsidR="001F1297" w:rsidRPr="00894A01" w:rsidRDefault="001F1297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Мамлакат Талгатовна</w:t>
            </w:r>
          </w:p>
        </w:tc>
        <w:tc>
          <w:tcPr>
            <w:tcW w:w="4110" w:type="dxa"/>
          </w:tcPr>
          <w:p w14:paraId="39B118B2" w14:textId="77777777" w:rsidR="001F1297" w:rsidRPr="00894A01" w:rsidRDefault="001F1297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МАОУ СОШ №38</w:t>
            </w:r>
          </w:p>
        </w:tc>
        <w:tc>
          <w:tcPr>
            <w:tcW w:w="2977" w:type="dxa"/>
          </w:tcPr>
          <w:p w14:paraId="5A0D3A75" w14:textId="77777777" w:rsidR="001F1297" w:rsidRDefault="001F1297" w:rsidP="00A716D0">
            <w:pPr>
              <w:spacing w:line="240" w:lineRule="auto"/>
              <w:jc w:val="center"/>
            </w:pPr>
            <w:r w:rsidRPr="00C65EF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1F1297" w:rsidRPr="00894A01" w14:paraId="6781A337" w14:textId="77777777" w:rsidTr="00894A01">
        <w:trPr>
          <w:trHeight w:val="595"/>
        </w:trPr>
        <w:tc>
          <w:tcPr>
            <w:tcW w:w="567" w:type="dxa"/>
          </w:tcPr>
          <w:p w14:paraId="35C48710" w14:textId="77777777" w:rsidR="001F1297" w:rsidRPr="00894A01" w:rsidRDefault="001F1297" w:rsidP="00A716D0">
            <w:pPr>
              <w:pStyle w:val="a7"/>
              <w:numPr>
                <w:ilvl w:val="0"/>
                <w:numId w:val="19"/>
              </w:numPr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4F7E512B" w14:textId="77777777" w:rsidR="00A65769" w:rsidRDefault="001F1297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Каюмова </w:t>
            </w:r>
          </w:p>
          <w:p w14:paraId="3BFCCF17" w14:textId="77777777" w:rsidR="001F1297" w:rsidRPr="00894A01" w:rsidRDefault="001F1297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Ирина Николаевна</w:t>
            </w:r>
          </w:p>
        </w:tc>
        <w:tc>
          <w:tcPr>
            <w:tcW w:w="4110" w:type="dxa"/>
          </w:tcPr>
          <w:p w14:paraId="6CA1717B" w14:textId="77777777" w:rsidR="001F1297" w:rsidRPr="00894A01" w:rsidRDefault="001F1297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МАОУ гимназия №93</w:t>
            </w:r>
          </w:p>
        </w:tc>
        <w:tc>
          <w:tcPr>
            <w:tcW w:w="2977" w:type="dxa"/>
          </w:tcPr>
          <w:p w14:paraId="088B6A82" w14:textId="77777777" w:rsidR="001F1297" w:rsidRDefault="001F1297" w:rsidP="00A716D0">
            <w:pPr>
              <w:spacing w:line="240" w:lineRule="auto"/>
              <w:jc w:val="center"/>
            </w:pPr>
            <w:r w:rsidRPr="00C65EF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894A01" w:rsidRPr="00894A01" w14:paraId="5D48BE4C" w14:textId="77777777" w:rsidTr="00894A01">
        <w:trPr>
          <w:trHeight w:val="595"/>
        </w:trPr>
        <w:tc>
          <w:tcPr>
            <w:tcW w:w="567" w:type="dxa"/>
          </w:tcPr>
          <w:p w14:paraId="735F5257" w14:textId="77777777" w:rsidR="00894A01" w:rsidRPr="00894A01" w:rsidRDefault="00894A01" w:rsidP="00A716D0">
            <w:pPr>
              <w:pStyle w:val="a7"/>
              <w:numPr>
                <w:ilvl w:val="0"/>
                <w:numId w:val="19"/>
              </w:numPr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2AE6B9E2" w14:textId="77777777" w:rsidR="00A65769" w:rsidRDefault="00894A01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Киркум </w:t>
            </w:r>
          </w:p>
          <w:p w14:paraId="7075EAB1" w14:textId="77777777" w:rsidR="00894A01" w:rsidRPr="00894A01" w:rsidRDefault="00894A01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Елена Валерьевна</w:t>
            </w:r>
          </w:p>
        </w:tc>
        <w:tc>
          <w:tcPr>
            <w:tcW w:w="4110" w:type="dxa"/>
          </w:tcPr>
          <w:p w14:paraId="76B96F19" w14:textId="77777777" w:rsidR="00894A01" w:rsidRPr="00894A01" w:rsidRDefault="00894A01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МАДОУ «ЦРР – Детский сад №55»</w:t>
            </w:r>
          </w:p>
        </w:tc>
        <w:tc>
          <w:tcPr>
            <w:tcW w:w="2977" w:type="dxa"/>
          </w:tcPr>
          <w:p w14:paraId="42E81A60" w14:textId="77777777" w:rsidR="00894A01" w:rsidRPr="00894A01" w:rsidRDefault="001F1297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94A01" w:rsidRPr="00894A01">
              <w:rPr>
                <w:rFonts w:ascii="Times New Roman" w:hAnsi="Times New Roman" w:cs="Times New Roman"/>
                <w:sz w:val="24"/>
                <w:szCs w:val="24"/>
              </w:rPr>
              <w:t>едагог-психолог</w:t>
            </w:r>
          </w:p>
        </w:tc>
      </w:tr>
      <w:tr w:rsidR="001F1297" w:rsidRPr="00894A01" w14:paraId="6FCFE83E" w14:textId="77777777" w:rsidTr="00894A01">
        <w:trPr>
          <w:trHeight w:val="595"/>
        </w:trPr>
        <w:tc>
          <w:tcPr>
            <w:tcW w:w="567" w:type="dxa"/>
          </w:tcPr>
          <w:p w14:paraId="4AB95941" w14:textId="77777777" w:rsidR="001F1297" w:rsidRPr="00894A01" w:rsidRDefault="001F1297" w:rsidP="00A716D0">
            <w:pPr>
              <w:pStyle w:val="a7"/>
              <w:numPr>
                <w:ilvl w:val="0"/>
                <w:numId w:val="19"/>
              </w:numPr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43A1DED1" w14:textId="77777777" w:rsidR="00A65769" w:rsidRDefault="001F1297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Корытникова</w:t>
            </w:r>
          </w:p>
          <w:p w14:paraId="33EDC75A" w14:textId="77777777" w:rsidR="001F1297" w:rsidRPr="00894A01" w:rsidRDefault="001F1297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 Марина Сергеевна</w:t>
            </w:r>
          </w:p>
        </w:tc>
        <w:tc>
          <w:tcPr>
            <w:tcW w:w="4110" w:type="dxa"/>
          </w:tcPr>
          <w:p w14:paraId="44058FDA" w14:textId="77777777" w:rsidR="001F1297" w:rsidRPr="00894A01" w:rsidRDefault="001F1297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МАОУ лицей №155</w:t>
            </w:r>
          </w:p>
        </w:tc>
        <w:tc>
          <w:tcPr>
            <w:tcW w:w="2977" w:type="dxa"/>
          </w:tcPr>
          <w:p w14:paraId="246C74F7" w14:textId="77777777" w:rsidR="001F1297" w:rsidRDefault="001F1297" w:rsidP="00A716D0">
            <w:pPr>
              <w:spacing w:line="240" w:lineRule="auto"/>
              <w:jc w:val="center"/>
            </w:pPr>
            <w:r w:rsidRPr="00292CF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1F1297" w:rsidRPr="00894A01" w14:paraId="3FDE1B4C" w14:textId="77777777" w:rsidTr="00894A01">
        <w:trPr>
          <w:trHeight w:val="595"/>
        </w:trPr>
        <w:tc>
          <w:tcPr>
            <w:tcW w:w="567" w:type="dxa"/>
          </w:tcPr>
          <w:p w14:paraId="160D7B6D" w14:textId="77777777" w:rsidR="001F1297" w:rsidRPr="00894A01" w:rsidRDefault="001F1297" w:rsidP="00A716D0">
            <w:pPr>
              <w:pStyle w:val="a7"/>
              <w:numPr>
                <w:ilvl w:val="0"/>
                <w:numId w:val="19"/>
              </w:numPr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1E44C377" w14:textId="77777777" w:rsidR="00A65769" w:rsidRDefault="001F1297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Кузнецова</w:t>
            </w:r>
          </w:p>
          <w:p w14:paraId="4F0B6EEB" w14:textId="77777777" w:rsidR="001F1297" w:rsidRPr="00894A01" w:rsidRDefault="001F1297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 Ольга Михайловна</w:t>
            </w:r>
          </w:p>
        </w:tc>
        <w:tc>
          <w:tcPr>
            <w:tcW w:w="4110" w:type="dxa"/>
          </w:tcPr>
          <w:p w14:paraId="04AAFA2D" w14:textId="77777777" w:rsidR="001F1297" w:rsidRPr="00894A01" w:rsidRDefault="001F1297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МАОУ лицей №155</w:t>
            </w:r>
          </w:p>
        </w:tc>
        <w:tc>
          <w:tcPr>
            <w:tcW w:w="2977" w:type="dxa"/>
          </w:tcPr>
          <w:p w14:paraId="2E4C4ACB" w14:textId="77777777" w:rsidR="001F1297" w:rsidRDefault="001F1297" w:rsidP="00A716D0">
            <w:pPr>
              <w:spacing w:line="240" w:lineRule="auto"/>
              <w:jc w:val="center"/>
            </w:pPr>
            <w:r w:rsidRPr="00292CF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894A01" w:rsidRPr="00894A01" w14:paraId="2851AC91" w14:textId="77777777" w:rsidTr="00894A01">
        <w:trPr>
          <w:trHeight w:val="595"/>
        </w:trPr>
        <w:tc>
          <w:tcPr>
            <w:tcW w:w="567" w:type="dxa"/>
          </w:tcPr>
          <w:p w14:paraId="46CA0C60" w14:textId="77777777" w:rsidR="00894A01" w:rsidRPr="00894A01" w:rsidRDefault="00894A01" w:rsidP="00A716D0">
            <w:pPr>
              <w:pStyle w:val="a7"/>
              <w:numPr>
                <w:ilvl w:val="0"/>
                <w:numId w:val="19"/>
              </w:numPr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50498994" w14:textId="77777777" w:rsidR="00A65769" w:rsidRDefault="00894A01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Латыпова </w:t>
            </w:r>
          </w:p>
          <w:p w14:paraId="302FD047" w14:textId="77777777" w:rsidR="00894A01" w:rsidRPr="00894A01" w:rsidRDefault="00894A01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Ольга Юрьевна</w:t>
            </w:r>
          </w:p>
        </w:tc>
        <w:tc>
          <w:tcPr>
            <w:tcW w:w="4110" w:type="dxa"/>
          </w:tcPr>
          <w:p w14:paraId="355601A5" w14:textId="77777777" w:rsidR="00894A01" w:rsidRPr="00894A01" w:rsidRDefault="00894A01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МАДОУ ЦРР – детский сад №299</w:t>
            </w:r>
          </w:p>
        </w:tc>
        <w:tc>
          <w:tcPr>
            <w:tcW w:w="2977" w:type="dxa"/>
          </w:tcPr>
          <w:p w14:paraId="3F89E637" w14:textId="77777777" w:rsidR="00894A01" w:rsidRPr="00894A01" w:rsidRDefault="001F1297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894A01" w:rsidRPr="00894A01">
              <w:rPr>
                <w:rFonts w:ascii="Times New Roman" w:hAnsi="Times New Roman" w:cs="Times New Roman"/>
                <w:sz w:val="24"/>
                <w:szCs w:val="24"/>
              </w:rPr>
              <w:t>тарший воспитатель</w:t>
            </w:r>
          </w:p>
        </w:tc>
      </w:tr>
      <w:tr w:rsidR="00894A01" w:rsidRPr="00894A01" w14:paraId="35EC67A8" w14:textId="77777777" w:rsidTr="00894A01">
        <w:trPr>
          <w:trHeight w:val="595"/>
        </w:trPr>
        <w:tc>
          <w:tcPr>
            <w:tcW w:w="567" w:type="dxa"/>
          </w:tcPr>
          <w:p w14:paraId="6055EF52" w14:textId="77777777" w:rsidR="00894A01" w:rsidRPr="00894A01" w:rsidRDefault="00894A01" w:rsidP="00A716D0">
            <w:pPr>
              <w:pStyle w:val="a7"/>
              <w:numPr>
                <w:ilvl w:val="0"/>
                <w:numId w:val="19"/>
              </w:numPr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5BCB02EA" w14:textId="77777777" w:rsidR="00A65769" w:rsidRDefault="00894A01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Лукова </w:t>
            </w:r>
          </w:p>
          <w:p w14:paraId="163BBAF4" w14:textId="77777777" w:rsidR="00894A01" w:rsidRPr="00894A01" w:rsidRDefault="00894A01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Елена Петровна</w:t>
            </w:r>
          </w:p>
        </w:tc>
        <w:tc>
          <w:tcPr>
            <w:tcW w:w="4110" w:type="dxa"/>
          </w:tcPr>
          <w:p w14:paraId="0C7FE45B" w14:textId="77777777" w:rsidR="00894A01" w:rsidRPr="00894A01" w:rsidRDefault="00894A01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МАОУ гимназия №93</w:t>
            </w:r>
          </w:p>
        </w:tc>
        <w:tc>
          <w:tcPr>
            <w:tcW w:w="2977" w:type="dxa"/>
          </w:tcPr>
          <w:p w14:paraId="21683600" w14:textId="77777777" w:rsidR="00894A01" w:rsidRPr="00894A01" w:rsidRDefault="001F1297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894A01" w:rsidRPr="00894A01" w14:paraId="4E7A4AE1" w14:textId="77777777" w:rsidTr="00894A01">
        <w:trPr>
          <w:trHeight w:val="595"/>
        </w:trPr>
        <w:tc>
          <w:tcPr>
            <w:tcW w:w="567" w:type="dxa"/>
          </w:tcPr>
          <w:p w14:paraId="495160B6" w14:textId="77777777" w:rsidR="00894A01" w:rsidRPr="00894A01" w:rsidRDefault="00894A01" w:rsidP="00A716D0">
            <w:pPr>
              <w:pStyle w:val="a7"/>
              <w:numPr>
                <w:ilvl w:val="0"/>
                <w:numId w:val="19"/>
              </w:numPr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51F8074C" w14:textId="77777777" w:rsidR="00A65769" w:rsidRDefault="00894A01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Мануилова </w:t>
            </w:r>
          </w:p>
          <w:p w14:paraId="333CDF01" w14:textId="77777777" w:rsidR="00894A01" w:rsidRPr="00894A01" w:rsidRDefault="00894A01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Татьяна Ивановна</w:t>
            </w:r>
          </w:p>
        </w:tc>
        <w:tc>
          <w:tcPr>
            <w:tcW w:w="4110" w:type="dxa"/>
          </w:tcPr>
          <w:p w14:paraId="4143EE86" w14:textId="77777777" w:rsidR="00894A01" w:rsidRPr="00894A01" w:rsidRDefault="00894A01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№257»</w:t>
            </w:r>
          </w:p>
        </w:tc>
        <w:tc>
          <w:tcPr>
            <w:tcW w:w="2977" w:type="dxa"/>
          </w:tcPr>
          <w:p w14:paraId="66225741" w14:textId="77777777" w:rsidR="00894A01" w:rsidRPr="00894A01" w:rsidRDefault="001F1297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894A01" w:rsidRPr="00894A01">
              <w:rPr>
                <w:rFonts w:ascii="Times New Roman" w:hAnsi="Times New Roman" w:cs="Times New Roman"/>
                <w:sz w:val="24"/>
                <w:szCs w:val="24"/>
              </w:rPr>
              <w:t>тарший воспитатель</w:t>
            </w:r>
          </w:p>
        </w:tc>
      </w:tr>
      <w:tr w:rsidR="001F1297" w:rsidRPr="00894A01" w14:paraId="032A241E" w14:textId="77777777" w:rsidTr="00894A01">
        <w:trPr>
          <w:trHeight w:val="595"/>
        </w:trPr>
        <w:tc>
          <w:tcPr>
            <w:tcW w:w="567" w:type="dxa"/>
          </w:tcPr>
          <w:p w14:paraId="449773A7" w14:textId="77777777" w:rsidR="001F1297" w:rsidRPr="00894A01" w:rsidRDefault="001F1297" w:rsidP="00A716D0">
            <w:pPr>
              <w:pStyle w:val="a7"/>
              <w:numPr>
                <w:ilvl w:val="0"/>
                <w:numId w:val="19"/>
              </w:numPr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013CA650" w14:textId="77777777" w:rsidR="00A65769" w:rsidRDefault="001F1297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Мингазова </w:t>
            </w:r>
          </w:p>
          <w:p w14:paraId="0EC4F9F9" w14:textId="77777777" w:rsidR="001F1297" w:rsidRPr="00894A01" w:rsidRDefault="001F1297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Айгуль Рауфовна</w:t>
            </w:r>
          </w:p>
        </w:tc>
        <w:tc>
          <w:tcPr>
            <w:tcW w:w="4110" w:type="dxa"/>
          </w:tcPr>
          <w:p w14:paraId="35B66DB2" w14:textId="77777777" w:rsidR="001F1297" w:rsidRPr="00894A01" w:rsidRDefault="001F1297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МАОУ Татарская гимназия №84</w:t>
            </w:r>
          </w:p>
        </w:tc>
        <w:tc>
          <w:tcPr>
            <w:tcW w:w="2977" w:type="dxa"/>
          </w:tcPr>
          <w:p w14:paraId="329B1966" w14:textId="77777777" w:rsidR="001F1297" w:rsidRDefault="001F1297" w:rsidP="00A716D0">
            <w:pPr>
              <w:spacing w:line="240" w:lineRule="auto"/>
              <w:jc w:val="center"/>
            </w:pPr>
            <w:r w:rsidRPr="00020DE6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1F1297" w:rsidRPr="00894A01" w14:paraId="46D8041B" w14:textId="77777777" w:rsidTr="00894A01">
        <w:trPr>
          <w:trHeight w:val="595"/>
        </w:trPr>
        <w:tc>
          <w:tcPr>
            <w:tcW w:w="567" w:type="dxa"/>
          </w:tcPr>
          <w:p w14:paraId="02B84002" w14:textId="77777777" w:rsidR="001F1297" w:rsidRPr="00894A01" w:rsidRDefault="001F1297" w:rsidP="00A716D0">
            <w:pPr>
              <w:pStyle w:val="a7"/>
              <w:numPr>
                <w:ilvl w:val="0"/>
                <w:numId w:val="19"/>
              </w:numPr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717C4D8A" w14:textId="77777777" w:rsidR="00A65769" w:rsidRDefault="001F1297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Мулюкова</w:t>
            </w:r>
          </w:p>
          <w:p w14:paraId="48B79C8A" w14:textId="77777777" w:rsidR="001F1297" w:rsidRPr="00894A01" w:rsidRDefault="001F1297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 Элеонора Сагитовна</w:t>
            </w:r>
          </w:p>
        </w:tc>
        <w:tc>
          <w:tcPr>
            <w:tcW w:w="4110" w:type="dxa"/>
          </w:tcPr>
          <w:p w14:paraId="46FD449B" w14:textId="77777777" w:rsidR="001F1297" w:rsidRPr="00894A01" w:rsidRDefault="001F1297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МАОУ лицей №6</w:t>
            </w:r>
          </w:p>
        </w:tc>
        <w:tc>
          <w:tcPr>
            <w:tcW w:w="2977" w:type="dxa"/>
          </w:tcPr>
          <w:p w14:paraId="7D3DCC6A" w14:textId="77777777" w:rsidR="001F1297" w:rsidRDefault="001F1297" w:rsidP="00A716D0">
            <w:pPr>
              <w:spacing w:line="240" w:lineRule="auto"/>
              <w:jc w:val="center"/>
            </w:pPr>
            <w:r w:rsidRPr="00020DE6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894A01" w:rsidRPr="00894A01" w14:paraId="58A9160C" w14:textId="77777777" w:rsidTr="00894A01">
        <w:trPr>
          <w:trHeight w:val="595"/>
        </w:trPr>
        <w:tc>
          <w:tcPr>
            <w:tcW w:w="567" w:type="dxa"/>
          </w:tcPr>
          <w:p w14:paraId="6822548D" w14:textId="77777777" w:rsidR="00894A01" w:rsidRPr="00894A01" w:rsidRDefault="00894A01" w:rsidP="00A716D0">
            <w:pPr>
              <w:pStyle w:val="a7"/>
              <w:numPr>
                <w:ilvl w:val="0"/>
                <w:numId w:val="19"/>
              </w:numPr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08128FC6" w14:textId="77777777" w:rsidR="00A65769" w:rsidRDefault="00894A01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Мухамадеева</w:t>
            </w:r>
          </w:p>
          <w:p w14:paraId="4B225DA5" w14:textId="77777777" w:rsidR="00894A01" w:rsidRPr="00894A01" w:rsidRDefault="00894A01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 Флюза Мухаматьяровна</w:t>
            </w:r>
          </w:p>
        </w:tc>
        <w:tc>
          <w:tcPr>
            <w:tcW w:w="4110" w:type="dxa"/>
          </w:tcPr>
          <w:p w14:paraId="006F5E0F" w14:textId="77777777" w:rsidR="00894A01" w:rsidRPr="00894A01" w:rsidRDefault="00894A01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МАДОУ ЦРР – детский сад №99</w:t>
            </w:r>
          </w:p>
        </w:tc>
        <w:tc>
          <w:tcPr>
            <w:tcW w:w="2977" w:type="dxa"/>
          </w:tcPr>
          <w:p w14:paraId="4B781421" w14:textId="77777777" w:rsidR="00894A01" w:rsidRPr="00894A01" w:rsidRDefault="001F1297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94A01" w:rsidRPr="00894A01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  <w:tr w:rsidR="00894A01" w:rsidRPr="00894A01" w14:paraId="072E1D75" w14:textId="77777777" w:rsidTr="00894A01">
        <w:trPr>
          <w:trHeight w:val="595"/>
        </w:trPr>
        <w:tc>
          <w:tcPr>
            <w:tcW w:w="567" w:type="dxa"/>
          </w:tcPr>
          <w:p w14:paraId="69BFAA6A" w14:textId="77777777" w:rsidR="00894A01" w:rsidRPr="00894A01" w:rsidRDefault="00894A01" w:rsidP="00A716D0">
            <w:pPr>
              <w:pStyle w:val="a7"/>
              <w:numPr>
                <w:ilvl w:val="0"/>
                <w:numId w:val="19"/>
              </w:numPr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78F99F76" w14:textId="77777777" w:rsidR="00A65769" w:rsidRDefault="00894A01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Мухачева </w:t>
            </w:r>
          </w:p>
          <w:p w14:paraId="1B6774D8" w14:textId="77777777" w:rsidR="00894A01" w:rsidRPr="00894A01" w:rsidRDefault="00894A01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Юлия Юрьевна</w:t>
            </w:r>
          </w:p>
        </w:tc>
        <w:tc>
          <w:tcPr>
            <w:tcW w:w="4110" w:type="dxa"/>
          </w:tcPr>
          <w:p w14:paraId="6AFA496C" w14:textId="77777777" w:rsidR="00894A01" w:rsidRPr="00894A01" w:rsidRDefault="00894A01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МАОУ гимназия №93</w:t>
            </w:r>
          </w:p>
        </w:tc>
        <w:tc>
          <w:tcPr>
            <w:tcW w:w="2977" w:type="dxa"/>
          </w:tcPr>
          <w:p w14:paraId="1EDFB4F7" w14:textId="77777777" w:rsidR="00894A01" w:rsidRPr="00894A01" w:rsidRDefault="001F1297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1F1297" w:rsidRPr="00894A01" w14:paraId="2066450F" w14:textId="77777777" w:rsidTr="00894A01">
        <w:trPr>
          <w:trHeight w:val="595"/>
        </w:trPr>
        <w:tc>
          <w:tcPr>
            <w:tcW w:w="567" w:type="dxa"/>
          </w:tcPr>
          <w:p w14:paraId="0F2CCE0D" w14:textId="77777777" w:rsidR="001F1297" w:rsidRPr="00894A01" w:rsidRDefault="001F1297" w:rsidP="00A716D0">
            <w:pPr>
              <w:pStyle w:val="a7"/>
              <w:numPr>
                <w:ilvl w:val="0"/>
                <w:numId w:val="19"/>
              </w:numPr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44E97335" w14:textId="77777777" w:rsidR="00A65769" w:rsidRDefault="001F1297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Назарова </w:t>
            </w:r>
          </w:p>
          <w:p w14:paraId="4AF591B8" w14:textId="77777777" w:rsidR="001F1297" w:rsidRPr="00894A01" w:rsidRDefault="001F1297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Инна Михайловна</w:t>
            </w:r>
          </w:p>
        </w:tc>
        <w:tc>
          <w:tcPr>
            <w:tcW w:w="4110" w:type="dxa"/>
          </w:tcPr>
          <w:p w14:paraId="49E41509" w14:textId="77777777" w:rsidR="001F1297" w:rsidRPr="00894A01" w:rsidRDefault="001F1297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МАОУ лицей№6</w:t>
            </w:r>
          </w:p>
        </w:tc>
        <w:tc>
          <w:tcPr>
            <w:tcW w:w="2977" w:type="dxa"/>
          </w:tcPr>
          <w:p w14:paraId="4E07E844" w14:textId="77777777" w:rsidR="001F1297" w:rsidRDefault="001F1297" w:rsidP="00A716D0">
            <w:pPr>
              <w:spacing w:line="240" w:lineRule="auto"/>
              <w:jc w:val="center"/>
            </w:pPr>
            <w:r w:rsidRPr="002D2F2B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1F1297" w:rsidRPr="00894A01" w14:paraId="1481EC05" w14:textId="77777777" w:rsidTr="00894A01">
        <w:trPr>
          <w:trHeight w:val="595"/>
        </w:trPr>
        <w:tc>
          <w:tcPr>
            <w:tcW w:w="567" w:type="dxa"/>
          </w:tcPr>
          <w:p w14:paraId="0E740773" w14:textId="77777777" w:rsidR="001F1297" w:rsidRPr="00894A01" w:rsidRDefault="001F1297" w:rsidP="00A716D0">
            <w:pPr>
              <w:pStyle w:val="a7"/>
              <w:numPr>
                <w:ilvl w:val="0"/>
                <w:numId w:val="19"/>
              </w:numPr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144E86B2" w14:textId="77777777" w:rsidR="00A65769" w:rsidRDefault="001F1297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Николайчук </w:t>
            </w:r>
          </w:p>
          <w:p w14:paraId="23920BD2" w14:textId="77777777" w:rsidR="001F1297" w:rsidRPr="00894A01" w:rsidRDefault="001F1297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Елена Анатольевна</w:t>
            </w:r>
          </w:p>
        </w:tc>
        <w:tc>
          <w:tcPr>
            <w:tcW w:w="4110" w:type="dxa"/>
          </w:tcPr>
          <w:p w14:paraId="34DC30C3" w14:textId="77777777" w:rsidR="001F1297" w:rsidRPr="00894A01" w:rsidRDefault="001F1297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МАОУ СОШ №38</w:t>
            </w:r>
          </w:p>
        </w:tc>
        <w:tc>
          <w:tcPr>
            <w:tcW w:w="2977" w:type="dxa"/>
          </w:tcPr>
          <w:p w14:paraId="7E476887" w14:textId="77777777" w:rsidR="001F1297" w:rsidRDefault="001F1297" w:rsidP="00A716D0">
            <w:pPr>
              <w:spacing w:line="240" w:lineRule="auto"/>
              <w:jc w:val="center"/>
            </w:pPr>
            <w:r w:rsidRPr="002D2F2B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894A01" w:rsidRPr="00894A01" w14:paraId="70291C6C" w14:textId="77777777" w:rsidTr="00894A01">
        <w:trPr>
          <w:trHeight w:val="595"/>
        </w:trPr>
        <w:tc>
          <w:tcPr>
            <w:tcW w:w="567" w:type="dxa"/>
          </w:tcPr>
          <w:p w14:paraId="574841B9" w14:textId="77777777" w:rsidR="00894A01" w:rsidRPr="00894A01" w:rsidRDefault="00894A01" w:rsidP="00A716D0">
            <w:pPr>
              <w:pStyle w:val="a7"/>
              <w:numPr>
                <w:ilvl w:val="0"/>
                <w:numId w:val="19"/>
              </w:numPr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0A0E421B" w14:textId="77777777" w:rsidR="00A65769" w:rsidRDefault="00894A01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Нуретдинова</w:t>
            </w:r>
          </w:p>
          <w:p w14:paraId="600ACEDD" w14:textId="77777777" w:rsidR="00894A01" w:rsidRPr="00894A01" w:rsidRDefault="00894A01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 Рима Марсаитовна</w:t>
            </w:r>
          </w:p>
        </w:tc>
        <w:tc>
          <w:tcPr>
            <w:tcW w:w="4110" w:type="dxa"/>
          </w:tcPr>
          <w:p w14:paraId="19AED1F3" w14:textId="77777777" w:rsidR="00894A01" w:rsidRPr="00894A01" w:rsidRDefault="00894A01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МАДОУ ЦРР – детский сад №309</w:t>
            </w:r>
          </w:p>
        </w:tc>
        <w:tc>
          <w:tcPr>
            <w:tcW w:w="2977" w:type="dxa"/>
          </w:tcPr>
          <w:p w14:paraId="62B90CB3" w14:textId="77777777" w:rsidR="00894A01" w:rsidRPr="00894A01" w:rsidRDefault="001F1297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894A01" w:rsidRPr="00894A01">
              <w:rPr>
                <w:rFonts w:ascii="Times New Roman" w:hAnsi="Times New Roman" w:cs="Times New Roman"/>
                <w:sz w:val="24"/>
                <w:szCs w:val="24"/>
              </w:rPr>
              <w:t>тарший воспитатель</w:t>
            </w:r>
          </w:p>
        </w:tc>
      </w:tr>
      <w:tr w:rsidR="001F1297" w:rsidRPr="00894A01" w14:paraId="007455D1" w14:textId="77777777" w:rsidTr="00894A01">
        <w:trPr>
          <w:trHeight w:val="595"/>
        </w:trPr>
        <w:tc>
          <w:tcPr>
            <w:tcW w:w="567" w:type="dxa"/>
          </w:tcPr>
          <w:p w14:paraId="74343C90" w14:textId="77777777" w:rsidR="001F1297" w:rsidRPr="00894A01" w:rsidRDefault="001F1297" w:rsidP="00A716D0">
            <w:pPr>
              <w:pStyle w:val="a7"/>
              <w:numPr>
                <w:ilvl w:val="0"/>
                <w:numId w:val="19"/>
              </w:numPr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13045EB8" w14:textId="77777777" w:rsidR="00A65769" w:rsidRDefault="001F1297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Садиков </w:t>
            </w:r>
          </w:p>
          <w:p w14:paraId="29B27CCE" w14:textId="77777777" w:rsidR="001F1297" w:rsidRPr="00894A01" w:rsidRDefault="001F1297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Раис Ибрагимович</w:t>
            </w:r>
          </w:p>
        </w:tc>
        <w:tc>
          <w:tcPr>
            <w:tcW w:w="4110" w:type="dxa"/>
          </w:tcPr>
          <w:p w14:paraId="3F6ABB02" w14:textId="77777777" w:rsidR="001F1297" w:rsidRPr="00894A01" w:rsidRDefault="001F1297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СОШ №141</w:t>
            </w:r>
          </w:p>
        </w:tc>
        <w:tc>
          <w:tcPr>
            <w:tcW w:w="2977" w:type="dxa"/>
          </w:tcPr>
          <w:p w14:paraId="7C952333" w14:textId="77777777" w:rsidR="001F1297" w:rsidRDefault="001F1297" w:rsidP="00A716D0">
            <w:pPr>
              <w:spacing w:line="240" w:lineRule="auto"/>
              <w:jc w:val="center"/>
            </w:pPr>
            <w:r w:rsidRPr="002B01D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1F1297" w:rsidRPr="00894A01" w14:paraId="2CB9B86E" w14:textId="77777777" w:rsidTr="00894A01">
        <w:trPr>
          <w:trHeight w:val="595"/>
        </w:trPr>
        <w:tc>
          <w:tcPr>
            <w:tcW w:w="567" w:type="dxa"/>
          </w:tcPr>
          <w:p w14:paraId="0A0CD0D3" w14:textId="77777777" w:rsidR="001F1297" w:rsidRPr="00894A01" w:rsidRDefault="001F1297" w:rsidP="00A716D0">
            <w:pPr>
              <w:pStyle w:val="a7"/>
              <w:numPr>
                <w:ilvl w:val="0"/>
                <w:numId w:val="19"/>
              </w:numPr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28B3F457" w14:textId="77777777" w:rsidR="00A65769" w:rsidRDefault="001F1297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Саляхова</w:t>
            </w:r>
          </w:p>
          <w:p w14:paraId="1AB169BD" w14:textId="77777777" w:rsidR="001F1297" w:rsidRPr="00894A01" w:rsidRDefault="001F1297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 Венера Файзулловна</w:t>
            </w:r>
          </w:p>
        </w:tc>
        <w:tc>
          <w:tcPr>
            <w:tcW w:w="4110" w:type="dxa"/>
          </w:tcPr>
          <w:p w14:paraId="2332355E" w14:textId="77777777" w:rsidR="001F1297" w:rsidRPr="00894A01" w:rsidRDefault="001F1297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МАОУ СОШ №38</w:t>
            </w:r>
          </w:p>
        </w:tc>
        <w:tc>
          <w:tcPr>
            <w:tcW w:w="2977" w:type="dxa"/>
          </w:tcPr>
          <w:p w14:paraId="58360DBC" w14:textId="77777777" w:rsidR="001F1297" w:rsidRDefault="001F1297" w:rsidP="00A716D0">
            <w:pPr>
              <w:spacing w:line="240" w:lineRule="auto"/>
              <w:jc w:val="center"/>
            </w:pPr>
            <w:r w:rsidRPr="002B01D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1F1297" w:rsidRPr="00894A01" w14:paraId="42E4164B" w14:textId="77777777" w:rsidTr="00894A01">
        <w:trPr>
          <w:trHeight w:val="595"/>
        </w:trPr>
        <w:tc>
          <w:tcPr>
            <w:tcW w:w="567" w:type="dxa"/>
          </w:tcPr>
          <w:p w14:paraId="6BE52EFF" w14:textId="77777777" w:rsidR="001F1297" w:rsidRPr="00894A01" w:rsidRDefault="001F1297" w:rsidP="00A716D0">
            <w:pPr>
              <w:pStyle w:val="a7"/>
              <w:numPr>
                <w:ilvl w:val="0"/>
                <w:numId w:val="19"/>
              </w:numPr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5248E113" w14:textId="77777777" w:rsidR="00A65769" w:rsidRDefault="001F1297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Сиухова </w:t>
            </w:r>
          </w:p>
          <w:p w14:paraId="50EF7A15" w14:textId="77777777" w:rsidR="001F1297" w:rsidRPr="00894A01" w:rsidRDefault="001F1297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Татьяна Михайловна</w:t>
            </w:r>
          </w:p>
        </w:tc>
        <w:tc>
          <w:tcPr>
            <w:tcW w:w="4110" w:type="dxa"/>
          </w:tcPr>
          <w:p w14:paraId="0E2B4BDA" w14:textId="77777777" w:rsidR="001F1297" w:rsidRPr="00894A01" w:rsidRDefault="001F1297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СОШ №17</w:t>
            </w:r>
          </w:p>
        </w:tc>
        <w:tc>
          <w:tcPr>
            <w:tcW w:w="2977" w:type="dxa"/>
          </w:tcPr>
          <w:p w14:paraId="2E09A3F7" w14:textId="77777777" w:rsidR="001F1297" w:rsidRDefault="001F1297" w:rsidP="00A716D0">
            <w:pPr>
              <w:spacing w:line="240" w:lineRule="auto"/>
              <w:jc w:val="center"/>
            </w:pPr>
            <w:r w:rsidRPr="002B01D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1F1297" w:rsidRPr="00894A01" w14:paraId="1B86EE0F" w14:textId="77777777" w:rsidTr="00894A01">
        <w:trPr>
          <w:trHeight w:val="595"/>
        </w:trPr>
        <w:tc>
          <w:tcPr>
            <w:tcW w:w="567" w:type="dxa"/>
          </w:tcPr>
          <w:p w14:paraId="433813BD" w14:textId="77777777" w:rsidR="001F1297" w:rsidRPr="00894A01" w:rsidRDefault="001F1297" w:rsidP="00A716D0">
            <w:pPr>
              <w:pStyle w:val="a7"/>
              <w:numPr>
                <w:ilvl w:val="0"/>
                <w:numId w:val="19"/>
              </w:numPr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595A00FE" w14:textId="77777777" w:rsidR="00A65769" w:rsidRDefault="001F1297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Слободина </w:t>
            </w:r>
          </w:p>
          <w:p w14:paraId="6CE4E71D" w14:textId="77777777" w:rsidR="001F1297" w:rsidRPr="00894A01" w:rsidRDefault="001F1297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Маргарита Вячеславовна</w:t>
            </w:r>
          </w:p>
        </w:tc>
        <w:tc>
          <w:tcPr>
            <w:tcW w:w="4110" w:type="dxa"/>
          </w:tcPr>
          <w:p w14:paraId="24833162" w14:textId="77777777" w:rsidR="001F1297" w:rsidRPr="00894A01" w:rsidRDefault="001F1297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СОШ №88</w:t>
            </w:r>
          </w:p>
        </w:tc>
        <w:tc>
          <w:tcPr>
            <w:tcW w:w="2977" w:type="dxa"/>
          </w:tcPr>
          <w:p w14:paraId="580A3B04" w14:textId="77777777" w:rsidR="001F1297" w:rsidRDefault="001F1297" w:rsidP="00A716D0">
            <w:pPr>
              <w:spacing w:line="240" w:lineRule="auto"/>
              <w:jc w:val="center"/>
            </w:pPr>
            <w:r w:rsidRPr="002B01D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894A01" w:rsidRPr="00894A01" w14:paraId="32D353B6" w14:textId="77777777" w:rsidTr="00894A01">
        <w:trPr>
          <w:trHeight w:val="595"/>
        </w:trPr>
        <w:tc>
          <w:tcPr>
            <w:tcW w:w="567" w:type="dxa"/>
          </w:tcPr>
          <w:p w14:paraId="2267749E" w14:textId="77777777" w:rsidR="00894A01" w:rsidRPr="00894A01" w:rsidRDefault="00894A01" w:rsidP="00A716D0">
            <w:pPr>
              <w:pStyle w:val="a7"/>
              <w:numPr>
                <w:ilvl w:val="0"/>
                <w:numId w:val="19"/>
              </w:numPr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75F18997" w14:textId="77777777" w:rsidR="00A65769" w:rsidRDefault="00894A01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Тухфатуллина</w:t>
            </w:r>
          </w:p>
          <w:p w14:paraId="4E386EE6" w14:textId="77777777" w:rsidR="00894A01" w:rsidRPr="00894A01" w:rsidRDefault="00894A01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 Изеда Ильдаровна</w:t>
            </w:r>
          </w:p>
        </w:tc>
        <w:tc>
          <w:tcPr>
            <w:tcW w:w="4110" w:type="dxa"/>
          </w:tcPr>
          <w:p w14:paraId="66034FEF" w14:textId="77777777" w:rsidR="00894A01" w:rsidRPr="00894A01" w:rsidRDefault="00894A01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МАДОУ ЦРР – детский сад №309</w:t>
            </w:r>
          </w:p>
        </w:tc>
        <w:tc>
          <w:tcPr>
            <w:tcW w:w="2977" w:type="dxa"/>
          </w:tcPr>
          <w:p w14:paraId="281E709F" w14:textId="77777777" w:rsidR="00894A01" w:rsidRPr="00894A01" w:rsidRDefault="001F1297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894A01" w:rsidRPr="00894A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894A01" w:rsidRPr="00894A01" w14:paraId="441F8819" w14:textId="77777777" w:rsidTr="00894A01">
        <w:trPr>
          <w:trHeight w:val="595"/>
        </w:trPr>
        <w:tc>
          <w:tcPr>
            <w:tcW w:w="567" w:type="dxa"/>
          </w:tcPr>
          <w:p w14:paraId="703F3FB0" w14:textId="77777777" w:rsidR="00894A01" w:rsidRPr="00894A01" w:rsidRDefault="00894A01" w:rsidP="00A716D0">
            <w:pPr>
              <w:pStyle w:val="a7"/>
              <w:numPr>
                <w:ilvl w:val="0"/>
                <w:numId w:val="19"/>
              </w:numPr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457B2338" w14:textId="77777777" w:rsidR="00A65769" w:rsidRDefault="00894A01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Файзуллина</w:t>
            </w:r>
          </w:p>
          <w:p w14:paraId="200304EC" w14:textId="77777777" w:rsidR="00894A01" w:rsidRPr="00894A01" w:rsidRDefault="00894A01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 Фарида Фазитовна</w:t>
            </w:r>
          </w:p>
        </w:tc>
        <w:tc>
          <w:tcPr>
            <w:tcW w:w="4110" w:type="dxa"/>
          </w:tcPr>
          <w:p w14:paraId="2EE08297" w14:textId="77777777" w:rsidR="00894A01" w:rsidRPr="00894A01" w:rsidRDefault="00894A01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МАДОУ Детский сад №198</w:t>
            </w:r>
          </w:p>
        </w:tc>
        <w:tc>
          <w:tcPr>
            <w:tcW w:w="2977" w:type="dxa"/>
          </w:tcPr>
          <w:p w14:paraId="75FE9ED0" w14:textId="77777777" w:rsidR="00894A01" w:rsidRPr="00894A01" w:rsidRDefault="001F1297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894A01" w:rsidRPr="00894A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894A01" w:rsidRPr="00894A01" w14:paraId="5EB6B076" w14:textId="77777777" w:rsidTr="00894A01">
        <w:trPr>
          <w:trHeight w:val="595"/>
        </w:trPr>
        <w:tc>
          <w:tcPr>
            <w:tcW w:w="567" w:type="dxa"/>
          </w:tcPr>
          <w:p w14:paraId="08B50E90" w14:textId="77777777" w:rsidR="00894A01" w:rsidRPr="00894A01" w:rsidRDefault="00894A01" w:rsidP="00A716D0">
            <w:pPr>
              <w:pStyle w:val="a7"/>
              <w:numPr>
                <w:ilvl w:val="0"/>
                <w:numId w:val="19"/>
              </w:numPr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24FC57DF" w14:textId="77777777" w:rsidR="00A65769" w:rsidRDefault="00894A01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Хабибуллина </w:t>
            </w:r>
          </w:p>
          <w:p w14:paraId="7FC3CA45" w14:textId="77777777" w:rsidR="00894A01" w:rsidRPr="00894A01" w:rsidRDefault="00894A01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Лидия Маратовна</w:t>
            </w:r>
          </w:p>
        </w:tc>
        <w:tc>
          <w:tcPr>
            <w:tcW w:w="4110" w:type="dxa"/>
          </w:tcPr>
          <w:p w14:paraId="1533A51E" w14:textId="77777777" w:rsidR="00894A01" w:rsidRPr="00894A01" w:rsidRDefault="00894A01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МАДОУ ЦРР детский сад №233</w:t>
            </w:r>
          </w:p>
        </w:tc>
        <w:tc>
          <w:tcPr>
            <w:tcW w:w="2977" w:type="dxa"/>
          </w:tcPr>
          <w:p w14:paraId="79522086" w14:textId="77777777" w:rsidR="00894A01" w:rsidRPr="00894A01" w:rsidRDefault="001F1297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894A01" w:rsidRPr="00894A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узыкальный руководитель</w:t>
            </w:r>
          </w:p>
        </w:tc>
      </w:tr>
      <w:tr w:rsidR="001F1297" w:rsidRPr="00894A01" w14:paraId="12440935" w14:textId="77777777" w:rsidTr="00894A01">
        <w:trPr>
          <w:trHeight w:val="595"/>
        </w:trPr>
        <w:tc>
          <w:tcPr>
            <w:tcW w:w="567" w:type="dxa"/>
          </w:tcPr>
          <w:p w14:paraId="219C7B68" w14:textId="77777777" w:rsidR="001F1297" w:rsidRPr="00894A01" w:rsidRDefault="001F1297" w:rsidP="00A716D0">
            <w:pPr>
              <w:pStyle w:val="a7"/>
              <w:numPr>
                <w:ilvl w:val="0"/>
                <w:numId w:val="19"/>
              </w:numPr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0B3704C6" w14:textId="77777777" w:rsidR="00A65769" w:rsidRDefault="001F1297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Хитькова</w:t>
            </w:r>
          </w:p>
          <w:p w14:paraId="58BED80D" w14:textId="77777777" w:rsidR="001F1297" w:rsidRPr="00894A01" w:rsidRDefault="001F1297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Татьяна Николаевна</w:t>
            </w:r>
          </w:p>
        </w:tc>
        <w:tc>
          <w:tcPr>
            <w:tcW w:w="4110" w:type="dxa"/>
          </w:tcPr>
          <w:p w14:paraId="2C734670" w14:textId="77777777" w:rsidR="001F1297" w:rsidRPr="00894A01" w:rsidRDefault="001F1297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СОШ №141</w:t>
            </w:r>
          </w:p>
        </w:tc>
        <w:tc>
          <w:tcPr>
            <w:tcW w:w="2977" w:type="dxa"/>
          </w:tcPr>
          <w:p w14:paraId="5D61F6C0" w14:textId="77777777" w:rsidR="001F1297" w:rsidRDefault="001F1297" w:rsidP="00A716D0">
            <w:pPr>
              <w:spacing w:line="240" w:lineRule="auto"/>
              <w:jc w:val="center"/>
            </w:pPr>
            <w:r w:rsidRPr="00F41C4F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1F1297" w:rsidRPr="00894A01" w14:paraId="4B84D3EF" w14:textId="77777777" w:rsidTr="00894A01">
        <w:trPr>
          <w:trHeight w:val="595"/>
        </w:trPr>
        <w:tc>
          <w:tcPr>
            <w:tcW w:w="567" w:type="dxa"/>
          </w:tcPr>
          <w:p w14:paraId="5721E77B" w14:textId="77777777" w:rsidR="001F1297" w:rsidRPr="00894A01" w:rsidRDefault="001F1297" w:rsidP="00A716D0">
            <w:pPr>
              <w:pStyle w:val="a7"/>
              <w:numPr>
                <w:ilvl w:val="0"/>
                <w:numId w:val="19"/>
              </w:numPr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4ABA407C" w14:textId="77777777" w:rsidR="00A65769" w:rsidRDefault="001F1297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Хусаинова</w:t>
            </w:r>
          </w:p>
          <w:p w14:paraId="6648B6FA" w14:textId="77777777" w:rsidR="001F1297" w:rsidRPr="00894A01" w:rsidRDefault="001F1297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 Айгуль Равилевна</w:t>
            </w:r>
          </w:p>
        </w:tc>
        <w:tc>
          <w:tcPr>
            <w:tcW w:w="4110" w:type="dxa"/>
          </w:tcPr>
          <w:p w14:paraId="0EA07E2C" w14:textId="77777777" w:rsidR="001F1297" w:rsidRPr="00894A01" w:rsidRDefault="001F1297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МАОУ лицей №6</w:t>
            </w:r>
          </w:p>
        </w:tc>
        <w:tc>
          <w:tcPr>
            <w:tcW w:w="2977" w:type="dxa"/>
          </w:tcPr>
          <w:p w14:paraId="3E15204C" w14:textId="77777777" w:rsidR="001F1297" w:rsidRDefault="001F1297" w:rsidP="00A716D0">
            <w:pPr>
              <w:spacing w:line="240" w:lineRule="auto"/>
              <w:jc w:val="center"/>
            </w:pPr>
            <w:r w:rsidRPr="00F41C4F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894A01" w:rsidRPr="00894A01" w14:paraId="0F742EC1" w14:textId="77777777" w:rsidTr="00894A01">
        <w:trPr>
          <w:trHeight w:val="595"/>
        </w:trPr>
        <w:tc>
          <w:tcPr>
            <w:tcW w:w="567" w:type="dxa"/>
          </w:tcPr>
          <w:p w14:paraId="41C346E0" w14:textId="77777777" w:rsidR="00894A01" w:rsidRPr="00894A01" w:rsidRDefault="00894A01" w:rsidP="00A716D0">
            <w:pPr>
              <w:pStyle w:val="a7"/>
              <w:numPr>
                <w:ilvl w:val="0"/>
                <w:numId w:val="19"/>
              </w:numPr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7B82CB0D" w14:textId="77777777" w:rsidR="00A65769" w:rsidRDefault="00894A01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Чиглинцева </w:t>
            </w:r>
          </w:p>
          <w:p w14:paraId="63B49D18" w14:textId="77777777" w:rsidR="00894A01" w:rsidRPr="00894A01" w:rsidRDefault="00894A01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Галина Николаевна</w:t>
            </w:r>
          </w:p>
        </w:tc>
        <w:tc>
          <w:tcPr>
            <w:tcW w:w="4110" w:type="dxa"/>
          </w:tcPr>
          <w:p w14:paraId="22FB86CD" w14:textId="77777777" w:rsidR="00894A01" w:rsidRPr="00894A01" w:rsidRDefault="00894A01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МАОУ ДОД «ДЮЦ «Салям»</w:t>
            </w:r>
          </w:p>
        </w:tc>
        <w:tc>
          <w:tcPr>
            <w:tcW w:w="2977" w:type="dxa"/>
          </w:tcPr>
          <w:p w14:paraId="266F1B39" w14:textId="77777777" w:rsidR="00894A01" w:rsidRPr="00894A01" w:rsidRDefault="001F1297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894A01" w:rsidRPr="00894A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едагог дополнительного образования</w:t>
            </w:r>
          </w:p>
        </w:tc>
      </w:tr>
      <w:tr w:rsidR="00894A01" w:rsidRPr="00894A01" w14:paraId="2DE6173D" w14:textId="77777777" w:rsidTr="00894A01">
        <w:trPr>
          <w:trHeight w:val="595"/>
        </w:trPr>
        <w:tc>
          <w:tcPr>
            <w:tcW w:w="567" w:type="dxa"/>
          </w:tcPr>
          <w:p w14:paraId="77325BCE" w14:textId="77777777" w:rsidR="00894A01" w:rsidRPr="00894A01" w:rsidRDefault="00894A01" w:rsidP="00A716D0">
            <w:pPr>
              <w:pStyle w:val="a7"/>
              <w:numPr>
                <w:ilvl w:val="0"/>
                <w:numId w:val="19"/>
              </w:numPr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61F8E8CB" w14:textId="77777777" w:rsidR="00A65769" w:rsidRDefault="00894A01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Чухнина </w:t>
            </w:r>
          </w:p>
          <w:p w14:paraId="2507906F" w14:textId="77777777" w:rsidR="00894A01" w:rsidRPr="00894A01" w:rsidRDefault="00894A01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Ирина Александровна</w:t>
            </w:r>
          </w:p>
        </w:tc>
        <w:tc>
          <w:tcPr>
            <w:tcW w:w="4110" w:type="dxa"/>
          </w:tcPr>
          <w:p w14:paraId="2E3CC040" w14:textId="77777777" w:rsidR="00894A01" w:rsidRPr="00894A01" w:rsidRDefault="00894A01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МАДОУ «Детский сад №301»</w:t>
            </w:r>
          </w:p>
        </w:tc>
        <w:tc>
          <w:tcPr>
            <w:tcW w:w="2977" w:type="dxa"/>
          </w:tcPr>
          <w:p w14:paraId="6BA82D7D" w14:textId="77777777" w:rsidR="00894A01" w:rsidRPr="00894A01" w:rsidRDefault="001F1297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894A01" w:rsidRPr="00894A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едагог-психолог</w:t>
            </w:r>
          </w:p>
        </w:tc>
      </w:tr>
      <w:tr w:rsidR="00894A01" w:rsidRPr="00894A01" w14:paraId="3D71E0FC" w14:textId="77777777" w:rsidTr="00894A01">
        <w:trPr>
          <w:trHeight w:val="595"/>
        </w:trPr>
        <w:tc>
          <w:tcPr>
            <w:tcW w:w="567" w:type="dxa"/>
          </w:tcPr>
          <w:p w14:paraId="6F16382E" w14:textId="77777777" w:rsidR="00894A01" w:rsidRPr="00894A01" w:rsidRDefault="00894A01" w:rsidP="00A716D0">
            <w:pPr>
              <w:pStyle w:val="a7"/>
              <w:numPr>
                <w:ilvl w:val="0"/>
                <w:numId w:val="19"/>
              </w:numPr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42761F51" w14:textId="77777777" w:rsidR="00A65769" w:rsidRDefault="00894A01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Шафикова </w:t>
            </w:r>
          </w:p>
          <w:p w14:paraId="489C41C3" w14:textId="77777777" w:rsidR="00894A01" w:rsidRPr="00894A01" w:rsidRDefault="00894A01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Альфия Накиповна</w:t>
            </w:r>
          </w:p>
        </w:tc>
        <w:tc>
          <w:tcPr>
            <w:tcW w:w="4110" w:type="dxa"/>
          </w:tcPr>
          <w:p w14:paraId="2D93BFCA" w14:textId="77777777" w:rsidR="00894A01" w:rsidRPr="00894A01" w:rsidRDefault="00894A01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МАДОУ Детский сад №198</w:t>
            </w:r>
          </w:p>
        </w:tc>
        <w:tc>
          <w:tcPr>
            <w:tcW w:w="2977" w:type="dxa"/>
          </w:tcPr>
          <w:p w14:paraId="18317C15" w14:textId="77777777" w:rsidR="00894A01" w:rsidRPr="00894A01" w:rsidRDefault="001F1297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894A01" w:rsidRPr="00894A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894A01" w:rsidRPr="00894A01" w14:paraId="3DF07947" w14:textId="77777777" w:rsidTr="00894A01">
        <w:trPr>
          <w:trHeight w:val="595"/>
        </w:trPr>
        <w:tc>
          <w:tcPr>
            <w:tcW w:w="567" w:type="dxa"/>
          </w:tcPr>
          <w:p w14:paraId="54D0F598" w14:textId="77777777" w:rsidR="00894A01" w:rsidRPr="00894A01" w:rsidRDefault="00894A01" w:rsidP="00A716D0">
            <w:pPr>
              <w:pStyle w:val="a7"/>
              <w:numPr>
                <w:ilvl w:val="0"/>
                <w:numId w:val="19"/>
              </w:numPr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6F6A9E16" w14:textId="77777777" w:rsidR="00A65769" w:rsidRDefault="00894A01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Ширяева </w:t>
            </w:r>
          </w:p>
          <w:p w14:paraId="683F91F9" w14:textId="77777777" w:rsidR="00894A01" w:rsidRPr="00894A01" w:rsidRDefault="00894A01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Людмила Петровна</w:t>
            </w:r>
          </w:p>
        </w:tc>
        <w:tc>
          <w:tcPr>
            <w:tcW w:w="4110" w:type="dxa"/>
          </w:tcPr>
          <w:p w14:paraId="69CFF185" w14:textId="77777777" w:rsidR="00894A01" w:rsidRPr="00894A01" w:rsidRDefault="00894A01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МАДОУ «Детский сад №69»</w:t>
            </w:r>
          </w:p>
        </w:tc>
        <w:tc>
          <w:tcPr>
            <w:tcW w:w="2977" w:type="dxa"/>
          </w:tcPr>
          <w:p w14:paraId="69716304" w14:textId="77777777" w:rsidR="00894A01" w:rsidRPr="00894A01" w:rsidRDefault="001F1297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894A01" w:rsidRPr="00894A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894A01" w:rsidRPr="00894A01" w14:paraId="33D77876" w14:textId="77777777" w:rsidTr="00894A01">
        <w:trPr>
          <w:trHeight w:val="595"/>
        </w:trPr>
        <w:tc>
          <w:tcPr>
            <w:tcW w:w="567" w:type="dxa"/>
          </w:tcPr>
          <w:p w14:paraId="4D69770D" w14:textId="77777777" w:rsidR="00894A01" w:rsidRPr="00894A01" w:rsidRDefault="00894A01" w:rsidP="00A716D0">
            <w:pPr>
              <w:pStyle w:val="a7"/>
              <w:numPr>
                <w:ilvl w:val="0"/>
                <w:numId w:val="19"/>
              </w:numPr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62091AE4" w14:textId="77777777" w:rsidR="00A65769" w:rsidRDefault="00894A01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Яковлева</w:t>
            </w:r>
          </w:p>
          <w:p w14:paraId="12598F9F" w14:textId="77777777" w:rsidR="00894A01" w:rsidRPr="00894A01" w:rsidRDefault="00894A01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Александровна</w:t>
            </w:r>
          </w:p>
        </w:tc>
        <w:tc>
          <w:tcPr>
            <w:tcW w:w="4110" w:type="dxa"/>
          </w:tcPr>
          <w:p w14:paraId="10E784BB" w14:textId="77777777" w:rsidR="00894A01" w:rsidRPr="00894A01" w:rsidRDefault="00894A01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МАДОУ Детский сад №157</w:t>
            </w:r>
          </w:p>
        </w:tc>
        <w:tc>
          <w:tcPr>
            <w:tcW w:w="2977" w:type="dxa"/>
          </w:tcPr>
          <w:p w14:paraId="1CDBB5BB" w14:textId="77777777" w:rsidR="00894A01" w:rsidRPr="00894A01" w:rsidRDefault="001F1297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894A01" w:rsidRPr="00894A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узыкальный руководитель</w:t>
            </w:r>
          </w:p>
        </w:tc>
      </w:tr>
      <w:tr w:rsidR="00894A01" w:rsidRPr="00894A01" w14:paraId="171118B0" w14:textId="77777777" w:rsidTr="00894A01">
        <w:trPr>
          <w:trHeight w:val="595"/>
        </w:trPr>
        <w:tc>
          <w:tcPr>
            <w:tcW w:w="567" w:type="dxa"/>
          </w:tcPr>
          <w:p w14:paraId="6C35232D" w14:textId="77777777" w:rsidR="00894A01" w:rsidRPr="00894A01" w:rsidRDefault="00894A01" w:rsidP="00A716D0">
            <w:pPr>
              <w:pStyle w:val="a7"/>
              <w:numPr>
                <w:ilvl w:val="0"/>
                <w:numId w:val="19"/>
              </w:numPr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4D936D28" w14:textId="77777777" w:rsidR="00A65769" w:rsidRDefault="00894A01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Ямалова</w:t>
            </w:r>
          </w:p>
          <w:p w14:paraId="2BCF8275" w14:textId="77777777" w:rsidR="00894A01" w:rsidRPr="00894A01" w:rsidRDefault="00894A01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 Айгуль Ринатовна</w:t>
            </w:r>
          </w:p>
        </w:tc>
        <w:tc>
          <w:tcPr>
            <w:tcW w:w="4110" w:type="dxa"/>
          </w:tcPr>
          <w:p w14:paraId="52CC7DB2" w14:textId="77777777" w:rsidR="00894A01" w:rsidRPr="00894A01" w:rsidRDefault="00894A01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МАОУ гимназия №93</w:t>
            </w:r>
          </w:p>
        </w:tc>
        <w:tc>
          <w:tcPr>
            <w:tcW w:w="2977" w:type="dxa"/>
          </w:tcPr>
          <w:p w14:paraId="09FF028A" w14:textId="77777777" w:rsidR="00894A01" w:rsidRPr="00894A01" w:rsidRDefault="001F1297" w:rsidP="00A716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</w:tbl>
    <w:p w14:paraId="05ECE664" w14:textId="77777777" w:rsidR="007B3ED6" w:rsidRDefault="007B3ED6" w:rsidP="00A716D0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6C4F449F" w14:textId="77777777" w:rsidR="007B3ED6" w:rsidRDefault="007B3ED6" w:rsidP="00A716D0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38086DBD" w14:textId="77777777" w:rsidR="00A716D0" w:rsidRDefault="00A716D0" w:rsidP="00A716D0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Приложение №2  к приказу Министерства образования</w:t>
      </w:r>
    </w:p>
    <w:p w14:paraId="3666CDBE" w14:textId="77777777" w:rsidR="00A716D0" w:rsidRPr="00BE3CB8" w:rsidRDefault="00A716D0" w:rsidP="00A716D0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14:paraId="20EFC2F3" w14:textId="77777777" w:rsidR="00A716D0" w:rsidRDefault="00A716D0" w:rsidP="00A716D0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14:paraId="29169E59" w14:textId="77777777" w:rsidR="00A716D0" w:rsidRDefault="00A716D0" w:rsidP="00A716D0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14:paraId="63C58D67" w14:textId="77777777" w:rsidR="00A716D0" w:rsidRDefault="00A716D0" w:rsidP="00A716D0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14:paraId="2CCE96CA" w14:textId="77777777" w:rsidR="00A716D0" w:rsidRPr="00FD0F2C" w:rsidRDefault="00A716D0" w:rsidP="00A716D0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0C7B8C37" w14:textId="77777777" w:rsidR="00894A01" w:rsidRPr="00894A01" w:rsidRDefault="00894A01" w:rsidP="00894A01">
      <w:pPr>
        <w:pStyle w:val="a7"/>
        <w:spacing w:line="276" w:lineRule="auto"/>
        <w:rPr>
          <w:sz w:val="24"/>
          <w:szCs w:val="24"/>
        </w:rPr>
      </w:pPr>
      <w:r w:rsidRPr="00894A01">
        <w:rPr>
          <w:sz w:val="24"/>
          <w:szCs w:val="24"/>
        </w:rPr>
        <w:t>Городской округ город Уфа Республики Башкортостан (Орджоникидзевский район)</w:t>
      </w:r>
    </w:p>
    <w:p w14:paraId="7ABEE2BC" w14:textId="77777777" w:rsidR="00894A01" w:rsidRPr="00894A01" w:rsidRDefault="00894A01" w:rsidP="00894A01">
      <w:pPr>
        <w:pStyle w:val="a7"/>
        <w:spacing w:line="276" w:lineRule="auto"/>
        <w:rPr>
          <w:b w:val="0"/>
          <w:sz w:val="24"/>
          <w:szCs w:val="24"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403"/>
        <w:gridCol w:w="4110"/>
        <w:gridCol w:w="2977"/>
      </w:tblGrid>
      <w:tr w:rsidR="00894A01" w:rsidRPr="00894A01" w14:paraId="4ADA4FC0" w14:textId="77777777" w:rsidTr="00894A01">
        <w:trPr>
          <w:trHeight w:val="595"/>
        </w:trPr>
        <w:tc>
          <w:tcPr>
            <w:tcW w:w="567" w:type="dxa"/>
            <w:vAlign w:val="center"/>
          </w:tcPr>
          <w:p w14:paraId="080D2E73" w14:textId="77777777" w:rsidR="00894A01" w:rsidRPr="00C30652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403" w:type="dxa"/>
            <w:vAlign w:val="center"/>
          </w:tcPr>
          <w:p w14:paraId="7CBBB7AF" w14:textId="77777777" w:rsidR="00894A01" w:rsidRPr="00C30652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b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ИО</w:t>
            </w:r>
          </w:p>
        </w:tc>
        <w:tc>
          <w:tcPr>
            <w:tcW w:w="4110" w:type="dxa"/>
            <w:vAlign w:val="center"/>
          </w:tcPr>
          <w:p w14:paraId="4882A079" w14:textId="77777777" w:rsidR="00894A01" w:rsidRPr="00C30652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977" w:type="dxa"/>
            <w:vAlign w:val="center"/>
          </w:tcPr>
          <w:p w14:paraId="56530B03" w14:textId="77777777" w:rsidR="00894A01" w:rsidRPr="00C30652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107F01" w:rsidRPr="00894A01" w14:paraId="789E1A5D" w14:textId="77777777" w:rsidTr="00894A01">
        <w:trPr>
          <w:trHeight w:val="595"/>
        </w:trPr>
        <w:tc>
          <w:tcPr>
            <w:tcW w:w="567" w:type="dxa"/>
          </w:tcPr>
          <w:p w14:paraId="3432548A" w14:textId="77777777" w:rsidR="00107F01" w:rsidRPr="00894A01" w:rsidRDefault="00107F01" w:rsidP="00215B6B">
            <w:pPr>
              <w:pStyle w:val="a7"/>
              <w:numPr>
                <w:ilvl w:val="0"/>
                <w:numId w:val="20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09E1F92B" w14:textId="77777777" w:rsidR="00107F01" w:rsidRDefault="00107F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Акбашева </w:t>
            </w:r>
          </w:p>
          <w:p w14:paraId="3D20A197" w14:textId="77777777" w:rsidR="00107F01" w:rsidRPr="00894A01" w:rsidRDefault="00107F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Альбина Рашитовна</w:t>
            </w:r>
          </w:p>
        </w:tc>
        <w:tc>
          <w:tcPr>
            <w:tcW w:w="4110" w:type="dxa"/>
          </w:tcPr>
          <w:p w14:paraId="27E3F5D3" w14:textId="77777777" w:rsidR="00107F01" w:rsidRPr="00894A01" w:rsidRDefault="00107F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Гимназия №64</w:t>
            </w:r>
          </w:p>
        </w:tc>
        <w:tc>
          <w:tcPr>
            <w:tcW w:w="2977" w:type="dxa"/>
          </w:tcPr>
          <w:p w14:paraId="6F5A5C91" w14:textId="77777777" w:rsidR="00107F01" w:rsidRDefault="00107F01" w:rsidP="00107F01">
            <w:pPr>
              <w:jc w:val="center"/>
            </w:pPr>
            <w:r w:rsidRPr="00CD0926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107F01" w:rsidRPr="00894A01" w14:paraId="2DD821CB" w14:textId="77777777" w:rsidTr="00894A01">
        <w:trPr>
          <w:trHeight w:val="595"/>
        </w:trPr>
        <w:tc>
          <w:tcPr>
            <w:tcW w:w="567" w:type="dxa"/>
          </w:tcPr>
          <w:p w14:paraId="64664D01" w14:textId="77777777" w:rsidR="00107F01" w:rsidRPr="00894A01" w:rsidRDefault="00107F01" w:rsidP="00215B6B">
            <w:pPr>
              <w:pStyle w:val="a7"/>
              <w:numPr>
                <w:ilvl w:val="0"/>
                <w:numId w:val="20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43A51CDE" w14:textId="77777777" w:rsidR="00107F01" w:rsidRDefault="00107F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Аминова </w:t>
            </w:r>
          </w:p>
          <w:p w14:paraId="30515401" w14:textId="77777777" w:rsidR="00107F01" w:rsidRPr="00894A01" w:rsidRDefault="00107F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Фарида Адгамовна</w:t>
            </w:r>
          </w:p>
        </w:tc>
        <w:tc>
          <w:tcPr>
            <w:tcW w:w="4110" w:type="dxa"/>
          </w:tcPr>
          <w:p w14:paraId="3B107EA9" w14:textId="77777777" w:rsidR="00107F01" w:rsidRPr="00894A01" w:rsidRDefault="00107F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Гимназия №64</w:t>
            </w:r>
          </w:p>
        </w:tc>
        <w:tc>
          <w:tcPr>
            <w:tcW w:w="2977" w:type="dxa"/>
          </w:tcPr>
          <w:p w14:paraId="02D7DA23" w14:textId="77777777" w:rsidR="00107F01" w:rsidRDefault="00107F01" w:rsidP="00107F01">
            <w:pPr>
              <w:jc w:val="center"/>
            </w:pPr>
            <w:r w:rsidRPr="00CD0926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107F01" w:rsidRPr="00894A01" w14:paraId="2D15A25F" w14:textId="77777777" w:rsidTr="00894A01">
        <w:trPr>
          <w:trHeight w:val="595"/>
        </w:trPr>
        <w:tc>
          <w:tcPr>
            <w:tcW w:w="567" w:type="dxa"/>
          </w:tcPr>
          <w:p w14:paraId="5795419D" w14:textId="77777777" w:rsidR="00107F01" w:rsidRPr="00894A01" w:rsidRDefault="00107F01" w:rsidP="00215B6B">
            <w:pPr>
              <w:pStyle w:val="a7"/>
              <w:numPr>
                <w:ilvl w:val="0"/>
                <w:numId w:val="20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1402FEDA" w14:textId="77777777" w:rsidR="00107F01" w:rsidRDefault="00107F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Афанасьев </w:t>
            </w:r>
          </w:p>
          <w:p w14:paraId="51F7AA5D" w14:textId="77777777" w:rsidR="00107F01" w:rsidRPr="00894A01" w:rsidRDefault="00107F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Юрий Иванович</w:t>
            </w:r>
          </w:p>
        </w:tc>
        <w:tc>
          <w:tcPr>
            <w:tcW w:w="4110" w:type="dxa"/>
          </w:tcPr>
          <w:p w14:paraId="254FA254" w14:textId="77777777" w:rsidR="00107F01" w:rsidRPr="00894A01" w:rsidRDefault="00107F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Лицей «Содружество»</w:t>
            </w:r>
          </w:p>
        </w:tc>
        <w:tc>
          <w:tcPr>
            <w:tcW w:w="2977" w:type="dxa"/>
          </w:tcPr>
          <w:p w14:paraId="7B13439C" w14:textId="77777777" w:rsidR="00107F01" w:rsidRDefault="00107F01" w:rsidP="00107F01">
            <w:pPr>
              <w:jc w:val="center"/>
            </w:pPr>
            <w:r w:rsidRPr="00CD0926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107F01" w:rsidRPr="00894A01" w14:paraId="437490CB" w14:textId="77777777" w:rsidTr="00894A01">
        <w:trPr>
          <w:trHeight w:val="595"/>
        </w:trPr>
        <w:tc>
          <w:tcPr>
            <w:tcW w:w="567" w:type="dxa"/>
          </w:tcPr>
          <w:p w14:paraId="3202E32A" w14:textId="77777777" w:rsidR="00107F01" w:rsidRPr="00894A01" w:rsidRDefault="00107F01" w:rsidP="00215B6B">
            <w:pPr>
              <w:pStyle w:val="a7"/>
              <w:numPr>
                <w:ilvl w:val="0"/>
                <w:numId w:val="20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33D19521" w14:textId="77777777" w:rsidR="00107F01" w:rsidRDefault="00107F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Ахметова </w:t>
            </w:r>
          </w:p>
          <w:p w14:paraId="0A52E8C9" w14:textId="77777777" w:rsidR="00107F01" w:rsidRPr="00894A01" w:rsidRDefault="00107F01" w:rsidP="00894A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Лиля Альбертовна</w:t>
            </w:r>
          </w:p>
        </w:tc>
        <w:tc>
          <w:tcPr>
            <w:tcW w:w="4110" w:type="dxa"/>
          </w:tcPr>
          <w:p w14:paraId="29B919AC" w14:textId="77777777" w:rsidR="00107F01" w:rsidRPr="00894A01" w:rsidRDefault="00107F01" w:rsidP="00894A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СОШ №109</w:t>
            </w:r>
          </w:p>
        </w:tc>
        <w:tc>
          <w:tcPr>
            <w:tcW w:w="2977" w:type="dxa"/>
          </w:tcPr>
          <w:p w14:paraId="3D1AAD3B" w14:textId="77777777" w:rsidR="00107F01" w:rsidRDefault="00107F01" w:rsidP="00107F01">
            <w:pPr>
              <w:jc w:val="center"/>
            </w:pPr>
            <w:r w:rsidRPr="00CD0926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107F01" w:rsidRPr="00894A01" w14:paraId="64F8B684" w14:textId="77777777" w:rsidTr="00894A01">
        <w:trPr>
          <w:trHeight w:val="595"/>
        </w:trPr>
        <w:tc>
          <w:tcPr>
            <w:tcW w:w="567" w:type="dxa"/>
          </w:tcPr>
          <w:p w14:paraId="69E385D9" w14:textId="77777777" w:rsidR="00107F01" w:rsidRPr="00894A01" w:rsidRDefault="00107F01" w:rsidP="00215B6B">
            <w:pPr>
              <w:pStyle w:val="a7"/>
              <w:numPr>
                <w:ilvl w:val="0"/>
                <w:numId w:val="20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5892C852" w14:textId="77777777" w:rsidR="00107F01" w:rsidRDefault="00107F01" w:rsidP="00894A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Бакиева</w:t>
            </w:r>
          </w:p>
          <w:p w14:paraId="121BE09C" w14:textId="77777777" w:rsidR="00107F01" w:rsidRPr="00894A01" w:rsidRDefault="00107F01" w:rsidP="00894A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Гулия Рифовна</w:t>
            </w:r>
          </w:p>
        </w:tc>
        <w:tc>
          <w:tcPr>
            <w:tcW w:w="4110" w:type="dxa"/>
          </w:tcPr>
          <w:p w14:paraId="52848CF3" w14:textId="77777777" w:rsidR="00107F01" w:rsidRPr="00894A01" w:rsidRDefault="00107F01" w:rsidP="00894A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Гимназия № 64</w:t>
            </w:r>
          </w:p>
        </w:tc>
        <w:tc>
          <w:tcPr>
            <w:tcW w:w="2977" w:type="dxa"/>
          </w:tcPr>
          <w:p w14:paraId="42201CAB" w14:textId="77777777" w:rsidR="00107F01" w:rsidRDefault="00107F01" w:rsidP="00107F01">
            <w:pPr>
              <w:jc w:val="center"/>
            </w:pPr>
            <w:r w:rsidRPr="00CD0926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107F01" w:rsidRPr="00894A01" w14:paraId="141D77B4" w14:textId="77777777" w:rsidTr="00894A01">
        <w:trPr>
          <w:trHeight w:val="595"/>
        </w:trPr>
        <w:tc>
          <w:tcPr>
            <w:tcW w:w="567" w:type="dxa"/>
          </w:tcPr>
          <w:p w14:paraId="347EE376" w14:textId="77777777" w:rsidR="00107F01" w:rsidRPr="00894A01" w:rsidRDefault="00107F01" w:rsidP="00215B6B">
            <w:pPr>
              <w:pStyle w:val="a7"/>
              <w:numPr>
                <w:ilvl w:val="0"/>
                <w:numId w:val="20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02E8E2DD" w14:textId="77777777" w:rsidR="00107F01" w:rsidRDefault="00107F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Барановская </w:t>
            </w:r>
          </w:p>
          <w:p w14:paraId="3B53E638" w14:textId="77777777" w:rsidR="00107F01" w:rsidRPr="00894A01" w:rsidRDefault="00107F01" w:rsidP="00894A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Ольга Владимировна</w:t>
            </w:r>
          </w:p>
        </w:tc>
        <w:tc>
          <w:tcPr>
            <w:tcW w:w="4110" w:type="dxa"/>
          </w:tcPr>
          <w:p w14:paraId="1CB3B316" w14:textId="77777777" w:rsidR="00107F01" w:rsidRPr="00894A01" w:rsidRDefault="00107F01" w:rsidP="00894A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СОШ №98</w:t>
            </w:r>
          </w:p>
        </w:tc>
        <w:tc>
          <w:tcPr>
            <w:tcW w:w="2977" w:type="dxa"/>
          </w:tcPr>
          <w:p w14:paraId="34EA1B13" w14:textId="77777777" w:rsidR="00107F01" w:rsidRDefault="00107F01" w:rsidP="00107F01">
            <w:pPr>
              <w:jc w:val="center"/>
            </w:pPr>
            <w:r w:rsidRPr="00CD0926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107F01" w:rsidRPr="00894A01" w14:paraId="7EF87F19" w14:textId="77777777" w:rsidTr="00894A01">
        <w:trPr>
          <w:trHeight w:val="595"/>
        </w:trPr>
        <w:tc>
          <w:tcPr>
            <w:tcW w:w="567" w:type="dxa"/>
          </w:tcPr>
          <w:p w14:paraId="4985F906" w14:textId="77777777" w:rsidR="00107F01" w:rsidRPr="00894A01" w:rsidRDefault="00107F01" w:rsidP="00215B6B">
            <w:pPr>
              <w:pStyle w:val="a7"/>
              <w:numPr>
                <w:ilvl w:val="0"/>
                <w:numId w:val="20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33AF43B5" w14:textId="77777777" w:rsidR="00107F01" w:rsidRDefault="00107F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Бектурганова </w:t>
            </w:r>
          </w:p>
          <w:p w14:paraId="65C53923" w14:textId="77777777" w:rsidR="00107F01" w:rsidRPr="00894A01" w:rsidRDefault="00107F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Рауза Сеильбековна</w:t>
            </w:r>
          </w:p>
        </w:tc>
        <w:tc>
          <w:tcPr>
            <w:tcW w:w="4110" w:type="dxa"/>
          </w:tcPr>
          <w:p w14:paraId="5A2DF15E" w14:textId="77777777" w:rsidR="00107F01" w:rsidRPr="00894A01" w:rsidRDefault="00107F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СОШ №85</w:t>
            </w:r>
          </w:p>
        </w:tc>
        <w:tc>
          <w:tcPr>
            <w:tcW w:w="2977" w:type="dxa"/>
          </w:tcPr>
          <w:p w14:paraId="2F919471" w14:textId="77777777" w:rsidR="00107F01" w:rsidRDefault="00107F01" w:rsidP="00107F01">
            <w:pPr>
              <w:jc w:val="center"/>
            </w:pPr>
            <w:r w:rsidRPr="00CD0926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894A01" w:rsidRPr="00894A01" w14:paraId="701ECE09" w14:textId="77777777" w:rsidTr="00894A01">
        <w:trPr>
          <w:trHeight w:val="595"/>
        </w:trPr>
        <w:tc>
          <w:tcPr>
            <w:tcW w:w="567" w:type="dxa"/>
          </w:tcPr>
          <w:p w14:paraId="1E30F04C" w14:textId="77777777" w:rsidR="00894A01" w:rsidRPr="00894A01" w:rsidRDefault="00894A01" w:rsidP="00215B6B">
            <w:pPr>
              <w:pStyle w:val="a7"/>
              <w:numPr>
                <w:ilvl w:val="0"/>
                <w:numId w:val="20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567F6402" w14:textId="77777777" w:rsidR="00107F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Бикбулатов</w:t>
            </w:r>
          </w:p>
          <w:p w14:paraId="702C76BE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 Халяф Ахнафович</w:t>
            </w:r>
          </w:p>
        </w:tc>
        <w:tc>
          <w:tcPr>
            <w:tcW w:w="4110" w:type="dxa"/>
          </w:tcPr>
          <w:p w14:paraId="74D444F1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ДОД ЦД(Ю)ТТ «Вектор»</w:t>
            </w:r>
          </w:p>
        </w:tc>
        <w:tc>
          <w:tcPr>
            <w:tcW w:w="2977" w:type="dxa"/>
          </w:tcPr>
          <w:p w14:paraId="0E65BD60" w14:textId="77777777" w:rsidR="00894A01" w:rsidRPr="00894A01" w:rsidRDefault="00107F01" w:rsidP="00107F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894A01" w:rsidRPr="00894A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едагог дополнительного образования</w:t>
            </w:r>
          </w:p>
        </w:tc>
      </w:tr>
      <w:tr w:rsidR="00107F01" w:rsidRPr="00894A01" w14:paraId="77F20D4F" w14:textId="77777777" w:rsidTr="00894A01">
        <w:trPr>
          <w:trHeight w:val="595"/>
        </w:trPr>
        <w:tc>
          <w:tcPr>
            <w:tcW w:w="567" w:type="dxa"/>
          </w:tcPr>
          <w:p w14:paraId="68D31804" w14:textId="77777777" w:rsidR="00107F01" w:rsidRPr="00894A01" w:rsidRDefault="00107F01" w:rsidP="00215B6B">
            <w:pPr>
              <w:pStyle w:val="a7"/>
              <w:numPr>
                <w:ilvl w:val="0"/>
                <w:numId w:val="20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054D4F1D" w14:textId="77777777" w:rsidR="00107F01" w:rsidRDefault="00107F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Бурдыгина </w:t>
            </w:r>
          </w:p>
          <w:p w14:paraId="01E0B01B" w14:textId="77777777" w:rsidR="00107F01" w:rsidRPr="00894A01" w:rsidRDefault="00107F01" w:rsidP="00894A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Наталья Анатольевна</w:t>
            </w:r>
          </w:p>
        </w:tc>
        <w:tc>
          <w:tcPr>
            <w:tcW w:w="4110" w:type="dxa"/>
          </w:tcPr>
          <w:p w14:paraId="23D0A180" w14:textId="77777777" w:rsidR="00107F01" w:rsidRPr="00894A01" w:rsidRDefault="00107F01" w:rsidP="00894A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Лицей №62</w:t>
            </w:r>
          </w:p>
        </w:tc>
        <w:tc>
          <w:tcPr>
            <w:tcW w:w="2977" w:type="dxa"/>
          </w:tcPr>
          <w:p w14:paraId="15D06CFE" w14:textId="77777777" w:rsidR="00107F01" w:rsidRDefault="00107F01" w:rsidP="00107F01">
            <w:pPr>
              <w:jc w:val="center"/>
            </w:pPr>
            <w:r w:rsidRPr="00D0003A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107F01" w:rsidRPr="00894A01" w14:paraId="6D4DB552" w14:textId="77777777" w:rsidTr="00894A01">
        <w:trPr>
          <w:trHeight w:val="595"/>
        </w:trPr>
        <w:tc>
          <w:tcPr>
            <w:tcW w:w="567" w:type="dxa"/>
          </w:tcPr>
          <w:p w14:paraId="1BF58304" w14:textId="77777777" w:rsidR="00107F01" w:rsidRPr="00894A01" w:rsidRDefault="00107F01" w:rsidP="00215B6B">
            <w:pPr>
              <w:pStyle w:val="a7"/>
              <w:numPr>
                <w:ilvl w:val="0"/>
                <w:numId w:val="20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34AFF8E9" w14:textId="77777777" w:rsidR="00107F01" w:rsidRDefault="00107F01" w:rsidP="00894A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Васильева </w:t>
            </w:r>
          </w:p>
          <w:p w14:paraId="5DECCEEC" w14:textId="77777777" w:rsidR="00107F01" w:rsidRPr="00894A01" w:rsidRDefault="00107F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Ольга Федоровна</w:t>
            </w:r>
          </w:p>
        </w:tc>
        <w:tc>
          <w:tcPr>
            <w:tcW w:w="4110" w:type="dxa"/>
          </w:tcPr>
          <w:p w14:paraId="60CB0A20" w14:textId="77777777" w:rsidR="00107F01" w:rsidRPr="00894A01" w:rsidRDefault="00107F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Лицей «Содружество»</w:t>
            </w:r>
          </w:p>
        </w:tc>
        <w:tc>
          <w:tcPr>
            <w:tcW w:w="2977" w:type="dxa"/>
          </w:tcPr>
          <w:p w14:paraId="68505805" w14:textId="77777777" w:rsidR="00107F01" w:rsidRDefault="00107F01" w:rsidP="00107F01">
            <w:pPr>
              <w:jc w:val="center"/>
            </w:pPr>
            <w:r w:rsidRPr="00D0003A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894A01" w:rsidRPr="00894A01" w14:paraId="459C0B2C" w14:textId="77777777" w:rsidTr="00894A01">
        <w:trPr>
          <w:trHeight w:val="595"/>
        </w:trPr>
        <w:tc>
          <w:tcPr>
            <w:tcW w:w="567" w:type="dxa"/>
          </w:tcPr>
          <w:p w14:paraId="5931EE25" w14:textId="77777777" w:rsidR="00894A01" w:rsidRPr="00894A01" w:rsidRDefault="00894A01" w:rsidP="00215B6B">
            <w:pPr>
              <w:pStyle w:val="a7"/>
              <w:numPr>
                <w:ilvl w:val="0"/>
                <w:numId w:val="20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6B89D5BC" w14:textId="77777777" w:rsidR="00107F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Виноградова </w:t>
            </w:r>
          </w:p>
          <w:p w14:paraId="21D97466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Вера Петровна</w:t>
            </w:r>
          </w:p>
        </w:tc>
        <w:tc>
          <w:tcPr>
            <w:tcW w:w="4110" w:type="dxa"/>
          </w:tcPr>
          <w:p w14:paraId="2E53447F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№125»</w:t>
            </w:r>
          </w:p>
        </w:tc>
        <w:tc>
          <w:tcPr>
            <w:tcW w:w="2977" w:type="dxa"/>
          </w:tcPr>
          <w:p w14:paraId="4B779500" w14:textId="77777777" w:rsidR="00894A01" w:rsidRPr="00894A01" w:rsidRDefault="00107F01" w:rsidP="00107F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894A01" w:rsidRPr="00894A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тарший воспитатель</w:t>
            </w:r>
          </w:p>
        </w:tc>
      </w:tr>
      <w:tr w:rsidR="00107F01" w:rsidRPr="00894A01" w14:paraId="293BD8EA" w14:textId="77777777" w:rsidTr="00894A01">
        <w:trPr>
          <w:trHeight w:val="595"/>
        </w:trPr>
        <w:tc>
          <w:tcPr>
            <w:tcW w:w="567" w:type="dxa"/>
          </w:tcPr>
          <w:p w14:paraId="0E657F96" w14:textId="77777777" w:rsidR="00107F01" w:rsidRPr="00894A01" w:rsidRDefault="00107F01" w:rsidP="00215B6B">
            <w:pPr>
              <w:pStyle w:val="a7"/>
              <w:numPr>
                <w:ilvl w:val="0"/>
                <w:numId w:val="20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66DC66D8" w14:textId="77777777" w:rsidR="00107F01" w:rsidRDefault="00107F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Газизова </w:t>
            </w:r>
          </w:p>
          <w:p w14:paraId="30626601" w14:textId="77777777" w:rsidR="00107F01" w:rsidRPr="00894A01" w:rsidRDefault="00107F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Елена Владимировна</w:t>
            </w:r>
          </w:p>
        </w:tc>
        <w:tc>
          <w:tcPr>
            <w:tcW w:w="4110" w:type="dxa"/>
          </w:tcPr>
          <w:p w14:paraId="49EFFFAA" w14:textId="77777777" w:rsidR="00107F01" w:rsidRPr="00894A01" w:rsidRDefault="00107F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СОШ №109</w:t>
            </w:r>
          </w:p>
        </w:tc>
        <w:tc>
          <w:tcPr>
            <w:tcW w:w="2977" w:type="dxa"/>
          </w:tcPr>
          <w:p w14:paraId="17300BA8" w14:textId="77777777" w:rsidR="00107F01" w:rsidRDefault="00107F01" w:rsidP="00107F01">
            <w:pPr>
              <w:jc w:val="center"/>
            </w:pPr>
            <w:r w:rsidRPr="00AB5CA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107F01" w:rsidRPr="00894A01" w14:paraId="42F9BEA0" w14:textId="77777777" w:rsidTr="00894A01">
        <w:trPr>
          <w:trHeight w:val="595"/>
        </w:trPr>
        <w:tc>
          <w:tcPr>
            <w:tcW w:w="567" w:type="dxa"/>
          </w:tcPr>
          <w:p w14:paraId="77FD5B47" w14:textId="77777777" w:rsidR="00107F01" w:rsidRPr="00894A01" w:rsidRDefault="00107F01" w:rsidP="00215B6B">
            <w:pPr>
              <w:pStyle w:val="a7"/>
              <w:numPr>
                <w:ilvl w:val="0"/>
                <w:numId w:val="20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4DA39D91" w14:textId="77777777" w:rsidR="00107F01" w:rsidRDefault="00107F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Горбунова </w:t>
            </w:r>
          </w:p>
          <w:p w14:paraId="18E09760" w14:textId="77777777" w:rsidR="00107F01" w:rsidRPr="00894A01" w:rsidRDefault="00107F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Зайтуна Борисовна</w:t>
            </w:r>
          </w:p>
        </w:tc>
        <w:tc>
          <w:tcPr>
            <w:tcW w:w="4110" w:type="dxa"/>
          </w:tcPr>
          <w:p w14:paraId="7B1BED3A" w14:textId="77777777" w:rsidR="00107F01" w:rsidRPr="00894A01" w:rsidRDefault="00107F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СОШ №129</w:t>
            </w:r>
          </w:p>
        </w:tc>
        <w:tc>
          <w:tcPr>
            <w:tcW w:w="2977" w:type="dxa"/>
          </w:tcPr>
          <w:p w14:paraId="7968C27A" w14:textId="77777777" w:rsidR="00107F01" w:rsidRDefault="00107F01" w:rsidP="00107F01">
            <w:pPr>
              <w:jc w:val="center"/>
            </w:pPr>
            <w:r w:rsidRPr="00AB5CA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107F01" w:rsidRPr="00894A01" w14:paraId="02821EA5" w14:textId="77777777" w:rsidTr="00894A01">
        <w:trPr>
          <w:trHeight w:val="595"/>
        </w:trPr>
        <w:tc>
          <w:tcPr>
            <w:tcW w:w="567" w:type="dxa"/>
          </w:tcPr>
          <w:p w14:paraId="0212E728" w14:textId="77777777" w:rsidR="00107F01" w:rsidRPr="00894A01" w:rsidRDefault="00107F01" w:rsidP="00215B6B">
            <w:pPr>
              <w:pStyle w:val="a7"/>
              <w:numPr>
                <w:ilvl w:val="0"/>
                <w:numId w:val="20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2A3A93A5" w14:textId="77777777" w:rsidR="00107F01" w:rsidRDefault="00107F01" w:rsidP="00107F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Граф</w:t>
            </w:r>
          </w:p>
          <w:p w14:paraId="243ED792" w14:textId="77777777" w:rsidR="00107F01" w:rsidRPr="00894A01" w:rsidRDefault="00107F01" w:rsidP="00107F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Елена Адольфовна</w:t>
            </w:r>
          </w:p>
        </w:tc>
        <w:tc>
          <w:tcPr>
            <w:tcW w:w="4110" w:type="dxa"/>
          </w:tcPr>
          <w:p w14:paraId="19E0B01E" w14:textId="77777777" w:rsidR="00107F01" w:rsidRPr="00894A01" w:rsidRDefault="00107F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СОШ №61</w:t>
            </w:r>
          </w:p>
        </w:tc>
        <w:tc>
          <w:tcPr>
            <w:tcW w:w="2977" w:type="dxa"/>
          </w:tcPr>
          <w:p w14:paraId="5BD12B97" w14:textId="77777777" w:rsidR="00107F01" w:rsidRDefault="00107F01" w:rsidP="00107F01">
            <w:pPr>
              <w:jc w:val="center"/>
            </w:pPr>
            <w:r w:rsidRPr="00AB5CA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107F01" w:rsidRPr="00894A01" w14:paraId="6F064CF6" w14:textId="77777777" w:rsidTr="00894A01">
        <w:trPr>
          <w:trHeight w:val="595"/>
        </w:trPr>
        <w:tc>
          <w:tcPr>
            <w:tcW w:w="567" w:type="dxa"/>
          </w:tcPr>
          <w:p w14:paraId="54DE4ACD" w14:textId="77777777" w:rsidR="00107F01" w:rsidRPr="00894A01" w:rsidRDefault="00107F01" w:rsidP="00215B6B">
            <w:pPr>
              <w:pStyle w:val="a7"/>
              <w:numPr>
                <w:ilvl w:val="0"/>
                <w:numId w:val="20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6EE8706A" w14:textId="77777777" w:rsidR="00107F01" w:rsidRDefault="00107F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Данилова </w:t>
            </w:r>
          </w:p>
          <w:p w14:paraId="662D9076" w14:textId="77777777" w:rsidR="00107F01" w:rsidRPr="00894A01" w:rsidRDefault="00107F01" w:rsidP="00894A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Ирина Николаевна</w:t>
            </w:r>
          </w:p>
        </w:tc>
        <w:tc>
          <w:tcPr>
            <w:tcW w:w="4110" w:type="dxa"/>
          </w:tcPr>
          <w:p w14:paraId="7D0BE5BE" w14:textId="77777777" w:rsidR="00107F01" w:rsidRPr="00894A01" w:rsidRDefault="00107F01" w:rsidP="00894A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СОШ № 69</w:t>
            </w:r>
          </w:p>
        </w:tc>
        <w:tc>
          <w:tcPr>
            <w:tcW w:w="2977" w:type="dxa"/>
          </w:tcPr>
          <w:p w14:paraId="4C7992EC" w14:textId="77777777" w:rsidR="00107F01" w:rsidRDefault="00107F01" w:rsidP="00107F01">
            <w:pPr>
              <w:jc w:val="center"/>
            </w:pPr>
            <w:r w:rsidRPr="00AB5CA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107F01" w:rsidRPr="00894A01" w14:paraId="6267F714" w14:textId="77777777" w:rsidTr="00894A01">
        <w:trPr>
          <w:trHeight w:val="595"/>
        </w:trPr>
        <w:tc>
          <w:tcPr>
            <w:tcW w:w="567" w:type="dxa"/>
          </w:tcPr>
          <w:p w14:paraId="5FC3626A" w14:textId="77777777" w:rsidR="00107F01" w:rsidRPr="00894A01" w:rsidRDefault="00107F01" w:rsidP="00215B6B">
            <w:pPr>
              <w:pStyle w:val="a7"/>
              <w:numPr>
                <w:ilvl w:val="0"/>
                <w:numId w:val="20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65A36FAC" w14:textId="77777777" w:rsidR="00107F01" w:rsidRDefault="00107F01" w:rsidP="00894A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Евсеева </w:t>
            </w:r>
          </w:p>
          <w:p w14:paraId="49FFFA4B" w14:textId="77777777" w:rsidR="00107F01" w:rsidRPr="00894A01" w:rsidRDefault="00107F01" w:rsidP="00894A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Эльвира Ахтямовна</w:t>
            </w:r>
          </w:p>
        </w:tc>
        <w:tc>
          <w:tcPr>
            <w:tcW w:w="4110" w:type="dxa"/>
          </w:tcPr>
          <w:p w14:paraId="7C31DCCB" w14:textId="77777777" w:rsidR="00107F01" w:rsidRPr="00894A01" w:rsidRDefault="00107F01" w:rsidP="00894A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 69</w:t>
            </w:r>
          </w:p>
        </w:tc>
        <w:tc>
          <w:tcPr>
            <w:tcW w:w="2977" w:type="dxa"/>
          </w:tcPr>
          <w:p w14:paraId="1FF057E0" w14:textId="77777777" w:rsidR="00107F01" w:rsidRDefault="00107F01" w:rsidP="00107F01">
            <w:pPr>
              <w:jc w:val="center"/>
            </w:pPr>
            <w:r w:rsidRPr="00AB5CA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107F01" w:rsidRPr="00894A01" w14:paraId="3D3BB46B" w14:textId="77777777" w:rsidTr="00894A01">
        <w:trPr>
          <w:trHeight w:val="595"/>
        </w:trPr>
        <w:tc>
          <w:tcPr>
            <w:tcW w:w="567" w:type="dxa"/>
          </w:tcPr>
          <w:p w14:paraId="497E97C7" w14:textId="77777777" w:rsidR="00107F01" w:rsidRPr="00894A01" w:rsidRDefault="00107F01" w:rsidP="00215B6B">
            <w:pPr>
              <w:pStyle w:val="a7"/>
              <w:numPr>
                <w:ilvl w:val="0"/>
                <w:numId w:val="20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18917B25" w14:textId="77777777" w:rsidR="00107F01" w:rsidRDefault="00107F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Елизарьева</w:t>
            </w:r>
          </w:p>
          <w:p w14:paraId="202E09B8" w14:textId="77777777" w:rsidR="00107F01" w:rsidRPr="00894A01" w:rsidRDefault="00107F01" w:rsidP="00894A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Евгеньевна</w:t>
            </w:r>
          </w:p>
        </w:tc>
        <w:tc>
          <w:tcPr>
            <w:tcW w:w="4110" w:type="dxa"/>
          </w:tcPr>
          <w:p w14:paraId="21379211" w14:textId="77777777" w:rsidR="00107F01" w:rsidRPr="00894A01" w:rsidRDefault="00107F01" w:rsidP="00894A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СОШ № 98</w:t>
            </w:r>
          </w:p>
        </w:tc>
        <w:tc>
          <w:tcPr>
            <w:tcW w:w="2977" w:type="dxa"/>
          </w:tcPr>
          <w:p w14:paraId="6BEB4ED2" w14:textId="77777777" w:rsidR="00107F01" w:rsidRDefault="00107F01" w:rsidP="00107F01">
            <w:pPr>
              <w:jc w:val="center"/>
            </w:pPr>
            <w:r w:rsidRPr="00AB5CA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107F01" w:rsidRPr="00894A01" w14:paraId="66179FB4" w14:textId="77777777" w:rsidTr="00894A01">
        <w:trPr>
          <w:trHeight w:val="595"/>
        </w:trPr>
        <w:tc>
          <w:tcPr>
            <w:tcW w:w="567" w:type="dxa"/>
          </w:tcPr>
          <w:p w14:paraId="36853687" w14:textId="77777777" w:rsidR="00107F01" w:rsidRPr="00894A01" w:rsidRDefault="00107F01" w:rsidP="00215B6B">
            <w:pPr>
              <w:pStyle w:val="a7"/>
              <w:numPr>
                <w:ilvl w:val="0"/>
                <w:numId w:val="20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2F89A1BA" w14:textId="77777777" w:rsidR="00107F01" w:rsidRDefault="00107F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Еремеева</w:t>
            </w:r>
          </w:p>
          <w:p w14:paraId="4E0E1763" w14:textId="77777777" w:rsidR="00107F01" w:rsidRPr="00894A01" w:rsidRDefault="00107F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Владимировна</w:t>
            </w:r>
          </w:p>
        </w:tc>
        <w:tc>
          <w:tcPr>
            <w:tcW w:w="4110" w:type="dxa"/>
          </w:tcPr>
          <w:p w14:paraId="0DA4215C" w14:textId="77777777" w:rsidR="00107F01" w:rsidRPr="00894A01" w:rsidRDefault="00107F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СОШ № 116</w:t>
            </w:r>
          </w:p>
        </w:tc>
        <w:tc>
          <w:tcPr>
            <w:tcW w:w="2977" w:type="dxa"/>
          </w:tcPr>
          <w:p w14:paraId="6CA08B94" w14:textId="77777777" w:rsidR="00107F01" w:rsidRDefault="00107F01" w:rsidP="00107F01">
            <w:pPr>
              <w:jc w:val="center"/>
            </w:pPr>
            <w:r w:rsidRPr="00AB5CA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107F01" w:rsidRPr="00894A01" w14:paraId="442B9120" w14:textId="77777777" w:rsidTr="00894A01">
        <w:trPr>
          <w:trHeight w:val="595"/>
        </w:trPr>
        <w:tc>
          <w:tcPr>
            <w:tcW w:w="567" w:type="dxa"/>
          </w:tcPr>
          <w:p w14:paraId="3356AEA8" w14:textId="77777777" w:rsidR="00107F01" w:rsidRPr="00894A01" w:rsidRDefault="00107F01" w:rsidP="00215B6B">
            <w:pPr>
              <w:pStyle w:val="a7"/>
              <w:numPr>
                <w:ilvl w:val="0"/>
                <w:numId w:val="20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1F773CF3" w14:textId="77777777" w:rsidR="00107F01" w:rsidRDefault="00107F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Ишмухаметова </w:t>
            </w:r>
          </w:p>
          <w:p w14:paraId="3C69E88E" w14:textId="77777777" w:rsidR="00107F01" w:rsidRPr="00894A01" w:rsidRDefault="00107F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Раиля Гайфулловна</w:t>
            </w:r>
          </w:p>
        </w:tc>
        <w:tc>
          <w:tcPr>
            <w:tcW w:w="4110" w:type="dxa"/>
          </w:tcPr>
          <w:p w14:paraId="460B64DB" w14:textId="77777777" w:rsidR="00107F01" w:rsidRPr="00894A01" w:rsidRDefault="00107F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Лицей «Содружество»</w:t>
            </w:r>
          </w:p>
        </w:tc>
        <w:tc>
          <w:tcPr>
            <w:tcW w:w="2977" w:type="dxa"/>
          </w:tcPr>
          <w:p w14:paraId="3E28F429" w14:textId="77777777" w:rsidR="00107F01" w:rsidRDefault="00107F01" w:rsidP="00107F01">
            <w:pPr>
              <w:jc w:val="center"/>
            </w:pPr>
            <w:r w:rsidRPr="00AB5CA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894A01" w:rsidRPr="00894A01" w14:paraId="1634B233" w14:textId="77777777" w:rsidTr="00894A01">
        <w:trPr>
          <w:trHeight w:val="595"/>
        </w:trPr>
        <w:tc>
          <w:tcPr>
            <w:tcW w:w="567" w:type="dxa"/>
          </w:tcPr>
          <w:p w14:paraId="566B565C" w14:textId="77777777" w:rsidR="00894A01" w:rsidRPr="00894A01" w:rsidRDefault="00894A01" w:rsidP="00215B6B">
            <w:pPr>
              <w:pStyle w:val="a7"/>
              <w:numPr>
                <w:ilvl w:val="0"/>
                <w:numId w:val="20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6EDCEA2D" w14:textId="77777777" w:rsidR="00107F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Калачева </w:t>
            </w:r>
          </w:p>
          <w:p w14:paraId="2C10A9A0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Ирина Дмитриевна</w:t>
            </w:r>
          </w:p>
        </w:tc>
        <w:tc>
          <w:tcPr>
            <w:tcW w:w="4110" w:type="dxa"/>
          </w:tcPr>
          <w:p w14:paraId="16481A8C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№68»</w:t>
            </w:r>
          </w:p>
        </w:tc>
        <w:tc>
          <w:tcPr>
            <w:tcW w:w="2977" w:type="dxa"/>
          </w:tcPr>
          <w:p w14:paraId="672F21E8" w14:textId="77777777" w:rsidR="00894A01" w:rsidRPr="00894A01" w:rsidRDefault="00107F01" w:rsidP="00107F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894A01" w:rsidRPr="00894A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читель-логопед</w:t>
            </w:r>
          </w:p>
        </w:tc>
      </w:tr>
      <w:tr w:rsidR="00107F01" w:rsidRPr="00894A01" w14:paraId="785DDE0C" w14:textId="77777777" w:rsidTr="00894A01">
        <w:trPr>
          <w:trHeight w:val="595"/>
        </w:trPr>
        <w:tc>
          <w:tcPr>
            <w:tcW w:w="567" w:type="dxa"/>
          </w:tcPr>
          <w:p w14:paraId="7EA51E19" w14:textId="77777777" w:rsidR="00107F01" w:rsidRPr="00894A01" w:rsidRDefault="00107F01" w:rsidP="00215B6B">
            <w:pPr>
              <w:pStyle w:val="a7"/>
              <w:numPr>
                <w:ilvl w:val="0"/>
                <w:numId w:val="20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1F80A18A" w14:textId="77777777" w:rsidR="00107F01" w:rsidRDefault="00107F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Каратанова </w:t>
            </w:r>
          </w:p>
          <w:p w14:paraId="24C1F9BC" w14:textId="77777777" w:rsidR="00107F01" w:rsidRPr="00894A01" w:rsidRDefault="00107F01" w:rsidP="00894A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Татьяна Николаевна</w:t>
            </w:r>
          </w:p>
        </w:tc>
        <w:tc>
          <w:tcPr>
            <w:tcW w:w="4110" w:type="dxa"/>
          </w:tcPr>
          <w:p w14:paraId="40966987" w14:textId="77777777" w:rsidR="00107F01" w:rsidRPr="00894A01" w:rsidRDefault="00107F01" w:rsidP="00894A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СОШ № 98</w:t>
            </w:r>
          </w:p>
        </w:tc>
        <w:tc>
          <w:tcPr>
            <w:tcW w:w="2977" w:type="dxa"/>
          </w:tcPr>
          <w:p w14:paraId="655B3DC7" w14:textId="77777777" w:rsidR="00107F01" w:rsidRDefault="00107F01" w:rsidP="00107F01">
            <w:pPr>
              <w:jc w:val="center"/>
            </w:pPr>
            <w:r w:rsidRPr="00B46DC2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107F01" w:rsidRPr="00894A01" w14:paraId="3A18A251" w14:textId="77777777" w:rsidTr="00894A01">
        <w:trPr>
          <w:trHeight w:val="595"/>
        </w:trPr>
        <w:tc>
          <w:tcPr>
            <w:tcW w:w="567" w:type="dxa"/>
          </w:tcPr>
          <w:p w14:paraId="441C5BA2" w14:textId="77777777" w:rsidR="00107F01" w:rsidRPr="00894A01" w:rsidRDefault="00107F01" w:rsidP="00215B6B">
            <w:pPr>
              <w:pStyle w:val="a7"/>
              <w:numPr>
                <w:ilvl w:val="0"/>
                <w:numId w:val="20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0EF437A3" w14:textId="77777777" w:rsidR="00107F01" w:rsidRDefault="00107F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Кирилов </w:t>
            </w:r>
          </w:p>
          <w:p w14:paraId="4A071D44" w14:textId="77777777" w:rsidR="00107F01" w:rsidRPr="00894A01" w:rsidRDefault="00107F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Александр Павлович</w:t>
            </w:r>
          </w:p>
        </w:tc>
        <w:tc>
          <w:tcPr>
            <w:tcW w:w="4110" w:type="dxa"/>
          </w:tcPr>
          <w:p w14:paraId="0DFA8443" w14:textId="77777777" w:rsidR="00107F01" w:rsidRPr="00894A01" w:rsidRDefault="00107F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Лицей «Содружество»</w:t>
            </w:r>
          </w:p>
        </w:tc>
        <w:tc>
          <w:tcPr>
            <w:tcW w:w="2977" w:type="dxa"/>
          </w:tcPr>
          <w:p w14:paraId="5EB0A78D" w14:textId="77777777" w:rsidR="00107F01" w:rsidRDefault="00107F01" w:rsidP="00107F01">
            <w:pPr>
              <w:jc w:val="center"/>
            </w:pPr>
            <w:r w:rsidRPr="00B46DC2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894A01" w:rsidRPr="00894A01" w14:paraId="5B6AB815" w14:textId="77777777" w:rsidTr="00894A01">
        <w:trPr>
          <w:trHeight w:val="595"/>
        </w:trPr>
        <w:tc>
          <w:tcPr>
            <w:tcW w:w="567" w:type="dxa"/>
          </w:tcPr>
          <w:p w14:paraId="5E17CBF3" w14:textId="77777777" w:rsidR="00894A01" w:rsidRPr="00894A01" w:rsidRDefault="00894A01" w:rsidP="00215B6B">
            <w:pPr>
              <w:pStyle w:val="a7"/>
              <w:numPr>
                <w:ilvl w:val="0"/>
                <w:numId w:val="20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51F810E7" w14:textId="77777777" w:rsidR="00107F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Кондратьева </w:t>
            </w:r>
          </w:p>
          <w:p w14:paraId="34AD4FC6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Ирина Томовна</w:t>
            </w:r>
          </w:p>
        </w:tc>
        <w:tc>
          <w:tcPr>
            <w:tcW w:w="4110" w:type="dxa"/>
          </w:tcPr>
          <w:p w14:paraId="77DA414F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№125»</w:t>
            </w:r>
          </w:p>
        </w:tc>
        <w:tc>
          <w:tcPr>
            <w:tcW w:w="2977" w:type="dxa"/>
          </w:tcPr>
          <w:p w14:paraId="0B086080" w14:textId="77777777" w:rsidR="00894A01" w:rsidRPr="00894A01" w:rsidRDefault="00107F01" w:rsidP="00107F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894A01" w:rsidRPr="00894A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107F01" w:rsidRPr="00894A01" w14:paraId="5F0CE537" w14:textId="77777777" w:rsidTr="00894A01">
        <w:trPr>
          <w:trHeight w:val="595"/>
        </w:trPr>
        <w:tc>
          <w:tcPr>
            <w:tcW w:w="567" w:type="dxa"/>
          </w:tcPr>
          <w:p w14:paraId="2824F691" w14:textId="77777777" w:rsidR="00107F01" w:rsidRPr="00894A01" w:rsidRDefault="00107F01" w:rsidP="00215B6B">
            <w:pPr>
              <w:pStyle w:val="a7"/>
              <w:numPr>
                <w:ilvl w:val="0"/>
                <w:numId w:val="20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2D13D299" w14:textId="77777777" w:rsidR="00107F01" w:rsidRDefault="00107F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Коновалова </w:t>
            </w:r>
          </w:p>
          <w:p w14:paraId="6C82FAB7" w14:textId="77777777" w:rsidR="00107F01" w:rsidRPr="00894A01" w:rsidRDefault="00107F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Татьяна Владимировна</w:t>
            </w:r>
          </w:p>
        </w:tc>
        <w:tc>
          <w:tcPr>
            <w:tcW w:w="4110" w:type="dxa"/>
          </w:tcPr>
          <w:p w14:paraId="77D93517" w14:textId="77777777" w:rsidR="00107F01" w:rsidRPr="00894A01" w:rsidRDefault="00107F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Лицей №62</w:t>
            </w:r>
          </w:p>
        </w:tc>
        <w:tc>
          <w:tcPr>
            <w:tcW w:w="2977" w:type="dxa"/>
          </w:tcPr>
          <w:p w14:paraId="62D6A1DF" w14:textId="77777777" w:rsidR="00107F01" w:rsidRDefault="00107F01" w:rsidP="00107F01">
            <w:pPr>
              <w:jc w:val="center"/>
            </w:pPr>
            <w:r w:rsidRPr="005505C4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107F01" w:rsidRPr="00894A01" w14:paraId="2E175F71" w14:textId="77777777" w:rsidTr="00894A01">
        <w:trPr>
          <w:trHeight w:val="595"/>
        </w:trPr>
        <w:tc>
          <w:tcPr>
            <w:tcW w:w="567" w:type="dxa"/>
          </w:tcPr>
          <w:p w14:paraId="0CC25CD4" w14:textId="77777777" w:rsidR="00107F01" w:rsidRPr="00894A01" w:rsidRDefault="00107F01" w:rsidP="00215B6B">
            <w:pPr>
              <w:pStyle w:val="a7"/>
              <w:numPr>
                <w:ilvl w:val="0"/>
                <w:numId w:val="20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176FEF6F" w14:textId="77777777" w:rsidR="00107F01" w:rsidRDefault="00107F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Кудряшова </w:t>
            </w:r>
          </w:p>
          <w:p w14:paraId="3C413490" w14:textId="77777777" w:rsidR="00107F01" w:rsidRPr="00894A01" w:rsidRDefault="00107F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Инна Леонидовна</w:t>
            </w:r>
          </w:p>
        </w:tc>
        <w:tc>
          <w:tcPr>
            <w:tcW w:w="4110" w:type="dxa"/>
          </w:tcPr>
          <w:p w14:paraId="2C8A5DD8" w14:textId="77777777" w:rsidR="00107F01" w:rsidRPr="00894A01" w:rsidRDefault="00107F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СОШ №109</w:t>
            </w:r>
          </w:p>
        </w:tc>
        <w:tc>
          <w:tcPr>
            <w:tcW w:w="2977" w:type="dxa"/>
          </w:tcPr>
          <w:p w14:paraId="533EDFAA" w14:textId="77777777" w:rsidR="00107F01" w:rsidRDefault="00107F01" w:rsidP="00107F01">
            <w:pPr>
              <w:jc w:val="center"/>
            </w:pPr>
            <w:r w:rsidRPr="005505C4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894A01" w:rsidRPr="00894A01" w14:paraId="47845F6A" w14:textId="77777777" w:rsidTr="00894A01">
        <w:trPr>
          <w:trHeight w:val="595"/>
        </w:trPr>
        <w:tc>
          <w:tcPr>
            <w:tcW w:w="567" w:type="dxa"/>
          </w:tcPr>
          <w:p w14:paraId="51B52DFE" w14:textId="77777777" w:rsidR="00894A01" w:rsidRPr="00894A01" w:rsidRDefault="00894A01" w:rsidP="00215B6B">
            <w:pPr>
              <w:pStyle w:val="a7"/>
              <w:numPr>
                <w:ilvl w:val="0"/>
                <w:numId w:val="20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2EB24F1A" w14:textId="77777777" w:rsidR="00107F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Кузнецова </w:t>
            </w:r>
          </w:p>
          <w:p w14:paraId="09916C85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Надежда Викторовна</w:t>
            </w:r>
          </w:p>
        </w:tc>
        <w:tc>
          <w:tcPr>
            <w:tcW w:w="4110" w:type="dxa"/>
          </w:tcPr>
          <w:p w14:paraId="2AFCD627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№66»</w:t>
            </w:r>
          </w:p>
        </w:tc>
        <w:tc>
          <w:tcPr>
            <w:tcW w:w="2977" w:type="dxa"/>
          </w:tcPr>
          <w:p w14:paraId="40B0539C" w14:textId="77777777" w:rsidR="00894A01" w:rsidRPr="00894A01" w:rsidRDefault="00107F01" w:rsidP="00107F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894A01" w:rsidRPr="00894A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107F01" w:rsidRPr="00894A01" w14:paraId="4DC4F9B7" w14:textId="77777777" w:rsidTr="00894A01">
        <w:trPr>
          <w:trHeight w:val="595"/>
        </w:trPr>
        <w:tc>
          <w:tcPr>
            <w:tcW w:w="567" w:type="dxa"/>
          </w:tcPr>
          <w:p w14:paraId="3C4D33E2" w14:textId="77777777" w:rsidR="00107F01" w:rsidRPr="00894A01" w:rsidRDefault="00107F01" w:rsidP="00215B6B">
            <w:pPr>
              <w:pStyle w:val="a7"/>
              <w:numPr>
                <w:ilvl w:val="0"/>
                <w:numId w:val="20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78CC3ECA" w14:textId="77777777" w:rsidR="00107F01" w:rsidRDefault="00107F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Курамшина </w:t>
            </w:r>
          </w:p>
          <w:p w14:paraId="4E91B57B" w14:textId="77777777" w:rsidR="00107F01" w:rsidRPr="00894A01" w:rsidRDefault="00107F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Гузель Ринатовна</w:t>
            </w:r>
          </w:p>
        </w:tc>
        <w:tc>
          <w:tcPr>
            <w:tcW w:w="4110" w:type="dxa"/>
          </w:tcPr>
          <w:p w14:paraId="46EC1151" w14:textId="77777777" w:rsidR="00107F01" w:rsidRPr="00894A01" w:rsidRDefault="00107F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Гимназия №64</w:t>
            </w:r>
          </w:p>
        </w:tc>
        <w:tc>
          <w:tcPr>
            <w:tcW w:w="2977" w:type="dxa"/>
          </w:tcPr>
          <w:p w14:paraId="69611DE6" w14:textId="77777777" w:rsidR="00107F01" w:rsidRDefault="00107F01" w:rsidP="00107F01">
            <w:pPr>
              <w:jc w:val="center"/>
            </w:pPr>
            <w:r w:rsidRPr="000506B9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107F01" w:rsidRPr="00894A01" w14:paraId="1FD92CAD" w14:textId="77777777" w:rsidTr="00894A01">
        <w:trPr>
          <w:trHeight w:val="595"/>
        </w:trPr>
        <w:tc>
          <w:tcPr>
            <w:tcW w:w="567" w:type="dxa"/>
          </w:tcPr>
          <w:p w14:paraId="18ACB04F" w14:textId="77777777" w:rsidR="00107F01" w:rsidRPr="00894A01" w:rsidRDefault="00107F01" w:rsidP="00215B6B">
            <w:pPr>
              <w:pStyle w:val="a7"/>
              <w:numPr>
                <w:ilvl w:val="0"/>
                <w:numId w:val="20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33F47D79" w14:textId="77777777" w:rsidR="00107F01" w:rsidRDefault="00107F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Кутдусова </w:t>
            </w:r>
          </w:p>
          <w:p w14:paraId="457E5C54" w14:textId="77777777" w:rsidR="00107F01" w:rsidRPr="00894A01" w:rsidRDefault="00107F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Рима Наильевна</w:t>
            </w:r>
          </w:p>
        </w:tc>
        <w:tc>
          <w:tcPr>
            <w:tcW w:w="4110" w:type="dxa"/>
          </w:tcPr>
          <w:p w14:paraId="1BA8E666" w14:textId="77777777" w:rsidR="00107F01" w:rsidRPr="00894A01" w:rsidRDefault="00107F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СОШ №61</w:t>
            </w:r>
          </w:p>
        </w:tc>
        <w:tc>
          <w:tcPr>
            <w:tcW w:w="2977" w:type="dxa"/>
          </w:tcPr>
          <w:p w14:paraId="399B8F67" w14:textId="77777777" w:rsidR="00107F01" w:rsidRDefault="00107F01" w:rsidP="00107F01">
            <w:pPr>
              <w:jc w:val="center"/>
            </w:pPr>
            <w:r w:rsidRPr="000506B9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894A01" w:rsidRPr="00894A01" w14:paraId="2E6D6A91" w14:textId="77777777" w:rsidTr="00894A01">
        <w:trPr>
          <w:trHeight w:val="595"/>
        </w:trPr>
        <w:tc>
          <w:tcPr>
            <w:tcW w:w="567" w:type="dxa"/>
          </w:tcPr>
          <w:p w14:paraId="69939C8C" w14:textId="77777777" w:rsidR="00894A01" w:rsidRPr="00894A01" w:rsidRDefault="00894A01" w:rsidP="00215B6B">
            <w:pPr>
              <w:pStyle w:val="a7"/>
              <w:numPr>
                <w:ilvl w:val="0"/>
                <w:numId w:val="20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5EE98D6F" w14:textId="77777777" w:rsidR="00107F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Латыпова </w:t>
            </w:r>
          </w:p>
          <w:p w14:paraId="40E3CEB7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Миннигюль Хуснутдиновна</w:t>
            </w:r>
          </w:p>
        </w:tc>
        <w:tc>
          <w:tcPr>
            <w:tcW w:w="4110" w:type="dxa"/>
          </w:tcPr>
          <w:p w14:paraId="7E7E11D3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№180»</w:t>
            </w:r>
          </w:p>
        </w:tc>
        <w:tc>
          <w:tcPr>
            <w:tcW w:w="2977" w:type="dxa"/>
          </w:tcPr>
          <w:p w14:paraId="457ED991" w14:textId="77777777" w:rsidR="00894A01" w:rsidRPr="00894A01" w:rsidRDefault="00107F01" w:rsidP="00107F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894A01" w:rsidRPr="00894A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894A01" w:rsidRPr="00894A01" w14:paraId="56F4184C" w14:textId="77777777" w:rsidTr="00894A01">
        <w:trPr>
          <w:trHeight w:val="595"/>
        </w:trPr>
        <w:tc>
          <w:tcPr>
            <w:tcW w:w="567" w:type="dxa"/>
          </w:tcPr>
          <w:p w14:paraId="369DFCD1" w14:textId="77777777" w:rsidR="00894A01" w:rsidRPr="00894A01" w:rsidRDefault="00894A01" w:rsidP="00215B6B">
            <w:pPr>
              <w:pStyle w:val="a7"/>
              <w:numPr>
                <w:ilvl w:val="0"/>
                <w:numId w:val="20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65F8A3FB" w14:textId="77777777" w:rsidR="00107F01" w:rsidRDefault="00894A01" w:rsidP="00107F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Майорова</w:t>
            </w:r>
          </w:p>
          <w:p w14:paraId="0EB7CE05" w14:textId="77777777" w:rsidR="00894A01" w:rsidRPr="00894A01" w:rsidRDefault="00894A01" w:rsidP="00107F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Галина Александровна</w:t>
            </w:r>
          </w:p>
        </w:tc>
        <w:tc>
          <w:tcPr>
            <w:tcW w:w="4110" w:type="dxa"/>
          </w:tcPr>
          <w:p w14:paraId="3C6756A1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СОШ №85</w:t>
            </w:r>
          </w:p>
        </w:tc>
        <w:tc>
          <w:tcPr>
            <w:tcW w:w="2977" w:type="dxa"/>
          </w:tcPr>
          <w:p w14:paraId="63733CE5" w14:textId="77777777" w:rsidR="00894A01" w:rsidRPr="00894A01" w:rsidRDefault="00107F01" w:rsidP="00107F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894A01" w:rsidRPr="00894A01" w14:paraId="0314A6B4" w14:textId="77777777" w:rsidTr="00894A01">
        <w:trPr>
          <w:trHeight w:val="595"/>
        </w:trPr>
        <w:tc>
          <w:tcPr>
            <w:tcW w:w="567" w:type="dxa"/>
          </w:tcPr>
          <w:p w14:paraId="6D550628" w14:textId="77777777" w:rsidR="00894A01" w:rsidRPr="00894A01" w:rsidRDefault="00894A01" w:rsidP="00215B6B">
            <w:pPr>
              <w:pStyle w:val="a7"/>
              <w:numPr>
                <w:ilvl w:val="0"/>
                <w:numId w:val="20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71DA119B" w14:textId="77777777" w:rsidR="00107F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Майорова</w:t>
            </w:r>
          </w:p>
          <w:p w14:paraId="55E268DC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 Лариса Владимировна</w:t>
            </w:r>
          </w:p>
        </w:tc>
        <w:tc>
          <w:tcPr>
            <w:tcW w:w="4110" w:type="dxa"/>
          </w:tcPr>
          <w:p w14:paraId="69DD9C02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№27»</w:t>
            </w:r>
          </w:p>
        </w:tc>
        <w:tc>
          <w:tcPr>
            <w:tcW w:w="2977" w:type="dxa"/>
          </w:tcPr>
          <w:p w14:paraId="75B6DBA1" w14:textId="77777777" w:rsidR="00894A01" w:rsidRPr="00894A01" w:rsidRDefault="00107F01" w:rsidP="00107F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894A01" w:rsidRPr="00894A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тарший воспитатель</w:t>
            </w:r>
          </w:p>
        </w:tc>
      </w:tr>
      <w:tr w:rsidR="00894A01" w:rsidRPr="00894A01" w14:paraId="25BD5F27" w14:textId="77777777" w:rsidTr="00894A01">
        <w:trPr>
          <w:trHeight w:val="595"/>
        </w:trPr>
        <w:tc>
          <w:tcPr>
            <w:tcW w:w="567" w:type="dxa"/>
          </w:tcPr>
          <w:p w14:paraId="4A4BFA91" w14:textId="77777777" w:rsidR="00894A01" w:rsidRPr="00894A01" w:rsidRDefault="00894A01" w:rsidP="00215B6B">
            <w:pPr>
              <w:pStyle w:val="a7"/>
              <w:numPr>
                <w:ilvl w:val="0"/>
                <w:numId w:val="20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5FD868D7" w14:textId="77777777" w:rsidR="00107F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Матюхина </w:t>
            </w:r>
          </w:p>
          <w:p w14:paraId="0C3ADA9F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Наталья Валерьевна</w:t>
            </w:r>
          </w:p>
        </w:tc>
        <w:tc>
          <w:tcPr>
            <w:tcW w:w="4110" w:type="dxa"/>
          </w:tcPr>
          <w:p w14:paraId="48E1C96C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№68»</w:t>
            </w:r>
          </w:p>
        </w:tc>
        <w:tc>
          <w:tcPr>
            <w:tcW w:w="2977" w:type="dxa"/>
          </w:tcPr>
          <w:p w14:paraId="18F90EE6" w14:textId="77777777" w:rsidR="00894A01" w:rsidRPr="00894A01" w:rsidRDefault="00107F01" w:rsidP="00107F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894A01" w:rsidRPr="00894A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нструктор по физической культуре</w:t>
            </w:r>
          </w:p>
        </w:tc>
      </w:tr>
      <w:tr w:rsidR="00894A01" w:rsidRPr="00894A01" w14:paraId="132EF053" w14:textId="77777777" w:rsidTr="00894A01">
        <w:trPr>
          <w:trHeight w:val="595"/>
        </w:trPr>
        <w:tc>
          <w:tcPr>
            <w:tcW w:w="567" w:type="dxa"/>
          </w:tcPr>
          <w:p w14:paraId="6CF82D96" w14:textId="77777777" w:rsidR="00894A01" w:rsidRPr="00894A01" w:rsidRDefault="00894A01" w:rsidP="00215B6B">
            <w:pPr>
              <w:pStyle w:val="a7"/>
              <w:numPr>
                <w:ilvl w:val="0"/>
                <w:numId w:val="20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07F9CC35" w14:textId="77777777" w:rsidR="00107F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Молчанова</w:t>
            </w:r>
          </w:p>
          <w:p w14:paraId="151BB259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 Галина Алексеевна</w:t>
            </w:r>
          </w:p>
        </w:tc>
        <w:tc>
          <w:tcPr>
            <w:tcW w:w="4110" w:type="dxa"/>
          </w:tcPr>
          <w:p w14:paraId="6295B06F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Лицей №62</w:t>
            </w:r>
          </w:p>
        </w:tc>
        <w:tc>
          <w:tcPr>
            <w:tcW w:w="2977" w:type="dxa"/>
          </w:tcPr>
          <w:p w14:paraId="239E83B1" w14:textId="77777777" w:rsidR="00894A01" w:rsidRPr="00894A01" w:rsidRDefault="00107F01" w:rsidP="00107F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894A01" w:rsidRPr="00894A01" w14:paraId="77D08698" w14:textId="77777777" w:rsidTr="00894A01">
        <w:trPr>
          <w:trHeight w:val="595"/>
        </w:trPr>
        <w:tc>
          <w:tcPr>
            <w:tcW w:w="567" w:type="dxa"/>
          </w:tcPr>
          <w:p w14:paraId="0AC65D86" w14:textId="77777777" w:rsidR="00894A01" w:rsidRPr="00894A01" w:rsidRDefault="00894A01" w:rsidP="00215B6B">
            <w:pPr>
              <w:pStyle w:val="a7"/>
              <w:numPr>
                <w:ilvl w:val="0"/>
                <w:numId w:val="20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76FE8816" w14:textId="77777777" w:rsidR="00107F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Мотина </w:t>
            </w:r>
          </w:p>
          <w:p w14:paraId="1DB7ACDB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Любовь Матвеевна</w:t>
            </w:r>
          </w:p>
        </w:tc>
        <w:tc>
          <w:tcPr>
            <w:tcW w:w="4110" w:type="dxa"/>
          </w:tcPr>
          <w:p w14:paraId="2A6F0096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«Детский сад № 68»</w:t>
            </w:r>
          </w:p>
        </w:tc>
        <w:tc>
          <w:tcPr>
            <w:tcW w:w="2977" w:type="dxa"/>
          </w:tcPr>
          <w:p w14:paraId="7F7648B7" w14:textId="77777777" w:rsidR="00894A01" w:rsidRPr="00894A01" w:rsidRDefault="00107F01" w:rsidP="00107F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894A01" w:rsidRPr="00894A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894A01" w:rsidRPr="00894A01" w14:paraId="76B4BA92" w14:textId="77777777" w:rsidTr="00894A01">
        <w:trPr>
          <w:trHeight w:val="595"/>
        </w:trPr>
        <w:tc>
          <w:tcPr>
            <w:tcW w:w="567" w:type="dxa"/>
          </w:tcPr>
          <w:p w14:paraId="15C867A3" w14:textId="77777777" w:rsidR="00894A01" w:rsidRPr="00894A01" w:rsidRDefault="00894A01" w:rsidP="00215B6B">
            <w:pPr>
              <w:pStyle w:val="a7"/>
              <w:numPr>
                <w:ilvl w:val="0"/>
                <w:numId w:val="20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443C99C7" w14:textId="77777777" w:rsidR="00107F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Мугатарова </w:t>
            </w:r>
          </w:p>
          <w:p w14:paraId="63E43EA8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Файруза Фаритовна</w:t>
            </w:r>
          </w:p>
        </w:tc>
        <w:tc>
          <w:tcPr>
            <w:tcW w:w="4110" w:type="dxa"/>
          </w:tcPr>
          <w:p w14:paraId="4644AB4B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№156»</w:t>
            </w:r>
          </w:p>
        </w:tc>
        <w:tc>
          <w:tcPr>
            <w:tcW w:w="2977" w:type="dxa"/>
          </w:tcPr>
          <w:p w14:paraId="536C242D" w14:textId="77777777" w:rsidR="00894A01" w:rsidRPr="00894A01" w:rsidRDefault="00107F01" w:rsidP="00107F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894A01" w:rsidRPr="00894A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894A01" w:rsidRPr="00894A01" w14:paraId="13E1D676" w14:textId="77777777" w:rsidTr="00894A01">
        <w:trPr>
          <w:trHeight w:val="595"/>
        </w:trPr>
        <w:tc>
          <w:tcPr>
            <w:tcW w:w="567" w:type="dxa"/>
          </w:tcPr>
          <w:p w14:paraId="0E666648" w14:textId="77777777" w:rsidR="00894A01" w:rsidRPr="00894A01" w:rsidRDefault="00894A01" w:rsidP="00215B6B">
            <w:pPr>
              <w:pStyle w:val="a7"/>
              <w:numPr>
                <w:ilvl w:val="0"/>
                <w:numId w:val="20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096E9993" w14:textId="77777777" w:rsidR="00107F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Мукеева</w:t>
            </w:r>
          </w:p>
          <w:p w14:paraId="73063F77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 Фагида Маликовна</w:t>
            </w:r>
          </w:p>
        </w:tc>
        <w:tc>
          <w:tcPr>
            <w:tcW w:w="4110" w:type="dxa"/>
          </w:tcPr>
          <w:p w14:paraId="51BDB8BB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№217»</w:t>
            </w:r>
          </w:p>
        </w:tc>
        <w:tc>
          <w:tcPr>
            <w:tcW w:w="2977" w:type="dxa"/>
          </w:tcPr>
          <w:p w14:paraId="7664CB8D" w14:textId="77777777" w:rsidR="00894A01" w:rsidRPr="00894A01" w:rsidRDefault="00107F01" w:rsidP="00107F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894A01" w:rsidRPr="00894A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894A01" w:rsidRPr="00894A01" w14:paraId="145A183E" w14:textId="77777777" w:rsidTr="00894A01">
        <w:trPr>
          <w:trHeight w:val="595"/>
        </w:trPr>
        <w:tc>
          <w:tcPr>
            <w:tcW w:w="567" w:type="dxa"/>
          </w:tcPr>
          <w:p w14:paraId="59ED3878" w14:textId="77777777" w:rsidR="00894A01" w:rsidRPr="00894A01" w:rsidRDefault="00894A01" w:rsidP="00215B6B">
            <w:pPr>
              <w:pStyle w:val="a7"/>
              <w:numPr>
                <w:ilvl w:val="0"/>
                <w:numId w:val="20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7C9C37FF" w14:textId="77777777" w:rsidR="00107F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Неумоина </w:t>
            </w:r>
          </w:p>
          <w:p w14:paraId="101D1AC4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Ольга Сергеевна</w:t>
            </w:r>
          </w:p>
        </w:tc>
        <w:tc>
          <w:tcPr>
            <w:tcW w:w="4110" w:type="dxa"/>
          </w:tcPr>
          <w:p w14:paraId="47987EAF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Гимназия №64</w:t>
            </w:r>
          </w:p>
        </w:tc>
        <w:tc>
          <w:tcPr>
            <w:tcW w:w="2977" w:type="dxa"/>
          </w:tcPr>
          <w:p w14:paraId="4040E33B" w14:textId="77777777" w:rsidR="00894A01" w:rsidRPr="00894A01" w:rsidRDefault="00107F01" w:rsidP="00107F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894A01" w:rsidRPr="00894A01" w14:paraId="3A5F3607" w14:textId="77777777" w:rsidTr="00894A01">
        <w:trPr>
          <w:trHeight w:val="595"/>
        </w:trPr>
        <w:tc>
          <w:tcPr>
            <w:tcW w:w="567" w:type="dxa"/>
          </w:tcPr>
          <w:p w14:paraId="5F60B2C7" w14:textId="77777777" w:rsidR="00894A01" w:rsidRPr="00894A01" w:rsidRDefault="00894A01" w:rsidP="00215B6B">
            <w:pPr>
              <w:pStyle w:val="a7"/>
              <w:numPr>
                <w:ilvl w:val="0"/>
                <w:numId w:val="20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1BB7553C" w14:textId="77777777" w:rsidR="00107F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Никифорова</w:t>
            </w:r>
          </w:p>
          <w:p w14:paraId="634DA993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 Роза Николаевна</w:t>
            </w:r>
          </w:p>
        </w:tc>
        <w:tc>
          <w:tcPr>
            <w:tcW w:w="4110" w:type="dxa"/>
          </w:tcPr>
          <w:p w14:paraId="356F50E2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№162»</w:t>
            </w:r>
          </w:p>
        </w:tc>
        <w:tc>
          <w:tcPr>
            <w:tcW w:w="2977" w:type="dxa"/>
          </w:tcPr>
          <w:p w14:paraId="0A7EB7D6" w14:textId="77777777" w:rsidR="00894A01" w:rsidRPr="00894A01" w:rsidRDefault="00107F01" w:rsidP="00107F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894A01" w:rsidRPr="00894A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107F01" w:rsidRPr="00894A01" w14:paraId="60AC08FC" w14:textId="77777777" w:rsidTr="00894A01">
        <w:trPr>
          <w:trHeight w:val="595"/>
        </w:trPr>
        <w:tc>
          <w:tcPr>
            <w:tcW w:w="567" w:type="dxa"/>
          </w:tcPr>
          <w:p w14:paraId="71A8879A" w14:textId="77777777" w:rsidR="00107F01" w:rsidRPr="00894A01" w:rsidRDefault="00107F01" w:rsidP="00215B6B">
            <w:pPr>
              <w:pStyle w:val="a7"/>
              <w:numPr>
                <w:ilvl w:val="0"/>
                <w:numId w:val="20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69670FB6" w14:textId="77777777" w:rsidR="00107F01" w:rsidRDefault="00107F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Савина </w:t>
            </w:r>
          </w:p>
          <w:p w14:paraId="31D2A132" w14:textId="77777777" w:rsidR="00107F01" w:rsidRPr="00894A01" w:rsidRDefault="00107F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Галина Ивановна</w:t>
            </w:r>
          </w:p>
        </w:tc>
        <w:tc>
          <w:tcPr>
            <w:tcW w:w="4110" w:type="dxa"/>
          </w:tcPr>
          <w:p w14:paraId="787EBA1A" w14:textId="77777777" w:rsidR="00107F01" w:rsidRPr="00894A01" w:rsidRDefault="00107F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СОШ №129</w:t>
            </w:r>
          </w:p>
        </w:tc>
        <w:tc>
          <w:tcPr>
            <w:tcW w:w="2977" w:type="dxa"/>
          </w:tcPr>
          <w:p w14:paraId="30B66777" w14:textId="77777777" w:rsidR="00107F01" w:rsidRDefault="00107F01" w:rsidP="00107F01">
            <w:pPr>
              <w:jc w:val="center"/>
            </w:pPr>
            <w:r w:rsidRPr="007915F4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107F01" w:rsidRPr="00894A01" w14:paraId="36AF10CA" w14:textId="77777777" w:rsidTr="00894A01">
        <w:trPr>
          <w:trHeight w:val="595"/>
        </w:trPr>
        <w:tc>
          <w:tcPr>
            <w:tcW w:w="567" w:type="dxa"/>
          </w:tcPr>
          <w:p w14:paraId="42E193B3" w14:textId="77777777" w:rsidR="00107F01" w:rsidRPr="00894A01" w:rsidRDefault="00107F01" w:rsidP="00215B6B">
            <w:pPr>
              <w:pStyle w:val="a7"/>
              <w:numPr>
                <w:ilvl w:val="0"/>
                <w:numId w:val="20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62EBFFEF" w14:textId="77777777" w:rsidR="00107F01" w:rsidRDefault="00107F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Саяпова </w:t>
            </w:r>
          </w:p>
          <w:p w14:paraId="12C65FB9" w14:textId="77777777" w:rsidR="00107F01" w:rsidRPr="00894A01" w:rsidRDefault="00107F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Лилия Раисовна</w:t>
            </w:r>
          </w:p>
        </w:tc>
        <w:tc>
          <w:tcPr>
            <w:tcW w:w="4110" w:type="dxa"/>
          </w:tcPr>
          <w:p w14:paraId="5F530543" w14:textId="77777777" w:rsidR="00107F01" w:rsidRPr="00894A01" w:rsidRDefault="00107F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СОШ №61</w:t>
            </w:r>
          </w:p>
        </w:tc>
        <w:tc>
          <w:tcPr>
            <w:tcW w:w="2977" w:type="dxa"/>
          </w:tcPr>
          <w:p w14:paraId="0EFDB901" w14:textId="77777777" w:rsidR="00107F01" w:rsidRDefault="00107F01" w:rsidP="00107F01">
            <w:pPr>
              <w:jc w:val="center"/>
            </w:pPr>
            <w:r w:rsidRPr="007915F4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107F01" w:rsidRPr="00894A01" w14:paraId="3A5B695A" w14:textId="77777777" w:rsidTr="00894A01">
        <w:trPr>
          <w:trHeight w:val="595"/>
        </w:trPr>
        <w:tc>
          <w:tcPr>
            <w:tcW w:w="567" w:type="dxa"/>
          </w:tcPr>
          <w:p w14:paraId="7523DC69" w14:textId="77777777" w:rsidR="00107F01" w:rsidRPr="00894A01" w:rsidRDefault="00107F01" w:rsidP="00215B6B">
            <w:pPr>
              <w:pStyle w:val="a7"/>
              <w:numPr>
                <w:ilvl w:val="0"/>
                <w:numId w:val="20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7BCBAFD6" w14:textId="77777777" w:rsidR="00107F01" w:rsidRDefault="00107F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Серова</w:t>
            </w:r>
          </w:p>
          <w:p w14:paraId="5025A325" w14:textId="77777777" w:rsidR="00107F01" w:rsidRPr="00894A01" w:rsidRDefault="00107F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 Людмила Леонидовна</w:t>
            </w:r>
          </w:p>
        </w:tc>
        <w:tc>
          <w:tcPr>
            <w:tcW w:w="4110" w:type="dxa"/>
          </w:tcPr>
          <w:p w14:paraId="4EF0ACC4" w14:textId="77777777" w:rsidR="00107F01" w:rsidRPr="00894A01" w:rsidRDefault="00107F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Гимназия №82</w:t>
            </w:r>
          </w:p>
        </w:tc>
        <w:tc>
          <w:tcPr>
            <w:tcW w:w="2977" w:type="dxa"/>
          </w:tcPr>
          <w:p w14:paraId="0220AB61" w14:textId="77777777" w:rsidR="00107F01" w:rsidRDefault="00107F01" w:rsidP="00107F01">
            <w:pPr>
              <w:jc w:val="center"/>
            </w:pPr>
            <w:r w:rsidRPr="007915F4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894A01" w:rsidRPr="00894A01" w14:paraId="08B15BBA" w14:textId="77777777" w:rsidTr="00894A01">
        <w:trPr>
          <w:trHeight w:val="595"/>
        </w:trPr>
        <w:tc>
          <w:tcPr>
            <w:tcW w:w="567" w:type="dxa"/>
          </w:tcPr>
          <w:p w14:paraId="5FE5759E" w14:textId="77777777" w:rsidR="00894A01" w:rsidRPr="00894A01" w:rsidRDefault="00894A01" w:rsidP="00215B6B">
            <w:pPr>
              <w:pStyle w:val="a7"/>
              <w:numPr>
                <w:ilvl w:val="0"/>
                <w:numId w:val="20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00DE09AA" w14:textId="77777777" w:rsidR="00107F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Склизковой</w:t>
            </w:r>
          </w:p>
          <w:p w14:paraId="61257B60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Александры Александровна</w:t>
            </w:r>
          </w:p>
        </w:tc>
        <w:tc>
          <w:tcPr>
            <w:tcW w:w="4110" w:type="dxa"/>
          </w:tcPr>
          <w:p w14:paraId="75FAE9B0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МБДОУ «ЦРР детский сад №182»</w:t>
            </w:r>
          </w:p>
        </w:tc>
        <w:tc>
          <w:tcPr>
            <w:tcW w:w="2977" w:type="dxa"/>
          </w:tcPr>
          <w:p w14:paraId="35E40C1C" w14:textId="77777777" w:rsidR="00894A01" w:rsidRPr="00894A01" w:rsidRDefault="00107F01" w:rsidP="00107F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894A01" w:rsidRPr="00894A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894A01" w:rsidRPr="00894A01" w14:paraId="3DEC8735" w14:textId="77777777" w:rsidTr="00894A01">
        <w:trPr>
          <w:trHeight w:val="595"/>
        </w:trPr>
        <w:tc>
          <w:tcPr>
            <w:tcW w:w="567" w:type="dxa"/>
          </w:tcPr>
          <w:p w14:paraId="1718A1F9" w14:textId="77777777" w:rsidR="00894A01" w:rsidRPr="00894A01" w:rsidRDefault="00894A01" w:rsidP="00215B6B">
            <w:pPr>
              <w:pStyle w:val="a7"/>
              <w:numPr>
                <w:ilvl w:val="0"/>
                <w:numId w:val="20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270A982A" w14:textId="77777777" w:rsidR="00107F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Скорняков</w:t>
            </w:r>
          </w:p>
          <w:p w14:paraId="5C7C3A67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 Игорь Александрович</w:t>
            </w:r>
          </w:p>
        </w:tc>
        <w:tc>
          <w:tcPr>
            <w:tcW w:w="4110" w:type="dxa"/>
          </w:tcPr>
          <w:p w14:paraId="24D975A2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ДОД ДДТ «Новатор»</w:t>
            </w:r>
          </w:p>
        </w:tc>
        <w:tc>
          <w:tcPr>
            <w:tcW w:w="2977" w:type="dxa"/>
          </w:tcPr>
          <w:p w14:paraId="45829720" w14:textId="77777777" w:rsidR="00894A01" w:rsidRPr="00894A01" w:rsidRDefault="00107F01" w:rsidP="00107F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894A01" w:rsidRPr="00894A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ренер-преподаватель</w:t>
            </w:r>
          </w:p>
        </w:tc>
      </w:tr>
      <w:tr w:rsidR="00107F01" w:rsidRPr="00894A01" w14:paraId="376DB1A4" w14:textId="77777777" w:rsidTr="00894A01">
        <w:trPr>
          <w:trHeight w:val="595"/>
        </w:trPr>
        <w:tc>
          <w:tcPr>
            <w:tcW w:w="567" w:type="dxa"/>
          </w:tcPr>
          <w:p w14:paraId="360BDB44" w14:textId="77777777" w:rsidR="00107F01" w:rsidRPr="00894A01" w:rsidRDefault="00107F01" w:rsidP="00215B6B">
            <w:pPr>
              <w:pStyle w:val="a7"/>
              <w:numPr>
                <w:ilvl w:val="0"/>
                <w:numId w:val="20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7FE77F77" w14:textId="77777777" w:rsidR="00107F01" w:rsidRDefault="00107F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Солдатова</w:t>
            </w:r>
          </w:p>
          <w:p w14:paraId="6F11E82C" w14:textId="77777777" w:rsidR="00107F01" w:rsidRPr="00894A01" w:rsidRDefault="00107F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 Елена Геннадиевна</w:t>
            </w:r>
          </w:p>
        </w:tc>
        <w:tc>
          <w:tcPr>
            <w:tcW w:w="4110" w:type="dxa"/>
          </w:tcPr>
          <w:p w14:paraId="1D04C810" w14:textId="77777777" w:rsidR="00107F01" w:rsidRPr="00894A01" w:rsidRDefault="00107F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Гимназия №64</w:t>
            </w:r>
          </w:p>
        </w:tc>
        <w:tc>
          <w:tcPr>
            <w:tcW w:w="2977" w:type="dxa"/>
          </w:tcPr>
          <w:p w14:paraId="5B7BCCD3" w14:textId="77777777" w:rsidR="00107F01" w:rsidRDefault="00107F01" w:rsidP="00107F01">
            <w:pPr>
              <w:jc w:val="center"/>
            </w:pPr>
            <w:r w:rsidRPr="00B10E7B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107F01" w:rsidRPr="00894A01" w14:paraId="322AE4A3" w14:textId="77777777" w:rsidTr="00894A01">
        <w:trPr>
          <w:trHeight w:val="595"/>
        </w:trPr>
        <w:tc>
          <w:tcPr>
            <w:tcW w:w="567" w:type="dxa"/>
          </w:tcPr>
          <w:p w14:paraId="0644A524" w14:textId="77777777" w:rsidR="00107F01" w:rsidRPr="00894A01" w:rsidRDefault="00107F01" w:rsidP="00215B6B">
            <w:pPr>
              <w:pStyle w:val="a7"/>
              <w:numPr>
                <w:ilvl w:val="0"/>
                <w:numId w:val="20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12801146" w14:textId="77777777" w:rsidR="00107F01" w:rsidRDefault="00107F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Тляумбетов </w:t>
            </w:r>
          </w:p>
          <w:p w14:paraId="562370F0" w14:textId="77777777" w:rsidR="00107F01" w:rsidRPr="00894A01" w:rsidRDefault="00107F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Рашит Гильмитдинович</w:t>
            </w:r>
          </w:p>
        </w:tc>
        <w:tc>
          <w:tcPr>
            <w:tcW w:w="4110" w:type="dxa"/>
          </w:tcPr>
          <w:p w14:paraId="28B07E1B" w14:textId="77777777" w:rsidR="00107F01" w:rsidRPr="00894A01" w:rsidRDefault="00107F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Лицей №83</w:t>
            </w:r>
          </w:p>
        </w:tc>
        <w:tc>
          <w:tcPr>
            <w:tcW w:w="2977" w:type="dxa"/>
          </w:tcPr>
          <w:p w14:paraId="15E2A043" w14:textId="77777777" w:rsidR="00107F01" w:rsidRDefault="00107F01" w:rsidP="00107F01">
            <w:pPr>
              <w:jc w:val="center"/>
            </w:pPr>
            <w:r w:rsidRPr="00B10E7B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894A01" w:rsidRPr="00894A01" w14:paraId="7031CFB5" w14:textId="77777777" w:rsidTr="00894A01">
        <w:trPr>
          <w:trHeight w:val="595"/>
        </w:trPr>
        <w:tc>
          <w:tcPr>
            <w:tcW w:w="567" w:type="dxa"/>
          </w:tcPr>
          <w:p w14:paraId="329200D5" w14:textId="77777777" w:rsidR="00894A01" w:rsidRPr="00894A01" w:rsidRDefault="00894A01" w:rsidP="00215B6B">
            <w:pPr>
              <w:pStyle w:val="a7"/>
              <w:numPr>
                <w:ilvl w:val="0"/>
                <w:numId w:val="20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2636A706" w14:textId="77777777" w:rsidR="00107F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Уразбахтина </w:t>
            </w:r>
          </w:p>
          <w:p w14:paraId="19B25B23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Рита Валерьевна</w:t>
            </w:r>
          </w:p>
        </w:tc>
        <w:tc>
          <w:tcPr>
            <w:tcW w:w="4110" w:type="dxa"/>
          </w:tcPr>
          <w:p w14:paraId="6A5F0BE7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 175»</w:t>
            </w:r>
          </w:p>
        </w:tc>
        <w:tc>
          <w:tcPr>
            <w:tcW w:w="2977" w:type="dxa"/>
          </w:tcPr>
          <w:p w14:paraId="5B5893FA" w14:textId="77777777" w:rsidR="00894A01" w:rsidRPr="00894A01" w:rsidRDefault="00107F01" w:rsidP="00107F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894A01" w:rsidRPr="00894A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894A01" w:rsidRPr="00894A01" w14:paraId="785A10B2" w14:textId="77777777" w:rsidTr="00894A01">
        <w:trPr>
          <w:trHeight w:val="595"/>
        </w:trPr>
        <w:tc>
          <w:tcPr>
            <w:tcW w:w="567" w:type="dxa"/>
          </w:tcPr>
          <w:p w14:paraId="41FA568E" w14:textId="77777777" w:rsidR="00894A01" w:rsidRPr="00894A01" w:rsidRDefault="00894A01" w:rsidP="00215B6B">
            <w:pPr>
              <w:pStyle w:val="a7"/>
              <w:numPr>
                <w:ilvl w:val="0"/>
                <w:numId w:val="20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3BD74C8B" w14:textId="77777777" w:rsidR="00107F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Фаткуллина</w:t>
            </w:r>
          </w:p>
          <w:p w14:paraId="4DA04ADC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Илюза Раисовна</w:t>
            </w:r>
          </w:p>
        </w:tc>
        <w:tc>
          <w:tcPr>
            <w:tcW w:w="4110" w:type="dxa"/>
          </w:tcPr>
          <w:p w14:paraId="1964B603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«Детский сад № 68»</w:t>
            </w:r>
          </w:p>
        </w:tc>
        <w:tc>
          <w:tcPr>
            <w:tcW w:w="2977" w:type="dxa"/>
          </w:tcPr>
          <w:p w14:paraId="47A74DA2" w14:textId="77777777" w:rsidR="00894A01" w:rsidRPr="00894A01" w:rsidRDefault="00107F01" w:rsidP="00107F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894A01" w:rsidRPr="00894A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894A01" w:rsidRPr="00894A01" w14:paraId="54BA537F" w14:textId="77777777" w:rsidTr="00894A01">
        <w:trPr>
          <w:trHeight w:val="595"/>
        </w:trPr>
        <w:tc>
          <w:tcPr>
            <w:tcW w:w="567" w:type="dxa"/>
          </w:tcPr>
          <w:p w14:paraId="323F7C7E" w14:textId="77777777" w:rsidR="00894A01" w:rsidRPr="00894A01" w:rsidRDefault="00894A01" w:rsidP="00215B6B">
            <w:pPr>
              <w:pStyle w:val="a7"/>
              <w:numPr>
                <w:ilvl w:val="0"/>
                <w:numId w:val="20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4897C2F7" w14:textId="77777777" w:rsidR="00107F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Фаузетдинова</w:t>
            </w:r>
          </w:p>
          <w:p w14:paraId="011F6BBB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 Фануза Каримовна</w:t>
            </w:r>
          </w:p>
        </w:tc>
        <w:tc>
          <w:tcPr>
            <w:tcW w:w="4110" w:type="dxa"/>
          </w:tcPr>
          <w:p w14:paraId="2D748AEC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 68»</w:t>
            </w:r>
          </w:p>
        </w:tc>
        <w:tc>
          <w:tcPr>
            <w:tcW w:w="2977" w:type="dxa"/>
          </w:tcPr>
          <w:p w14:paraId="6B025D18" w14:textId="77777777" w:rsidR="00894A01" w:rsidRPr="00894A01" w:rsidRDefault="00107F01" w:rsidP="00107F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894A01" w:rsidRPr="00894A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107F01" w:rsidRPr="00894A01" w14:paraId="1FE4B91C" w14:textId="77777777" w:rsidTr="00894A01">
        <w:trPr>
          <w:trHeight w:val="595"/>
        </w:trPr>
        <w:tc>
          <w:tcPr>
            <w:tcW w:w="567" w:type="dxa"/>
          </w:tcPr>
          <w:p w14:paraId="0B221544" w14:textId="77777777" w:rsidR="00107F01" w:rsidRPr="00894A01" w:rsidRDefault="00107F01" w:rsidP="00215B6B">
            <w:pPr>
              <w:pStyle w:val="a7"/>
              <w:numPr>
                <w:ilvl w:val="0"/>
                <w:numId w:val="20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35969B49" w14:textId="77777777" w:rsidR="00107F01" w:rsidRDefault="00107F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Фурсова </w:t>
            </w:r>
          </w:p>
          <w:p w14:paraId="6DD0013B" w14:textId="77777777" w:rsidR="00107F01" w:rsidRPr="00894A01" w:rsidRDefault="00107F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Наталья Ивановна</w:t>
            </w:r>
          </w:p>
        </w:tc>
        <w:tc>
          <w:tcPr>
            <w:tcW w:w="4110" w:type="dxa"/>
          </w:tcPr>
          <w:p w14:paraId="5FCC19BC" w14:textId="77777777" w:rsidR="00107F01" w:rsidRPr="00894A01" w:rsidRDefault="00107F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МАОУ УОШИсПЛП</w:t>
            </w:r>
          </w:p>
        </w:tc>
        <w:tc>
          <w:tcPr>
            <w:tcW w:w="2977" w:type="dxa"/>
          </w:tcPr>
          <w:p w14:paraId="34043151" w14:textId="77777777" w:rsidR="00107F01" w:rsidRDefault="00107F01" w:rsidP="00107F01">
            <w:pPr>
              <w:jc w:val="center"/>
            </w:pPr>
            <w:r w:rsidRPr="008201E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107F01" w:rsidRPr="00894A01" w14:paraId="59462584" w14:textId="77777777" w:rsidTr="00894A01">
        <w:trPr>
          <w:trHeight w:val="595"/>
        </w:trPr>
        <w:tc>
          <w:tcPr>
            <w:tcW w:w="567" w:type="dxa"/>
          </w:tcPr>
          <w:p w14:paraId="249E21FE" w14:textId="77777777" w:rsidR="00107F01" w:rsidRPr="00894A01" w:rsidRDefault="00107F01" w:rsidP="00215B6B">
            <w:pPr>
              <w:pStyle w:val="a7"/>
              <w:numPr>
                <w:ilvl w:val="0"/>
                <w:numId w:val="20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618AD74D" w14:textId="77777777" w:rsidR="00107F01" w:rsidRDefault="00107F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Хакимова</w:t>
            </w:r>
          </w:p>
          <w:p w14:paraId="2672907F" w14:textId="77777777" w:rsidR="00107F01" w:rsidRPr="00894A01" w:rsidRDefault="00107F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 Минегуль Саббаховна</w:t>
            </w:r>
          </w:p>
        </w:tc>
        <w:tc>
          <w:tcPr>
            <w:tcW w:w="4110" w:type="dxa"/>
          </w:tcPr>
          <w:p w14:paraId="141E24B7" w14:textId="77777777" w:rsidR="00107F01" w:rsidRPr="00894A01" w:rsidRDefault="00107F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СОШ №129</w:t>
            </w:r>
          </w:p>
        </w:tc>
        <w:tc>
          <w:tcPr>
            <w:tcW w:w="2977" w:type="dxa"/>
          </w:tcPr>
          <w:p w14:paraId="63734C62" w14:textId="77777777" w:rsidR="00107F01" w:rsidRDefault="00107F01" w:rsidP="00107F01">
            <w:pPr>
              <w:jc w:val="center"/>
            </w:pPr>
            <w:r w:rsidRPr="008201E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894A01" w:rsidRPr="00894A01" w14:paraId="5CE2406F" w14:textId="77777777" w:rsidTr="00894A01">
        <w:trPr>
          <w:trHeight w:val="595"/>
        </w:trPr>
        <w:tc>
          <w:tcPr>
            <w:tcW w:w="567" w:type="dxa"/>
          </w:tcPr>
          <w:p w14:paraId="731A1197" w14:textId="77777777" w:rsidR="00894A01" w:rsidRPr="00894A01" w:rsidRDefault="00894A01" w:rsidP="00215B6B">
            <w:pPr>
              <w:pStyle w:val="a7"/>
              <w:numPr>
                <w:ilvl w:val="0"/>
                <w:numId w:val="20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4A21C97D" w14:textId="77777777" w:rsidR="00107F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Хакимова </w:t>
            </w:r>
          </w:p>
          <w:p w14:paraId="0D3B8F03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Минзиля Асраровна</w:t>
            </w:r>
          </w:p>
        </w:tc>
        <w:tc>
          <w:tcPr>
            <w:tcW w:w="4110" w:type="dxa"/>
          </w:tcPr>
          <w:p w14:paraId="40EA2E52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 68»</w:t>
            </w:r>
          </w:p>
        </w:tc>
        <w:tc>
          <w:tcPr>
            <w:tcW w:w="2977" w:type="dxa"/>
          </w:tcPr>
          <w:p w14:paraId="72FFDD86" w14:textId="77777777" w:rsidR="00894A01" w:rsidRPr="00894A01" w:rsidRDefault="00107F01" w:rsidP="00107F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894A01" w:rsidRPr="00894A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894A01" w:rsidRPr="00894A01" w14:paraId="15C4D69E" w14:textId="77777777" w:rsidTr="00894A01">
        <w:trPr>
          <w:trHeight w:val="595"/>
        </w:trPr>
        <w:tc>
          <w:tcPr>
            <w:tcW w:w="567" w:type="dxa"/>
          </w:tcPr>
          <w:p w14:paraId="6ECECB99" w14:textId="77777777" w:rsidR="00894A01" w:rsidRPr="00894A01" w:rsidRDefault="00894A01" w:rsidP="00215B6B">
            <w:pPr>
              <w:pStyle w:val="a7"/>
              <w:numPr>
                <w:ilvl w:val="0"/>
                <w:numId w:val="20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0E658E4B" w14:textId="77777777" w:rsidR="00107F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Храмова</w:t>
            </w:r>
          </w:p>
          <w:p w14:paraId="69108153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Николаевна</w:t>
            </w:r>
          </w:p>
        </w:tc>
        <w:tc>
          <w:tcPr>
            <w:tcW w:w="4110" w:type="dxa"/>
          </w:tcPr>
          <w:p w14:paraId="393E4231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№227»</w:t>
            </w:r>
          </w:p>
        </w:tc>
        <w:tc>
          <w:tcPr>
            <w:tcW w:w="2977" w:type="dxa"/>
          </w:tcPr>
          <w:p w14:paraId="247E2101" w14:textId="77777777" w:rsidR="00894A01" w:rsidRPr="00894A01" w:rsidRDefault="00107F01" w:rsidP="00107F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894A01" w:rsidRPr="00894A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894A01" w:rsidRPr="00894A01" w14:paraId="2955DCAC" w14:textId="77777777" w:rsidTr="00894A01">
        <w:trPr>
          <w:trHeight w:val="595"/>
        </w:trPr>
        <w:tc>
          <w:tcPr>
            <w:tcW w:w="567" w:type="dxa"/>
          </w:tcPr>
          <w:p w14:paraId="3B6A282A" w14:textId="77777777" w:rsidR="00894A01" w:rsidRPr="00894A01" w:rsidRDefault="00894A01" w:rsidP="00215B6B">
            <w:pPr>
              <w:pStyle w:val="a7"/>
              <w:numPr>
                <w:ilvl w:val="0"/>
                <w:numId w:val="20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7293B902" w14:textId="77777777" w:rsidR="00107F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Чегодаева </w:t>
            </w:r>
          </w:p>
          <w:p w14:paraId="282D7531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Лариса Анатольевна</w:t>
            </w:r>
          </w:p>
        </w:tc>
        <w:tc>
          <w:tcPr>
            <w:tcW w:w="4110" w:type="dxa"/>
          </w:tcPr>
          <w:p w14:paraId="72F5AF31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ДОД ЦДТ «Дебют»</w:t>
            </w:r>
          </w:p>
        </w:tc>
        <w:tc>
          <w:tcPr>
            <w:tcW w:w="2977" w:type="dxa"/>
          </w:tcPr>
          <w:p w14:paraId="564ED533" w14:textId="77777777" w:rsidR="00894A01" w:rsidRPr="00894A01" w:rsidRDefault="00107F01" w:rsidP="00107F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894A01" w:rsidRPr="00894A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едагог дополнительного образования</w:t>
            </w:r>
          </w:p>
        </w:tc>
      </w:tr>
      <w:tr w:rsidR="00107F01" w:rsidRPr="00894A01" w14:paraId="1F9D32DE" w14:textId="77777777" w:rsidTr="00894A01">
        <w:trPr>
          <w:trHeight w:val="595"/>
        </w:trPr>
        <w:tc>
          <w:tcPr>
            <w:tcW w:w="567" w:type="dxa"/>
          </w:tcPr>
          <w:p w14:paraId="5DFF6F79" w14:textId="77777777" w:rsidR="00107F01" w:rsidRPr="00894A01" w:rsidRDefault="00107F01" w:rsidP="00215B6B">
            <w:pPr>
              <w:pStyle w:val="a7"/>
              <w:numPr>
                <w:ilvl w:val="0"/>
                <w:numId w:val="20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2B646F9E" w14:textId="77777777" w:rsidR="00107F01" w:rsidRDefault="00107F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Черкасская</w:t>
            </w:r>
          </w:p>
          <w:p w14:paraId="471AC123" w14:textId="77777777" w:rsidR="00107F01" w:rsidRPr="00894A01" w:rsidRDefault="00107F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Анатольевна</w:t>
            </w:r>
          </w:p>
        </w:tc>
        <w:tc>
          <w:tcPr>
            <w:tcW w:w="4110" w:type="dxa"/>
          </w:tcPr>
          <w:p w14:paraId="68703327" w14:textId="77777777" w:rsidR="00107F01" w:rsidRPr="00894A01" w:rsidRDefault="00107F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Лицей «Содружество»</w:t>
            </w:r>
          </w:p>
        </w:tc>
        <w:tc>
          <w:tcPr>
            <w:tcW w:w="2977" w:type="dxa"/>
          </w:tcPr>
          <w:p w14:paraId="33675E66" w14:textId="77777777" w:rsidR="00107F01" w:rsidRDefault="00107F01" w:rsidP="00107F01">
            <w:pPr>
              <w:jc w:val="center"/>
            </w:pPr>
            <w:r w:rsidRPr="00A463C2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107F01" w:rsidRPr="00894A01" w14:paraId="0020434C" w14:textId="77777777" w:rsidTr="00894A01">
        <w:trPr>
          <w:trHeight w:val="595"/>
        </w:trPr>
        <w:tc>
          <w:tcPr>
            <w:tcW w:w="567" w:type="dxa"/>
          </w:tcPr>
          <w:p w14:paraId="6CB530E2" w14:textId="77777777" w:rsidR="00107F01" w:rsidRPr="00894A01" w:rsidRDefault="00107F01" w:rsidP="00215B6B">
            <w:pPr>
              <w:pStyle w:val="a7"/>
              <w:numPr>
                <w:ilvl w:val="0"/>
                <w:numId w:val="20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7E213DD1" w14:textId="77777777" w:rsidR="00107F01" w:rsidRDefault="00107F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Черникова</w:t>
            </w:r>
          </w:p>
          <w:p w14:paraId="5C4D7488" w14:textId="77777777" w:rsidR="00107F01" w:rsidRPr="00894A01" w:rsidRDefault="00107F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 Оксана Анатольевна</w:t>
            </w:r>
          </w:p>
        </w:tc>
        <w:tc>
          <w:tcPr>
            <w:tcW w:w="4110" w:type="dxa"/>
          </w:tcPr>
          <w:p w14:paraId="227C7E1E" w14:textId="77777777" w:rsidR="00107F01" w:rsidRPr="00894A01" w:rsidRDefault="00107F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СОШ №61</w:t>
            </w:r>
          </w:p>
        </w:tc>
        <w:tc>
          <w:tcPr>
            <w:tcW w:w="2977" w:type="dxa"/>
          </w:tcPr>
          <w:p w14:paraId="1CFF1047" w14:textId="77777777" w:rsidR="00107F01" w:rsidRDefault="00107F01" w:rsidP="00107F01">
            <w:pPr>
              <w:jc w:val="center"/>
            </w:pPr>
            <w:r w:rsidRPr="00A463C2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107F01" w:rsidRPr="00894A01" w14:paraId="663EE85E" w14:textId="77777777" w:rsidTr="00894A01">
        <w:trPr>
          <w:trHeight w:val="595"/>
        </w:trPr>
        <w:tc>
          <w:tcPr>
            <w:tcW w:w="567" w:type="dxa"/>
          </w:tcPr>
          <w:p w14:paraId="70C2635E" w14:textId="77777777" w:rsidR="00107F01" w:rsidRPr="00894A01" w:rsidRDefault="00107F01" w:rsidP="00215B6B">
            <w:pPr>
              <w:pStyle w:val="a7"/>
              <w:numPr>
                <w:ilvl w:val="0"/>
                <w:numId w:val="20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6C6B0628" w14:textId="77777777" w:rsidR="00107F01" w:rsidRDefault="00107F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Шайдурова </w:t>
            </w:r>
          </w:p>
          <w:p w14:paraId="60D82218" w14:textId="77777777" w:rsidR="00107F01" w:rsidRPr="00894A01" w:rsidRDefault="00107F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Татьяна Николаевна</w:t>
            </w:r>
          </w:p>
        </w:tc>
        <w:tc>
          <w:tcPr>
            <w:tcW w:w="4110" w:type="dxa"/>
          </w:tcPr>
          <w:p w14:paraId="5EA0CC68" w14:textId="77777777" w:rsidR="00107F01" w:rsidRPr="00894A01" w:rsidRDefault="00107F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Гимназия №82</w:t>
            </w:r>
          </w:p>
        </w:tc>
        <w:tc>
          <w:tcPr>
            <w:tcW w:w="2977" w:type="dxa"/>
          </w:tcPr>
          <w:p w14:paraId="59CE9BE1" w14:textId="77777777" w:rsidR="00107F01" w:rsidRDefault="00107F01" w:rsidP="00107F01">
            <w:pPr>
              <w:jc w:val="center"/>
            </w:pPr>
            <w:r w:rsidRPr="00A463C2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894A01" w:rsidRPr="00894A01" w14:paraId="5BC146C3" w14:textId="77777777" w:rsidTr="00894A01">
        <w:trPr>
          <w:trHeight w:val="595"/>
        </w:trPr>
        <w:tc>
          <w:tcPr>
            <w:tcW w:w="567" w:type="dxa"/>
          </w:tcPr>
          <w:p w14:paraId="166551FE" w14:textId="77777777" w:rsidR="00894A01" w:rsidRPr="00894A01" w:rsidRDefault="00894A01" w:rsidP="00215B6B">
            <w:pPr>
              <w:pStyle w:val="a7"/>
              <w:numPr>
                <w:ilvl w:val="0"/>
                <w:numId w:val="20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480729B5" w14:textId="77777777" w:rsidR="00107F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Шафеева </w:t>
            </w:r>
          </w:p>
          <w:p w14:paraId="55D7D394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Маргарита Рифгатовна</w:t>
            </w:r>
          </w:p>
        </w:tc>
        <w:tc>
          <w:tcPr>
            <w:tcW w:w="4110" w:type="dxa"/>
          </w:tcPr>
          <w:p w14:paraId="53DCB1E7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№180»</w:t>
            </w:r>
          </w:p>
        </w:tc>
        <w:tc>
          <w:tcPr>
            <w:tcW w:w="2977" w:type="dxa"/>
          </w:tcPr>
          <w:p w14:paraId="54A1BC4A" w14:textId="77777777" w:rsidR="00894A01" w:rsidRPr="00894A01" w:rsidRDefault="00107F01" w:rsidP="00107F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894A01" w:rsidRPr="00894A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107F01" w:rsidRPr="00894A01" w14:paraId="0801DB03" w14:textId="77777777" w:rsidTr="00894A01">
        <w:trPr>
          <w:trHeight w:val="595"/>
        </w:trPr>
        <w:tc>
          <w:tcPr>
            <w:tcW w:w="567" w:type="dxa"/>
          </w:tcPr>
          <w:p w14:paraId="20C4858D" w14:textId="77777777" w:rsidR="00107F01" w:rsidRPr="00894A01" w:rsidRDefault="00107F01" w:rsidP="00215B6B">
            <w:pPr>
              <w:pStyle w:val="a7"/>
              <w:numPr>
                <w:ilvl w:val="0"/>
                <w:numId w:val="20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2E443C7A" w14:textId="77777777" w:rsidR="00107F01" w:rsidRDefault="00107F01" w:rsidP="00894A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Юльметова </w:t>
            </w:r>
          </w:p>
          <w:p w14:paraId="0AD0EE63" w14:textId="77777777" w:rsidR="00107F01" w:rsidRPr="00894A01" w:rsidRDefault="00107F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Нира Касимовна</w:t>
            </w:r>
          </w:p>
        </w:tc>
        <w:tc>
          <w:tcPr>
            <w:tcW w:w="4110" w:type="dxa"/>
          </w:tcPr>
          <w:p w14:paraId="0C560C2F" w14:textId="77777777" w:rsidR="00107F01" w:rsidRPr="00894A01" w:rsidRDefault="00107F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№69</w:t>
            </w:r>
          </w:p>
        </w:tc>
        <w:tc>
          <w:tcPr>
            <w:tcW w:w="2977" w:type="dxa"/>
          </w:tcPr>
          <w:p w14:paraId="5C1E0DBC" w14:textId="77777777" w:rsidR="00107F01" w:rsidRDefault="00107F01" w:rsidP="00107F01">
            <w:pPr>
              <w:jc w:val="center"/>
            </w:pPr>
            <w:r w:rsidRPr="00355DF8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107F01" w:rsidRPr="00894A01" w14:paraId="6AA15C1F" w14:textId="77777777" w:rsidTr="00894A01">
        <w:trPr>
          <w:trHeight w:val="595"/>
        </w:trPr>
        <w:tc>
          <w:tcPr>
            <w:tcW w:w="567" w:type="dxa"/>
          </w:tcPr>
          <w:p w14:paraId="4A3BC347" w14:textId="77777777" w:rsidR="00107F01" w:rsidRPr="00894A01" w:rsidRDefault="00107F01" w:rsidP="00215B6B">
            <w:pPr>
              <w:pStyle w:val="a7"/>
              <w:numPr>
                <w:ilvl w:val="0"/>
                <w:numId w:val="20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</w:tcPr>
          <w:p w14:paraId="71BF55AE" w14:textId="77777777" w:rsidR="00107F01" w:rsidRDefault="00107F01" w:rsidP="00894A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Ялмурзина </w:t>
            </w:r>
          </w:p>
          <w:p w14:paraId="5446DAB6" w14:textId="77777777" w:rsidR="00107F01" w:rsidRPr="00894A01" w:rsidRDefault="00107F01" w:rsidP="00894A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Алифа Нурмухаметовна</w:t>
            </w:r>
          </w:p>
        </w:tc>
        <w:tc>
          <w:tcPr>
            <w:tcW w:w="4110" w:type="dxa"/>
          </w:tcPr>
          <w:p w14:paraId="3D41648A" w14:textId="77777777" w:rsidR="00107F01" w:rsidRPr="00894A01" w:rsidRDefault="00107F01" w:rsidP="00894A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 98</w:t>
            </w:r>
          </w:p>
        </w:tc>
        <w:tc>
          <w:tcPr>
            <w:tcW w:w="2977" w:type="dxa"/>
          </w:tcPr>
          <w:p w14:paraId="10BAD59B" w14:textId="77777777" w:rsidR="00107F01" w:rsidRDefault="00107F01" w:rsidP="00107F01">
            <w:pPr>
              <w:jc w:val="center"/>
            </w:pPr>
            <w:r w:rsidRPr="00355DF8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</w:tbl>
    <w:p w14:paraId="4B57EFAC" w14:textId="77777777" w:rsidR="00894A01" w:rsidRPr="00894A01" w:rsidRDefault="00894A01" w:rsidP="00894A01">
      <w:pPr>
        <w:pStyle w:val="a7"/>
        <w:spacing w:line="276" w:lineRule="auto"/>
        <w:rPr>
          <w:b w:val="0"/>
          <w:i/>
          <w:sz w:val="24"/>
          <w:szCs w:val="24"/>
        </w:rPr>
      </w:pPr>
    </w:p>
    <w:p w14:paraId="07926E3B" w14:textId="77777777" w:rsidR="00894A01" w:rsidRPr="00894A01" w:rsidRDefault="00894A01" w:rsidP="00894A01">
      <w:pPr>
        <w:pStyle w:val="a7"/>
        <w:spacing w:line="276" w:lineRule="auto"/>
        <w:rPr>
          <w:b w:val="0"/>
          <w:i/>
          <w:sz w:val="24"/>
          <w:szCs w:val="24"/>
        </w:rPr>
      </w:pPr>
    </w:p>
    <w:p w14:paraId="179B919F" w14:textId="77777777" w:rsidR="00894A01" w:rsidRPr="00894A01" w:rsidRDefault="00894A01" w:rsidP="00894A01">
      <w:pPr>
        <w:pStyle w:val="a7"/>
        <w:spacing w:line="276" w:lineRule="auto"/>
        <w:rPr>
          <w:sz w:val="24"/>
          <w:szCs w:val="24"/>
        </w:rPr>
      </w:pPr>
    </w:p>
    <w:p w14:paraId="462E3F7A" w14:textId="77777777" w:rsidR="00A716D0" w:rsidRDefault="00A716D0" w:rsidP="00894A01">
      <w:pPr>
        <w:pStyle w:val="a7"/>
        <w:spacing w:line="276" w:lineRule="auto"/>
        <w:rPr>
          <w:sz w:val="24"/>
          <w:szCs w:val="24"/>
        </w:rPr>
      </w:pPr>
    </w:p>
    <w:p w14:paraId="7746066E" w14:textId="77777777" w:rsidR="00A716D0" w:rsidRDefault="00A716D0" w:rsidP="00894A01">
      <w:pPr>
        <w:pStyle w:val="a7"/>
        <w:spacing w:line="276" w:lineRule="auto"/>
        <w:rPr>
          <w:sz w:val="24"/>
          <w:szCs w:val="24"/>
        </w:rPr>
      </w:pPr>
    </w:p>
    <w:p w14:paraId="5471A55E" w14:textId="77777777" w:rsidR="00A716D0" w:rsidRDefault="00A716D0" w:rsidP="00894A01">
      <w:pPr>
        <w:pStyle w:val="a7"/>
        <w:spacing w:line="276" w:lineRule="auto"/>
        <w:rPr>
          <w:sz w:val="24"/>
          <w:szCs w:val="24"/>
        </w:rPr>
      </w:pPr>
    </w:p>
    <w:p w14:paraId="26E1E749" w14:textId="77777777" w:rsidR="00A716D0" w:rsidRDefault="00A716D0" w:rsidP="00894A01">
      <w:pPr>
        <w:pStyle w:val="a7"/>
        <w:spacing w:line="276" w:lineRule="auto"/>
        <w:rPr>
          <w:sz w:val="24"/>
          <w:szCs w:val="24"/>
        </w:rPr>
      </w:pPr>
    </w:p>
    <w:p w14:paraId="437290B8" w14:textId="77777777" w:rsidR="00A716D0" w:rsidRDefault="00A716D0" w:rsidP="00894A01">
      <w:pPr>
        <w:pStyle w:val="a7"/>
        <w:spacing w:line="276" w:lineRule="auto"/>
        <w:rPr>
          <w:sz w:val="24"/>
          <w:szCs w:val="24"/>
        </w:rPr>
      </w:pPr>
    </w:p>
    <w:p w14:paraId="1D26BB56" w14:textId="77777777" w:rsidR="00A716D0" w:rsidRDefault="00A716D0" w:rsidP="00894A01">
      <w:pPr>
        <w:pStyle w:val="a7"/>
        <w:spacing w:line="276" w:lineRule="auto"/>
        <w:rPr>
          <w:sz w:val="24"/>
          <w:szCs w:val="24"/>
        </w:rPr>
      </w:pPr>
    </w:p>
    <w:p w14:paraId="71ED9992" w14:textId="77777777" w:rsidR="00A716D0" w:rsidRDefault="00A716D0" w:rsidP="00894A01">
      <w:pPr>
        <w:pStyle w:val="a7"/>
        <w:spacing w:line="276" w:lineRule="auto"/>
        <w:rPr>
          <w:sz w:val="24"/>
          <w:szCs w:val="24"/>
        </w:rPr>
      </w:pPr>
    </w:p>
    <w:p w14:paraId="4329733F" w14:textId="77777777" w:rsidR="00A716D0" w:rsidRDefault="00A716D0" w:rsidP="00894A01">
      <w:pPr>
        <w:pStyle w:val="a7"/>
        <w:spacing w:line="276" w:lineRule="auto"/>
        <w:rPr>
          <w:sz w:val="24"/>
          <w:szCs w:val="24"/>
        </w:rPr>
      </w:pPr>
    </w:p>
    <w:p w14:paraId="2836FF72" w14:textId="77777777" w:rsidR="00A716D0" w:rsidRDefault="00A716D0" w:rsidP="00894A01">
      <w:pPr>
        <w:pStyle w:val="a7"/>
        <w:spacing w:line="276" w:lineRule="auto"/>
        <w:rPr>
          <w:sz w:val="24"/>
          <w:szCs w:val="24"/>
        </w:rPr>
      </w:pPr>
    </w:p>
    <w:p w14:paraId="60F27DCC" w14:textId="77777777" w:rsidR="00A716D0" w:rsidRDefault="00A716D0" w:rsidP="00894A01">
      <w:pPr>
        <w:pStyle w:val="a7"/>
        <w:spacing w:line="276" w:lineRule="auto"/>
        <w:rPr>
          <w:sz w:val="24"/>
          <w:szCs w:val="24"/>
        </w:rPr>
      </w:pPr>
    </w:p>
    <w:p w14:paraId="51D0DC97" w14:textId="77777777" w:rsidR="00A716D0" w:rsidRDefault="00A716D0" w:rsidP="00894A01">
      <w:pPr>
        <w:pStyle w:val="a7"/>
        <w:spacing w:line="276" w:lineRule="auto"/>
        <w:rPr>
          <w:sz w:val="24"/>
          <w:szCs w:val="24"/>
        </w:rPr>
      </w:pPr>
    </w:p>
    <w:p w14:paraId="54AB72C2" w14:textId="77777777" w:rsidR="00A716D0" w:rsidRDefault="00A716D0" w:rsidP="00894A01">
      <w:pPr>
        <w:pStyle w:val="a7"/>
        <w:spacing w:line="276" w:lineRule="auto"/>
        <w:rPr>
          <w:sz w:val="24"/>
          <w:szCs w:val="24"/>
        </w:rPr>
      </w:pPr>
    </w:p>
    <w:p w14:paraId="505E5784" w14:textId="77777777" w:rsidR="00A716D0" w:rsidRDefault="00A716D0" w:rsidP="00894A01">
      <w:pPr>
        <w:pStyle w:val="a7"/>
        <w:spacing w:line="276" w:lineRule="auto"/>
        <w:rPr>
          <w:sz w:val="24"/>
          <w:szCs w:val="24"/>
        </w:rPr>
      </w:pPr>
    </w:p>
    <w:p w14:paraId="4E503107" w14:textId="77777777" w:rsidR="00A716D0" w:rsidRDefault="00A716D0" w:rsidP="00894A01">
      <w:pPr>
        <w:pStyle w:val="a7"/>
        <w:spacing w:line="276" w:lineRule="auto"/>
        <w:rPr>
          <w:sz w:val="24"/>
          <w:szCs w:val="24"/>
        </w:rPr>
      </w:pPr>
    </w:p>
    <w:p w14:paraId="7575BDB8" w14:textId="77777777" w:rsidR="00A716D0" w:rsidRDefault="00A716D0" w:rsidP="00A716D0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Приложение №2  к приказу Министерства образования</w:t>
      </w:r>
    </w:p>
    <w:p w14:paraId="40FC366D" w14:textId="77777777" w:rsidR="00A716D0" w:rsidRPr="00BE3CB8" w:rsidRDefault="00A716D0" w:rsidP="00A716D0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14:paraId="26C0D3BC" w14:textId="77777777" w:rsidR="00A716D0" w:rsidRDefault="00A716D0" w:rsidP="00A716D0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14:paraId="4E87887F" w14:textId="77777777" w:rsidR="00A716D0" w:rsidRDefault="00A716D0" w:rsidP="00A716D0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14:paraId="408C48A1" w14:textId="77777777" w:rsidR="00A716D0" w:rsidRDefault="00A716D0" w:rsidP="00A716D0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14:paraId="60CB0FD1" w14:textId="77777777" w:rsidR="00A716D0" w:rsidRPr="00FD0F2C" w:rsidRDefault="00A716D0" w:rsidP="00A716D0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692AC221" w14:textId="77777777" w:rsidR="00894A01" w:rsidRDefault="00894A01" w:rsidP="00894A01">
      <w:pPr>
        <w:pStyle w:val="a7"/>
        <w:spacing w:line="276" w:lineRule="auto"/>
        <w:rPr>
          <w:sz w:val="24"/>
          <w:szCs w:val="24"/>
        </w:rPr>
      </w:pPr>
      <w:r w:rsidRPr="00894A01">
        <w:rPr>
          <w:sz w:val="24"/>
          <w:szCs w:val="24"/>
        </w:rPr>
        <w:t xml:space="preserve">Городской округ город Уфа Республики Башкортостан </w:t>
      </w:r>
    </w:p>
    <w:p w14:paraId="286659D6" w14:textId="77777777" w:rsidR="00894A01" w:rsidRPr="00894A01" w:rsidRDefault="00894A01" w:rsidP="00894A01">
      <w:pPr>
        <w:pStyle w:val="a7"/>
        <w:spacing w:line="276" w:lineRule="auto"/>
        <w:rPr>
          <w:sz w:val="24"/>
          <w:szCs w:val="24"/>
        </w:rPr>
      </w:pPr>
      <w:r w:rsidRPr="00894A01">
        <w:rPr>
          <w:sz w:val="24"/>
          <w:szCs w:val="24"/>
        </w:rPr>
        <w:t>(Советский район)</w:t>
      </w:r>
    </w:p>
    <w:p w14:paraId="79912527" w14:textId="77777777" w:rsidR="00894A01" w:rsidRPr="00894A01" w:rsidRDefault="00894A01" w:rsidP="00894A01">
      <w:pPr>
        <w:pStyle w:val="a7"/>
        <w:spacing w:line="276" w:lineRule="auto"/>
        <w:rPr>
          <w:b w:val="0"/>
          <w:sz w:val="24"/>
          <w:szCs w:val="24"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544"/>
        <w:gridCol w:w="3969"/>
        <w:gridCol w:w="2977"/>
      </w:tblGrid>
      <w:tr w:rsidR="00894A01" w:rsidRPr="00894A01" w14:paraId="4C548330" w14:textId="77777777" w:rsidTr="00894A01">
        <w:trPr>
          <w:trHeight w:val="595"/>
        </w:trPr>
        <w:tc>
          <w:tcPr>
            <w:tcW w:w="567" w:type="dxa"/>
            <w:vAlign w:val="center"/>
          </w:tcPr>
          <w:p w14:paraId="504B5522" w14:textId="77777777" w:rsidR="00894A01" w:rsidRPr="00C30652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544" w:type="dxa"/>
            <w:vAlign w:val="center"/>
          </w:tcPr>
          <w:p w14:paraId="750DDEE0" w14:textId="77777777" w:rsidR="00894A01" w:rsidRPr="00C30652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b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ИО</w:t>
            </w:r>
          </w:p>
        </w:tc>
        <w:tc>
          <w:tcPr>
            <w:tcW w:w="3969" w:type="dxa"/>
            <w:vAlign w:val="center"/>
          </w:tcPr>
          <w:p w14:paraId="302C3C4D" w14:textId="77777777" w:rsidR="00894A01" w:rsidRPr="00C30652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977" w:type="dxa"/>
            <w:vAlign w:val="center"/>
          </w:tcPr>
          <w:p w14:paraId="2C12124B" w14:textId="77777777" w:rsidR="00894A01" w:rsidRPr="00C30652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894A01" w:rsidRPr="00894A01" w14:paraId="34558FA8" w14:textId="77777777" w:rsidTr="00894A01">
        <w:trPr>
          <w:trHeight w:val="595"/>
        </w:trPr>
        <w:tc>
          <w:tcPr>
            <w:tcW w:w="567" w:type="dxa"/>
          </w:tcPr>
          <w:p w14:paraId="6139AE43" w14:textId="77777777" w:rsidR="00894A01" w:rsidRPr="00894A01" w:rsidRDefault="00894A01" w:rsidP="00215B6B">
            <w:pPr>
              <w:pStyle w:val="a7"/>
              <w:numPr>
                <w:ilvl w:val="0"/>
                <w:numId w:val="21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</w:tcPr>
          <w:p w14:paraId="7CDF3AC5" w14:textId="77777777" w:rsid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Абдрахманова </w:t>
            </w:r>
          </w:p>
          <w:p w14:paraId="1ADE9021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Гульназ Фанзиловна</w:t>
            </w:r>
          </w:p>
        </w:tc>
        <w:tc>
          <w:tcPr>
            <w:tcW w:w="3969" w:type="dxa"/>
          </w:tcPr>
          <w:p w14:paraId="674BFF81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лицей №107</w:t>
            </w:r>
          </w:p>
        </w:tc>
        <w:tc>
          <w:tcPr>
            <w:tcW w:w="2977" w:type="dxa"/>
          </w:tcPr>
          <w:p w14:paraId="6995D692" w14:textId="77777777" w:rsidR="00894A01" w:rsidRDefault="00894A01" w:rsidP="00894A01">
            <w:pPr>
              <w:jc w:val="center"/>
            </w:pPr>
            <w:r w:rsidRPr="00BA52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894A01" w:rsidRPr="00894A01" w14:paraId="7BEBD52B" w14:textId="77777777" w:rsidTr="00894A01">
        <w:trPr>
          <w:trHeight w:val="595"/>
        </w:trPr>
        <w:tc>
          <w:tcPr>
            <w:tcW w:w="567" w:type="dxa"/>
          </w:tcPr>
          <w:p w14:paraId="5174FA18" w14:textId="77777777" w:rsidR="00894A01" w:rsidRPr="00894A01" w:rsidRDefault="00894A01" w:rsidP="00215B6B">
            <w:pPr>
              <w:pStyle w:val="a7"/>
              <w:numPr>
                <w:ilvl w:val="0"/>
                <w:numId w:val="21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</w:tcPr>
          <w:p w14:paraId="0FAB514D" w14:textId="77777777" w:rsid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Айдагулова </w:t>
            </w:r>
          </w:p>
          <w:p w14:paraId="3A5A9DA3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Эльвира Раилевна</w:t>
            </w:r>
          </w:p>
        </w:tc>
        <w:tc>
          <w:tcPr>
            <w:tcW w:w="3969" w:type="dxa"/>
          </w:tcPr>
          <w:p w14:paraId="415E4590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МБОУ «БНШДС № 13»</w:t>
            </w:r>
          </w:p>
        </w:tc>
        <w:tc>
          <w:tcPr>
            <w:tcW w:w="2977" w:type="dxa"/>
          </w:tcPr>
          <w:p w14:paraId="589F8CDD" w14:textId="77777777" w:rsidR="00894A01" w:rsidRDefault="00894A01" w:rsidP="00894A01">
            <w:pPr>
              <w:jc w:val="center"/>
            </w:pPr>
            <w:r w:rsidRPr="00BA52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894A01" w:rsidRPr="00894A01" w14:paraId="51F74188" w14:textId="77777777" w:rsidTr="00894A01">
        <w:trPr>
          <w:trHeight w:val="595"/>
        </w:trPr>
        <w:tc>
          <w:tcPr>
            <w:tcW w:w="567" w:type="dxa"/>
          </w:tcPr>
          <w:p w14:paraId="215DDF7D" w14:textId="77777777" w:rsidR="00894A01" w:rsidRPr="00894A01" w:rsidRDefault="00894A01" w:rsidP="00215B6B">
            <w:pPr>
              <w:pStyle w:val="a7"/>
              <w:numPr>
                <w:ilvl w:val="0"/>
                <w:numId w:val="21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</w:tcPr>
          <w:p w14:paraId="29538478" w14:textId="77777777" w:rsid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Алексеев </w:t>
            </w:r>
          </w:p>
          <w:p w14:paraId="040DC311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Олег Федорович</w:t>
            </w:r>
          </w:p>
        </w:tc>
        <w:tc>
          <w:tcPr>
            <w:tcW w:w="3969" w:type="dxa"/>
          </w:tcPr>
          <w:p w14:paraId="1F0123FE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СОШ №26</w:t>
            </w:r>
          </w:p>
        </w:tc>
        <w:tc>
          <w:tcPr>
            <w:tcW w:w="2977" w:type="dxa"/>
          </w:tcPr>
          <w:p w14:paraId="09CE7F53" w14:textId="77777777" w:rsidR="00894A01" w:rsidRDefault="00894A01" w:rsidP="00894A01">
            <w:pPr>
              <w:jc w:val="center"/>
            </w:pPr>
            <w:r w:rsidRPr="00BA52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894A01" w:rsidRPr="00894A01" w14:paraId="627DBEF6" w14:textId="77777777" w:rsidTr="00894A01">
        <w:trPr>
          <w:trHeight w:val="595"/>
        </w:trPr>
        <w:tc>
          <w:tcPr>
            <w:tcW w:w="567" w:type="dxa"/>
          </w:tcPr>
          <w:p w14:paraId="1599E8F5" w14:textId="77777777" w:rsidR="00894A01" w:rsidRPr="00894A01" w:rsidRDefault="00894A01" w:rsidP="00215B6B">
            <w:pPr>
              <w:pStyle w:val="a7"/>
              <w:numPr>
                <w:ilvl w:val="0"/>
                <w:numId w:val="21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</w:tcPr>
          <w:p w14:paraId="4C8ABDB8" w14:textId="77777777" w:rsid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Андреева</w:t>
            </w:r>
          </w:p>
          <w:p w14:paraId="019D16F6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 Лада Ивановна</w:t>
            </w:r>
          </w:p>
        </w:tc>
        <w:tc>
          <w:tcPr>
            <w:tcW w:w="3969" w:type="dxa"/>
          </w:tcPr>
          <w:p w14:paraId="02868A0D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СОШ №27</w:t>
            </w:r>
          </w:p>
        </w:tc>
        <w:tc>
          <w:tcPr>
            <w:tcW w:w="2977" w:type="dxa"/>
          </w:tcPr>
          <w:p w14:paraId="7E6ACE6A" w14:textId="77777777" w:rsidR="00894A01" w:rsidRDefault="00894A01" w:rsidP="00894A01">
            <w:pPr>
              <w:jc w:val="center"/>
            </w:pPr>
            <w:r w:rsidRPr="00BA52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894A01" w:rsidRPr="00894A01" w14:paraId="65918417" w14:textId="77777777" w:rsidTr="00894A01">
        <w:trPr>
          <w:trHeight w:val="595"/>
        </w:trPr>
        <w:tc>
          <w:tcPr>
            <w:tcW w:w="567" w:type="dxa"/>
          </w:tcPr>
          <w:p w14:paraId="0D13DE07" w14:textId="77777777" w:rsidR="00894A01" w:rsidRPr="00894A01" w:rsidRDefault="00894A01" w:rsidP="00215B6B">
            <w:pPr>
              <w:pStyle w:val="a7"/>
              <w:numPr>
                <w:ilvl w:val="0"/>
                <w:numId w:val="21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</w:tcPr>
          <w:p w14:paraId="4E397348" w14:textId="77777777" w:rsid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Артамонова</w:t>
            </w:r>
          </w:p>
          <w:p w14:paraId="0D08689A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Алексеевна</w:t>
            </w:r>
          </w:p>
        </w:tc>
        <w:tc>
          <w:tcPr>
            <w:tcW w:w="3969" w:type="dxa"/>
          </w:tcPr>
          <w:p w14:paraId="16A18E73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МАОУ гимназия №115</w:t>
            </w:r>
          </w:p>
        </w:tc>
        <w:tc>
          <w:tcPr>
            <w:tcW w:w="2977" w:type="dxa"/>
          </w:tcPr>
          <w:p w14:paraId="4EE29596" w14:textId="77777777" w:rsidR="00894A01" w:rsidRDefault="00894A01" w:rsidP="00894A01">
            <w:pPr>
              <w:jc w:val="center"/>
            </w:pPr>
            <w:r w:rsidRPr="00BA52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894A01" w:rsidRPr="00894A01" w14:paraId="2E7D6C0D" w14:textId="77777777" w:rsidTr="00894A01">
        <w:trPr>
          <w:trHeight w:val="595"/>
        </w:trPr>
        <w:tc>
          <w:tcPr>
            <w:tcW w:w="567" w:type="dxa"/>
          </w:tcPr>
          <w:p w14:paraId="1A855613" w14:textId="77777777" w:rsidR="00894A01" w:rsidRPr="00894A01" w:rsidRDefault="00894A01" w:rsidP="00215B6B">
            <w:pPr>
              <w:pStyle w:val="a7"/>
              <w:numPr>
                <w:ilvl w:val="0"/>
                <w:numId w:val="21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</w:tcPr>
          <w:p w14:paraId="0843EA14" w14:textId="77777777" w:rsid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Афанасьева</w:t>
            </w:r>
          </w:p>
          <w:p w14:paraId="3077A635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 Мария Станиславовна</w:t>
            </w:r>
          </w:p>
        </w:tc>
        <w:tc>
          <w:tcPr>
            <w:tcW w:w="3969" w:type="dxa"/>
          </w:tcPr>
          <w:p w14:paraId="793007C8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Лицей №96</w:t>
            </w:r>
          </w:p>
        </w:tc>
        <w:tc>
          <w:tcPr>
            <w:tcW w:w="2977" w:type="dxa"/>
          </w:tcPr>
          <w:p w14:paraId="42A77D44" w14:textId="77777777" w:rsidR="00894A01" w:rsidRDefault="00894A01" w:rsidP="00894A01">
            <w:pPr>
              <w:jc w:val="center"/>
            </w:pPr>
            <w:r w:rsidRPr="00BA52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894A01" w:rsidRPr="00894A01" w14:paraId="5B10315F" w14:textId="77777777" w:rsidTr="00894A01">
        <w:trPr>
          <w:trHeight w:val="595"/>
        </w:trPr>
        <w:tc>
          <w:tcPr>
            <w:tcW w:w="567" w:type="dxa"/>
          </w:tcPr>
          <w:p w14:paraId="1CA6FA1A" w14:textId="77777777" w:rsidR="00894A01" w:rsidRPr="00894A01" w:rsidRDefault="00894A01" w:rsidP="00215B6B">
            <w:pPr>
              <w:pStyle w:val="a7"/>
              <w:numPr>
                <w:ilvl w:val="0"/>
                <w:numId w:val="21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</w:tcPr>
          <w:p w14:paraId="4CD586F2" w14:textId="77777777" w:rsid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Ахметшина </w:t>
            </w:r>
          </w:p>
          <w:p w14:paraId="36A6C10A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Венера Раисовна</w:t>
            </w:r>
          </w:p>
        </w:tc>
        <w:tc>
          <w:tcPr>
            <w:tcW w:w="3969" w:type="dxa"/>
          </w:tcPr>
          <w:p w14:paraId="36486F48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МБДОУ детский сад №278</w:t>
            </w:r>
          </w:p>
        </w:tc>
        <w:tc>
          <w:tcPr>
            <w:tcW w:w="2977" w:type="dxa"/>
          </w:tcPr>
          <w:p w14:paraId="13E1DE0C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894A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894A01" w:rsidRPr="00894A01" w14:paraId="6B85FE24" w14:textId="77777777" w:rsidTr="00894A01">
        <w:trPr>
          <w:trHeight w:val="595"/>
        </w:trPr>
        <w:tc>
          <w:tcPr>
            <w:tcW w:w="567" w:type="dxa"/>
          </w:tcPr>
          <w:p w14:paraId="17430080" w14:textId="77777777" w:rsidR="00894A01" w:rsidRPr="00894A01" w:rsidRDefault="00894A01" w:rsidP="00215B6B">
            <w:pPr>
              <w:pStyle w:val="a7"/>
              <w:numPr>
                <w:ilvl w:val="0"/>
                <w:numId w:val="21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</w:tcPr>
          <w:p w14:paraId="0076F310" w14:textId="77777777" w:rsid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Бабенко</w:t>
            </w:r>
          </w:p>
          <w:p w14:paraId="6E576801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Ольга Константиновна</w:t>
            </w:r>
          </w:p>
        </w:tc>
        <w:tc>
          <w:tcPr>
            <w:tcW w:w="3969" w:type="dxa"/>
          </w:tcPr>
          <w:p w14:paraId="2A3DDB3D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№15</w:t>
            </w:r>
          </w:p>
        </w:tc>
        <w:tc>
          <w:tcPr>
            <w:tcW w:w="2977" w:type="dxa"/>
          </w:tcPr>
          <w:p w14:paraId="22106F2E" w14:textId="77777777" w:rsidR="00894A01" w:rsidRDefault="00894A01" w:rsidP="00894A01">
            <w:pPr>
              <w:jc w:val="center"/>
            </w:pPr>
            <w:r w:rsidRPr="00E04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894A01" w:rsidRPr="00894A01" w14:paraId="1510BE62" w14:textId="77777777" w:rsidTr="00894A01">
        <w:trPr>
          <w:trHeight w:val="595"/>
        </w:trPr>
        <w:tc>
          <w:tcPr>
            <w:tcW w:w="567" w:type="dxa"/>
          </w:tcPr>
          <w:p w14:paraId="0E73A165" w14:textId="77777777" w:rsidR="00894A01" w:rsidRPr="00894A01" w:rsidRDefault="00894A01" w:rsidP="00215B6B">
            <w:pPr>
              <w:pStyle w:val="a7"/>
              <w:numPr>
                <w:ilvl w:val="0"/>
                <w:numId w:val="21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</w:tcPr>
          <w:p w14:paraId="05034BFA" w14:textId="77777777" w:rsid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Белоногова </w:t>
            </w:r>
          </w:p>
          <w:p w14:paraId="6A8676B5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Гульнара Ураловна</w:t>
            </w:r>
          </w:p>
        </w:tc>
        <w:tc>
          <w:tcPr>
            <w:tcW w:w="3969" w:type="dxa"/>
          </w:tcPr>
          <w:p w14:paraId="4384E322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СОШ №110</w:t>
            </w:r>
          </w:p>
        </w:tc>
        <w:tc>
          <w:tcPr>
            <w:tcW w:w="2977" w:type="dxa"/>
          </w:tcPr>
          <w:p w14:paraId="5C0A5FF9" w14:textId="77777777" w:rsidR="00894A01" w:rsidRDefault="00894A01" w:rsidP="00894A01">
            <w:pPr>
              <w:jc w:val="center"/>
            </w:pPr>
            <w:r w:rsidRPr="00E04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894A01" w:rsidRPr="00894A01" w14:paraId="7E38D7E1" w14:textId="77777777" w:rsidTr="00894A01">
        <w:trPr>
          <w:trHeight w:val="595"/>
        </w:trPr>
        <w:tc>
          <w:tcPr>
            <w:tcW w:w="567" w:type="dxa"/>
          </w:tcPr>
          <w:p w14:paraId="3E6470CC" w14:textId="77777777" w:rsidR="00894A01" w:rsidRPr="00894A01" w:rsidRDefault="00894A01" w:rsidP="00215B6B">
            <w:pPr>
              <w:pStyle w:val="a7"/>
              <w:numPr>
                <w:ilvl w:val="0"/>
                <w:numId w:val="21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</w:tcPr>
          <w:p w14:paraId="2E48089E" w14:textId="77777777" w:rsid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Борихина </w:t>
            </w:r>
          </w:p>
          <w:p w14:paraId="1C7F6C51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Наталия Викторовна</w:t>
            </w:r>
          </w:p>
        </w:tc>
        <w:tc>
          <w:tcPr>
            <w:tcW w:w="3969" w:type="dxa"/>
          </w:tcPr>
          <w:p w14:paraId="5F6B2DE0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СОШ №110</w:t>
            </w:r>
          </w:p>
        </w:tc>
        <w:tc>
          <w:tcPr>
            <w:tcW w:w="2977" w:type="dxa"/>
          </w:tcPr>
          <w:p w14:paraId="2DCBCB09" w14:textId="77777777" w:rsidR="00894A01" w:rsidRDefault="00894A01" w:rsidP="00894A01">
            <w:pPr>
              <w:jc w:val="center"/>
            </w:pPr>
            <w:r w:rsidRPr="00E04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894A01" w:rsidRPr="00894A01" w14:paraId="1646B6EC" w14:textId="77777777" w:rsidTr="00894A01">
        <w:trPr>
          <w:trHeight w:val="595"/>
        </w:trPr>
        <w:tc>
          <w:tcPr>
            <w:tcW w:w="567" w:type="dxa"/>
          </w:tcPr>
          <w:p w14:paraId="65BEDB1B" w14:textId="77777777" w:rsidR="00894A01" w:rsidRPr="00894A01" w:rsidRDefault="00894A01" w:rsidP="00215B6B">
            <w:pPr>
              <w:pStyle w:val="a7"/>
              <w:numPr>
                <w:ilvl w:val="0"/>
                <w:numId w:val="21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</w:tcPr>
          <w:p w14:paraId="65E88B20" w14:textId="77777777" w:rsid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Бураншина </w:t>
            </w:r>
          </w:p>
          <w:p w14:paraId="252E2F2E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Зульфия Ташбулатовна</w:t>
            </w:r>
          </w:p>
        </w:tc>
        <w:tc>
          <w:tcPr>
            <w:tcW w:w="3969" w:type="dxa"/>
          </w:tcPr>
          <w:p w14:paraId="77D4C868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УГБГ №20</w:t>
            </w:r>
          </w:p>
        </w:tc>
        <w:tc>
          <w:tcPr>
            <w:tcW w:w="2977" w:type="dxa"/>
          </w:tcPr>
          <w:p w14:paraId="39192FAC" w14:textId="77777777" w:rsidR="00894A01" w:rsidRDefault="00894A01" w:rsidP="00894A01">
            <w:pPr>
              <w:jc w:val="center"/>
            </w:pPr>
            <w:r w:rsidRPr="00E04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894A01" w:rsidRPr="00894A01" w14:paraId="2C7102C4" w14:textId="77777777" w:rsidTr="00894A01">
        <w:trPr>
          <w:trHeight w:val="595"/>
        </w:trPr>
        <w:tc>
          <w:tcPr>
            <w:tcW w:w="567" w:type="dxa"/>
          </w:tcPr>
          <w:p w14:paraId="31E4429E" w14:textId="77777777" w:rsidR="00894A01" w:rsidRPr="00894A01" w:rsidRDefault="00894A01" w:rsidP="00215B6B">
            <w:pPr>
              <w:pStyle w:val="a7"/>
              <w:numPr>
                <w:ilvl w:val="0"/>
                <w:numId w:val="21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</w:tcPr>
          <w:p w14:paraId="1CDC7ACC" w14:textId="77777777" w:rsid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Бутович </w:t>
            </w:r>
          </w:p>
          <w:p w14:paraId="515F9DF4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Светлана Маратовна</w:t>
            </w:r>
          </w:p>
        </w:tc>
        <w:tc>
          <w:tcPr>
            <w:tcW w:w="3969" w:type="dxa"/>
          </w:tcPr>
          <w:p w14:paraId="5C3B7C2C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Лицей №96</w:t>
            </w:r>
          </w:p>
        </w:tc>
        <w:tc>
          <w:tcPr>
            <w:tcW w:w="2977" w:type="dxa"/>
          </w:tcPr>
          <w:p w14:paraId="7117785A" w14:textId="77777777" w:rsidR="00894A01" w:rsidRDefault="00894A01" w:rsidP="00894A01">
            <w:pPr>
              <w:jc w:val="center"/>
            </w:pPr>
            <w:r w:rsidRPr="00E04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894A01" w:rsidRPr="00894A01" w14:paraId="761F903B" w14:textId="77777777" w:rsidTr="00894A01">
        <w:trPr>
          <w:trHeight w:val="595"/>
        </w:trPr>
        <w:tc>
          <w:tcPr>
            <w:tcW w:w="567" w:type="dxa"/>
          </w:tcPr>
          <w:p w14:paraId="0683EC9A" w14:textId="77777777" w:rsidR="00894A01" w:rsidRPr="00894A01" w:rsidRDefault="00894A01" w:rsidP="00215B6B">
            <w:pPr>
              <w:pStyle w:val="a7"/>
              <w:numPr>
                <w:ilvl w:val="0"/>
                <w:numId w:val="21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</w:tcPr>
          <w:p w14:paraId="0E1889CB" w14:textId="77777777" w:rsid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Вишнякова</w:t>
            </w:r>
          </w:p>
          <w:p w14:paraId="5E6AECE9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Петровна</w:t>
            </w:r>
          </w:p>
        </w:tc>
        <w:tc>
          <w:tcPr>
            <w:tcW w:w="3969" w:type="dxa"/>
          </w:tcPr>
          <w:p w14:paraId="470FA161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Лицей №96</w:t>
            </w:r>
          </w:p>
        </w:tc>
        <w:tc>
          <w:tcPr>
            <w:tcW w:w="2977" w:type="dxa"/>
          </w:tcPr>
          <w:p w14:paraId="3DAECDF2" w14:textId="77777777" w:rsidR="00894A01" w:rsidRDefault="00894A01" w:rsidP="00894A01">
            <w:pPr>
              <w:jc w:val="center"/>
            </w:pPr>
            <w:r w:rsidRPr="00E04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894A01" w:rsidRPr="00894A01" w14:paraId="303E267D" w14:textId="77777777" w:rsidTr="00894A01">
        <w:trPr>
          <w:trHeight w:val="595"/>
        </w:trPr>
        <w:tc>
          <w:tcPr>
            <w:tcW w:w="567" w:type="dxa"/>
          </w:tcPr>
          <w:p w14:paraId="33ED270A" w14:textId="77777777" w:rsidR="00894A01" w:rsidRPr="00894A01" w:rsidRDefault="00894A01" w:rsidP="00215B6B">
            <w:pPr>
              <w:pStyle w:val="a7"/>
              <w:numPr>
                <w:ilvl w:val="0"/>
                <w:numId w:val="21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</w:tcPr>
          <w:p w14:paraId="2BFF6AFF" w14:textId="77777777" w:rsid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Волкова</w:t>
            </w:r>
          </w:p>
          <w:p w14:paraId="00B8939B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 Алла Евгеньевна</w:t>
            </w:r>
          </w:p>
        </w:tc>
        <w:tc>
          <w:tcPr>
            <w:tcW w:w="3969" w:type="dxa"/>
          </w:tcPr>
          <w:p w14:paraId="4403420D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Лицей №96</w:t>
            </w:r>
          </w:p>
        </w:tc>
        <w:tc>
          <w:tcPr>
            <w:tcW w:w="2977" w:type="dxa"/>
          </w:tcPr>
          <w:p w14:paraId="4C09D506" w14:textId="77777777" w:rsidR="00894A01" w:rsidRDefault="00894A01" w:rsidP="00894A01">
            <w:pPr>
              <w:jc w:val="center"/>
            </w:pPr>
            <w:r w:rsidRPr="00E04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894A01" w:rsidRPr="00894A01" w14:paraId="193C1D03" w14:textId="77777777" w:rsidTr="00894A01">
        <w:trPr>
          <w:trHeight w:val="595"/>
        </w:trPr>
        <w:tc>
          <w:tcPr>
            <w:tcW w:w="567" w:type="dxa"/>
          </w:tcPr>
          <w:p w14:paraId="5B57650C" w14:textId="77777777" w:rsidR="00894A01" w:rsidRPr="00894A01" w:rsidRDefault="00894A01" w:rsidP="00215B6B">
            <w:pPr>
              <w:pStyle w:val="a7"/>
              <w:numPr>
                <w:ilvl w:val="0"/>
                <w:numId w:val="21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</w:tcPr>
          <w:p w14:paraId="42CC5CD1" w14:textId="77777777" w:rsid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Газизов</w:t>
            </w:r>
          </w:p>
          <w:p w14:paraId="3511A780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 Ильгиз Галиевич</w:t>
            </w:r>
          </w:p>
        </w:tc>
        <w:tc>
          <w:tcPr>
            <w:tcW w:w="3969" w:type="dxa"/>
          </w:tcPr>
          <w:p w14:paraId="0153B0B8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СОШ №100</w:t>
            </w:r>
          </w:p>
        </w:tc>
        <w:tc>
          <w:tcPr>
            <w:tcW w:w="2977" w:type="dxa"/>
          </w:tcPr>
          <w:p w14:paraId="02AF46CF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894A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реподаватель-организатор ОБЖ</w:t>
            </w:r>
          </w:p>
        </w:tc>
      </w:tr>
      <w:tr w:rsidR="00894A01" w:rsidRPr="00894A01" w14:paraId="1E1D9805" w14:textId="77777777" w:rsidTr="00894A01">
        <w:trPr>
          <w:trHeight w:val="595"/>
        </w:trPr>
        <w:tc>
          <w:tcPr>
            <w:tcW w:w="567" w:type="dxa"/>
          </w:tcPr>
          <w:p w14:paraId="3231C8B4" w14:textId="77777777" w:rsidR="00894A01" w:rsidRPr="00894A01" w:rsidRDefault="00894A01" w:rsidP="00215B6B">
            <w:pPr>
              <w:pStyle w:val="a7"/>
              <w:numPr>
                <w:ilvl w:val="0"/>
                <w:numId w:val="21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</w:tcPr>
          <w:p w14:paraId="3AED6CF5" w14:textId="77777777" w:rsid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Галимова </w:t>
            </w:r>
          </w:p>
          <w:p w14:paraId="4179C0BE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Зинаида Бектемуровна</w:t>
            </w:r>
          </w:p>
        </w:tc>
        <w:tc>
          <w:tcPr>
            <w:tcW w:w="3969" w:type="dxa"/>
          </w:tcPr>
          <w:p w14:paraId="76E41110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СОШ №95</w:t>
            </w:r>
          </w:p>
        </w:tc>
        <w:tc>
          <w:tcPr>
            <w:tcW w:w="2977" w:type="dxa"/>
          </w:tcPr>
          <w:p w14:paraId="266F7D10" w14:textId="77777777" w:rsidR="00894A01" w:rsidRDefault="00894A01" w:rsidP="00894A01">
            <w:pPr>
              <w:jc w:val="center"/>
            </w:pPr>
            <w:r w:rsidRPr="00F35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894A01" w:rsidRPr="00894A01" w14:paraId="2FD0DE8B" w14:textId="77777777" w:rsidTr="00894A01">
        <w:trPr>
          <w:trHeight w:val="595"/>
        </w:trPr>
        <w:tc>
          <w:tcPr>
            <w:tcW w:w="567" w:type="dxa"/>
          </w:tcPr>
          <w:p w14:paraId="705DBD0C" w14:textId="77777777" w:rsidR="00894A01" w:rsidRPr="00894A01" w:rsidRDefault="00894A01" w:rsidP="00215B6B">
            <w:pPr>
              <w:pStyle w:val="a7"/>
              <w:numPr>
                <w:ilvl w:val="0"/>
                <w:numId w:val="21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</w:tcPr>
          <w:p w14:paraId="572A6F44" w14:textId="77777777" w:rsid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Губайдуллина </w:t>
            </w:r>
          </w:p>
          <w:p w14:paraId="11FB71ED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Рафида Ташвакиловна</w:t>
            </w:r>
          </w:p>
        </w:tc>
        <w:tc>
          <w:tcPr>
            <w:tcW w:w="3969" w:type="dxa"/>
          </w:tcPr>
          <w:p w14:paraId="764E4BFD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лицей №107</w:t>
            </w:r>
          </w:p>
        </w:tc>
        <w:tc>
          <w:tcPr>
            <w:tcW w:w="2977" w:type="dxa"/>
          </w:tcPr>
          <w:p w14:paraId="34C62046" w14:textId="77777777" w:rsidR="00894A01" w:rsidRDefault="00894A01" w:rsidP="00894A01">
            <w:pPr>
              <w:jc w:val="center"/>
            </w:pPr>
            <w:r w:rsidRPr="00F35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894A01" w:rsidRPr="00894A01" w14:paraId="6D88DB37" w14:textId="77777777" w:rsidTr="00894A01">
        <w:trPr>
          <w:trHeight w:val="595"/>
        </w:trPr>
        <w:tc>
          <w:tcPr>
            <w:tcW w:w="567" w:type="dxa"/>
          </w:tcPr>
          <w:p w14:paraId="7AF64E6A" w14:textId="77777777" w:rsidR="00894A01" w:rsidRPr="00894A01" w:rsidRDefault="00894A01" w:rsidP="00215B6B">
            <w:pPr>
              <w:pStyle w:val="a7"/>
              <w:numPr>
                <w:ilvl w:val="0"/>
                <w:numId w:val="21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</w:tcPr>
          <w:p w14:paraId="562B2321" w14:textId="77777777" w:rsid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Еникеева </w:t>
            </w:r>
          </w:p>
          <w:p w14:paraId="4FEF951C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Рима Ришатовна</w:t>
            </w:r>
          </w:p>
        </w:tc>
        <w:tc>
          <w:tcPr>
            <w:tcW w:w="3969" w:type="dxa"/>
          </w:tcPr>
          <w:p w14:paraId="35383122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СОШ №7</w:t>
            </w:r>
          </w:p>
        </w:tc>
        <w:tc>
          <w:tcPr>
            <w:tcW w:w="2977" w:type="dxa"/>
          </w:tcPr>
          <w:p w14:paraId="47C1B6A6" w14:textId="77777777" w:rsidR="00894A01" w:rsidRDefault="00894A01" w:rsidP="00894A01">
            <w:pPr>
              <w:jc w:val="center"/>
            </w:pPr>
            <w:r w:rsidRPr="00F35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894A01" w:rsidRPr="00894A01" w14:paraId="11FAD190" w14:textId="77777777" w:rsidTr="00894A01">
        <w:trPr>
          <w:trHeight w:val="595"/>
        </w:trPr>
        <w:tc>
          <w:tcPr>
            <w:tcW w:w="567" w:type="dxa"/>
          </w:tcPr>
          <w:p w14:paraId="364EAFD0" w14:textId="77777777" w:rsidR="00894A01" w:rsidRPr="00894A01" w:rsidRDefault="00894A01" w:rsidP="00215B6B">
            <w:pPr>
              <w:pStyle w:val="a7"/>
              <w:numPr>
                <w:ilvl w:val="0"/>
                <w:numId w:val="21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</w:tcPr>
          <w:p w14:paraId="03BB8885" w14:textId="77777777" w:rsid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Загумённова</w:t>
            </w:r>
          </w:p>
          <w:p w14:paraId="4C711482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 Вера Николаевна</w:t>
            </w:r>
          </w:p>
        </w:tc>
        <w:tc>
          <w:tcPr>
            <w:tcW w:w="3969" w:type="dxa"/>
          </w:tcPr>
          <w:p w14:paraId="292C8FED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СОШ №110</w:t>
            </w:r>
          </w:p>
        </w:tc>
        <w:tc>
          <w:tcPr>
            <w:tcW w:w="2977" w:type="dxa"/>
          </w:tcPr>
          <w:p w14:paraId="2D9A42A0" w14:textId="77777777" w:rsidR="00894A01" w:rsidRDefault="00894A01" w:rsidP="00894A01">
            <w:pPr>
              <w:jc w:val="center"/>
            </w:pPr>
            <w:r w:rsidRPr="00F35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894A01" w:rsidRPr="00894A01" w14:paraId="1DE0DCC8" w14:textId="77777777" w:rsidTr="00894A01">
        <w:trPr>
          <w:trHeight w:val="595"/>
        </w:trPr>
        <w:tc>
          <w:tcPr>
            <w:tcW w:w="567" w:type="dxa"/>
          </w:tcPr>
          <w:p w14:paraId="5E464831" w14:textId="77777777" w:rsidR="00894A01" w:rsidRPr="00894A01" w:rsidRDefault="00894A01" w:rsidP="00215B6B">
            <w:pPr>
              <w:pStyle w:val="a7"/>
              <w:numPr>
                <w:ilvl w:val="0"/>
                <w:numId w:val="21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</w:tcPr>
          <w:p w14:paraId="494C798F" w14:textId="77777777" w:rsid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Ибрагимова</w:t>
            </w:r>
          </w:p>
          <w:p w14:paraId="15E04329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 Гузель Фуатовна</w:t>
            </w:r>
          </w:p>
        </w:tc>
        <w:tc>
          <w:tcPr>
            <w:tcW w:w="3969" w:type="dxa"/>
          </w:tcPr>
          <w:p w14:paraId="577D3810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МАОУ гимназия №115</w:t>
            </w:r>
          </w:p>
        </w:tc>
        <w:tc>
          <w:tcPr>
            <w:tcW w:w="2977" w:type="dxa"/>
          </w:tcPr>
          <w:p w14:paraId="79DC922E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894A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едагог дополнительного образования</w:t>
            </w:r>
          </w:p>
        </w:tc>
      </w:tr>
      <w:tr w:rsidR="00894A01" w:rsidRPr="00894A01" w14:paraId="4D898484" w14:textId="77777777" w:rsidTr="00894A01">
        <w:trPr>
          <w:trHeight w:val="595"/>
        </w:trPr>
        <w:tc>
          <w:tcPr>
            <w:tcW w:w="567" w:type="dxa"/>
          </w:tcPr>
          <w:p w14:paraId="5682B80D" w14:textId="77777777" w:rsidR="00894A01" w:rsidRPr="00894A01" w:rsidRDefault="00894A01" w:rsidP="00215B6B">
            <w:pPr>
              <w:pStyle w:val="a7"/>
              <w:numPr>
                <w:ilvl w:val="0"/>
                <w:numId w:val="21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</w:tcPr>
          <w:p w14:paraId="6FDBAAEE" w14:textId="77777777" w:rsid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Ильгамова</w:t>
            </w:r>
          </w:p>
          <w:p w14:paraId="59394EFE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 Рауфа Мухутдиновна</w:t>
            </w:r>
          </w:p>
        </w:tc>
        <w:tc>
          <w:tcPr>
            <w:tcW w:w="3969" w:type="dxa"/>
          </w:tcPr>
          <w:p w14:paraId="06983AB9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УГБГ №20</w:t>
            </w:r>
          </w:p>
        </w:tc>
        <w:tc>
          <w:tcPr>
            <w:tcW w:w="2977" w:type="dxa"/>
          </w:tcPr>
          <w:p w14:paraId="19117385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894A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894A01" w:rsidRPr="00894A01" w14:paraId="7CD7ED37" w14:textId="77777777" w:rsidTr="00894A01">
        <w:trPr>
          <w:trHeight w:val="595"/>
        </w:trPr>
        <w:tc>
          <w:tcPr>
            <w:tcW w:w="567" w:type="dxa"/>
          </w:tcPr>
          <w:p w14:paraId="2FAD9592" w14:textId="77777777" w:rsidR="00894A01" w:rsidRPr="00894A01" w:rsidRDefault="00894A01" w:rsidP="00215B6B">
            <w:pPr>
              <w:pStyle w:val="a7"/>
              <w:numPr>
                <w:ilvl w:val="0"/>
                <w:numId w:val="21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</w:tcPr>
          <w:p w14:paraId="314FBECF" w14:textId="77777777" w:rsid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Картавцева </w:t>
            </w:r>
          </w:p>
          <w:p w14:paraId="5B57CA96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Надежда Николаевна</w:t>
            </w:r>
          </w:p>
        </w:tc>
        <w:tc>
          <w:tcPr>
            <w:tcW w:w="3969" w:type="dxa"/>
          </w:tcPr>
          <w:p w14:paraId="5203CFF5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МАДОУ «ЦРР – детский сад №167»</w:t>
            </w:r>
          </w:p>
        </w:tc>
        <w:tc>
          <w:tcPr>
            <w:tcW w:w="2977" w:type="dxa"/>
          </w:tcPr>
          <w:p w14:paraId="774DC051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894A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тарший воспитатель</w:t>
            </w:r>
          </w:p>
        </w:tc>
      </w:tr>
      <w:tr w:rsidR="00894A01" w:rsidRPr="00894A01" w14:paraId="6C583D72" w14:textId="77777777" w:rsidTr="00894A01">
        <w:trPr>
          <w:trHeight w:val="595"/>
        </w:trPr>
        <w:tc>
          <w:tcPr>
            <w:tcW w:w="567" w:type="dxa"/>
          </w:tcPr>
          <w:p w14:paraId="02B458AF" w14:textId="77777777" w:rsidR="00894A01" w:rsidRPr="00894A01" w:rsidRDefault="00894A01" w:rsidP="00215B6B">
            <w:pPr>
              <w:pStyle w:val="a7"/>
              <w:numPr>
                <w:ilvl w:val="0"/>
                <w:numId w:val="21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</w:tcPr>
          <w:p w14:paraId="5BBAF53C" w14:textId="77777777" w:rsid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Карташова</w:t>
            </w:r>
          </w:p>
          <w:p w14:paraId="2E5ED977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 Рина Газимовна</w:t>
            </w:r>
          </w:p>
        </w:tc>
        <w:tc>
          <w:tcPr>
            <w:tcW w:w="3969" w:type="dxa"/>
          </w:tcPr>
          <w:p w14:paraId="07C96C79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Лицей №96</w:t>
            </w:r>
          </w:p>
        </w:tc>
        <w:tc>
          <w:tcPr>
            <w:tcW w:w="2977" w:type="dxa"/>
          </w:tcPr>
          <w:p w14:paraId="555300F3" w14:textId="77777777" w:rsidR="00894A01" w:rsidRDefault="00894A01" w:rsidP="00894A01">
            <w:pPr>
              <w:jc w:val="center"/>
            </w:pPr>
            <w:r w:rsidRPr="00F860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894A01" w:rsidRPr="00894A01" w14:paraId="7FCA18CB" w14:textId="77777777" w:rsidTr="00894A01">
        <w:trPr>
          <w:trHeight w:val="595"/>
        </w:trPr>
        <w:tc>
          <w:tcPr>
            <w:tcW w:w="567" w:type="dxa"/>
          </w:tcPr>
          <w:p w14:paraId="103A3015" w14:textId="77777777" w:rsidR="00894A01" w:rsidRPr="00894A01" w:rsidRDefault="00894A01" w:rsidP="00215B6B">
            <w:pPr>
              <w:pStyle w:val="a7"/>
              <w:numPr>
                <w:ilvl w:val="0"/>
                <w:numId w:val="21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</w:tcPr>
          <w:p w14:paraId="23535E3D" w14:textId="77777777" w:rsid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Кобякова</w:t>
            </w:r>
          </w:p>
          <w:p w14:paraId="5052FE03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Михайловна</w:t>
            </w:r>
          </w:p>
        </w:tc>
        <w:tc>
          <w:tcPr>
            <w:tcW w:w="3969" w:type="dxa"/>
          </w:tcPr>
          <w:p w14:paraId="1AE7873E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МАОУ гимназия №115</w:t>
            </w:r>
          </w:p>
        </w:tc>
        <w:tc>
          <w:tcPr>
            <w:tcW w:w="2977" w:type="dxa"/>
          </w:tcPr>
          <w:p w14:paraId="3F3C1A4F" w14:textId="77777777" w:rsidR="00894A01" w:rsidRDefault="00894A01" w:rsidP="00894A01">
            <w:pPr>
              <w:jc w:val="center"/>
            </w:pPr>
            <w:r w:rsidRPr="00F860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894A01" w:rsidRPr="00894A01" w14:paraId="4BC90A92" w14:textId="77777777" w:rsidTr="00894A01">
        <w:trPr>
          <w:trHeight w:val="595"/>
        </w:trPr>
        <w:tc>
          <w:tcPr>
            <w:tcW w:w="567" w:type="dxa"/>
          </w:tcPr>
          <w:p w14:paraId="07262A9F" w14:textId="77777777" w:rsidR="00894A01" w:rsidRPr="00894A01" w:rsidRDefault="00894A01" w:rsidP="00215B6B">
            <w:pPr>
              <w:pStyle w:val="a7"/>
              <w:numPr>
                <w:ilvl w:val="0"/>
                <w:numId w:val="21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</w:tcPr>
          <w:p w14:paraId="5E3DC770" w14:textId="77777777" w:rsid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Кузнецова </w:t>
            </w:r>
          </w:p>
          <w:p w14:paraId="0318FDF1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Наталья Алексеевна</w:t>
            </w:r>
          </w:p>
        </w:tc>
        <w:tc>
          <w:tcPr>
            <w:tcW w:w="3969" w:type="dxa"/>
          </w:tcPr>
          <w:p w14:paraId="70D2A964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СОШ №108</w:t>
            </w:r>
          </w:p>
        </w:tc>
        <w:tc>
          <w:tcPr>
            <w:tcW w:w="2977" w:type="dxa"/>
          </w:tcPr>
          <w:p w14:paraId="5CB94CED" w14:textId="77777777" w:rsidR="00894A01" w:rsidRDefault="00894A01" w:rsidP="00894A01">
            <w:pPr>
              <w:jc w:val="center"/>
            </w:pPr>
            <w:r w:rsidRPr="00F860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894A01" w:rsidRPr="00894A01" w14:paraId="39F0FB9A" w14:textId="77777777" w:rsidTr="00894A01">
        <w:trPr>
          <w:trHeight w:val="595"/>
        </w:trPr>
        <w:tc>
          <w:tcPr>
            <w:tcW w:w="567" w:type="dxa"/>
          </w:tcPr>
          <w:p w14:paraId="7AA76125" w14:textId="77777777" w:rsidR="00894A01" w:rsidRPr="00894A01" w:rsidRDefault="00894A01" w:rsidP="00215B6B">
            <w:pPr>
              <w:pStyle w:val="a7"/>
              <w:numPr>
                <w:ilvl w:val="0"/>
                <w:numId w:val="21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</w:tcPr>
          <w:p w14:paraId="0246CE0B" w14:textId="77777777" w:rsid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Кузьмина </w:t>
            </w:r>
          </w:p>
          <w:p w14:paraId="715B2A60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Надежда Анатольевна</w:t>
            </w:r>
          </w:p>
        </w:tc>
        <w:tc>
          <w:tcPr>
            <w:tcW w:w="3969" w:type="dxa"/>
          </w:tcPr>
          <w:p w14:paraId="51758F6D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СОШ №117</w:t>
            </w:r>
          </w:p>
        </w:tc>
        <w:tc>
          <w:tcPr>
            <w:tcW w:w="2977" w:type="dxa"/>
          </w:tcPr>
          <w:p w14:paraId="260C1E3E" w14:textId="77777777" w:rsidR="00894A01" w:rsidRDefault="00894A01" w:rsidP="00894A01">
            <w:pPr>
              <w:jc w:val="center"/>
            </w:pPr>
            <w:r w:rsidRPr="00F860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894A01" w:rsidRPr="00894A01" w14:paraId="626826CA" w14:textId="77777777" w:rsidTr="00894A01">
        <w:trPr>
          <w:trHeight w:val="595"/>
        </w:trPr>
        <w:tc>
          <w:tcPr>
            <w:tcW w:w="567" w:type="dxa"/>
          </w:tcPr>
          <w:p w14:paraId="6CF11CEF" w14:textId="77777777" w:rsidR="00894A01" w:rsidRPr="00894A01" w:rsidRDefault="00894A01" w:rsidP="00215B6B">
            <w:pPr>
              <w:pStyle w:val="a7"/>
              <w:numPr>
                <w:ilvl w:val="0"/>
                <w:numId w:val="21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</w:tcPr>
          <w:p w14:paraId="78EFDC6E" w14:textId="77777777" w:rsid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Кутянина</w:t>
            </w:r>
          </w:p>
          <w:p w14:paraId="24E85F79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 Елена Геннадиевна</w:t>
            </w:r>
          </w:p>
        </w:tc>
        <w:tc>
          <w:tcPr>
            <w:tcW w:w="3969" w:type="dxa"/>
          </w:tcPr>
          <w:p w14:paraId="01A37403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МАОУ гимназия №115</w:t>
            </w:r>
          </w:p>
        </w:tc>
        <w:tc>
          <w:tcPr>
            <w:tcW w:w="2977" w:type="dxa"/>
          </w:tcPr>
          <w:p w14:paraId="76A63C67" w14:textId="77777777" w:rsidR="00894A01" w:rsidRDefault="00894A01" w:rsidP="00894A01">
            <w:pPr>
              <w:jc w:val="center"/>
            </w:pPr>
            <w:r w:rsidRPr="00F860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894A01" w:rsidRPr="00894A01" w14:paraId="42A25C85" w14:textId="77777777" w:rsidTr="00894A01">
        <w:trPr>
          <w:trHeight w:val="595"/>
        </w:trPr>
        <w:tc>
          <w:tcPr>
            <w:tcW w:w="567" w:type="dxa"/>
          </w:tcPr>
          <w:p w14:paraId="50A503D9" w14:textId="77777777" w:rsidR="00894A01" w:rsidRPr="00894A01" w:rsidRDefault="00894A01" w:rsidP="00215B6B">
            <w:pPr>
              <w:pStyle w:val="a7"/>
              <w:numPr>
                <w:ilvl w:val="0"/>
                <w:numId w:val="21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</w:tcPr>
          <w:p w14:paraId="65918E52" w14:textId="77777777" w:rsid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Латыпова</w:t>
            </w:r>
          </w:p>
          <w:p w14:paraId="1C0DCE9C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 Динара Разябовна</w:t>
            </w:r>
          </w:p>
        </w:tc>
        <w:tc>
          <w:tcPr>
            <w:tcW w:w="3969" w:type="dxa"/>
          </w:tcPr>
          <w:p w14:paraId="58BC02F3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УБГБ №20</w:t>
            </w:r>
          </w:p>
        </w:tc>
        <w:tc>
          <w:tcPr>
            <w:tcW w:w="2977" w:type="dxa"/>
          </w:tcPr>
          <w:p w14:paraId="3FC9FAAC" w14:textId="77777777" w:rsidR="00894A01" w:rsidRDefault="00894A01" w:rsidP="00894A01">
            <w:pPr>
              <w:jc w:val="center"/>
            </w:pPr>
            <w:r w:rsidRPr="00F860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894A01" w:rsidRPr="00894A01" w14:paraId="4B1C3567" w14:textId="77777777" w:rsidTr="00894A01">
        <w:trPr>
          <w:trHeight w:val="595"/>
        </w:trPr>
        <w:tc>
          <w:tcPr>
            <w:tcW w:w="567" w:type="dxa"/>
          </w:tcPr>
          <w:p w14:paraId="69C43175" w14:textId="77777777" w:rsidR="00894A01" w:rsidRPr="00894A01" w:rsidRDefault="00894A01" w:rsidP="00215B6B">
            <w:pPr>
              <w:pStyle w:val="a7"/>
              <w:numPr>
                <w:ilvl w:val="0"/>
                <w:numId w:val="21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</w:tcPr>
          <w:p w14:paraId="26AA38DC" w14:textId="77777777" w:rsid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Латыпова</w:t>
            </w:r>
          </w:p>
          <w:p w14:paraId="6B542437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 Фаниля Тимербулатовна</w:t>
            </w:r>
          </w:p>
        </w:tc>
        <w:tc>
          <w:tcPr>
            <w:tcW w:w="3969" w:type="dxa"/>
          </w:tcPr>
          <w:p w14:paraId="15FE3916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лицей №107</w:t>
            </w:r>
          </w:p>
        </w:tc>
        <w:tc>
          <w:tcPr>
            <w:tcW w:w="2977" w:type="dxa"/>
          </w:tcPr>
          <w:p w14:paraId="54E0B212" w14:textId="77777777" w:rsidR="00894A01" w:rsidRDefault="00894A01" w:rsidP="00894A01">
            <w:pPr>
              <w:jc w:val="center"/>
            </w:pPr>
            <w:r w:rsidRPr="00F860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894A01" w:rsidRPr="00894A01" w14:paraId="3BD3A1DC" w14:textId="77777777" w:rsidTr="00894A01">
        <w:trPr>
          <w:trHeight w:val="595"/>
        </w:trPr>
        <w:tc>
          <w:tcPr>
            <w:tcW w:w="567" w:type="dxa"/>
          </w:tcPr>
          <w:p w14:paraId="14399A98" w14:textId="77777777" w:rsidR="00894A01" w:rsidRPr="00894A01" w:rsidRDefault="00894A01" w:rsidP="00215B6B">
            <w:pPr>
              <w:pStyle w:val="a7"/>
              <w:numPr>
                <w:ilvl w:val="0"/>
                <w:numId w:val="21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</w:tcPr>
          <w:p w14:paraId="00EC7B76" w14:textId="77777777" w:rsid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Марковникова </w:t>
            </w:r>
          </w:p>
          <w:p w14:paraId="0B4900DD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Елена Юриевна</w:t>
            </w:r>
          </w:p>
        </w:tc>
        <w:tc>
          <w:tcPr>
            <w:tcW w:w="3969" w:type="dxa"/>
          </w:tcPr>
          <w:p w14:paraId="0AB2CB19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МБДОУ детский сад №251</w:t>
            </w:r>
          </w:p>
        </w:tc>
        <w:tc>
          <w:tcPr>
            <w:tcW w:w="2977" w:type="dxa"/>
          </w:tcPr>
          <w:p w14:paraId="08262E87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894A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тарший воспитатель</w:t>
            </w:r>
          </w:p>
        </w:tc>
      </w:tr>
      <w:tr w:rsidR="00894A01" w:rsidRPr="00894A01" w14:paraId="6032EF6F" w14:textId="77777777" w:rsidTr="00894A01">
        <w:trPr>
          <w:trHeight w:val="595"/>
        </w:trPr>
        <w:tc>
          <w:tcPr>
            <w:tcW w:w="567" w:type="dxa"/>
          </w:tcPr>
          <w:p w14:paraId="40F54894" w14:textId="77777777" w:rsidR="00894A01" w:rsidRPr="00894A01" w:rsidRDefault="00894A01" w:rsidP="00215B6B">
            <w:pPr>
              <w:pStyle w:val="a7"/>
              <w:numPr>
                <w:ilvl w:val="0"/>
                <w:numId w:val="21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</w:tcPr>
          <w:p w14:paraId="1CEE3B39" w14:textId="77777777" w:rsid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Муратшина </w:t>
            </w:r>
          </w:p>
          <w:p w14:paraId="7A62AAEF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Миляуша Нурулловна</w:t>
            </w:r>
          </w:p>
        </w:tc>
        <w:tc>
          <w:tcPr>
            <w:tcW w:w="3969" w:type="dxa"/>
          </w:tcPr>
          <w:p w14:paraId="364479A0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СОШ №117</w:t>
            </w:r>
          </w:p>
        </w:tc>
        <w:tc>
          <w:tcPr>
            <w:tcW w:w="2977" w:type="dxa"/>
          </w:tcPr>
          <w:p w14:paraId="7BFAD10E" w14:textId="77777777" w:rsidR="00894A01" w:rsidRDefault="00894A01" w:rsidP="00894A01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894A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894A01" w:rsidRPr="00894A01" w14:paraId="1EA3D65D" w14:textId="77777777" w:rsidTr="00894A01">
        <w:trPr>
          <w:trHeight w:val="595"/>
        </w:trPr>
        <w:tc>
          <w:tcPr>
            <w:tcW w:w="567" w:type="dxa"/>
          </w:tcPr>
          <w:p w14:paraId="1D185E00" w14:textId="77777777" w:rsidR="00894A01" w:rsidRPr="00894A01" w:rsidRDefault="00894A01" w:rsidP="00215B6B">
            <w:pPr>
              <w:pStyle w:val="a7"/>
              <w:numPr>
                <w:ilvl w:val="0"/>
                <w:numId w:val="21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</w:tcPr>
          <w:p w14:paraId="4ADAF653" w14:textId="77777777" w:rsid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Налимская </w:t>
            </w:r>
          </w:p>
          <w:p w14:paraId="4D289D34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Мария Анатольевна</w:t>
            </w:r>
          </w:p>
        </w:tc>
        <w:tc>
          <w:tcPr>
            <w:tcW w:w="3969" w:type="dxa"/>
          </w:tcPr>
          <w:p w14:paraId="2A239F92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СОШ №117</w:t>
            </w:r>
          </w:p>
        </w:tc>
        <w:tc>
          <w:tcPr>
            <w:tcW w:w="2977" w:type="dxa"/>
          </w:tcPr>
          <w:p w14:paraId="33AD690D" w14:textId="77777777" w:rsidR="00894A01" w:rsidRDefault="00894A01" w:rsidP="00894A01">
            <w:pPr>
              <w:jc w:val="center"/>
            </w:pPr>
            <w:r w:rsidRPr="004E25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894A01" w:rsidRPr="00894A01" w14:paraId="177E273E" w14:textId="77777777" w:rsidTr="00894A01">
        <w:trPr>
          <w:trHeight w:val="595"/>
        </w:trPr>
        <w:tc>
          <w:tcPr>
            <w:tcW w:w="567" w:type="dxa"/>
          </w:tcPr>
          <w:p w14:paraId="0E6381EF" w14:textId="77777777" w:rsidR="00894A01" w:rsidRPr="00894A01" w:rsidRDefault="00894A01" w:rsidP="00215B6B">
            <w:pPr>
              <w:pStyle w:val="a7"/>
              <w:numPr>
                <w:ilvl w:val="0"/>
                <w:numId w:val="21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</w:tcPr>
          <w:p w14:paraId="1A7C60A1" w14:textId="77777777" w:rsid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Никулина </w:t>
            </w:r>
          </w:p>
          <w:p w14:paraId="3093B9CF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Юлия Львовна</w:t>
            </w:r>
          </w:p>
        </w:tc>
        <w:tc>
          <w:tcPr>
            <w:tcW w:w="3969" w:type="dxa"/>
          </w:tcPr>
          <w:p w14:paraId="2E4C1251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Лицей №96</w:t>
            </w:r>
          </w:p>
        </w:tc>
        <w:tc>
          <w:tcPr>
            <w:tcW w:w="2977" w:type="dxa"/>
          </w:tcPr>
          <w:p w14:paraId="37677848" w14:textId="77777777" w:rsidR="00894A01" w:rsidRDefault="00894A01" w:rsidP="00894A01">
            <w:pPr>
              <w:jc w:val="center"/>
            </w:pPr>
            <w:r w:rsidRPr="004E25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894A01" w:rsidRPr="00894A01" w14:paraId="39ED295D" w14:textId="77777777" w:rsidTr="00894A01">
        <w:trPr>
          <w:trHeight w:val="595"/>
        </w:trPr>
        <w:tc>
          <w:tcPr>
            <w:tcW w:w="567" w:type="dxa"/>
          </w:tcPr>
          <w:p w14:paraId="5DB43B21" w14:textId="77777777" w:rsidR="00894A01" w:rsidRPr="00894A01" w:rsidRDefault="00894A01" w:rsidP="00215B6B">
            <w:pPr>
              <w:pStyle w:val="a7"/>
              <w:numPr>
                <w:ilvl w:val="0"/>
                <w:numId w:val="21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</w:tcPr>
          <w:p w14:paraId="664D575F" w14:textId="77777777" w:rsid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Ожиганова </w:t>
            </w:r>
          </w:p>
          <w:p w14:paraId="401DD76A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Надежда Владимировна</w:t>
            </w:r>
          </w:p>
        </w:tc>
        <w:tc>
          <w:tcPr>
            <w:tcW w:w="3969" w:type="dxa"/>
          </w:tcPr>
          <w:p w14:paraId="53DDD9AB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СОШ №117</w:t>
            </w:r>
          </w:p>
        </w:tc>
        <w:tc>
          <w:tcPr>
            <w:tcW w:w="2977" w:type="dxa"/>
          </w:tcPr>
          <w:p w14:paraId="00F45F00" w14:textId="77777777" w:rsidR="00894A01" w:rsidRDefault="00894A01" w:rsidP="00894A01">
            <w:pPr>
              <w:jc w:val="center"/>
            </w:pPr>
            <w:r w:rsidRPr="004E25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894A01" w:rsidRPr="00894A01" w14:paraId="6893D695" w14:textId="77777777" w:rsidTr="00894A01">
        <w:trPr>
          <w:trHeight w:val="595"/>
        </w:trPr>
        <w:tc>
          <w:tcPr>
            <w:tcW w:w="567" w:type="dxa"/>
          </w:tcPr>
          <w:p w14:paraId="5A58AEA0" w14:textId="77777777" w:rsidR="00894A01" w:rsidRPr="00894A01" w:rsidRDefault="00894A01" w:rsidP="00215B6B">
            <w:pPr>
              <w:pStyle w:val="a7"/>
              <w:numPr>
                <w:ilvl w:val="0"/>
                <w:numId w:val="21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</w:tcPr>
          <w:p w14:paraId="17300D44" w14:textId="77777777" w:rsid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Рахматуллина</w:t>
            </w:r>
          </w:p>
          <w:p w14:paraId="297994B7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 Раушания Рашидовна</w:t>
            </w:r>
          </w:p>
        </w:tc>
        <w:tc>
          <w:tcPr>
            <w:tcW w:w="3969" w:type="dxa"/>
          </w:tcPr>
          <w:p w14:paraId="384AEDFF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МАОУ СОШ №44</w:t>
            </w:r>
          </w:p>
        </w:tc>
        <w:tc>
          <w:tcPr>
            <w:tcW w:w="2977" w:type="dxa"/>
          </w:tcPr>
          <w:p w14:paraId="2D992E59" w14:textId="77777777" w:rsidR="00894A01" w:rsidRDefault="00894A01" w:rsidP="00894A01">
            <w:pPr>
              <w:jc w:val="center"/>
            </w:pPr>
            <w:r w:rsidRPr="004E25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894A01" w:rsidRPr="00894A01" w14:paraId="3148226B" w14:textId="77777777" w:rsidTr="00894A01">
        <w:trPr>
          <w:trHeight w:val="595"/>
        </w:trPr>
        <w:tc>
          <w:tcPr>
            <w:tcW w:w="567" w:type="dxa"/>
          </w:tcPr>
          <w:p w14:paraId="0A9C128F" w14:textId="77777777" w:rsidR="00894A01" w:rsidRPr="00894A01" w:rsidRDefault="00894A01" w:rsidP="00215B6B">
            <w:pPr>
              <w:pStyle w:val="a7"/>
              <w:numPr>
                <w:ilvl w:val="0"/>
                <w:numId w:val="21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</w:tcPr>
          <w:p w14:paraId="2080B82A" w14:textId="77777777" w:rsid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Розыева</w:t>
            </w:r>
          </w:p>
          <w:p w14:paraId="0525F04A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 Дамира Наилевна</w:t>
            </w:r>
          </w:p>
        </w:tc>
        <w:tc>
          <w:tcPr>
            <w:tcW w:w="3969" w:type="dxa"/>
          </w:tcPr>
          <w:p w14:paraId="1B7FEFDF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СОШ №110</w:t>
            </w:r>
          </w:p>
        </w:tc>
        <w:tc>
          <w:tcPr>
            <w:tcW w:w="2977" w:type="dxa"/>
          </w:tcPr>
          <w:p w14:paraId="1621FF34" w14:textId="77777777" w:rsidR="00894A01" w:rsidRDefault="00894A01" w:rsidP="00894A01">
            <w:pPr>
              <w:jc w:val="center"/>
            </w:pPr>
            <w:r w:rsidRPr="004E25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894A01" w:rsidRPr="00894A01" w14:paraId="0FF32C97" w14:textId="77777777" w:rsidTr="00894A01">
        <w:trPr>
          <w:trHeight w:val="595"/>
        </w:trPr>
        <w:tc>
          <w:tcPr>
            <w:tcW w:w="567" w:type="dxa"/>
          </w:tcPr>
          <w:p w14:paraId="375D2303" w14:textId="77777777" w:rsidR="00894A01" w:rsidRPr="00894A01" w:rsidRDefault="00894A01" w:rsidP="00215B6B">
            <w:pPr>
              <w:pStyle w:val="a7"/>
              <w:numPr>
                <w:ilvl w:val="0"/>
                <w:numId w:val="21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</w:tcPr>
          <w:p w14:paraId="0B14F027" w14:textId="77777777" w:rsid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Саврасова</w:t>
            </w:r>
          </w:p>
          <w:p w14:paraId="3D4DB546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Наталия Гусмановна</w:t>
            </w:r>
          </w:p>
        </w:tc>
        <w:tc>
          <w:tcPr>
            <w:tcW w:w="3969" w:type="dxa"/>
          </w:tcPr>
          <w:p w14:paraId="6930259B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СОШ  №110</w:t>
            </w:r>
          </w:p>
        </w:tc>
        <w:tc>
          <w:tcPr>
            <w:tcW w:w="2977" w:type="dxa"/>
          </w:tcPr>
          <w:p w14:paraId="771F89B7" w14:textId="77777777" w:rsidR="00894A01" w:rsidRDefault="00894A01" w:rsidP="00894A01">
            <w:pPr>
              <w:jc w:val="center"/>
            </w:pPr>
            <w:r w:rsidRPr="004E25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894A01" w:rsidRPr="00894A01" w14:paraId="2DBF4ABD" w14:textId="77777777" w:rsidTr="00894A01">
        <w:trPr>
          <w:trHeight w:val="595"/>
        </w:trPr>
        <w:tc>
          <w:tcPr>
            <w:tcW w:w="567" w:type="dxa"/>
          </w:tcPr>
          <w:p w14:paraId="7F02611D" w14:textId="77777777" w:rsidR="00894A01" w:rsidRPr="00894A01" w:rsidRDefault="00894A01" w:rsidP="00215B6B">
            <w:pPr>
              <w:pStyle w:val="a7"/>
              <w:numPr>
                <w:ilvl w:val="0"/>
                <w:numId w:val="21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</w:tcPr>
          <w:p w14:paraId="19548196" w14:textId="77777777" w:rsid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Сороян </w:t>
            </w:r>
          </w:p>
          <w:p w14:paraId="59FC081F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Елена Кялашовна</w:t>
            </w:r>
          </w:p>
        </w:tc>
        <w:tc>
          <w:tcPr>
            <w:tcW w:w="3969" w:type="dxa"/>
          </w:tcPr>
          <w:p w14:paraId="34D062AE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СОШ №110</w:t>
            </w:r>
          </w:p>
        </w:tc>
        <w:tc>
          <w:tcPr>
            <w:tcW w:w="2977" w:type="dxa"/>
          </w:tcPr>
          <w:p w14:paraId="396689C0" w14:textId="77777777" w:rsidR="00894A01" w:rsidRDefault="00894A01" w:rsidP="00894A01">
            <w:pPr>
              <w:jc w:val="center"/>
            </w:pPr>
            <w:r w:rsidRPr="004E25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894A01" w:rsidRPr="00894A01" w14:paraId="4B00FF98" w14:textId="77777777" w:rsidTr="00894A01">
        <w:trPr>
          <w:trHeight w:val="595"/>
        </w:trPr>
        <w:tc>
          <w:tcPr>
            <w:tcW w:w="567" w:type="dxa"/>
          </w:tcPr>
          <w:p w14:paraId="1EA31326" w14:textId="77777777" w:rsidR="00894A01" w:rsidRPr="00894A01" w:rsidRDefault="00894A01" w:rsidP="00215B6B">
            <w:pPr>
              <w:pStyle w:val="a7"/>
              <w:numPr>
                <w:ilvl w:val="0"/>
                <w:numId w:val="21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</w:tcPr>
          <w:p w14:paraId="71224E27" w14:textId="77777777" w:rsid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Тарасова </w:t>
            </w:r>
          </w:p>
          <w:p w14:paraId="4C1D1498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Татьяна Васильевна</w:t>
            </w:r>
          </w:p>
        </w:tc>
        <w:tc>
          <w:tcPr>
            <w:tcW w:w="3969" w:type="dxa"/>
          </w:tcPr>
          <w:p w14:paraId="12ABF0C0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СОШ №110</w:t>
            </w:r>
          </w:p>
        </w:tc>
        <w:tc>
          <w:tcPr>
            <w:tcW w:w="2977" w:type="dxa"/>
          </w:tcPr>
          <w:p w14:paraId="693FADF2" w14:textId="77777777" w:rsidR="00894A01" w:rsidRDefault="00894A01" w:rsidP="00894A01">
            <w:pPr>
              <w:jc w:val="center"/>
            </w:pPr>
            <w:r w:rsidRPr="004E25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894A01" w:rsidRPr="00894A01" w14:paraId="360CFCB7" w14:textId="77777777" w:rsidTr="00894A01">
        <w:trPr>
          <w:trHeight w:val="595"/>
        </w:trPr>
        <w:tc>
          <w:tcPr>
            <w:tcW w:w="567" w:type="dxa"/>
          </w:tcPr>
          <w:p w14:paraId="005A4C87" w14:textId="77777777" w:rsidR="00894A01" w:rsidRPr="00894A01" w:rsidRDefault="00894A01" w:rsidP="00215B6B">
            <w:pPr>
              <w:pStyle w:val="a7"/>
              <w:numPr>
                <w:ilvl w:val="0"/>
                <w:numId w:val="21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</w:tcPr>
          <w:p w14:paraId="23369682" w14:textId="77777777" w:rsid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Титова</w:t>
            </w:r>
          </w:p>
          <w:p w14:paraId="0038CD4D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Петровна</w:t>
            </w:r>
          </w:p>
        </w:tc>
        <w:tc>
          <w:tcPr>
            <w:tcW w:w="3969" w:type="dxa"/>
          </w:tcPr>
          <w:p w14:paraId="1E28BD32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МБДОУ детский сад №277</w:t>
            </w:r>
          </w:p>
        </w:tc>
        <w:tc>
          <w:tcPr>
            <w:tcW w:w="2977" w:type="dxa"/>
          </w:tcPr>
          <w:p w14:paraId="1BEEDFD0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тарший воспитатель</w:t>
            </w:r>
          </w:p>
        </w:tc>
      </w:tr>
      <w:tr w:rsidR="00894A01" w:rsidRPr="00894A01" w14:paraId="7ACA7235" w14:textId="77777777" w:rsidTr="00894A01">
        <w:trPr>
          <w:trHeight w:val="595"/>
        </w:trPr>
        <w:tc>
          <w:tcPr>
            <w:tcW w:w="567" w:type="dxa"/>
          </w:tcPr>
          <w:p w14:paraId="2B47BD44" w14:textId="77777777" w:rsidR="00894A01" w:rsidRPr="00894A01" w:rsidRDefault="00894A01" w:rsidP="00215B6B">
            <w:pPr>
              <w:pStyle w:val="a7"/>
              <w:numPr>
                <w:ilvl w:val="0"/>
                <w:numId w:val="21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</w:tcPr>
          <w:p w14:paraId="7A34A9CC" w14:textId="77777777" w:rsid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Тухватшина </w:t>
            </w:r>
          </w:p>
          <w:p w14:paraId="5162FDFB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Римма Шамильевна</w:t>
            </w:r>
          </w:p>
        </w:tc>
        <w:tc>
          <w:tcPr>
            <w:tcW w:w="3969" w:type="dxa"/>
          </w:tcPr>
          <w:p w14:paraId="5DB65E39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№15</w:t>
            </w:r>
          </w:p>
        </w:tc>
        <w:tc>
          <w:tcPr>
            <w:tcW w:w="2977" w:type="dxa"/>
          </w:tcPr>
          <w:p w14:paraId="38499AF5" w14:textId="77777777" w:rsidR="00894A01" w:rsidRDefault="00894A01" w:rsidP="00894A01">
            <w:pPr>
              <w:jc w:val="center"/>
            </w:pPr>
            <w:r w:rsidRPr="009E40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894A01" w:rsidRPr="00894A01" w14:paraId="1222AD0E" w14:textId="77777777" w:rsidTr="00894A01">
        <w:trPr>
          <w:trHeight w:val="595"/>
        </w:trPr>
        <w:tc>
          <w:tcPr>
            <w:tcW w:w="567" w:type="dxa"/>
          </w:tcPr>
          <w:p w14:paraId="438C46DA" w14:textId="77777777" w:rsidR="00894A01" w:rsidRPr="00894A01" w:rsidRDefault="00894A01" w:rsidP="00215B6B">
            <w:pPr>
              <w:pStyle w:val="a7"/>
              <w:numPr>
                <w:ilvl w:val="0"/>
                <w:numId w:val="21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</w:tcPr>
          <w:p w14:paraId="7786ECBD" w14:textId="77777777" w:rsid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Урманшина</w:t>
            </w:r>
          </w:p>
          <w:p w14:paraId="0E34FCCF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 Альфия Мухаметулловна</w:t>
            </w:r>
          </w:p>
        </w:tc>
        <w:tc>
          <w:tcPr>
            <w:tcW w:w="3969" w:type="dxa"/>
          </w:tcPr>
          <w:p w14:paraId="21D34520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УГБГ №20</w:t>
            </w:r>
          </w:p>
        </w:tc>
        <w:tc>
          <w:tcPr>
            <w:tcW w:w="2977" w:type="dxa"/>
          </w:tcPr>
          <w:p w14:paraId="410FB1BE" w14:textId="77777777" w:rsidR="00894A01" w:rsidRDefault="00894A01" w:rsidP="00894A01">
            <w:pPr>
              <w:jc w:val="center"/>
            </w:pPr>
            <w:r w:rsidRPr="009E40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894A01" w:rsidRPr="00894A01" w14:paraId="5B2D5003" w14:textId="77777777" w:rsidTr="00894A01">
        <w:trPr>
          <w:trHeight w:val="595"/>
        </w:trPr>
        <w:tc>
          <w:tcPr>
            <w:tcW w:w="567" w:type="dxa"/>
          </w:tcPr>
          <w:p w14:paraId="57559C32" w14:textId="77777777" w:rsidR="00894A01" w:rsidRPr="00894A01" w:rsidRDefault="00894A01" w:rsidP="00215B6B">
            <w:pPr>
              <w:pStyle w:val="a7"/>
              <w:numPr>
                <w:ilvl w:val="0"/>
                <w:numId w:val="21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</w:tcPr>
          <w:p w14:paraId="0A560727" w14:textId="77777777" w:rsid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Фролова</w:t>
            </w:r>
          </w:p>
          <w:p w14:paraId="215D269B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 Валерьевна</w:t>
            </w:r>
          </w:p>
        </w:tc>
        <w:tc>
          <w:tcPr>
            <w:tcW w:w="3969" w:type="dxa"/>
          </w:tcPr>
          <w:p w14:paraId="0D9ECE12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СОШ №110</w:t>
            </w:r>
          </w:p>
        </w:tc>
        <w:tc>
          <w:tcPr>
            <w:tcW w:w="2977" w:type="dxa"/>
          </w:tcPr>
          <w:p w14:paraId="20544023" w14:textId="77777777" w:rsidR="00894A01" w:rsidRDefault="00894A01" w:rsidP="00894A01">
            <w:pPr>
              <w:jc w:val="center"/>
            </w:pPr>
            <w:r w:rsidRPr="009E40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894A01" w:rsidRPr="00894A01" w14:paraId="4908CCB5" w14:textId="77777777" w:rsidTr="00894A01">
        <w:trPr>
          <w:trHeight w:val="595"/>
        </w:trPr>
        <w:tc>
          <w:tcPr>
            <w:tcW w:w="567" w:type="dxa"/>
          </w:tcPr>
          <w:p w14:paraId="74636000" w14:textId="77777777" w:rsidR="00894A01" w:rsidRPr="00894A01" w:rsidRDefault="00894A01" w:rsidP="00215B6B">
            <w:pPr>
              <w:pStyle w:val="a7"/>
              <w:numPr>
                <w:ilvl w:val="0"/>
                <w:numId w:val="21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</w:tcPr>
          <w:p w14:paraId="2366C2D5" w14:textId="77777777" w:rsid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Халитова </w:t>
            </w:r>
          </w:p>
          <w:p w14:paraId="384D2F55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Айгуль Раисовна</w:t>
            </w:r>
          </w:p>
        </w:tc>
        <w:tc>
          <w:tcPr>
            <w:tcW w:w="3969" w:type="dxa"/>
          </w:tcPr>
          <w:p w14:paraId="041DB470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СОШ №110</w:t>
            </w:r>
          </w:p>
        </w:tc>
        <w:tc>
          <w:tcPr>
            <w:tcW w:w="2977" w:type="dxa"/>
          </w:tcPr>
          <w:p w14:paraId="029FD707" w14:textId="77777777" w:rsidR="00894A01" w:rsidRDefault="00894A01" w:rsidP="00894A01">
            <w:pPr>
              <w:jc w:val="center"/>
            </w:pPr>
            <w:r w:rsidRPr="009E40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894A01" w:rsidRPr="00894A01" w14:paraId="5539FE8D" w14:textId="77777777" w:rsidTr="00894A01">
        <w:trPr>
          <w:trHeight w:val="595"/>
        </w:trPr>
        <w:tc>
          <w:tcPr>
            <w:tcW w:w="567" w:type="dxa"/>
          </w:tcPr>
          <w:p w14:paraId="71A21930" w14:textId="77777777" w:rsidR="00894A01" w:rsidRPr="00894A01" w:rsidRDefault="00894A01" w:rsidP="00215B6B">
            <w:pPr>
              <w:pStyle w:val="a7"/>
              <w:numPr>
                <w:ilvl w:val="0"/>
                <w:numId w:val="21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</w:tcPr>
          <w:p w14:paraId="72AD4AAF" w14:textId="77777777" w:rsid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Харисова </w:t>
            </w:r>
          </w:p>
          <w:p w14:paraId="7D170C57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Инна Юнеровна</w:t>
            </w:r>
          </w:p>
        </w:tc>
        <w:tc>
          <w:tcPr>
            <w:tcW w:w="3969" w:type="dxa"/>
          </w:tcPr>
          <w:p w14:paraId="78414DAE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лицей №107</w:t>
            </w:r>
          </w:p>
        </w:tc>
        <w:tc>
          <w:tcPr>
            <w:tcW w:w="2977" w:type="dxa"/>
          </w:tcPr>
          <w:p w14:paraId="7C4DF196" w14:textId="77777777" w:rsidR="00894A01" w:rsidRDefault="00894A01" w:rsidP="00894A01">
            <w:pPr>
              <w:jc w:val="center"/>
            </w:pPr>
            <w:r w:rsidRPr="009E40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894A01" w:rsidRPr="00894A01" w14:paraId="1CBB18B2" w14:textId="77777777" w:rsidTr="00894A01">
        <w:trPr>
          <w:trHeight w:val="595"/>
        </w:trPr>
        <w:tc>
          <w:tcPr>
            <w:tcW w:w="567" w:type="dxa"/>
          </w:tcPr>
          <w:p w14:paraId="2CE75931" w14:textId="77777777" w:rsidR="00894A01" w:rsidRPr="00894A01" w:rsidRDefault="00894A01" w:rsidP="00215B6B">
            <w:pPr>
              <w:pStyle w:val="a7"/>
              <w:numPr>
                <w:ilvl w:val="0"/>
                <w:numId w:val="21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</w:tcPr>
          <w:p w14:paraId="42556AD7" w14:textId="77777777" w:rsid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Харисьянова</w:t>
            </w:r>
          </w:p>
          <w:p w14:paraId="61F0A33A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 Разалия Гависовна</w:t>
            </w:r>
          </w:p>
        </w:tc>
        <w:tc>
          <w:tcPr>
            <w:tcW w:w="3969" w:type="dxa"/>
          </w:tcPr>
          <w:p w14:paraId="67B2E234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СОШ №110</w:t>
            </w:r>
          </w:p>
        </w:tc>
        <w:tc>
          <w:tcPr>
            <w:tcW w:w="2977" w:type="dxa"/>
          </w:tcPr>
          <w:p w14:paraId="549CC193" w14:textId="77777777" w:rsidR="00894A01" w:rsidRDefault="00894A01" w:rsidP="00894A01">
            <w:pPr>
              <w:jc w:val="center"/>
            </w:pPr>
            <w:r w:rsidRPr="009E40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894A01" w:rsidRPr="00894A01" w14:paraId="1E7B32D3" w14:textId="77777777" w:rsidTr="00894A01">
        <w:trPr>
          <w:trHeight w:val="595"/>
        </w:trPr>
        <w:tc>
          <w:tcPr>
            <w:tcW w:w="567" w:type="dxa"/>
          </w:tcPr>
          <w:p w14:paraId="50AF148B" w14:textId="77777777" w:rsidR="00894A01" w:rsidRPr="00894A01" w:rsidRDefault="00894A01" w:rsidP="00215B6B">
            <w:pPr>
              <w:pStyle w:val="a7"/>
              <w:numPr>
                <w:ilvl w:val="0"/>
                <w:numId w:val="21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</w:tcPr>
          <w:p w14:paraId="67B3F4F5" w14:textId="77777777" w:rsid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Христофорова </w:t>
            </w:r>
          </w:p>
          <w:p w14:paraId="7DC93A62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Вера Александровна</w:t>
            </w:r>
          </w:p>
        </w:tc>
        <w:tc>
          <w:tcPr>
            <w:tcW w:w="3969" w:type="dxa"/>
          </w:tcPr>
          <w:p w14:paraId="2BD1CA92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лицей №107</w:t>
            </w:r>
          </w:p>
        </w:tc>
        <w:tc>
          <w:tcPr>
            <w:tcW w:w="2977" w:type="dxa"/>
          </w:tcPr>
          <w:p w14:paraId="2A551E61" w14:textId="77777777" w:rsidR="00894A01" w:rsidRDefault="00894A01" w:rsidP="00894A01">
            <w:pPr>
              <w:jc w:val="center"/>
            </w:pPr>
            <w:r w:rsidRPr="009E40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894A01" w:rsidRPr="00894A01" w14:paraId="6D8E7D66" w14:textId="77777777" w:rsidTr="00894A01">
        <w:trPr>
          <w:trHeight w:val="595"/>
        </w:trPr>
        <w:tc>
          <w:tcPr>
            <w:tcW w:w="567" w:type="dxa"/>
          </w:tcPr>
          <w:p w14:paraId="77599C58" w14:textId="77777777" w:rsidR="00894A01" w:rsidRPr="00894A01" w:rsidRDefault="00894A01" w:rsidP="00215B6B">
            <w:pPr>
              <w:pStyle w:val="a7"/>
              <w:numPr>
                <w:ilvl w:val="0"/>
                <w:numId w:val="21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</w:tcPr>
          <w:p w14:paraId="43CFD80D" w14:textId="77777777" w:rsid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Шакирова</w:t>
            </w:r>
          </w:p>
          <w:p w14:paraId="17A03CC6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 Гульнара Альфредовна</w:t>
            </w:r>
          </w:p>
        </w:tc>
        <w:tc>
          <w:tcPr>
            <w:tcW w:w="3969" w:type="dxa"/>
          </w:tcPr>
          <w:p w14:paraId="7948276E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МБДОУ детский сад №278</w:t>
            </w:r>
          </w:p>
        </w:tc>
        <w:tc>
          <w:tcPr>
            <w:tcW w:w="2977" w:type="dxa"/>
          </w:tcPr>
          <w:p w14:paraId="601DAD4E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  <w:tr w:rsidR="00894A01" w:rsidRPr="00894A01" w14:paraId="380EFDB3" w14:textId="77777777" w:rsidTr="00894A01">
        <w:trPr>
          <w:trHeight w:val="595"/>
        </w:trPr>
        <w:tc>
          <w:tcPr>
            <w:tcW w:w="567" w:type="dxa"/>
          </w:tcPr>
          <w:p w14:paraId="0E6D99C2" w14:textId="77777777" w:rsidR="00894A01" w:rsidRPr="00894A01" w:rsidRDefault="00894A01" w:rsidP="00215B6B">
            <w:pPr>
              <w:pStyle w:val="a7"/>
              <w:numPr>
                <w:ilvl w:val="0"/>
                <w:numId w:val="21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</w:tcPr>
          <w:p w14:paraId="1DB069F1" w14:textId="77777777" w:rsid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Шаманаева</w:t>
            </w:r>
          </w:p>
          <w:p w14:paraId="13DCFA73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 Жанна Александровна</w:t>
            </w:r>
          </w:p>
        </w:tc>
        <w:tc>
          <w:tcPr>
            <w:tcW w:w="3969" w:type="dxa"/>
          </w:tcPr>
          <w:p w14:paraId="1F80D496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МАОУ гимназия №115</w:t>
            </w:r>
          </w:p>
        </w:tc>
        <w:tc>
          <w:tcPr>
            <w:tcW w:w="2977" w:type="dxa"/>
          </w:tcPr>
          <w:p w14:paraId="2C684AEC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894A01" w:rsidRPr="00894A01" w14:paraId="7D4BBE24" w14:textId="77777777" w:rsidTr="00894A01">
        <w:trPr>
          <w:trHeight w:val="595"/>
        </w:trPr>
        <w:tc>
          <w:tcPr>
            <w:tcW w:w="567" w:type="dxa"/>
          </w:tcPr>
          <w:p w14:paraId="32279E2F" w14:textId="77777777" w:rsidR="00894A01" w:rsidRPr="00894A01" w:rsidRDefault="00894A01" w:rsidP="00215B6B">
            <w:pPr>
              <w:pStyle w:val="a7"/>
              <w:numPr>
                <w:ilvl w:val="0"/>
                <w:numId w:val="21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</w:tcPr>
          <w:p w14:paraId="34EC48F7" w14:textId="77777777" w:rsid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Якупова </w:t>
            </w:r>
          </w:p>
          <w:p w14:paraId="67B8080A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Земфира Гайниятулловна</w:t>
            </w:r>
          </w:p>
        </w:tc>
        <w:tc>
          <w:tcPr>
            <w:tcW w:w="3969" w:type="dxa"/>
          </w:tcPr>
          <w:p w14:paraId="1A195F72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лицей №107</w:t>
            </w:r>
          </w:p>
        </w:tc>
        <w:tc>
          <w:tcPr>
            <w:tcW w:w="2977" w:type="dxa"/>
          </w:tcPr>
          <w:p w14:paraId="5A6F5CE6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</w:tbl>
    <w:p w14:paraId="5DCA5C12" w14:textId="77777777" w:rsidR="00894A01" w:rsidRPr="00894A01" w:rsidRDefault="00894A01" w:rsidP="00894A01">
      <w:pPr>
        <w:pStyle w:val="a7"/>
        <w:spacing w:line="276" w:lineRule="auto"/>
        <w:rPr>
          <w:sz w:val="24"/>
          <w:szCs w:val="24"/>
        </w:rPr>
      </w:pPr>
    </w:p>
    <w:p w14:paraId="373AF515" w14:textId="77777777" w:rsidR="00A716D0" w:rsidRDefault="00A716D0" w:rsidP="00894A01">
      <w:pPr>
        <w:pStyle w:val="a7"/>
        <w:spacing w:line="276" w:lineRule="auto"/>
        <w:rPr>
          <w:sz w:val="24"/>
          <w:szCs w:val="24"/>
        </w:rPr>
      </w:pPr>
    </w:p>
    <w:p w14:paraId="6BD8F899" w14:textId="77777777" w:rsidR="00A716D0" w:rsidRDefault="00A716D0" w:rsidP="00894A01">
      <w:pPr>
        <w:pStyle w:val="a7"/>
        <w:spacing w:line="276" w:lineRule="auto"/>
        <w:rPr>
          <w:sz w:val="24"/>
          <w:szCs w:val="24"/>
        </w:rPr>
      </w:pPr>
    </w:p>
    <w:p w14:paraId="7DC5FAD7" w14:textId="77777777" w:rsidR="00A716D0" w:rsidRDefault="00A716D0" w:rsidP="00894A01">
      <w:pPr>
        <w:pStyle w:val="a7"/>
        <w:spacing w:line="276" w:lineRule="auto"/>
        <w:rPr>
          <w:sz w:val="24"/>
          <w:szCs w:val="24"/>
        </w:rPr>
      </w:pPr>
    </w:p>
    <w:p w14:paraId="2F3514A6" w14:textId="77777777" w:rsidR="00A716D0" w:rsidRDefault="00A716D0" w:rsidP="00894A01">
      <w:pPr>
        <w:pStyle w:val="a7"/>
        <w:spacing w:line="276" w:lineRule="auto"/>
        <w:rPr>
          <w:sz w:val="24"/>
          <w:szCs w:val="24"/>
        </w:rPr>
      </w:pPr>
    </w:p>
    <w:p w14:paraId="2265F89A" w14:textId="77777777" w:rsidR="00A716D0" w:rsidRDefault="00A716D0" w:rsidP="00894A01">
      <w:pPr>
        <w:pStyle w:val="a7"/>
        <w:spacing w:line="276" w:lineRule="auto"/>
        <w:rPr>
          <w:sz w:val="24"/>
          <w:szCs w:val="24"/>
        </w:rPr>
      </w:pPr>
    </w:p>
    <w:p w14:paraId="3CFEECAF" w14:textId="77777777" w:rsidR="00A716D0" w:rsidRDefault="00A716D0" w:rsidP="00894A01">
      <w:pPr>
        <w:pStyle w:val="a7"/>
        <w:spacing w:line="276" w:lineRule="auto"/>
        <w:rPr>
          <w:sz w:val="24"/>
          <w:szCs w:val="24"/>
        </w:rPr>
      </w:pPr>
    </w:p>
    <w:p w14:paraId="1ACACD05" w14:textId="77777777" w:rsidR="00A716D0" w:rsidRDefault="00A716D0" w:rsidP="00894A01">
      <w:pPr>
        <w:pStyle w:val="a7"/>
        <w:spacing w:line="276" w:lineRule="auto"/>
        <w:rPr>
          <w:sz w:val="24"/>
          <w:szCs w:val="24"/>
        </w:rPr>
      </w:pPr>
    </w:p>
    <w:p w14:paraId="7127EB51" w14:textId="77777777" w:rsidR="00A716D0" w:rsidRDefault="00A716D0" w:rsidP="00894A01">
      <w:pPr>
        <w:pStyle w:val="a7"/>
        <w:spacing w:line="276" w:lineRule="auto"/>
        <w:rPr>
          <w:sz w:val="24"/>
          <w:szCs w:val="24"/>
        </w:rPr>
      </w:pPr>
    </w:p>
    <w:p w14:paraId="237B6C9A" w14:textId="77777777" w:rsidR="00A716D0" w:rsidRDefault="00A716D0" w:rsidP="00894A01">
      <w:pPr>
        <w:pStyle w:val="a7"/>
        <w:spacing w:line="276" w:lineRule="auto"/>
        <w:rPr>
          <w:sz w:val="24"/>
          <w:szCs w:val="24"/>
        </w:rPr>
      </w:pPr>
    </w:p>
    <w:p w14:paraId="51021242" w14:textId="77777777" w:rsidR="00A716D0" w:rsidRDefault="00A716D0" w:rsidP="00894A01">
      <w:pPr>
        <w:pStyle w:val="a7"/>
        <w:spacing w:line="276" w:lineRule="auto"/>
        <w:rPr>
          <w:sz w:val="24"/>
          <w:szCs w:val="24"/>
        </w:rPr>
      </w:pPr>
    </w:p>
    <w:p w14:paraId="57833E4C" w14:textId="77777777" w:rsidR="00A716D0" w:rsidRDefault="00A716D0" w:rsidP="00894A01">
      <w:pPr>
        <w:pStyle w:val="a7"/>
        <w:spacing w:line="276" w:lineRule="auto"/>
        <w:rPr>
          <w:sz w:val="24"/>
          <w:szCs w:val="24"/>
        </w:rPr>
      </w:pPr>
    </w:p>
    <w:p w14:paraId="60F9DF05" w14:textId="77777777" w:rsidR="00A716D0" w:rsidRDefault="00A716D0" w:rsidP="00894A01">
      <w:pPr>
        <w:pStyle w:val="a7"/>
        <w:spacing w:line="276" w:lineRule="auto"/>
        <w:rPr>
          <w:sz w:val="24"/>
          <w:szCs w:val="24"/>
        </w:rPr>
      </w:pPr>
    </w:p>
    <w:p w14:paraId="6CEDB4DB" w14:textId="77777777" w:rsidR="00A716D0" w:rsidRDefault="00A716D0" w:rsidP="00894A01">
      <w:pPr>
        <w:pStyle w:val="a7"/>
        <w:spacing w:line="276" w:lineRule="auto"/>
        <w:rPr>
          <w:sz w:val="24"/>
          <w:szCs w:val="24"/>
        </w:rPr>
      </w:pPr>
    </w:p>
    <w:p w14:paraId="764020EE" w14:textId="77777777" w:rsidR="00A716D0" w:rsidRDefault="00A716D0" w:rsidP="00894A01">
      <w:pPr>
        <w:pStyle w:val="a7"/>
        <w:spacing w:line="276" w:lineRule="auto"/>
        <w:rPr>
          <w:sz w:val="24"/>
          <w:szCs w:val="24"/>
        </w:rPr>
      </w:pPr>
    </w:p>
    <w:p w14:paraId="153C2F8B" w14:textId="77777777" w:rsidR="00A716D0" w:rsidRDefault="00A716D0" w:rsidP="00894A01">
      <w:pPr>
        <w:pStyle w:val="a7"/>
        <w:spacing w:line="276" w:lineRule="auto"/>
        <w:rPr>
          <w:sz w:val="24"/>
          <w:szCs w:val="24"/>
        </w:rPr>
      </w:pPr>
    </w:p>
    <w:p w14:paraId="40F89C52" w14:textId="77777777" w:rsidR="00A716D0" w:rsidRDefault="00A716D0" w:rsidP="00894A01">
      <w:pPr>
        <w:pStyle w:val="a7"/>
        <w:spacing w:line="276" w:lineRule="auto"/>
        <w:rPr>
          <w:sz w:val="24"/>
          <w:szCs w:val="24"/>
        </w:rPr>
      </w:pPr>
    </w:p>
    <w:p w14:paraId="1C91D1CE" w14:textId="77777777" w:rsidR="00A716D0" w:rsidRDefault="00A716D0" w:rsidP="00894A01">
      <w:pPr>
        <w:pStyle w:val="a7"/>
        <w:spacing w:line="276" w:lineRule="auto"/>
        <w:rPr>
          <w:sz w:val="24"/>
          <w:szCs w:val="24"/>
        </w:rPr>
      </w:pPr>
    </w:p>
    <w:p w14:paraId="212A8169" w14:textId="77777777" w:rsidR="00A716D0" w:rsidRDefault="00A716D0" w:rsidP="00894A01">
      <w:pPr>
        <w:pStyle w:val="a7"/>
        <w:spacing w:line="276" w:lineRule="auto"/>
        <w:rPr>
          <w:sz w:val="24"/>
          <w:szCs w:val="24"/>
        </w:rPr>
      </w:pPr>
    </w:p>
    <w:p w14:paraId="76B36E1C" w14:textId="77777777" w:rsidR="00A716D0" w:rsidRDefault="00A716D0" w:rsidP="00894A01">
      <w:pPr>
        <w:pStyle w:val="a7"/>
        <w:spacing w:line="276" w:lineRule="auto"/>
        <w:rPr>
          <w:sz w:val="24"/>
          <w:szCs w:val="24"/>
        </w:rPr>
      </w:pPr>
    </w:p>
    <w:p w14:paraId="5C9427A0" w14:textId="77777777" w:rsidR="00A716D0" w:rsidRDefault="00A716D0" w:rsidP="00894A01">
      <w:pPr>
        <w:pStyle w:val="a7"/>
        <w:spacing w:line="276" w:lineRule="auto"/>
        <w:rPr>
          <w:sz w:val="24"/>
          <w:szCs w:val="24"/>
        </w:rPr>
      </w:pPr>
    </w:p>
    <w:p w14:paraId="3AC0FDEA" w14:textId="77777777" w:rsidR="00A716D0" w:rsidRDefault="00A716D0" w:rsidP="00894A01">
      <w:pPr>
        <w:pStyle w:val="a7"/>
        <w:spacing w:line="276" w:lineRule="auto"/>
        <w:rPr>
          <w:sz w:val="24"/>
          <w:szCs w:val="24"/>
        </w:rPr>
      </w:pPr>
    </w:p>
    <w:p w14:paraId="18D9DD37" w14:textId="77777777" w:rsidR="00A716D0" w:rsidRDefault="00A716D0" w:rsidP="00894A01">
      <w:pPr>
        <w:pStyle w:val="a7"/>
        <w:spacing w:line="276" w:lineRule="auto"/>
        <w:rPr>
          <w:sz w:val="24"/>
          <w:szCs w:val="24"/>
        </w:rPr>
      </w:pPr>
    </w:p>
    <w:p w14:paraId="79084D56" w14:textId="77777777" w:rsidR="00A716D0" w:rsidRDefault="00A716D0" w:rsidP="00894A01">
      <w:pPr>
        <w:pStyle w:val="a7"/>
        <w:spacing w:line="276" w:lineRule="auto"/>
        <w:rPr>
          <w:sz w:val="24"/>
          <w:szCs w:val="24"/>
        </w:rPr>
      </w:pPr>
    </w:p>
    <w:p w14:paraId="4E8BCB96" w14:textId="77777777" w:rsidR="00A716D0" w:rsidRDefault="00A716D0" w:rsidP="00894A01">
      <w:pPr>
        <w:pStyle w:val="a7"/>
        <w:spacing w:line="276" w:lineRule="auto"/>
        <w:rPr>
          <w:sz w:val="24"/>
          <w:szCs w:val="24"/>
        </w:rPr>
      </w:pPr>
    </w:p>
    <w:p w14:paraId="640E102F" w14:textId="77777777" w:rsidR="00A716D0" w:rsidRDefault="00A716D0" w:rsidP="00894A01">
      <w:pPr>
        <w:pStyle w:val="a7"/>
        <w:spacing w:line="276" w:lineRule="auto"/>
        <w:rPr>
          <w:sz w:val="24"/>
          <w:szCs w:val="24"/>
        </w:rPr>
      </w:pPr>
    </w:p>
    <w:p w14:paraId="0A8FBAFC" w14:textId="77777777" w:rsidR="00A716D0" w:rsidRDefault="00A716D0" w:rsidP="00894A01">
      <w:pPr>
        <w:pStyle w:val="a7"/>
        <w:spacing w:line="276" w:lineRule="auto"/>
        <w:rPr>
          <w:sz w:val="24"/>
          <w:szCs w:val="24"/>
        </w:rPr>
      </w:pPr>
    </w:p>
    <w:p w14:paraId="47051C34" w14:textId="77777777" w:rsidR="00A716D0" w:rsidRDefault="00A716D0" w:rsidP="00894A01">
      <w:pPr>
        <w:pStyle w:val="a7"/>
        <w:spacing w:line="276" w:lineRule="auto"/>
        <w:rPr>
          <w:sz w:val="24"/>
          <w:szCs w:val="24"/>
        </w:rPr>
      </w:pPr>
    </w:p>
    <w:p w14:paraId="2A17DBBF" w14:textId="77777777" w:rsidR="00A716D0" w:rsidRDefault="00A716D0" w:rsidP="00894A01">
      <w:pPr>
        <w:pStyle w:val="a7"/>
        <w:spacing w:line="276" w:lineRule="auto"/>
        <w:rPr>
          <w:sz w:val="24"/>
          <w:szCs w:val="24"/>
        </w:rPr>
      </w:pPr>
    </w:p>
    <w:p w14:paraId="7055F498" w14:textId="77777777" w:rsidR="00A716D0" w:rsidRDefault="00A716D0" w:rsidP="00894A01">
      <w:pPr>
        <w:pStyle w:val="a7"/>
        <w:spacing w:line="276" w:lineRule="auto"/>
        <w:rPr>
          <w:sz w:val="24"/>
          <w:szCs w:val="24"/>
        </w:rPr>
      </w:pPr>
    </w:p>
    <w:p w14:paraId="2C954CA1" w14:textId="77777777" w:rsidR="00A716D0" w:rsidRDefault="00A716D0" w:rsidP="00894A01">
      <w:pPr>
        <w:pStyle w:val="a7"/>
        <w:spacing w:line="276" w:lineRule="auto"/>
        <w:rPr>
          <w:sz w:val="24"/>
          <w:szCs w:val="24"/>
        </w:rPr>
      </w:pPr>
    </w:p>
    <w:p w14:paraId="76A9750E" w14:textId="77777777" w:rsidR="00A716D0" w:rsidRDefault="00A716D0" w:rsidP="00894A01">
      <w:pPr>
        <w:pStyle w:val="a7"/>
        <w:spacing w:line="276" w:lineRule="auto"/>
        <w:rPr>
          <w:sz w:val="24"/>
          <w:szCs w:val="24"/>
        </w:rPr>
      </w:pPr>
    </w:p>
    <w:p w14:paraId="5DFC9F9B" w14:textId="77777777" w:rsidR="00A716D0" w:rsidRDefault="00A716D0" w:rsidP="00894A01">
      <w:pPr>
        <w:pStyle w:val="a7"/>
        <w:spacing w:line="276" w:lineRule="auto"/>
        <w:rPr>
          <w:sz w:val="24"/>
          <w:szCs w:val="24"/>
        </w:rPr>
      </w:pPr>
    </w:p>
    <w:p w14:paraId="3F83F15F" w14:textId="77777777" w:rsidR="00A716D0" w:rsidRDefault="00A716D0" w:rsidP="00894A01">
      <w:pPr>
        <w:pStyle w:val="a7"/>
        <w:spacing w:line="276" w:lineRule="auto"/>
        <w:rPr>
          <w:sz w:val="24"/>
          <w:szCs w:val="24"/>
        </w:rPr>
      </w:pPr>
    </w:p>
    <w:p w14:paraId="43CFB136" w14:textId="77777777" w:rsidR="00A716D0" w:rsidRDefault="00A716D0" w:rsidP="00A716D0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11CE4D72" w14:textId="77777777" w:rsidR="00A716D0" w:rsidRDefault="00A716D0" w:rsidP="00A716D0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Приложение №2  к приказу Министерства образования</w:t>
      </w:r>
    </w:p>
    <w:p w14:paraId="327DC650" w14:textId="77777777" w:rsidR="00A716D0" w:rsidRPr="00BE3CB8" w:rsidRDefault="00A716D0" w:rsidP="00A716D0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14:paraId="1E2DB1DF" w14:textId="77777777" w:rsidR="00A716D0" w:rsidRDefault="00A716D0" w:rsidP="00A716D0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14:paraId="5A0D8470" w14:textId="77777777" w:rsidR="00A716D0" w:rsidRDefault="00A716D0" w:rsidP="00A716D0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14:paraId="539EA104" w14:textId="77777777" w:rsidR="00A716D0" w:rsidRDefault="00A716D0" w:rsidP="00A716D0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14:paraId="0793F89D" w14:textId="77777777" w:rsidR="00A716D0" w:rsidRPr="00FD0F2C" w:rsidRDefault="00A716D0" w:rsidP="00A716D0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52B55090" w14:textId="77777777" w:rsidR="00894A01" w:rsidRPr="00894A01" w:rsidRDefault="00894A01" w:rsidP="00894A01">
      <w:pPr>
        <w:pStyle w:val="a7"/>
        <w:spacing w:line="276" w:lineRule="auto"/>
        <w:rPr>
          <w:sz w:val="24"/>
          <w:szCs w:val="24"/>
        </w:rPr>
      </w:pPr>
      <w:r w:rsidRPr="00894A01">
        <w:rPr>
          <w:sz w:val="24"/>
          <w:szCs w:val="24"/>
        </w:rPr>
        <w:t>Образовательные учреждения, подведомственные Управлению по опеке и попечительству ГО г. Уфа РБ</w:t>
      </w:r>
    </w:p>
    <w:p w14:paraId="10E080A1" w14:textId="77777777" w:rsidR="00894A01" w:rsidRPr="00894A01" w:rsidRDefault="00894A01" w:rsidP="00894A01">
      <w:pPr>
        <w:pStyle w:val="a7"/>
        <w:spacing w:line="276" w:lineRule="auto"/>
        <w:ind w:left="2832" w:firstLine="708"/>
        <w:rPr>
          <w:b w:val="0"/>
          <w:i/>
          <w:sz w:val="24"/>
          <w:szCs w:val="24"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544"/>
        <w:gridCol w:w="3969"/>
        <w:gridCol w:w="2977"/>
      </w:tblGrid>
      <w:tr w:rsidR="00894A01" w:rsidRPr="00894A01" w14:paraId="5488E2E4" w14:textId="77777777" w:rsidTr="00894A01">
        <w:trPr>
          <w:trHeight w:val="595"/>
        </w:trPr>
        <w:tc>
          <w:tcPr>
            <w:tcW w:w="567" w:type="dxa"/>
            <w:vAlign w:val="center"/>
          </w:tcPr>
          <w:p w14:paraId="0FB34B93" w14:textId="77777777" w:rsidR="00894A01" w:rsidRPr="00C30652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544" w:type="dxa"/>
            <w:vAlign w:val="center"/>
          </w:tcPr>
          <w:p w14:paraId="6C670AE2" w14:textId="77777777" w:rsidR="00894A01" w:rsidRPr="00C30652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b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ИО</w:t>
            </w:r>
          </w:p>
        </w:tc>
        <w:tc>
          <w:tcPr>
            <w:tcW w:w="3969" w:type="dxa"/>
            <w:vAlign w:val="center"/>
          </w:tcPr>
          <w:p w14:paraId="4819810E" w14:textId="77777777" w:rsidR="00894A01" w:rsidRPr="00C30652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977" w:type="dxa"/>
            <w:vAlign w:val="center"/>
          </w:tcPr>
          <w:p w14:paraId="1578C0CB" w14:textId="77777777" w:rsidR="00894A01" w:rsidRPr="00C30652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894A01" w:rsidRPr="00894A01" w14:paraId="1624EC62" w14:textId="77777777" w:rsidTr="00894A01">
        <w:trPr>
          <w:trHeight w:val="595"/>
        </w:trPr>
        <w:tc>
          <w:tcPr>
            <w:tcW w:w="567" w:type="dxa"/>
          </w:tcPr>
          <w:p w14:paraId="2275390B" w14:textId="77777777" w:rsidR="00894A01" w:rsidRPr="00894A01" w:rsidRDefault="00894A01" w:rsidP="00215B6B">
            <w:pPr>
              <w:pStyle w:val="a7"/>
              <w:numPr>
                <w:ilvl w:val="0"/>
                <w:numId w:val="22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</w:tcPr>
          <w:p w14:paraId="061A2A46" w14:textId="77777777" w:rsid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Ахметшарипова </w:t>
            </w:r>
          </w:p>
          <w:p w14:paraId="34D479A6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Гульнара Фнуновна</w:t>
            </w:r>
          </w:p>
        </w:tc>
        <w:tc>
          <w:tcPr>
            <w:tcW w:w="3969" w:type="dxa"/>
          </w:tcPr>
          <w:p w14:paraId="564BB450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ЦППРиК «Саторис»</w:t>
            </w:r>
          </w:p>
        </w:tc>
        <w:tc>
          <w:tcPr>
            <w:tcW w:w="2977" w:type="dxa"/>
          </w:tcPr>
          <w:p w14:paraId="31514731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оциальный педагог</w:t>
            </w:r>
          </w:p>
        </w:tc>
      </w:tr>
    </w:tbl>
    <w:p w14:paraId="218D2D51" w14:textId="77777777" w:rsidR="00894A01" w:rsidRPr="00894A01" w:rsidRDefault="00894A01" w:rsidP="00894A01">
      <w:pPr>
        <w:pStyle w:val="a7"/>
        <w:spacing w:line="276" w:lineRule="auto"/>
        <w:ind w:left="2832" w:firstLine="708"/>
        <w:rPr>
          <w:b w:val="0"/>
          <w:i/>
          <w:sz w:val="24"/>
          <w:szCs w:val="24"/>
        </w:rPr>
      </w:pPr>
    </w:p>
    <w:p w14:paraId="40103B5E" w14:textId="77777777" w:rsidR="00894A01" w:rsidRPr="00894A01" w:rsidRDefault="00894A01" w:rsidP="00894A01">
      <w:pPr>
        <w:pStyle w:val="a7"/>
        <w:spacing w:line="276" w:lineRule="auto"/>
        <w:rPr>
          <w:b w:val="0"/>
          <w:sz w:val="24"/>
          <w:szCs w:val="24"/>
        </w:rPr>
      </w:pPr>
    </w:p>
    <w:p w14:paraId="49C24ECD" w14:textId="77777777" w:rsidR="00A716D0" w:rsidRDefault="00A716D0" w:rsidP="00894A01">
      <w:pPr>
        <w:pStyle w:val="a7"/>
        <w:spacing w:line="276" w:lineRule="auto"/>
        <w:rPr>
          <w:sz w:val="24"/>
          <w:szCs w:val="24"/>
        </w:rPr>
      </w:pPr>
    </w:p>
    <w:p w14:paraId="3E55FD84" w14:textId="77777777" w:rsidR="00A716D0" w:rsidRDefault="00A716D0" w:rsidP="00894A01">
      <w:pPr>
        <w:pStyle w:val="a7"/>
        <w:spacing w:line="276" w:lineRule="auto"/>
        <w:rPr>
          <w:sz w:val="24"/>
          <w:szCs w:val="24"/>
        </w:rPr>
      </w:pPr>
    </w:p>
    <w:p w14:paraId="03EB9224" w14:textId="77777777" w:rsidR="00A716D0" w:rsidRDefault="00A716D0" w:rsidP="00894A01">
      <w:pPr>
        <w:pStyle w:val="a7"/>
        <w:spacing w:line="276" w:lineRule="auto"/>
        <w:rPr>
          <w:sz w:val="24"/>
          <w:szCs w:val="24"/>
        </w:rPr>
      </w:pPr>
    </w:p>
    <w:p w14:paraId="7F5212BE" w14:textId="77777777" w:rsidR="00A716D0" w:rsidRDefault="00A716D0" w:rsidP="00894A01">
      <w:pPr>
        <w:pStyle w:val="a7"/>
        <w:spacing w:line="276" w:lineRule="auto"/>
        <w:rPr>
          <w:sz w:val="24"/>
          <w:szCs w:val="24"/>
        </w:rPr>
      </w:pPr>
    </w:p>
    <w:p w14:paraId="0AA5EE8D" w14:textId="77777777" w:rsidR="00A716D0" w:rsidRDefault="00A716D0" w:rsidP="00894A01">
      <w:pPr>
        <w:pStyle w:val="a7"/>
        <w:spacing w:line="276" w:lineRule="auto"/>
        <w:rPr>
          <w:sz w:val="24"/>
          <w:szCs w:val="24"/>
        </w:rPr>
      </w:pPr>
    </w:p>
    <w:p w14:paraId="1ABD3D83" w14:textId="77777777" w:rsidR="00A716D0" w:rsidRDefault="00A716D0" w:rsidP="00894A01">
      <w:pPr>
        <w:pStyle w:val="a7"/>
        <w:spacing w:line="276" w:lineRule="auto"/>
        <w:rPr>
          <w:sz w:val="24"/>
          <w:szCs w:val="24"/>
        </w:rPr>
      </w:pPr>
    </w:p>
    <w:p w14:paraId="68ED9D75" w14:textId="77777777" w:rsidR="00A716D0" w:rsidRDefault="00A716D0" w:rsidP="00894A01">
      <w:pPr>
        <w:pStyle w:val="a7"/>
        <w:spacing w:line="276" w:lineRule="auto"/>
        <w:rPr>
          <w:sz w:val="24"/>
          <w:szCs w:val="24"/>
        </w:rPr>
      </w:pPr>
    </w:p>
    <w:p w14:paraId="7EBE8DA8" w14:textId="77777777" w:rsidR="00A716D0" w:rsidRDefault="00A716D0" w:rsidP="00894A01">
      <w:pPr>
        <w:pStyle w:val="a7"/>
        <w:spacing w:line="276" w:lineRule="auto"/>
        <w:rPr>
          <w:sz w:val="24"/>
          <w:szCs w:val="24"/>
        </w:rPr>
      </w:pPr>
    </w:p>
    <w:p w14:paraId="6F4D6568" w14:textId="77777777" w:rsidR="00A716D0" w:rsidRDefault="00A716D0" w:rsidP="00894A01">
      <w:pPr>
        <w:pStyle w:val="a7"/>
        <w:spacing w:line="276" w:lineRule="auto"/>
        <w:rPr>
          <w:sz w:val="24"/>
          <w:szCs w:val="24"/>
        </w:rPr>
      </w:pPr>
    </w:p>
    <w:p w14:paraId="07383EE5" w14:textId="77777777" w:rsidR="00A716D0" w:rsidRDefault="00A716D0" w:rsidP="00894A01">
      <w:pPr>
        <w:pStyle w:val="a7"/>
        <w:spacing w:line="276" w:lineRule="auto"/>
        <w:rPr>
          <w:sz w:val="24"/>
          <w:szCs w:val="24"/>
        </w:rPr>
      </w:pPr>
    </w:p>
    <w:p w14:paraId="13D19144" w14:textId="77777777" w:rsidR="00A716D0" w:rsidRDefault="00A716D0" w:rsidP="00894A01">
      <w:pPr>
        <w:pStyle w:val="a7"/>
        <w:spacing w:line="276" w:lineRule="auto"/>
        <w:rPr>
          <w:sz w:val="24"/>
          <w:szCs w:val="24"/>
        </w:rPr>
      </w:pPr>
    </w:p>
    <w:p w14:paraId="69BE8869" w14:textId="77777777" w:rsidR="00A716D0" w:rsidRDefault="00A716D0" w:rsidP="00894A01">
      <w:pPr>
        <w:pStyle w:val="a7"/>
        <w:spacing w:line="276" w:lineRule="auto"/>
        <w:rPr>
          <w:sz w:val="24"/>
          <w:szCs w:val="24"/>
        </w:rPr>
      </w:pPr>
    </w:p>
    <w:p w14:paraId="4D841283" w14:textId="77777777" w:rsidR="00A716D0" w:rsidRDefault="00A716D0" w:rsidP="00894A01">
      <w:pPr>
        <w:pStyle w:val="a7"/>
        <w:spacing w:line="276" w:lineRule="auto"/>
        <w:rPr>
          <w:sz w:val="24"/>
          <w:szCs w:val="24"/>
        </w:rPr>
      </w:pPr>
    </w:p>
    <w:p w14:paraId="5EC71AC8" w14:textId="77777777" w:rsidR="00A716D0" w:rsidRDefault="00A716D0" w:rsidP="00894A01">
      <w:pPr>
        <w:pStyle w:val="a7"/>
        <w:spacing w:line="276" w:lineRule="auto"/>
        <w:rPr>
          <w:sz w:val="24"/>
          <w:szCs w:val="24"/>
        </w:rPr>
      </w:pPr>
    </w:p>
    <w:p w14:paraId="175B59C7" w14:textId="77777777" w:rsidR="00A716D0" w:rsidRDefault="00A716D0" w:rsidP="00894A01">
      <w:pPr>
        <w:pStyle w:val="a7"/>
        <w:spacing w:line="276" w:lineRule="auto"/>
        <w:rPr>
          <w:sz w:val="24"/>
          <w:szCs w:val="24"/>
        </w:rPr>
      </w:pPr>
    </w:p>
    <w:p w14:paraId="268FE915" w14:textId="77777777" w:rsidR="00A716D0" w:rsidRDefault="00A716D0" w:rsidP="00894A01">
      <w:pPr>
        <w:pStyle w:val="a7"/>
        <w:spacing w:line="276" w:lineRule="auto"/>
        <w:rPr>
          <w:sz w:val="24"/>
          <w:szCs w:val="24"/>
        </w:rPr>
      </w:pPr>
    </w:p>
    <w:p w14:paraId="79ED9089" w14:textId="77777777" w:rsidR="00A716D0" w:rsidRDefault="00A716D0" w:rsidP="00894A01">
      <w:pPr>
        <w:pStyle w:val="a7"/>
        <w:spacing w:line="276" w:lineRule="auto"/>
        <w:rPr>
          <w:sz w:val="24"/>
          <w:szCs w:val="24"/>
        </w:rPr>
      </w:pPr>
    </w:p>
    <w:p w14:paraId="29CEC3AB" w14:textId="77777777" w:rsidR="00A716D0" w:rsidRDefault="00A716D0" w:rsidP="00894A01">
      <w:pPr>
        <w:pStyle w:val="a7"/>
        <w:spacing w:line="276" w:lineRule="auto"/>
        <w:rPr>
          <w:sz w:val="24"/>
          <w:szCs w:val="24"/>
        </w:rPr>
      </w:pPr>
    </w:p>
    <w:p w14:paraId="7C35402C" w14:textId="77777777" w:rsidR="00A716D0" w:rsidRDefault="00A716D0" w:rsidP="00894A01">
      <w:pPr>
        <w:pStyle w:val="a7"/>
        <w:spacing w:line="276" w:lineRule="auto"/>
        <w:rPr>
          <w:sz w:val="24"/>
          <w:szCs w:val="24"/>
        </w:rPr>
      </w:pPr>
    </w:p>
    <w:p w14:paraId="21EBDC03" w14:textId="77777777" w:rsidR="00A716D0" w:rsidRDefault="00A716D0" w:rsidP="00894A01">
      <w:pPr>
        <w:pStyle w:val="a7"/>
        <w:spacing w:line="276" w:lineRule="auto"/>
        <w:rPr>
          <w:sz w:val="24"/>
          <w:szCs w:val="24"/>
        </w:rPr>
      </w:pPr>
    </w:p>
    <w:p w14:paraId="70641483" w14:textId="77777777" w:rsidR="00A716D0" w:rsidRDefault="00A716D0" w:rsidP="00894A01">
      <w:pPr>
        <w:pStyle w:val="a7"/>
        <w:spacing w:line="276" w:lineRule="auto"/>
        <w:rPr>
          <w:sz w:val="24"/>
          <w:szCs w:val="24"/>
        </w:rPr>
      </w:pPr>
    </w:p>
    <w:p w14:paraId="4A73D2FC" w14:textId="77777777" w:rsidR="00A716D0" w:rsidRDefault="00A716D0" w:rsidP="00894A01">
      <w:pPr>
        <w:pStyle w:val="a7"/>
        <w:spacing w:line="276" w:lineRule="auto"/>
        <w:rPr>
          <w:sz w:val="24"/>
          <w:szCs w:val="24"/>
        </w:rPr>
      </w:pPr>
    </w:p>
    <w:p w14:paraId="5871EEE1" w14:textId="77777777" w:rsidR="00A716D0" w:rsidRDefault="00A716D0" w:rsidP="00894A01">
      <w:pPr>
        <w:pStyle w:val="a7"/>
        <w:spacing w:line="276" w:lineRule="auto"/>
        <w:rPr>
          <w:sz w:val="24"/>
          <w:szCs w:val="24"/>
        </w:rPr>
      </w:pPr>
    </w:p>
    <w:p w14:paraId="25E605B5" w14:textId="77777777" w:rsidR="00A716D0" w:rsidRDefault="00A716D0" w:rsidP="00894A01">
      <w:pPr>
        <w:pStyle w:val="a7"/>
        <w:spacing w:line="276" w:lineRule="auto"/>
        <w:rPr>
          <w:sz w:val="24"/>
          <w:szCs w:val="24"/>
        </w:rPr>
      </w:pPr>
    </w:p>
    <w:p w14:paraId="0475ADAD" w14:textId="77777777" w:rsidR="00A716D0" w:rsidRDefault="00A716D0" w:rsidP="00894A01">
      <w:pPr>
        <w:pStyle w:val="a7"/>
        <w:spacing w:line="276" w:lineRule="auto"/>
        <w:rPr>
          <w:sz w:val="24"/>
          <w:szCs w:val="24"/>
        </w:rPr>
      </w:pPr>
    </w:p>
    <w:p w14:paraId="31946CD0" w14:textId="77777777" w:rsidR="00A716D0" w:rsidRDefault="00A716D0" w:rsidP="00894A01">
      <w:pPr>
        <w:pStyle w:val="a7"/>
        <w:spacing w:line="276" w:lineRule="auto"/>
        <w:rPr>
          <w:sz w:val="24"/>
          <w:szCs w:val="24"/>
        </w:rPr>
      </w:pPr>
    </w:p>
    <w:p w14:paraId="261F2C6C" w14:textId="77777777" w:rsidR="00A716D0" w:rsidRDefault="00A716D0" w:rsidP="00894A01">
      <w:pPr>
        <w:pStyle w:val="a7"/>
        <w:spacing w:line="276" w:lineRule="auto"/>
        <w:rPr>
          <w:sz w:val="24"/>
          <w:szCs w:val="24"/>
        </w:rPr>
      </w:pPr>
    </w:p>
    <w:p w14:paraId="14F8024E" w14:textId="77777777" w:rsidR="00A716D0" w:rsidRDefault="00A716D0" w:rsidP="00894A01">
      <w:pPr>
        <w:pStyle w:val="a7"/>
        <w:spacing w:line="276" w:lineRule="auto"/>
        <w:rPr>
          <w:sz w:val="24"/>
          <w:szCs w:val="24"/>
        </w:rPr>
      </w:pPr>
    </w:p>
    <w:p w14:paraId="097D205D" w14:textId="77777777" w:rsidR="00A716D0" w:rsidRDefault="00A716D0" w:rsidP="00894A01">
      <w:pPr>
        <w:pStyle w:val="a7"/>
        <w:spacing w:line="276" w:lineRule="auto"/>
        <w:rPr>
          <w:sz w:val="24"/>
          <w:szCs w:val="24"/>
        </w:rPr>
      </w:pPr>
    </w:p>
    <w:p w14:paraId="204F41D7" w14:textId="77777777" w:rsidR="00A716D0" w:rsidRDefault="00A716D0" w:rsidP="00894A01">
      <w:pPr>
        <w:pStyle w:val="a7"/>
        <w:spacing w:line="276" w:lineRule="auto"/>
        <w:rPr>
          <w:sz w:val="24"/>
          <w:szCs w:val="24"/>
        </w:rPr>
      </w:pPr>
    </w:p>
    <w:p w14:paraId="1B9D9579" w14:textId="77777777" w:rsidR="00A716D0" w:rsidRDefault="00A716D0" w:rsidP="00894A01">
      <w:pPr>
        <w:pStyle w:val="a7"/>
        <w:spacing w:line="276" w:lineRule="auto"/>
        <w:rPr>
          <w:sz w:val="24"/>
          <w:szCs w:val="24"/>
        </w:rPr>
      </w:pPr>
    </w:p>
    <w:p w14:paraId="077BF78F" w14:textId="77777777" w:rsidR="00A716D0" w:rsidRDefault="00A716D0" w:rsidP="00894A01">
      <w:pPr>
        <w:pStyle w:val="a7"/>
        <w:spacing w:line="276" w:lineRule="auto"/>
        <w:rPr>
          <w:sz w:val="24"/>
          <w:szCs w:val="24"/>
        </w:rPr>
      </w:pPr>
    </w:p>
    <w:p w14:paraId="39D4F00F" w14:textId="77777777" w:rsidR="00A716D0" w:rsidRDefault="00A716D0" w:rsidP="00894A01">
      <w:pPr>
        <w:pStyle w:val="a7"/>
        <w:spacing w:line="276" w:lineRule="auto"/>
        <w:rPr>
          <w:sz w:val="24"/>
          <w:szCs w:val="24"/>
        </w:rPr>
      </w:pPr>
    </w:p>
    <w:p w14:paraId="390A3163" w14:textId="77777777" w:rsidR="00A716D0" w:rsidRDefault="00A716D0" w:rsidP="00894A01">
      <w:pPr>
        <w:pStyle w:val="a7"/>
        <w:spacing w:line="276" w:lineRule="auto"/>
        <w:rPr>
          <w:sz w:val="24"/>
          <w:szCs w:val="24"/>
        </w:rPr>
      </w:pPr>
    </w:p>
    <w:p w14:paraId="571576CF" w14:textId="77777777" w:rsidR="00A716D0" w:rsidRDefault="00A716D0" w:rsidP="00894A01">
      <w:pPr>
        <w:pStyle w:val="a7"/>
        <w:spacing w:line="276" w:lineRule="auto"/>
        <w:rPr>
          <w:sz w:val="24"/>
          <w:szCs w:val="24"/>
        </w:rPr>
      </w:pPr>
    </w:p>
    <w:p w14:paraId="6D7BC6DA" w14:textId="77777777" w:rsidR="00A716D0" w:rsidRDefault="00A716D0" w:rsidP="00A716D0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Приложение №2  к приказу Министерства образования</w:t>
      </w:r>
    </w:p>
    <w:p w14:paraId="4088895D" w14:textId="77777777" w:rsidR="00A716D0" w:rsidRPr="00BE3CB8" w:rsidRDefault="00A716D0" w:rsidP="00A716D0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14:paraId="510A8B7A" w14:textId="77777777" w:rsidR="00A716D0" w:rsidRDefault="00A716D0" w:rsidP="00A716D0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14:paraId="1C95A73B" w14:textId="77777777" w:rsidR="00A716D0" w:rsidRDefault="00A716D0" w:rsidP="00A716D0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14:paraId="343D4918" w14:textId="77777777" w:rsidR="00A716D0" w:rsidRDefault="00A716D0" w:rsidP="00A716D0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14:paraId="2E29DC36" w14:textId="77777777" w:rsidR="00A716D0" w:rsidRPr="00FD0F2C" w:rsidRDefault="00A716D0" w:rsidP="00A716D0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16F1C9D4" w14:textId="77777777" w:rsidR="00894A01" w:rsidRPr="00894A01" w:rsidRDefault="00894A01" w:rsidP="00894A01">
      <w:pPr>
        <w:pStyle w:val="a7"/>
        <w:spacing w:line="276" w:lineRule="auto"/>
        <w:rPr>
          <w:sz w:val="24"/>
          <w:szCs w:val="24"/>
        </w:rPr>
      </w:pPr>
      <w:r w:rsidRPr="00894A01">
        <w:rPr>
          <w:sz w:val="24"/>
          <w:szCs w:val="24"/>
        </w:rPr>
        <w:t>Городской округ город Уфа Республики Башкортостан</w:t>
      </w:r>
    </w:p>
    <w:p w14:paraId="54D8850F" w14:textId="77777777" w:rsidR="00894A01" w:rsidRPr="00894A01" w:rsidRDefault="00894A01" w:rsidP="00894A01">
      <w:pPr>
        <w:pStyle w:val="a7"/>
        <w:spacing w:line="276" w:lineRule="auto"/>
        <w:rPr>
          <w:b w:val="0"/>
          <w:sz w:val="24"/>
          <w:szCs w:val="24"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544"/>
        <w:gridCol w:w="3969"/>
        <w:gridCol w:w="2977"/>
      </w:tblGrid>
      <w:tr w:rsidR="00894A01" w:rsidRPr="00894A01" w14:paraId="3FED1034" w14:textId="77777777" w:rsidTr="00894A01">
        <w:trPr>
          <w:trHeight w:val="595"/>
        </w:trPr>
        <w:tc>
          <w:tcPr>
            <w:tcW w:w="567" w:type="dxa"/>
            <w:vAlign w:val="center"/>
          </w:tcPr>
          <w:p w14:paraId="11756F63" w14:textId="77777777" w:rsidR="00894A01" w:rsidRPr="00C30652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544" w:type="dxa"/>
            <w:vAlign w:val="center"/>
          </w:tcPr>
          <w:p w14:paraId="613EE1C2" w14:textId="77777777" w:rsidR="00894A01" w:rsidRPr="00C30652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b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ИО</w:t>
            </w:r>
          </w:p>
        </w:tc>
        <w:tc>
          <w:tcPr>
            <w:tcW w:w="3969" w:type="dxa"/>
            <w:vAlign w:val="center"/>
          </w:tcPr>
          <w:p w14:paraId="4467C38A" w14:textId="77777777" w:rsidR="00894A01" w:rsidRPr="00C30652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977" w:type="dxa"/>
            <w:vAlign w:val="center"/>
          </w:tcPr>
          <w:p w14:paraId="5BC56CD5" w14:textId="77777777" w:rsidR="00894A01" w:rsidRPr="00C30652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894A01" w:rsidRPr="00894A01" w14:paraId="6546A579" w14:textId="77777777" w:rsidTr="00894A01">
        <w:trPr>
          <w:trHeight w:val="595"/>
        </w:trPr>
        <w:tc>
          <w:tcPr>
            <w:tcW w:w="567" w:type="dxa"/>
          </w:tcPr>
          <w:p w14:paraId="04937928" w14:textId="77777777" w:rsidR="00894A01" w:rsidRPr="00894A01" w:rsidRDefault="00894A01" w:rsidP="00215B6B">
            <w:pPr>
              <w:pStyle w:val="a7"/>
              <w:numPr>
                <w:ilvl w:val="0"/>
                <w:numId w:val="23"/>
              </w:numPr>
              <w:spacing w:line="276" w:lineRule="auto"/>
              <w:ind w:left="0"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</w:tcPr>
          <w:p w14:paraId="289B93FA" w14:textId="77777777" w:rsid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Грачева</w:t>
            </w:r>
          </w:p>
          <w:p w14:paraId="7388AA3F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 xml:space="preserve"> Наталья Юрьевна</w:t>
            </w:r>
          </w:p>
        </w:tc>
        <w:tc>
          <w:tcPr>
            <w:tcW w:w="3969" w:type="dxa"/>
          </w:tcPr>
          <w:p w14:paraId="5CF81737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МБОУ ДОД УГДДТ им.В.М.Комарова</w:t>
            </w:r>
          </w:p>
        </w:tc>
        <w:tc>
          <w:tcPr>
            <w:tcW w:w="2977" w:type="dxa"/>
          </w:tcPr>
          <w:p w14:paraId="349F7B36" w14:textId="77777777" w:rsidR="00894A01" w:rsidRPr="00894A01" w:rsidRDefault="00894A01" w:rsidP="0089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94A01">
              <w:rPr>
                <w:rFonts w:ascii="Times New Roman" w:hAnsi="Times New Roman" w:cs="Times New Roman"/>
                <w:sz w:val="24"/>
                <w:szCs w:val="24"/>
              </w:rPr>
              <w:t>едагог дополнительного образования</w:t>
            </w:r>
          </w:p>
        </w:tc>
      </w:tr>
    </w:tbl>
    <w:p w14:paraId="62471182" w14:textId="77777777" w:rsidR="00894A01" w:rsidRPr="00894A01" w:rsidRDefault="00894A01" w:rsidP="00894A01">
      <w:pPr>
        <w:pStyle w:val="a7"/>
        <w:spacing w:line="276" w:lineRule="auto"/>
        <w:rPr>
          <w:b w:val="0"/>
          <w:sz w:val="24"/>
          <w:szCs w:val="24"/>
        </w:rPr>
      </w:pPr>
    </w:p>
    <w:p w14:paraId="5B77A069" w14:textId="77777777" w:rsidR="00894A01" w:rsidRPr="00894A01" w:rsidRDefault="00894A01" w:rsidP="00894A01">
      <w:pPr>
        <w:pStyle w:val="a7"/>
        <w:spacing w:line="276" w:lineRule="auto"/>
        <w:rPr>
          <w:b w:val="0"/>
          <w:sz w:val="24"/>
          <w:szCs w:val="24"/>
        </w:rPr>
      </w:pPr>
    </w:p>
    <w:p w14:paraId="1751C379" w14:textId="77777777" w:rsidR="00894A01" w:rsidRPr="00894A01" w:rsidRDefault="00894A01" w:rsidP="00894A01">
      <w:pPr>
        <w:pStyle w:val="a7"/>
        <w:spacing w:line="276" w:lineRule="auto"/>
        <w:rPr>
          <w:b w:val="0"/>
          <w:sz w:val="24"/>
          <w:szCs w:val="24"/>
        </w:rPr>
      </w:pPr>
    </w:p>
    <w:p w14:paraId="36C4BEF1" w14:textId="77777777" w:rsidR="00894A01" w:rsidRPr="00894A01" w:rsidRDefault="00894A01" w:rsidP="00894A01">
      <w:pPr>
        <w:pStyle w:val="a7"/>
        <w:spacing w:line="276" w:lineRule="auto"/>
        <w:rPr>
          <w:b w:val="0"/>
          <w:sz w:val="24"/>
          <w:szCs w:val="24"/>
        </w:rPr>
      </w:pPr>
    </w:p>
    <w:p w14:paraId="34DDF00E" w14:textId="77777777" w:rsidR="00894A01" w:rsidRPr="00894A01" w:rsidRDefault="00894A01" w:rsidP="009A542B">
      <w:pPr>
        <w:pStyle w:val="a7"/>
        <w:spacing w:line="276" w:lineRule="auto"/>
        <w:ind w:left="2832" w:firstLine="708"/>
        <w:rPr>
          <w:b w:val="0"/>
          <w:i/>
          <w:sz w:val="24"/>
          <w:szCs w:val="24"/>
        </w:rPr>
      </w:pPr>
    </w:p>
    <w:p w14:paraId="414F0E05" w14:textId="77777777" w:rsidR="00A716D0" w:rsidRDefault="00A716D0" w:rsidP="009A542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10D9B3DB" w14:textId="77777777" w:rsidR="00A716D0" w:rsidRDefault="00A716D0" w:rsidP="009A542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0AD58A77" w14:textId="77777777" w:rsidR="00A716D0" w:rsidRDefault="00A716D0" w:rsidP="009A542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3D2DA9A8" w14:textId="77777777" w:rsidR="00A716D0" w:rsidRDefault="00A716D0" w:rsidP="009A542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1BD2753D" w14:textId="77777777" w:rsidR="00A716D0" w:rsidRDefault="00A716D0" w:rsidP="009A542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73E86B84" w14:textId="77777777" w:rsidR="00A716D0" w:rsidRDefault="00A716D0" w:rsidP="009A542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3671964C" w14:textId="77777777" w:rsidR="00A716D0" w:rsidRDefault="00A716D0" w:rsidP="009A542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3E9FB84D" w14:textId="77777777" w:rsidR="00A716D0" w:rsidRDefault="00A716D0" w:rsidP="009A542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106E41E2" w14:textId="77777777" w:rsidR="00A716D0" w:rsidRDefault="00A716D0" w:rsidP="009A542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70E241C2" w14:textId="77777777" w:rsidR="00A716D0" w:rsidRDefault="00A716D0" w:rsidP="009A542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33019455" w14:textId="77777777" w:rsidR="00A716D0" w:rsidRDefault="00A716D0" w:rsidP="009A542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5EA44716" w14:textId="77777777" w:rsidR="00A716D0" w:rsidRDefault="00A716D0" w:rsidP="009A542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5F47F866" w14:textId="77777777" w:rsidR="00A716D0" w:rsidRDefault="00A716D0" w:rsidP="009A542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67113FFD" w14:textId="77777777" w:rsidR="00A716D0" w:rsidRDefault="00A716D0" w:rsidP="009A542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1BD0AC12" w14:textId="77777777" w:rsidR="00A716D0" w:rsidRDefault="00A716D0" w:rsidP="009A542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2F65FC3E" w14:textId="77777777" w:rsidR="00A716D0" w:rsidRDefault="00A716D0" w:rsidP="009A542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768A97DC" w14:textId="77777777" w:rsidR="00A716D0" w:rsidRDefault="00A716D0" w:rsidP="009A542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3DF0BBBF" w14:textId="77777777" w:rsidR="00061946" w:rsidRDefault="00061946" w:rsidP="009A542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575F6CB8" w14:textId="77777777" w:rsidR="00061946" w:rsidRDefault="00061946" w:rsidP="009A542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02DAC2FD" w14:textId="77777777" w:rsidR="00061946" w:rsidRDefault="00061946" w:rsidP="009A542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1D7705DB" w14:textId="77777777" w:rsidR="00061946" w:rsidRDefault="00061946" w:rsidP="009A542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7A2860E6" w14:textId="77777777" w:rsidR="00061946" w:rsidRDefault="00061946" w:rsidP="009A542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7A1A4D30" w14:textId="77777777" w:rsidR="00061946" w:rsidRDefault="00061946" w:rsidP="009A542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5E103162" w14:textId="77777777" w:rsidR="00061946" w:rsidRDefault="00061946" w:rsidP="009A542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2E435BB0" w14:textId="77777777" w:rsidR="00061946" w:rsidRDefault="00061946" w:rsidP="009A542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692135AB" w14:textId="77777777" w:rsidR="00061946" w:rsidRDefault="00061946" w:rsidP="009A542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3A14CCF2" w14:textId="77777777" w:rsidR="00061946" w:rsidRDefault="00061946" w:rsidP="009A542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4B072200" w14:textId="77777777" w:rsidR="00061946" w:rsidRDefault="00061946" w:rsidP="009A542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6BB03BC7" w14:textId="77777777" w:rsidR="00061946" w:rsidRDefault="00061946" w:rsidP="009A542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62F24311" w14:textId="77777777" w:rsidR="00061946" w:rsidRDefault="00061946" w:rsidP="009A542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0303D419" w14:textId="77777777" w:rsidR="00061946" w:rsidRDefault="00061946" w:rsidP="009A542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44EC6C4B" w14:textId="77777777" w:rsidR="00061946" w:rsidRDefault="00061946" w:rsidP="009A542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3D034F57" w14:textId="77777777" w:rsidR="00061946" w:rsidRDefault="00061946" w:rsidP="009A542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4307A222" w14:textId="77777777" w:rsidR="00061946" w:rsidRDefault="00061946" w:rsidP="0006194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Приложение №2  к приказу Министерства образования</w:t>
      </w:r>
    </w:p>
    <w:p w14:paraId="16E3D0EA" w14:textId="77777777" w:rsidR="00061946" w:rsidRPr="00BE3CB8" w:rsidRDefault="00061946" w:rsidP="00061946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14:paraId="3CD25D53" w14:textId="77777777" w:rsidR="00061946" w:rsidRDefault="00061946" w:rsidP="0006194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14:paraId="6D531B75" w14:textId="77777777" w:rsidR="00061946" w:rsidRDefault="00061946" w:rsidP="0006194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14:paraId="28513D55" w14:textId="77777777" w:rsidR="00061946" w:rsidRDefault="00061946" w:rsidP="00061946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14:paraId="4FAABA06" w14:textId="77777777" w:rsidR="00061946" w:rsidRPr="00FD0F2C" w:rsidRDefault="00061946" w:rsidP="00061946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63AF5158" w14:textId="77777777" w:rsidR="009A542B" w:rsidRDefault="009A542B" w:rsidP="009A542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МР Учалинский район Республики Башкортостан</w:t>
      </w:r>
    </w:p>
    <w:p w14:paraId="57D07CA7" w14:textId="77777777" w:rsidR="009A542B" w:rsidRDefault="009A542B" w:rsidP="009A542B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3544"/>
        <w:gridCol w:w="3969"/>
        <w:gridCol w:w="2977"/>
      </w:tblGrid>
      <w:tr w:rsidR="009A542B" w14:paraId="0DBDA31C" w14:textId="77777777" w:rsidTr="009A542B">
        <w:trPr>
          <w:trHeight w:val="4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AEAC8" w14:textId="77777777" w:rsidR="009A542B" w:rsidRDefault="009A542B" w:rsidP="009A54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DEBDF" w14:textId="77777777" w:rsidR="009A542B" w:rsidRDefault="009A542B" w:rsidP="009A54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EB58A" w14:textId="77777777" w:rsidR="009A542B" w:rsidRDefault="009A542B" w:rsidP="009A54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7156B" w14:textId="77777777" w:rsidR="009A542B" w:rsidRDefault="009A542B" w:rsidP="009A54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Должность</w:t>
            </w:r>
          </w:p>
        </w:tc>
      </w:tr>
      <w:tr w:rsidR="009A542B" w:rsidRPr="006B27B1" w14:paraId="66DD45BC" w14:textId="77777777" w:rsidTr="009A542B">
        <w:trPr>
          <w:trHeight w:val="4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7189A" w14:textId="77777777" w:rsidR="009A542B" w:rsidRDefault="009A542B" w:rsidP="009A54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7A4F5" w14:textId="77777777" w:rsidR="009A542B" w:rsidRDefault="009A542B" w:rsidP="009A542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27B1">
              <w:rPr>
                <w:rFonts w:ascii="Times New Roman" w:hAnsi="Times New Roman"/>
                <w:sz w:val="24"/>
                <w:szCs w:val="24"/>
              </w:rPr>
              <w:t>Мигранова</w:t>
            </w:r>
          </w:p>
          <w:p w14:paraId="26B0431E" w14:textId="77777777" w:rsidR="009A542B" w:rsidRPr="006B27B1" w:rsidRDefault="009A542B" w:rsidP="009A542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27B1">
              <w:rPr>
                <w:rFonts w:ascii="Times New Roman" w:hAnsi="Times New Roman"/>
                <w:sz w:val="24"/>
                <w:szCs w:val="24"/>
              </w:rPr>
              <w:t>Фания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B27B1">
              <w:rPr>
                <w:rFonts w:ascii="Times New Roman" w:hAnsi="Times New Roman"/>
                <w:sz w:val="24"/>
                <w:szCs w:val="24"/>
              </w:rPr>
              <w:t>Фаритовна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B8FE4" w14:textId="77777777" w:rsidR="009A542B" w:rsidRPr="006B27B1" w:rsidRDefault="009A542B" w:rsidP="009A542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27B1">
              <w:rPr>
                <w:rFonts w:ascii="Times New Roman" w:hAnsi="Times New Roman"/>
                <w:sz w:val="24"/>
                <w:szCs w:val="24"/>
              </w:rPr>
              <w:t>МБОУ лицей№1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C0E4B" w14:textId="77777777" w:rsidR="009A542B" w:rsidRPr="006B27B1" w:rsidRDefault="00BC6C01" w:rsidP="009A542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9A542B" w:rsidRPr="006B27B1">
              <w:rPr>
                <w:rFonts w:ascii="Times New Roman" w:hAnsi="Times New Roman"/>
                <w:sz w:val="24"/>
                <w:szCs w:val="24"/>
              </w:rPr>
              <w:t>читель</w:t>
            </w:r>
          </w:p>
        </w:tc>
      </w:tr>
      <w:tr w:rsidR="009A542B" w:rsidRPr="006B27B1" w14:paraId="0E274237" w14:textId="77777777" w:rsidTr="009A542B">
        <w:trPr>
          <w:trHeight w:val="4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92C1D" w14:textId="77777777" w:rsidR="009A542B" w:rsidRDefault="009A542B" w:rsidP="009A54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E472D" w14:textId="77777777" w:rsidR="009A542B" w:rsidRDefault="009A542B" w:rsidP="009A542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27B1">
              <w:rPr>
                <w:rFonts w:ascii="Times New Roman" w:hAnsi="Times New Roman"/>
                <w:sz w:val="24"/>
                <w:szCs w:val="24"/>
              </w:rPr>
              <w:t>Ахмадиева</w:t>
            </w:r>
          </w:p>
          <w:p w14:paraId="11ED5FBE" w14:textId="77777777" w:rsidR="009A542B" w:rsidRPr="006B27B1" w:rsidRDefault="009A542B" w:rsidP="009A542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27B1">
              <w:rPr>
                <w:rFonts w:ascii="Times New Roman" w:hAnsi="Times New Roman"/>
                <w:sz w:val="24"/>
                <w:szCs w:val="24"/>
              </w:rPr>
              <w:t>Лэйсэн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B27B1">
              <w:rPr>
                <w:rFonts w:ascii="Times New Roman" w:hAnsi="Times New Roman"/>
                <w:sz w:val="24"/>
                <w:szCs w:val="24"/>
              </w:rPr>
              <w:t>Валитовна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EC00F" w14:textId="77777777" w:rsidR="009A542B" w:rsidRPr="006B27B1" w:rsidRDefault="009A542B" w:rsidP="009A542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27B1">
              <w:rPr>
                <w:rFonts w:ascii="Times New Roman" w:hAnsi="Times New Roman"/>
                <w:sz w:val="24"/>
                <w:szCs w:val="24"/>
              </w:rPr>
              <w:t>МБОУ лицей№1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D697" w14:textId="77777777" w:rsidR="009A542B" w:rsidRPr="006B27B1" w:rsidRDefault="00BC6C01" w:rsidP="009A542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9A542B" w:rsidRPr="006B27B1">
              <w:rPr>
                <w:rFonts w:ascii="Times New Roman" w:hAnsi="Times New Roman"/>
                <w:sz w:val="24"/>
                <w:szCs w:val="24"/>
              </w:rPr>
              <w:t>читель</w:t>
            </w:r>
          </w:p>
        </w:tc>
      </w:tr>
    </w:tbl>
    <w:p w14:paraId="1323E5EA" w14:textId="77777777" w:rsidR="009A542B" w:rsidRDefault="009A542B" w:rsidP="009A542B">
      <w:pPr>
        <w:spacing w:after="0"/>
      </w:pPr>
    </w:p>
    <w:p w14:paraId="633802BE" w14:textId="77777777" w:rsidR="009A542B" w:rsidRDefault="009A542B" w:rsidP="009A542B"/>
    <w:p w14:paraId="76CE30D3" w14:textId="77777777" w:rsidR="00894A01" w:rsidRPr="00894A01" w:rsidRDefault="00894A01" w:rsidP="00894A01">
      <w:pPr>
        <w:pStyle w:val="a7"/>
        <w:spacing w:line="276" w:lineRule="auto"/>
        <w:rPr>
          <w:b w:val="0"/>
          <w:sz w:val="24"/>
          <w:szCs w:val="24"/>
        </w:rPr>
      </w:pPr>
    </w:p>
    <w:p w14:paraId="5F340DE1" w14:textId="77777777" w:rsidR="00894A01" w:rsidRDefault="00894A01" w:rsidP="00894A01">
      <w:pPr>
        <w:pStyle w:val="a7"/>
        <w:jc w:val="left"/>
        <w:rPr>
          <w:b w:val="0"/>
          <w:sz w:val="24"/>
          <w:szCs w:val="24"/>
        </w:rPr>
      </w:pPr>
    </w:p>
    <w:p w14:paraId="6B055AE9" w14:textId="77777777" w:rsidR="00894A01" w:rsidRDefault="00894A01" w:rsidP="00894A01">
      <w:pPr>
        <w:pStyle w:val="a7"/>
        <w:jc w:val="left"/>
        <w:rPr>
          <w:b w:val="0"/>
          <w:sz w:val="24"/>
          <w:szCs w:val="24"/>
        </w:rPr>
      </w:pPr>
    </w:p>
    <w:p w14:paraId="477D853F" w14:textId="77777777" w:rsidR="00894A01" w:rsidRPr="00440D6A" w:rsidRDefault="00894A01" w:rsidP="00894A01">
      <w:pPr>
        <w:pStyle w:val="a7"/>
        <w:jc w:val="left"/>
        <w:rPr>
          <w:b w:val="0"/>
          <w:sz w:val="24"/>
          <w:szCs w:val="24"/>
        </w:rPr>
      </w:pPr>
    </w:p>
    <w:p w14:paraId="356D8B3E" w14:textId="77777777" w:rsidR="00894A01" w:rsidRDefault="00894A01" w:rsidP="00894A01"/>
    <w:p w14:paraId="46839CB2" w14:textId="77777777" w:rsidR="006C6FA9" w:rsidRPr="00C30652" w:rsidRDefault="006C6FA9" w:rsidP="00C3065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421F23F8" w14:textId="77777777" w:rsidR="00061946" w:rsidRDefault="00061946" w:rsidP="00C306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FB3A9A0" w14:textId="77777777" w:rsidR="00061946" w:rsidRDefault="00061946" w:rsidP="00C306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A7F325E" w14:textId="77777777" w:rsidR="00061946" w:rsidRDefault="00061946" w:rsidP="00C306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CBC38C9" w14:textId="77777777" w:rsidR="00061946" w:rsidRDefault="00061946" w:rsidP="00C306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BDB3B6E" w14:textId="77777777" w:rsidR="00061946" w:rsidRDefault="00061946" w:rsidP="00C306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483BE95" w14:textId="77777777" w:rsidR="00061946" w:rsidRDefault="00061946" w:rsidP="00C306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D3328E1" w14:textId="77777777" w:rsidR="00061946" w:rsidRDefault="00061946" w:rsidP="00C306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EB415E7" w14:textId="77777777" w:rsidR="00061946" w:rsidRDefault="00061946" w:rsidP="00C306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DB93AC7" w14:textId="77777777" w:rsidR="00061946" w:rsidRDefault="00061946" w:rsidP="00C306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610A183" w14:textId="77777777" w:rsidR="00061946" w:rsidRDefault="00061946" w:rsidP="00C306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710E16E" w14:textId="77777777" w:rsidR="00061946" w:rsidRDefault="00061946" w:rsidP="00C306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DA4ED55" w14:textId="77777777" w:rsidR="00061946" w:rsidRDefault="00061946" w:rsidP="00C306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B31D4CF" w14:textId="77777777" w:rsidR="00061946" w:rsidRDefault="00061946" w:rsidP="00C306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1BDD781" w14:textId="77777777" w:rsidR="00061946" w:rsidRDefault="00061946" w:rsidP="00C306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B011C38" w14:textId="77777777" w:rsidR="00061946" w:rsidRDefault="00061946" w:rsidP="00C306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4A47E91" w14:textId="77777777" w:rsidR="00061946" w:rsidRDefault="00061946" w:rsidP="00C306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5985292" w14:textId="77777777" w:rsidR="00061946" w:rsidRDefault="00061946" w:rsidP="00C306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FA49955" w14:textId="77777777" w:rsidR="00061946" w:rsidRDefault="00061946" w:rsidP="00C306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89B3A1A" w14:textId="77777777" w:rsidR="00061946" w:rsidRDefault="00061946" w:rsidP="00C306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610EAAF" w14:textId="77777777" w:rsidR="00061946" w:rsidRDefault="00061946" w:rsidP="00C306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208235B" w14:textId="77777777" w:rsidR="00061946" w:rsidRDefault="00061946" w:rsidP="00C306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D40FD34" w14:textId="77777777" w:rsidR="00061946" w:rsidRDefault="00061946" w:rsidP="00C306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13E6EA4" w14:textId="77777777" w:rsidR="00061946" w:rsidRDefault="00061946" w:rsidP="00C306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3273D45" w14:textId="77777777" w:rsidR="00061946" w:rsidRDefault="00061946" w:rsidP="00C306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3665765" w14:textId="77777777" w:rsidR="00061946" w:rsidRDefault="00061946" w:rsidP="00C306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8339F48" w14:textId="77777777" w:rsidR="00061946" w:rsidRDefault="00061946" w:rsidP="00C306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F7290B1" w14:textId="77777777" w:rsidR="00061946" w:rsidRDefault="00061946" w:rsidP="0006194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Приложение №2  к приказу Министерства образования</w:t>
      </w:r>
    </w:p>
    <w:p w14:paraId="1925BE61" w14:textId="77777777" w:rsidR="00061946" w:rsidRPr="00BE3CB8" w:rsidRDefault="00061946" w:rsidP="00061946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14:paraId="58054E40" w14:textId="77777777" w:rsidR="00061946" w:rsidRDefault="00061946" w:rsidP="0006194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14:paraId="5E97E43C" w14:textId="77777777" w:rsidR="00061946" w:rsidRDefault="00061946" w:rsidP="0006194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14:paraId="041BBCB9" w14:textId="77777777" w:rsidR="00061946" w:rsidRDefault="00061946" w:rsidP="00061946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14:paraId="3723C067" w14:textId="77777777" w:rsidR="00061946" w:rsidRPr="00FD0F2C" w:rsidRDefault="00061946" w:rsidP="00061946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7198F5EC" w14:textId="77777777" w:rsidR="00674A6B" w:rsidRPr="00C30652" w:rsidRDefault="00674A6B" w:rsidP="00C306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0652">
        <w:rPr>
          <w:rFonts w:ascii="Times New Roman" w:hAnsi="Times New Roman" w:cs="Times New Roman"/>
          <w:b/>
          <w:sz w:val="24"/>
          <w:szCs w:val="24"/>
        </w:rPr>
        <w:t>МР Хайбуллинский  район  Республики Башкортостан</w:t>
      </w:r>
    </w:p>
    <w:p w14:paraId="141F5C04" w14:textId="77777777" w:rsidR="00674A6B" w:rsidRPr="00C30652" w:rsidRDefault="00674A6B" w:rsidP="00C306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tblpX="-1196" w:tblpY="1"/>
        <w:tblOverlap w:val="never"/>
        <w:tblW w:w="11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543"/>
        <w:gridCol w:w="3828"/>
        <w:gridCol w:w="3188"/>
      </w:tblGrid>
      <w:tr w:rsidR="00C30652" w:rsidRPr="00C30652" w14:paraId="77AAE7D6" w14:textId="77777777" w:rsidTr="006C7413">
        <w:trPr>
          <w:trHeight w:val="28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9D3E8" w14:textId="77777777" w:rsidR="00C30652" w:rsidRPr="00C30652" w:rsidRDefault="00C30652" w:rsidP="006C741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32594" w14:textId="77777777" w:rsidR="00C30652" w:rsidRPr="00C30652" w:rsidRDefault="00C30652" w:rsidP="006C741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b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ИО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55E61" w14:textId="77777777" w:rsidR="00C30652" w:rsidRPr="00C30652" w:rsidRDefault="00C30652" w:rsidP="006C741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29140" w14:textId="77777777" w:rsidR="00C30652" w:rsidRPr="00C30652" w:rsidRDefault="00C30652" w:rsidP="006C741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674A6B" w:rsidRPr="00C30652" w14:paraId="434D17B1" w14:textId="77777777" w:rsidTr="006C7413">
        <w:trPr>
          <w:trHeight w:val="28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D07A8" w14:textId="77777777" w:rsidR="00674A6B" w:rsidRPr="00C30652" w:rsidRDefault="00674A6B" w:rsidP="006C7413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pacing w:val="20"/>
                <w:kern w:val="2"/>
                <w:sz w:val="24"/>
                <w:szCs w:val="24"/>
                <w:lang w:eastAsia="ar-SA"/>
              </w:rPr>
            </w:pPr>
            <w:r w:rsidRPr="00C30652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BBAA2" w14:textId="77777777" w:rsidR="00674A6B" w:rsidRPr="00C30652" w:rsidRDefault="00674A6B" w:rsidP="006C7413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 xml:space="preserve">Бактыбаева </w:t>
            </w:r>
          </w:p>
          <w:p w14:paraId="6AE3A367" w14:textId="77777777" w:rsidR="00674A6B" w:rsidRPr="00C30652" w:rsidRDefault="00674A6B" w:rsidP="006C7413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Диля Ураловна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09C5B" w14:textId="77777777" w:rsidR="00674A6B" w:rsidRPr="00C30652" w:rsidRDefault="00674A6B" w:rsidP="006C7413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МАОУ СОШ № 1 с.Акъяр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B2527" w14:textId="77777777" w:rsidR="00674A6B" w:rsidRPr="00C30652" w:rsidRDefault="00674A6B" w:rsidP="006C7413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</w:p>
        </w:tc>
      </w:tr>
      <w:tr w:rsidR="00674A6B" w:rsidRPr="00C30652" w14:paraId="1999BC1F" w14:textId="77777777" w:rsidTr="006C7413">
        <w:trPr>
          <w:trHeight w:val="28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2C8EC" w14:textId="77777777" w:rsidR="00674A6B" w:rsidRPr="00C30652" w:rsidRDefault="00674A6B" w:rsidP="006C7413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pacing w:val="20"/>
                <w:kern w:val="2"/>
                <w:sz w:val="24"/>
                <w:szCs w:val="24"/>
                <w:lang w:eastAsia="ar-SA"/>
              </w:rPr>
            </w:pPr>
            <w:r w:rsidRPr="00C30652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30DF4" w14:textId="77777777" w:rsidR="00674A6B" w:rsidRPr="00C30652" w:rsidRDefault="00674A6B" w:rsidP="006C7413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Баязитова</w:t>
            </w:r>
          </w:p>
          <w:p w14:paraId="6AAB2C05" w14:textId="77777777" w:rsidR="00674A6B" w:rsidRPr="00C30652" w:rsidRDefault="00674A6B" w:rsidP="006C7413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 xml:space="preserve"> Расима Абдулхаковна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4A89D" w14:textId="77777777" w:rsidR="00674A6B" w:rsidRPr="00C30652" w:rsidRDefault="00674A6B" w:rsidP="006C7413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МАОУ СОШ с.Бурибай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55EFB" w14:textId="77777777" w:rsidR="00674A6B" w:rsidRPr="00C30652" w:rsidRDefault="00674A6B" w:rsidP="006C7413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674A6B" w:rsidRPr="00C30652" w14:paraId="5E29BDEE" w14:textId="77777777" w:rsidTr="006C7413">
        <w:trPr>
          <w:trHeight w:val="28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2AB2F" w14:textId="77777777" w:rsidR="00674A6B" w:rsidRPr="00C30652" w:rsidRDefault="00674A6B" w:rsidP="006C7413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pacing w:val="20"/>
                <w:kern w:val="2"/>
                <w:sz w:val="24"/>
                <w:szCs w:val="24"/>
                <w:lang w:eastAsia="ar-SA"/>
              </w:rPr>
            </w:pPr>
            <w:r w:rsidRPr="00C30652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DED35" w14:textId="77777777" w:rsidR="00674A6B" w:rsidRPr="00C30652" w:rsidRDefault="00674A6B" w:rsidP="006C7413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Исянбаева</w:t>
            </w:r>
          </w:p>
          <w:p w14:paraId="658200DD" w14:textId="77777777" w:rsidR="00674A6B" w:rsidRPr="00C30652" w:rsidRDefault="00674A6B" w:rsidP="006C7413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 xml:space="preserve"> Зиля Рашитовна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80CBB" w14:textId="77777777" w:rsidR="00674A6B" w:rsidRPr="00C30652" w:rsidRDefault="00674A6B" w:rsidP="006C7413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МАОУ СОШ № 1 с.Акъяр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D31BB" w14:textId="77777777" w:rsidR="00674A6B" w:rsidRPr="00C30652" w:rsidRDefault="00674A6B" w:rsidP="006C7413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</w:p>
        </w:tc>
      </w:tr>
      <w:tr w:rsidR="00674A6B" w:rsidRPr="00C30652" w14:paraId="2236514A" w14:textId="77777777" w:rsidTr="006C7413">
        <w:trPr>
          <w:trHeight w:val="28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83BFD" w14:textId="77777777" w:rsidR="00674A6B" w:rsidRPr="00C30652" w:rsidRDefault="00674A6B" w:rsidP="006C7413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kern w:val="2"/>
                <w:sz w:val="24"/>
                <w:szCs w:val="24"/>
                <w:lang w:eastAsia="ar-SA"/>
              </w:rPr>
            </w:pPr>
          </w:p>
          <w:p w14:paraId="73D21B4B" w14:textId="77777777" w:rsidR="00674A6B" w:rsidRPr="00C30652" w:rsidRDefault="00674A6B" w:rsidP="006C7413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pacing w:val="20"/>
                <w:kern w:val="2"/>
                <w:sz w:val="24"/>
                <w:szCs w:val="24"/>
                <w:lang w:eastAsia="ar-SA"/>
              </w:rPr>
            </w:pPr>
            <w:r w:rsidRPr="00C30652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E09E7" w14:textId="77777777" w:rsidR="00674A6B" w:rsidRPr="00C30652" w:rsidRDefault="00674A6B" w:rsidP="006C7413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 xml:space="preserve">Киргизбаева </w:t>
            </w:r>
          </w:p>
          <w:p w14:paraId="3E7EC4DA" w14:textId="77777777" w:rsidR="00674A6B" w:rsidRPr="00C30652" w:rsidRDefault="00674A6B" w:rsidP="006C7413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Айгуль Сагадиевна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2A22F" w14:textId="77777777" w:rsidR="00674A6B" w:rsidRPr="00C30652" w:rsidRDefault="00674A6B" w:rsidP="006C7413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филиал МБОУ СОШ с.Большеабишево НОШ д.Малоарслагулово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4A763" w14:textId="77777777" w:rsidR="00674A6B" w:rsidRPr="00C30652" w:rsidRDefault="00674A6B" w:rsidP="006C7413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 xml:space="preserve">учитель  </w:t>
            </w:r>
          </w:p>
        </w:tc>
      </w:tr>
      <w:tr w:rsidR="00674A6B" w:rsidRPr="00C30652" w14:paraId="72A3F2BE" w14:textId="77777777" w:rsidTr="006C7413">
        <w:trPr>
          <w:trHeight w:val="28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952EF" w14:textId="77777777" w:rsidR="00674A6B" w:rsidRPr="00C30652" w:rsidRDefault="00674A6B" w:rsidP="006C7413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pacing w:val="20"/>
                <w:kern w:val="2"/>
                <w:sz w:val="24"/>
                <w:szCs w:val="24"/>
                <w:lang w:eastAsia="ar-SA"/>
              </w:rPr>
            </w:pPr>
            <w:r w:rsidRPr="00C30652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F6680" w14:textId="77777777" w:rsidR="00674A6B" w:rsidRPr="00C30652" w:rsidRDefault="00674A6B" w:rsidP="006C7413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 xml:space="preserve">Муллабаева </w:t>
            </w:r>
          </w:p>
          <w:p w14:paraId="551C27DF" w14:textId="77777777" w:rsidR="00674A6B" w:rsidRPr="00C30652" w:rsidRDefault="00674A6B" w:rsidP="006C7413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Алия Ринатовна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27B04" w14:textId="77777777" w:rsidR="00674A6B" w:rsidRPr="00C30652" w:rsidRDefault="00674A6B" w:rsidP="006C7413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МАОУ СОШ № 1 с.Акъяр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61C9A" w14:textId="77777777" w:rsidR="00674A6B" w:rsidRPr="00C30652" w:rsidRDefault="00674A6B" w:rsidP="006C7413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674A6B" w:rsidRPr="00C30652" w14:paraId="4D9FA3C5" w14:textId="77777777" w:rsidTr="006C7413">
        <w:trPr>
          <w:trHeight w:val="28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46913" w14:textId="77777777" w:rsidR="00674A6B" w:rsidRPr="00C30652" w:rsidRDefault="00674A6B" w:rsidP="006C7413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pacing w:val="20"/>
                <w:kern w:val="2"/>
                <w:sz w:val="24"/>
                <w:szCs w:val="24"/>
                <w:lang w:eastAsia="ar-SA"/>
              </w:rPr>
            </w:pPr>
            <w:r w:rsidRPr="00C30652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FAFBB" w14:textId="77777777" w:rsidR="00674A6B" w:rsidRPr="00C30652" w:rsidRDefault="00674A6B" w:rsidP="006C7413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 xml:space="preserve">Муратова </w:t>
            </w:r>
          </w:p>
          <w:p w14:paraId="3DE56AC1" w14:textId="77777777" w:rsidR="00674A6B" w:rsidRPr="00C30652" w:rsidRDefault="00674A6B" w:rsidP="006C7413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 xml:space="preserve">Рамиля Валеевна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D5571" w14:textId="77777777" w:rsidR="00674A6B" w:rsidRPr="00C30652" w:rsidRDefault="00674A6B" w:rsidP="006C7413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МАОУ СОШ № 1 с.Акъяр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39609" w14:textId="77777777" w:rsidR="00674A6B" w:rsidRPr="00C30652" w:rsidRDefault="00674A6B" w:rsidP="006C7413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</w:p>
        </w:tc>
      </w:tr>
      <w:tr w:rsidR="00674A6B" w:rsidRPr="00C30652" w14:paraId="743FE37E" w14:textId="77777777" w:rsidTr="006C7413">
        <w:trPr>
          <w:trHeight w:val="28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AA7DE" w14:textId="77777777" w:rsidR="00674A6B" w:rsidRPr="00C30652" w:rsidRDefault="00674A6B" w:rsidP="006C7413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pacing w:val="20"/>
                <w:kern w:val="2"/>
                <w:sz w:val="24"/>
                <w:szCs w:val="24"/>
                <w:lang w:eastAsia="ar-SA"/>
              </w:rPr>
            </w:pPr>
            <w:r w:rsidRPr="00C30652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6A752" w14:textId="77777777" w:rsidR="00674A6B" w:rsidRPr="00C30652" w:rsidRDefault="00674A6B" w:rsidP="006C7413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 xml:space="preserve">Такалова </w:t>
            </w:r>
          </w:p>
          <w:p w14:paraId="1BADCD0F" w14:textId="77777777" w:rsidR="00674A6B" w:rsidRPr="00C30652" w:rsidRDefault="00674A6B" w:rsidP="006C7413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Альфия Мирсаитовна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07942" w14:textId="77777777" w:rsidR="00674A6B" w:rsidRPr="00C30652" w:rsidRDefault="00674A6B" w:rsidP="006C7413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МАОУ СОШ № 1 с.Акъяр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8DDC0" w14:textId="77777777" w:rsidR="00674A6B" w:rsidRPr="00C30652" w:rsidRDefault="00674A6B" w:rsidP="006C7413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</w:p>
        </w:tc>
      </w:tr>
      <w:tr w:rsidR="00674A6B" w:rsidRPr="00C30652" w14:paraId="6BFE445C" w14:textId="77777777" w:rsidTr="006C7413">
        <w:trPr>
          <w:trHeight w:val="28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74352" w14:textId="77777777" w:rsidR="00674A6B" w:rsidRPr="00C30652" w:rsidRDefault="00674A6B" w:rsidP="006C7413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pacing w:val="20"/>
                <w:kern w:val="2"/>
                <w:sz w:val="24"/>
                <w:szCs w:val="24"/>
                <w:lang w:eastAsia="ar-SA"/>
              </w:rPr>
            </w:pPr>
            <w:r w:rsidRPr="00C30652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8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E85DD" w14:textId="77777777" w:rsidR="00674A6B" w:rsidRPr="00C30652" w:rsidRDefault="00674A6B" w:rsidP="006C7413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 xml:space="preserve">Тугузбаева </w:t>
            </w:r>
          </w:p>
          <w:p w14:paraId="715270C2" w14:textId="77777777" w:rsidR="00674A6B" w:rsidRPr="00C30652" w:rsidRDefault="00674A6B" w:rsidP="006C7413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Расима Надырхановна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CBDE3" w14:textId="77777777" w:rsidR="00674A6B" w:rsidRPr="00C30652" w:rsidRDefault="00674A6B" w:rsidP="006C7413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>МАОУ СОШ с.Бурибай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D673D" w14:textId="77777777" w:rsidR="00674A6B" w:rsidRPr="00C30652" w:rsidRDefault="00674A6B" w:rsidP="006C7413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C30652">
              <w:rPr>
                <w:rFonts w:ascii="Times New Roman" w:hAnsi="Times New Roman" w:cs="Times New Roman"/>
                <w:sz w:val="24"/>
                <w:szCs w:val="24"/>
              </w:rPr>
              <w:t xml:space="preserve">учитель  </w:t>
            </w:r>
          </w:p>
        </w:tc>
      </w:tr>
    </w:tbl>
    <w:p w14:paraId="14916CEB" w14:textId="77777777" w:rsidR="00674A6B" w:rsidRDefault="00674A6B" w:rsidP="00C3065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2A0C31A3" w14:textId="77777777" w:rsidR="005A6E58" w:rsidRDefault="005A6E58" w:rsidP="00C3065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30D911E2" w14:textId="77777777" w:rsidR="005A6E58" w:rsidRPr="009A542B" w:rsidRDefault="005A6E58" w:rsidP="009A54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28FD283" w14:textId="77777777" w:rsidR="009A542B" w:rsidRDefault="009A542B" w:rsidP="009A542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28BA30A" w14:textId="77777777" w:rsidR="009A542B" w:rsidRDefault="009A542B" w:rsidP="009A542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1FA79FF" w14:textId="77777777" w:rsidR="009A542B" w:rsidRDefault="009A542B" w:rsidP="009A542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126EA6D" w14:textId="77777777" w:rsidR="009A542B" w:rsidRDefault="009A542B" w:rsidP="009A542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CFC39AD" w14:textId="77777777" w:rsidR="009A542B" w:rsidRDefault="009A542B" w:rsidP="009A542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33D9935" w14:textId="77777777" w:rsidR="009A542B" w:rsidRDefault="009A542B" w:rsidP="009A542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D2B6DBB" w14:textId="77777777" w:rsidR="009A542B" w:rsidRDefault="009A542B" w:rsidP="009A542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61D72EE" w14:textId="77777777" w:rsidR="00061946" w:rsidRDefault="00061946" w:rsidP="009A542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2CEDFB0" w14:textId="77777777" w:rsidR="00061946" w:rsidRDefault="00061946" w:rsidP="009A542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5684ADC" w14:textId="77777777" w:rsidR="00061946" w:rsidRDefault="00061946" w:rsidP="009A542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D0CD7A6" w14:textId="77777777" w:rsidR="00061946" w:rsidRDefault="00061946" w:rsidP="009A542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0B9F391" w14:textId="77777777" w:rsidR="00061946" w:rsidRDefault="00061946" w:rsidP="009A542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8C1C9AF" w14:textId="77777777" w:rsidR="00061946" w:rsidRDefault="00061946" w:rsidP="009A542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D630767" w14:textId="77777777" w:rsidR="00061946" w:rsidRDefault="00061946" w:rsidP="009A542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B1FE98A" w14:textId="77777777" w:rsidR="00061946" w:rsidRDefault="00061946" w:rsidP="009A542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24F14EB" w14:textId="77777777" w:rsidR="00061946" w:rsidRDefault="00061946" w:rsidP="009A542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EE267A5" w14:textId="77777777" w:rsidR="00061946" w:rsidRDefault="00061946" w:rsidP="009A542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EAEEA7A" w14:textId="77777777" w:rsidR="00061946" w:rsidRDefault="00061946" w:rsidP="009A542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7661360" w14:textId="77777777" w:rsidR="00061946" w:rsidRDefault="00061946" w:rsidP="009A542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2022789" w14:textId="77777777" w:rsidR="00061946" w:rsidRDefault="00061946" w:rsidP="009A542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7B38E8F" w14:textId="77777777" w:rsidR="00061946" w:rsidRDefault="00061946" w:rsidP="0006194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Приложение №2  к приказу Министерства образования</w:t>
      </w:r>
    </w:p>
    <w:p w14:paraId="7E70CAFA" w14:textId="77777777" w:rsidR="00061946" w:rsidRPr="00BE3CB8" w:rsidRDefault="00061946" w:rsidP="00061946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14:paraId="4827E084" w14:textId="77777777" w:rsidR="00061946" w:rsidRDefault="00061946" w:rsidP="0006194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14:paraId="3CDCFFFF" w14:textId="77777777" w:rsidR="00061946" w:rsidRDefault="00061946" w:rsidP="0006194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14:paraId="05559D87" w14:textId="77777777" w:rsidR="00061946" w:rsidRDefault="00061946" w:rsidP="00061946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14:paraId="4088E6E3" w14:textId="77777777" w:rsidR="00061946" w:rsidRPr="00FD0F2C" w:rsidRDefault="00061946" w:rsidP="00061946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5F0E57B2" w14:textId="77777777" w:rsidR="009A542B" w:rsidRPr="009A542B" w:rsidRDefault="009A542B" w:rsidP="009A542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542B">
        <w:rPr>
          <w:rFonts w:ascii="Times New Roman" w:hAnsi="Times New Roman" w:cs="Times New Roman"/>
          <w:b/>
          <w:sz w:val="24"/>
          <w:szCs w:val="24"/>
        </w:rPr>
        <w:t>МР Чекмагушевский район Республики Башкортостан</w:t>
      </w:r>
    </w:p>
    <w:p w14:paraId="44474193" w14:textId="77777777" w:rsidR="009A542B" w:rsidRPr="009A542B" w:rsidRDefault="009A542B" w:rsidP="009A542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11057" w:type="dxa"/>
        <w:tblInd w:w="-1168" w:type="dxa"/>
        <w:tblLayout w:type="fixed"/>
        <w:tblLook w:val="01E0" w:firstRow="1" w:lastRow="1" w:firstColumn="1" w:lastColumn="1" w:noHBand="0" w:noVBand="0"/>
      </w:tblPr>
      <w:tblGrid>
        <w:gridCol w:w="567"/>
        <w:gridCol w:w="3544"/>
        <w:gridCol w:w="3757"/>
        <w:gridCol w:w="3189"/>
      </w:tblGrid>
      <w:tr w:rsidR="009A542B" w:rsidRPr="009A542B" w14:paraId="4FBCFB47" w14:textId="77777777" w:rsidTr="009A542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B6C2E" w14:textId="77777777" w:rsidR="009A542B" w:rsidRPr="00C30652" w:rsidRDefault="009A542B" w:rsidP="009A542B">
            <w:pPr>
              <w:jc w:val="center"/>
              <w:rPr>
                <w:b/>
                <w:sz w:val="24"/>
                <w:szCs w:val="24"/>
              </w:rPr>
            </w:pPr>
            <w:r w:rsidRPr="00C30652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2215D" w14:textId="77777777" w:rsidR="009A542B" w:rsidRPr="00C30652" w:rsidRDefault="009A542B" w:rsidP="009A542B">
            <w:pPr>
              <w:jc w:val="center"/>
              <w:rPr>
                <w:b/>
                <w:sz w:val="24"/>
                <w:szCs w:val="24"/>
              </w:rPr>
            </w:pPr>
            <w:r w:rsidRPr="00C30652">
              <w:rPr>
                <w:b/>
                <w:sz w:val="24"/>
                <w:szCs w:val="24"/>
              </w:rPr>
              <w:t>Ф</w:t>
            </w:r>
            <w:r>
              <w:rPr>
                <w:b/>
                <w:sz w:val="24"/>
                <w:szCs w:val="24"/>
              </w:rPr>
              <w:t>ИО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6C1FA" w14:textId="77777777" w:rsidR="009A542B" w:rsidRPr="00C30652" w:rsidRDefault="009A542B" w:rsidP="009A542B">
            <w:pPr>
              <w:jc w:val="center"/>
              <w:rPr>
                <w:b/>
                <w:sz w:val="24"/>
                <w:szCs w:val="24"/>
              </w:rPr>
            </w:pPr>
            <w:r w:rsidRPr="00C30652">
              <w:rPr>
                <w:b/>
                <w:sz w:val="24"/>
                <w:szCs w:val="24"/>
              </w:rPr>
              <w:t>Место работы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C81D1" w14:textId="77777777" w:rsidR="009A542B" w:rsidRPr="00C30652" w:rsidRDefault="009A542B" w:rsidP="009A542B">
            <w:pPr>
              <w:jc w:val="center"/>
              <w:rPr>
                <w:b/>
                <w:sz w:val="24"/>
                <w:szCs w:val="24"/>
              </w:rPr>
            </w:pPr>
            <w:r w:rsidRPr="00C30652">
              <w:rPr>
                <w:b/>
                <w:sz w:val="24"/>
                <w:szCs w:val="24"/>
              </w:rPr>
              <w:t>Должность</w:t>
            </w:r>
          </w:p>
        </w:tc>
      </w:tr>
      <w:tr w:rsidR="009A542B" w:rsidRPr="009A542B" w14:paraId="3920CB53" w14:textId="77777777" w:rsidTr="009A542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0B028" w14:textId="77777777" w:rsidR="009A542B" w:rsidRPr="009A542B" w:rsidRDefault="009A542B" w:rsidP="009A542B">
            <w:pPr>
              <w:spacing w:line="276" w:lineRule="auto"/>
              <w:ind w:right="1276"/>
              <w:jc w:val="center"/>
              <w:rPr>
                <w:sz w:val="24"/>
                <w:szCs w:val="24"/>
              </w:rPr>
            </w:pPr>
            <w:r w:rsidRPr="009A542B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2AE72" w14:textId="77777777" w:rsidR="009A542B" w:rsidRPr="009A542B" w:rsidRDefault="009A542B" w:rsidP="009A542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9A542B">
              <w:rPr>
                <w:sz w:val="24"/>
                <w:szCs w:val="24"/>
              </w:rPr>
              <w:t>Галиева</w:t>
            </w:r>
          </w:p>
          <w:p w14:paraId="2B9B22EF" w14:textId="77777777" w:rsidR="009A542B" w:rsidRDefault="009A542B" w:rsidP="009A542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9A542B">
              <w:rPr>
                <w:sz w:val="24"/>
                <w:szCs w:val="24"/>
              </w:rPr>
              <w:t>Раушания</w:t>
            </w:r>
            <w:r>
              <w:rPr>
                <w:sz w:val="24"/>
                <w:szCs w:val="24"/>
              </w:rPr>
              <w:t xml:space="preserve"> </w:t>
            </w:r>
            <w:r w:rsidRPr="009A542B">
              <w:rPr>
                <w:sz w:val="24"/>
                <w:szCs w:val="24"/>
              </w:rPr>
              <w:t>Загировна</w:t>
            </w:r>
          </w:p>
          <w:p w14:paraId="7997E44B" w14:textId="77777777" w:rsidR="007B3ED6" w:rsidRPr="009A542B" w:rsidRDefault="007B3ED6" w:rsidP="009A542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DF74C" w14:textId="77777777" w:rsidR="009A542B" w:rsidRPr="009A542B" w:rsidRDefault="009A542B" w:rsidP="007B3ED6">
            <w:pPr>
              <w:spacing w:before="240" w:line="276" w:lineRule="auto"/>
              <w:jc w:val="center"/>
              <w:rPr>
                <w:sz w:val="24"/>
                <w:szCs w:val="24"/>
              </w:rPr>
            </w:pPr>
            <w:r w:rsidRPr="009A542B">
              <w:rPr>
                <w:sz w:val="24"/>
                <w:szCs w:val="24"/>
              </w:rPr>
              <w:t>МБОУ СОШ с. Новокутово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50796" w14:textId="77777777" w:rsidR="009A542B" w:rsidRPr="009A542B" w:rsidRDefault="009A542B" w:rsidP="007B3ED6">
            <w:pPr>
              <w:spacing w:before="240" w:line="276" w:lineRule="auto"/>
              <w:jc w:val="center"/>
              <w:rPr>
                <w:spacing w:val="20"/>
                <w:sz w:val="24"/>
                <w:szCs w:val="24"/>
              </w:rPr>
            </w:pPr>
            <w:r w:rsidRPr="009A542B">
              <w:rPr>
                <w:spacing w:val="20"/>
                <w:sz w:val="24"/>
                <w:szCs w:val="24"/>
              </w:rPr>
              <w:t>учитель</w:t>
            </w:r>
          </w:p>
        </w:tc>
      </w:tr>
    </w:tbl>
    <w:p w14:paraId="3A251415" w14:textId="77777777" w:rsidR="009A542B" w:rsidRPr="009A542B" w:rsidRDefault="009A542B" w:rsidP="009A542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B8036CE" w14:textId="77777777" w:rsidR="009A542B" w:rsidRDefault="009A542B" w:rsidP="009A542B">
      <w:pPr>
        <w:spacing w:after="0"/>
      </w:pPr>
    </w:p>
    <w:p w14:paraId="40C35A1F" w14:textId="77777777" w:rsidR="00061946" w:rsidRDefault="00061946" w:rsidP="00616D2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1653693" w14:textId="77777777" w:rsidR="00061946" w:rsidRDefault="00061946" w:rsidP="00616D2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42EB5AAD" w14:textId="77777777" w:rsidR="00061946" w:rsidRDefault="00061946" w:rsidP="00616D2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5A027E4E" w14:textId="77777777" w:rsidR="00061946" w:rsidRDefault="00061946" w:rsidP="00616D2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CB45FE9" w14:textId="77777777" w:rsidR="00061946" w:rsidRDefault="00061946" w:rsidP="00616D2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ED044DD" w14:textId="77777777" w:rsidR="00061946" w:rsidRDefault="00061946" w:rsidP="00616D2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36EE963F" w14:textId="77777777" w:rsidR="00061946" w:rsidRDefault="00061946" w:rsidP="00616D2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7A06BF0F" w14:textId="77777777" w:rsidR="00061946" w:rsidRDefault="00061946" w:rsidP="00616D2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6FDC89EC" w14:textId="77777777" w:rsidR="00061946" w:rsidRDefault="00061946" w:rsidP="00616D2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7AA41D17" w14:textId="77777777" w:rsidR="00061946" w:rsidRDefault="00061946" w:rsidP="00616D2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04FCED07" w14:textId="77777777" w:rsidR="00061946" w:rsidRDefault="00061946" w:rsidP="00616D2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761DC7C8" w14:textId="77777777" w:rsidR="00061946" w:rsidRDefault="00061946" w:rsidP="00616D2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6F86443B" w14:textId="77777777" w:rsidR="00061946" w:rsidRDefault="00061946" w:rsidP="00616D2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0CF47FF3" w14:textId="77777777" w:rsidR="00061946" w:rsidRDefault="00061946" w:rsidP="00616D2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ADD5224" w14:textId="77777777" w:rsidR="00061946" w:rsidRDefault="00061946" w:rsidP="00616D2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37A4DFC8" w14:textId="77777777" w:rsidR="00061946" w:rsidRDefault="00061946" w:rsidP="00616D2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4B29D80B" w14:textId="77777777" w:rsidR="00061946" w:rsidRDefault="00061946" w:rsidP="00616D2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F51F66A" w14:textId="77777777" w:rsidR="00061946" w:rsidRDefault="00061946" w:rsidP="00616D2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66700E0" w14:textId="77777777" w:rsidR="00061946" w:rsidRDefault="00061946" w:rsidP="00616D2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589945F9" w14:textId="77777777" w:rsidR="00061946" w:rsidRDefault="00061946" w:rsidP="00616D2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0B1E4EEE" w14:textId="77777777" w:rsidR="00061946" w:rsidRDefault="00061946" w:rsidP="00616D2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4C6C266" w14:textId="77777777" w:rsidR="00061946" w:rsidRDefault="00061946" w:rsidP="00616D2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781C96E5" w14:textId="77777777" w:rsidR="00061946" w:rsidRDefault="00061946" w:rsidP="00616D2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7BD5D935" w14:textId="77777777" w:rsidR="00061946" w:rsidRDefault="00061946" w:rsidP="00616D2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55FAB66C" w14:textId="77777777" w:rsidR="00061946" w:rsidRDefault="00061946" w:rsidP="00616D2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0E3523EE" w14:textId="77777777" w:rsidR="00061946" w:rsidRDefault="00061946" w:rsidP="00616D2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7B01B02" w14:textId="77777777" w:rsidR="00061946" w:rsidRDefault="00061946" w:rsidP="00616D2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A08E263" w14:textId="77777777" w:rsidR="00061946" w:rsidRDefault="00061946" w:rsidP="00616D2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31E1AE75" w14:textId="77777777" w:rsidR="00061946" w:rsidRDefault="00061946" w:rsidP="00616D2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39EE84B6" w14:textId="77777777" w:rsidR="00061946" w:rsidRDefault="00061946" w:rsidP="00616D2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0E661B87" w14:textId="77777777" w:rsidR="00061946" w:rsidRDefault="00061946" w:rsidP="00616D2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7E3AC29C" w14:textId="77777777" w:rsidR="00061946" w:rsidRDefault="00061946" w:rsidP="00616D2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F48E032" w14:textId="77777777" w:rsidR="00061946" w:rsidRDefault="00061946" w:rsidP="00616D2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9CDABDE" w14:textId="77777777" w:rsidR="00061946" w:rsidRDefault="00061946" w:rsidP="00616D2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024724FD" w14:textId="77777777" w:rsidR="00061946" w:rsidRDefault="00061946" w:rsidP="00616D2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7E62C05E" w14:textId="77777777" w:rsidR="00061946" w:rsidRDefault="00061946" w:rsidP="00616D2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D7ADAC6" w14:textId="77777777" w:rsidR="00061946" w:rsidRDefault="00061946" w:rsidP="00616D2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5D27BBAA" w14:textId="77777777" w:rsidR="00061946" w:rsidRDefault="00061946" w:rsidP="0006194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Приложение №2  к приказу Министерства образования</w:t>
      </w:r>
    </w:p>
    <w:p w14:paraId="58574B83" w14:textId="77777777" w:rsidR="00061946" w:rsidRPr="00BE3CB8" w:rsidRDefault="00061946" w:rsidP="00061946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14:paraId="27F8C9DE" w14:textId="77777777" w:rsidR="00061946" w:rsidRDefault="00061946" w:rsidP="0006194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14:paraId="0E6504FF" w14:textId="77777777" w:rsidR="00061946" w:rsidRDefault="00061946" w:rsidP="0006194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14:paraId="547D58B7" w14:textId="77777777" w:rsidR="00061946" w:rsidRDefault="00061946" w:rsidP="00061946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14:paraId="67C15984" w14:textId="77777777" w:rsidR="00061946" w:rsidRPr="00FD0F2C" w:rsidRDefault="00061946" w:rsidP="00061946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7F941283" w14:textId="77777777" w:rsidR="00616D2B" w:rsidRPr="002F2FBF" w:rsidRDefault="00616D2B" w:rsidP="00616D2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МР </w:t>
      </w:r>
      <w:r w:rsidRPr="002F2FB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Янаульский район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Республики Башкортостан</w:t>
      </w:r>
    </w:p>
    <w:p w14:paraId="6E972B91" w14:textId="77777777" w:rsidR="00616D2B" w:rsidRPr="00B013C7" w:rsidRDefault="00616D2B" w:rsidP="00616D2B">
      <w:pPr>
        <w:spacing w:after="0"/>
        <w:jc w:val="center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u w:val="single"/>
        </w:rPr>
      </w:pPr>
    </w:p>
    <w:tbl>
      <w:tblPr>
        <w:tblW w:w="11083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544"/>
        <w:gridCol w:w="3828"/>
        <w:gridCol w:w="3144"/>
      </w:tblGrid>
      <w:tr w:rsidR="00616D2B" w:rsidRPr="00B013C7" w14:paraId="3C8C1B6C" w14:textId="77777777" w:rsidTr="00290352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F3CCF" w14:textId="77777777" w:rsidR="00616D2B" w:rsidRPr="00C30652" w:rsidRDefault="00616D2B" w:rsidP="0029035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C90AA" w14:textId="77777777" w:rsidR="00616D2B" w:rsidRPr="00C30652" w:rsidRDefault="00616D2B" w:rsidP="0029035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b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ИО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69DD4" w14:textId="77777777" w:rsidR="00616D2B" w:rsidRPr="00C30652" w:rsidRDefault="00616D2B" w:rsidP="0029035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1A035" w14:textId="77777777" w:rsidR="00616D2B" w:rsidRPr="00C30652" w:rsidRDefault="00616D2B" w:rsidP="0029035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616D2B" w:rsidRPr="00B013C7" w14:paraId="2340A137" w14:textId="77777777" w:rsidTr="00290352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4D5F9" w14:textId="77777777" w:rsidR="00616D2B" w:rsidRPr="00B013C7" w:rsidRDefault="00616D2B" w:rsidP="00215B6B">
            <w:pPr>
              <w:pStyle w:val="a5"/>
              <w:numPr>
                <w:ilvl w:val="0"/>
                <w:numId w:val="8"/>
              </w:numPr>
              <w:spacing w:after="0"/>
              <w:ind w:left="0" w:hanging="18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1A632" w14:textId="77777777" w:rsidR="00616D2B" w:rsidRDefault="00616D2B" w:rsidP="0029035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Галимзянова </w:t>
            </w:r>
          </w:p>
          <w:p w14:paraId="08A1A5DB" w14:textId="77777777" w:rsidR="00616D2B" w:rsidRPr="00B013C7" w:rsidRDefault="00616D2B" w:rsidP="0029035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Рима Саматовна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4864B" w14:textId="77777777" w:rsidR="00616D2B" w:rsidRPr="00B013C7" w:rsidRDefault="00616D2B" w:rsidP="0029035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автономное учреждение физкультуры и спорта «Юность» муниципального района Янаульский район РБ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0CCE0" w14:textId="77777777" w:rsidR="00616D2B" w:rsidRPr="00B013C7" w:rsidRDefault="00616D2B" w:rsidP="0029035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r w:rsidRPr="00B01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ренер -  преподаватель</w:t>
            </w:r>
          </w:p>
        </w:tc>
      </w:tr>
      <w:tr w:rsidR="00616D2B" w:rsidRPr="00B013C7" w14:paraId="4219EE4E" w14:textId="77777777" w:rsidTr="00290352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58DC8" w14:textId="77777777" w:rsidR="00616D2B" w:rsidRPr="002F2FBF" w:rsidRDefault="00616D2B" w:rsidP="00290352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CDA1F" w14:textId="77777777" w:rsidR="00616D2B" w:rsidRPr="00B013C7" w:rsidRDefault="00616D2B" w:rsidP="0029035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Гимаев</w:t>
            </w:r>
          </w:p>
          <w:p w14:paraId="6ED88E08" w14:textId="77777777" w:rsidR="00616D2B" w:rsidRPr="00B013C7" w:rsidRDefault="00616D2B" w:rsidP="0029035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Фанил Борисович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DCC26" w14:textId="77777777" w:rsidR="00616D2B" w:rsidRPr="00B013C7" w:rsidRDefault="00616D2B" w:rsidP="0029035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бюджетное общеобразовательное учреждение средняя общеобразовательная</w:t>
            </w:r>
          </w:p>
          <w:p w14:paraId="661D73A4" w14:textId="77777777" w:rsidR="00616D2B" w:rsidRPr="00B013C7" w:rsidRDefault="00616D2B" w:rsidP="0029035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школа с.Карманово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A505E" w14:textId="77777777" w:rsidR="00616D2B" w:rsidRPr="00B013C7" w:rsidRDefault="00616D2B" w:rsidP="0029035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616D2B" w:rsidRPr="00B013C7" w14:paraId="23BEADAE" w14:textId="77777777" w:rsidTr="00290352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7FD1A" w14:textId="77777777" w:rsidR="00616D2B" w:rsidRPr="00B013C7" w:rsidRDefault="00616D2B" w:rsidP="00290352">
            <w:pPr>
              <w:pStyle w:val="a5"/>
              <w:spacing w:after="0"/>
              <w:ind w:left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5B553" w14:textId="77777777" w:rsidR="00616D2B" w:rsidRPr="00B013C7" w:rsidRDefault="00616D2B" w:rsidP="0029035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FD9F3C4" w14:textId="77777777" w:rsidR="00616D2B" w:rsidRPr="00B013C7" w:rsidRDefault="00616D2B" w:rsidP="0029035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Кадырова</w:t>
            </w:r>
          </w:p>
          <w:p w14:paraId="27696C0A" w14:textId="77777777" w:rsidR="00616D2B" w:rsidRPr="00B013C7" w:rsidRDefault="00616D2B" w:rsidP="0029035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Лариса Александровна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27A33" w14:textId="77777777" w:rsidR="00616D2B" w:rsidRPr="00B013C7" w:rsidRDefault="00616D2B" w:rsidP="0029035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автономное учреждение физкультуры и спорта «Юность» муниципального района Янаульский район РБ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6C3B4" w14:textId="77777777" w:rsidR="00616D2B" w:rsidRPr="00B013C7" w:rsidRDefault="00616D2B" w:rsidP="0029035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r w:rsidRPr="00B01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ренер  - преподаватель</w:t>
            </w:r>
          </w:p>
        </w:tc>
      </w:tr>
      <w:tr w:rsidR="00616D2B" w:rsidRPr="00B013C7" w14:paraId="26231F1D" w14:textId="77777777" w:rsidTr="00290352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9A528" w14:textId="77777777" w:rsidR="00616D2B" w:rsidRPr="00B013C7" w:rsidRDefault="00616D2B" w:rsidP="00290352">
            <w:pPr>
              <w:pStyle w:val="a5"/>
              <w:spacing w:after="0"/>
              <w:ind w:left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1CB2C" w14:textId="77777777" w:rsidR="00616D2B" w:rsidRPr="00B013C7" w:rsidRDefault="00616D2B" w:rsidP="0029035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Калиуллина</w:t>
            </w:r>
          </w:p>
          <w:p w14:paraId="283C1015" w14:textId="77777777" w:rsidR="00616D2B" w:rsidRPr="00B013C7" w:rsidRDefault="00616D2B" w:rsidP="0029035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Светлана Анатольевна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1B8D7" w14:textId="77777777" w:rsidR="00616D2B" w:rsidRPr="00B013C7" w:rsidRDefault="00616D2B" w:rsidP="0029035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автономное дошкольное  образовательное учреждение детский сад №16 «Родничок» г.Янаул РБ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CE753" w14:textId="77777777" w:rsidR="00616D2B" w:rsidRPr="00B013C7" w:rsidRDefault="00616D2B" w:rsidP="0029035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</w:t>
            </w:r>
            <w:r w:rsidRPr="00B01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узыкальный руководитель</w:t>
            </w:r>
          </w:p>
        </w:tc>
      </w:tr>
      <w:tr w:rsidR="00616D2B" w:rsidRPr="00B013C7" w14:paraId="0C9C67F4" w14:textId="77777777" w:rsidTr="00290352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D6BB6" w14:textId="77777777" w:rsidR="00616D2B" w:rsidRPr="00B013C7" w:rsidRDefault="00616D2B" w:rsidP="00290352">
            <w:pPr>
              <w:pStyle w:val="a5"/>
              <w:spacing w:after="0"/>
              <w:ind w:left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9E63A" w14:textId="77777777" w:rsidR="00616D2B" w:rsidRPr="00B013C7" w:rsidRDefault="00616D2B" w:rsidP="0029035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Сайрамова</w:t>
            </w:r>
          </w:p>
          <w:p w14:paraId="6892395A" w14:textId="77777777" w:rsidR="00616D2B" w:rsidRPr="00B013C7" w:rsidRDefault="00616D2B" w:rsidP="0029035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Райса Нурисламовна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F1C51" w14:textId="77777777" w:rsidR="00616D2B" w:rsidRPr="00B013C7" w:rsidRDefault="00616D2B" w:rsidP="0029035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бюджетное общеобразовательное учреждение средняя общеобразовательная школа с.Карманово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E3B78" w14:textId="77777777" w:rsidR="00616D2B" w:rsidRPr="00B013C7" w:rsidRDefault="00616D2B" w:rsidP="0029035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616D2B" w:rsidRPr="00B013C7" w14:paraId="109F6B81" w14:textId="77777777" w:rsidTr="00290352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CAAC5" w14:textId="77777777" w:rsidR="00616D2B" w:rsidRPr="00B013C7" w:rsidRDefault="00616D2B" w:rsidP="00290352">
            <w:pPr>
              <w:pStyle w:val="a5"/>
              <w:spacing w:after="0"/>
              <w:ind w:left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02B13" w14:textId="77777777" w:rsidR="00616D2B" w:rsidRPr="00B013C7" w:rsidRDefault="00616D2B" w:rsidP="0029035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Хуснуллин</w:t>
            </w:r>
          </w:p>
          <w:p w14:paraId="4FC133C5" w14:textId="77777777" w:rsidR="00616D2B" w:rsidRPr="00B013C7" w:rsidRDefault="00616D2B" w:rsidP="0029035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Валерий Мензарипович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BEB6E" w14:textId="77777777" w:rsidR="00616D2B" w:rsidRPr="00B013C7" w:rsidRDefault="00616D2B" w:rsidP="0029035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автономное учреждение физкультуры и спорта «Юность» муниципального района Янаульский район РБ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3A3CB" w14:textId="77777777" w:rsidR="00616D2B" w:rsidRPr="00B013C7" w:rsidRDefault="00616D2B" w:rsidP="0029035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r w:rsidRPr="00B01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ренер - преподаватель</w:t>
            </w:r>
          </w:p>
        </w:tc>
      </w:tr>
    </w:tbl>
    <w:p w14:paraId="4EEBF5A6" w14:textId="77777777" w:rsidR="00616D2B" w:rsidRPr="00B013C7" w:rsidRDefault="00616D2B" w:rsidP="00616D2B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D3BCD93" w14:textId="77777777" w:rsidR="009A542B" w:rsidRDefault="009A542B" w:rsidP="009A542B"/>
    <w:p w14:paraId="0A4A6C4D" w14:textId="77777777" w:rsidR="005A6E58" w:rsidRPr="00B013C7" w:rsidRDefault="005A6E58" w:rsidP="00B013C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64298F07" w14:textId="77777777" w:rsidR="00B013C7" w:rsidRPr="00B013C7" w:rsidRDefault="00B013C7" w:rsidP="00B013C7">
      <w:pPr>
        <w:spacing w:after="0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2960DD34" w14:textId="77777777" w:rsidR="00061946" w:rsidRDefault="00061946" w:rsidP="00B013C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0412EFAF" w14:textId="77777777" w:rsidR="00061946" w:rsidRDefault="00061946" w:rsidP="00B013C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6581AD3E" w14:textId="77777777" w:rsidR="00061946" w:rsidRDefault="00061946" w:rsidP="00B013C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3AE004DB" w14:textId="77777777" w:rsidR="00061946" w:rsidRDefault="00061946" w:rsidP="00B013C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3F271D86" w14:textId="77777777" w:rsidR="00061946" w:rsidRDefault="00061946" w:rsidP="00B013C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5AA480F5" w14:textId="77777777" w:rsidR="00061946" w:rsidRDefault="00061946" w:rsidP="00B013C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73F42AB1" w14:textId="77777777" w:rsidR="00061946" w:rsidRDefault="00061946" w:rsidP="00B013C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7916B385" w14:textId="77777777" w:rsidR="00061946" w:rsidRDefault="00061946" w:rsidP="00B013C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76F1F2D1" w14:textId="77777777" w:rsidR="00061946" w:rsidRDefault="00061946" w:rsidP="00B013C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3AFD45B8" w14:textId="77777777" w:rsidR="00061946" w:rsidRDefault="00061946" w:rsidP="00B013C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1687F2F" w14:textId="77777777" w:rsidR="00061946" w:rsidRDefault="00061946" w:rsidP="00B013C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40E3F1A9" w14:textId="77777777" w:rsidR="00061946" w:rsidRDefault="00061946" w:rsidP="0006194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Приложение №2  к приказу Министерства образования</w:t>
      </w:r>
    </w:p>
    <w:p w14:paraId="03BAB418" w14:textId="77777777" w:rsidR="00061946" w:rsidRPr="00BE3CB8" w:rsidRDefault="00061946" w:rsidP="00061946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14:paraId="2C9BAC13" w14:textId="77777777" w:rsidR="00061946" w:rsidRDefault="00061946" w:rsidP="0006194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14:paraId="6B2526F2" w14:textId="77777777" w:rsidR="00061946" w:rsidRDefault="00061946" w:rsidP="0006194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14:paraId="0B540E26" w14:textId="77777777" w:rsidR="00061946" w:rsidRDefault="00061946" w:rsidP="00061946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14:paraId="32AF816D" w14:textId="77777777" w:rsidR="00061946" w:rsidRPr="00FD0F2C" w:rsidRDefault="00061946" w:rsidP="00061946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1205003A" w14:textId="77777777" w:rsidR="00B013C7" w:rsidRPr="00B013C7" w:rsidRDefault="00B013C7" w:rsidP="00B013C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013C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ГБОУ Петровский детский дом Ишимбайского района Р</w:t>
      </w:r>
      <w:r w:rsidR="007B3ED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еспублики </w:t>
      </w:r>
      <w:r w:rsidRPr="00B013C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Б</w:t>
      </w:r>
      <w:r w:rsidR="007B3ED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ашкортостан</w:t>
      </w:r>
    </w:p>
    <w:p w14:paraId="64E66B70" w14:textId="77777777" w:rsidR="00B013C7" w:rsidRPr="00B013C7" w:rsidRDefault="00B013C7" w:rsidP="00B013C7">
      <w:pPr>
        <w:spacing w:after="0"/>
        <w:jc w:val="center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3544"/>
        <w:gridCol w:w="3828"/>
        <w:gridCol w:w="3118"/>
      </w:tblGrid>
      <w:tr w:rsidR="0059709C" w:rsidRPr="00B013C7" w14:paraId="4EAC4FE6" w14:textId="77777777" w:rsidTr="00096CC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494A1" w14:textId="77777777" w:rsidR="0059709C" w:rsidRPr="00C30652" w:rsidRDefault="0059709C" w:rsidP="0029035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6E8BE" w14:textId="77777777" w:rsidR="0059709C" w:rsidRPr="00C30652" w:rsidRDefault="0059709C" w:rsidP="0029035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b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ИО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B6510" w14:textId="77777777" w:rsidR="0059709C" w:rsidRPr="00C30652" w:rsidRDefault="0059709C" w:rsidP="0029035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0FED1" w14:textId="77777777" w:rsidR="0059709C" w:rsidRPr="00C30652" w:rsidRDefault="0059709C" w:rsidP="0029035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B013C7" w:rsidRPr="00B013C7" w14:paraId="4383AD3E" w14:textId="77777777" w:rsidTr="00096CC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1F855" w14:textId="77777777" w:rsidR="00B013C7" w:rsidRPr="00B013C7" w:rsidRDefault="00B013C7" w:rsidP="00B013C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09D2F" w14:textId="77777777" w:rsidR="00B013C7" w:rsidRPr="00B013C7" w:rsidRDefault="00B013C7" w:rsidP="00B013C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Ягафарова</w:t>
            </w:r>
          </w:p>
          <w:p w14:paraId="3A3AF8C7" w14:textId="77777777" w:rsidR="00B013C7" w:rsidRDefault="00B013C7" w:rsidP="00B013C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Гульназ Венеровна</w:t>
            </w:r>
          </w:p>
          <w:p w14:paraId="0366C8EE" w14:textId="77777777" w:rsidR="007B3ED6" w:rsidRPr="00B013C7" w:rsidRDefault="007B3ED6" w:rsidP="00B013C7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715C0" w14:textId="77777777" w:rsidR="00B013C7" w:rsidRPr="00B013C7" w:rsidRDefault="00B013C7" w:rsidP="00B013C7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ГБОУ Петровский детский дом Ишимбайского района РБ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A1E92" w14:textId="77777777" w:rsidR="00B013C7" w:rsidRPr="00B013C7" w:rsidRDefault="00BC6C01" w:rsidP="00B013C7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r w:rsidR="00B013C7" w:rsidRPr="00B01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едагог-психолог</w:t>
            </w:r>
          </w:p>
        </w:tc>
      </w:tr>
    </w:tbl>
    <w:p w14:paraId="2D99F413" w14:textId="77777777" w:rsidR="00B013C7" w:rsidRPr="00B013C7" w:rsidRDefault="00B013C7" w:rsidP="00B013C7">
      <w:pPr>
        <w:spacing w:after="0"/>
        <w:ind w:firstLine="851"/>
        <w:jc w:val="center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</w:pPr>
    </w:p>
    <w:p w14:paraId="06353A7F" w14:textId="77777777" w:rsidR="00B013C7" w:rsidRPr="00B013C7" w:rsidRDefault="00B013C7" w:rsidP="00B013C7">
      <w:pPr>
        <w:spacing w:after="0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4311D974" w14:textId="77777777" w:rsidR="00B013C7" w:rsidRPr="00B013C7" w:rsidRDefault="00B013C7" w:rsidP="00B013C7">
      <w:pPr>
        <w:spacing w:after="0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1ECFFD47" w14:textId="77777777" w:rsidR="00B013C7" w:rsidRPr="00B013C7" w:rsidRDefault="00B013C7" w:rsidP="00B013C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C3440DF" w14:textId="77777777" w:rsidR="00B013C7" w:rsidRPr="00B013C7" w:rsidRDefault="00B013C7" w:rsidP="00B013C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6BA967B4" w14:textId="77777777" w:rsidR="002F2FBF" w:rsidRDefault="002F2FBF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5CFC432C" w14:textId="77777777" w:rsidR="002F2FBF" w:rsidRDefault="002F2FBF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54A9E6A5" w14:textId="77777777" w:rsidR="002F2FBF" w:rsidRDefault="002F2FBF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150224DB" w14:textId="77777777" w:rsidR="002F2FBF" w:rsidRDefault="002F2FBF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0E4CA207" w14:textId="77777777" w:rsidR="00061946" w:rsidRDefault="00061946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2CF0B06C" w14:textId="77777777" w:rsidR="00061946" w:rsidRDefault="00061946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28ACFCD2" w14:textId="77777777" w:rsidR="00061946" w:rsidRDefault="00061946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0F6BD91C" w14:textId="77777777" w:rsidR="00061946" w:rsidRDefault="00061946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3774D253" w14:textId="77777777" w:rsidR="00061946" w:rsidRDefault="00061946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17B59B1D" w14:textId="77777777" w:rsidR="00061946" w:rsidRDefault="00061946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2D0C5CA9" w14:textId="77777777" w:rsidR="00061946" w:rsidRDefault="00061946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4E4B90EA" w14:textId="77777777" w:rsidR="00061946" w:rsidRDefault="00061946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440352D3" w14:textId="77777777" w:rsidR="00061946" w:rsidRDefault="00061946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4E8D3F1E" w14:textId="77777777" w:rsidR="00061946" w:rsidRDefault="00061946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1BBB5344" w14:textId="77777777" w:rsidR="00061946" w:rsidRDefault="00061946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7C762AB8" w14:textId="77777777" w:rsidR="00061946" w:rsidRDefault="00061946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5C51DEEF" w14:textId="77777777" w:rsidR="00061946" w:rsidRDefault="00061946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4BE26E09" w14:textId="77777777" w:rsidR="00061946" w:rsidRDefault="00061946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48A428BC" w14:textId="77777777" w:rsidR="00061946" w:rsidRDefault="00061946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5CBB897D" w14:textId="77777777" w:rsidR="00061946" w:rsidRDefault="00061946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21966E68" w14:textId="77777777" w:rsidR="00061946" w:rsidRDefault="00061946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23165823" w14:textId="77777777" w:rsidR="00061946" w:rsidRDefault="00061946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2B3FEDB7" w14:textId="77777777" w:rsidR="00061946" w:rsidRDefault="00061946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4E8F4565" w14:textId="77777777" w:rsidR="00061946" w:rsidRDefault="00061946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69660B35" w14:textId="77777777" w:rsidR="00061946" w:rsidRDefault="00061946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0AC8D017" w14:textId="77777777" w:rsidR="00061946" w:rsidRDefault="00061946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54E3C20B" w14:textId="77777777" w:rsidR="00061946" w:rsidRDefault="00061946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409808F9" w14:textId="77777777" w:rsidR="00061946" w:rsidRDefault="00061946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239CFE4B" w14:textId="77777777" w:rsidR="00061946" w:rsidRDefault="00061946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58D441CF" w14:textId="77777777" w:rsidR="00061946" w:rsidRDefault="00061946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61ED95BD" w14:textId="77777777" w:rsidR="00061946" w:rsidRDefault="00061946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729650F1" w14:textId="77777777" w:rsidR="00061946" w:rsidRDefault="00061946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0BAC333A" w14:textId="77777777" w:rsidR="00061946" w:rsidRDefault="00061946" w:rsidP="0006194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Приложение №2  к приказу Министерства образования</w:t>
      </w:r>
    </w:p>
    <w:p w14:paraId="6835ED58" w14:textId="77777777" w:rsidR="00061946" w:rsidRPr="00BE3CB8" w:rsidRDefault="00061946" w:rsidP="00061946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14:paraId="77DF286D" w14:textId="77777777" w:rsidR="00061946" w:rsidRDefault="00061946" w:rsidP="0006194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14:paraId="471EC72C" w14:textId="77777777" w:rsidR="00061946" w:rsidRDefault="00061946" w:rsidP="0006194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14:paraId="02CBBA48" w14:textId="77777777" w:rsidR="00061946" w:rsidRDefault="00061946" w:rsidP="00061946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14:paraId="5CB600B8" w14:textId="77777777" w:rsidR="00061946" w:rsidRPr="00FD0F2C" w:rsidRDefault="00061946" w:rsidP="00061946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4D468543" w14:textId="77777777" w:rsidR="00B013C7" w:rsidRPr="00B013C7" w:rsidRDefault="00B013C7" w:rsidP="007B3ED6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013C7">
        <w:rPr>
          <w:rFonts w:ascii="Times New Roman" w:hAnsi="Times New Roman"/>
          <w:b/>
          <w:color w:val="000000" w:themeColor="text1"/>
          <w:sz w:val="24"/>
          <w:szCs w:val="24"/>
        </w:rPr>
        <w:t>ГБОУ Уфимская специальная (коррекционная)</w:t>
      </w:r>
      <w:r w:rsidR="007B3ED6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B013C7">
        <w:rPr>
          <w:rFonts w:ascii="Times New Roman" w:hAnsi="Times New Roman"/>
          <w:b/>
          <w:color w:val="000000" w:themeColor="text1"/>
          <w:sz w:val="24"/>
          <w:szCs w:val="24"/>
        </w:rPr>
        <w:t xml:space="preserve">общеобразовательная школа – интернат № 13 </w:t>
      </w:r>
      <w:r w:rsidRPr="00B013C7">
        <w:rPr>
          <w:rFonts w:ascii="Times New Roman" w:hAnsi="Times New Roman"/>
          <w:b/>
          <w:color w:val="000000" w:themeColor="text1"/>
          <w:sz w:val="24"/>
          <w:szCs w:val="24"/>
          <w:lang w:val="en-US"/>
        </w:rPr>
        <w:t>VI</w:t>
      </w:r>
      <w:r w:rsidRPr="00B013C7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вида</w:t>
      </w:r>
    </w:p>
    <w:p w14:paraId="257333D5" w14:textId="77777777" w:rsidR="00B013C7" w:rsidRPr="00B013C7" w:rsidRDefault="00B013C7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tbl>
      <w:tblPr>
        <w:tblW w:w="11057" w:type="dxa"/>
        <w:tblInd w:w="-1236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7"/>
        <w:gridCol w:w="3544"/>
        <w:gridCol w:w="3828"/>
        <w:gridCol w:w="3118"/>
      </w:tblGrid>
      <w:tr w:rsidR="0059709C" w:rsidRPr="00B013C7" w14:paraId="60254446" w14:textId="77777777" w:rsidTr="002F2FBF">
        <w:trPr>
          <w:trHeight w:hRule="exact" w:val="3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9839B6" w14:textId="77777777" w:rsidR="0059709C" w:rsidRPr="00C30652" w:rsidRDefault="0059709C" w:rsidP="0029035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EAD1F6" w14:textId="77777777" w:rsidR="0059709C" w:rsidRPr="00C30652" w:rsidRDefault="0059709C" w:rsidP="0029035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b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ИО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8591D9" w14:textId="77777777" w:rsidR="0059709C" w:rsidRPr="00C30652" w:rsidRDefault="0059709C" w:rsidP="0029035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39169D" w14:textId="77777777" w:rsidR="0059709C" w:rsidRPr="00C30652" w:rsidRDefault="0059709C" w:rsidP="0029035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B013C7" w:rsidRPr="00B013C7" w14:paraId="40A5C512" w14:textId="77777777" w:rsidTr="002F2FBF">
        <w:trPr>
          <w:trHeight w:hRule="exact" w:val="110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0B916F6" w14:textId="77777777" w:rsidR="00B013C7" w:rsidRPr="00B013C7" w:rsidRDefault="00B013C7" w:rsidP="00B013C7">
            <w:pPr>
              <w:pStyle w:val="a3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B29391" w14:textId="77777777" w:rsidR="00B013C7" w:rsidRPr="00B013C7" w:rsidRDefault="00B013C7" w:rsidP="00B013C7">
            <w:pPr>
              <w:pStyle w:val="a3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Ходжаева</w:t>
            </w:r>
          </w:p>
          <w:p w14:paraId="08D3DDFF" w14:textId="77777777" w:rsidR="00B013C7" w:rsidRPr="00B013C7" w:rsidRDefault="00B013C7" w:rsidP="00B013C7">
            <w:pPr>
              <w:pStyle w:val="a3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Заррина Ахроровна</w:t>
            </w:r>
          </w:p>
          <w:p w14:paraId="42F83B94" w14:textId="77777777" w:rsidR="00B013C7" w:rsidRPr="00B013C7" w:rsidRDefault="00B013C7" w:rsidP="00B013C7">
            <w:pPr>
              <w:pStyle w:val="a3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128298" w14:textId="77777777" w:rsidR="00B013C7" w:rsidRPr="00B013C7" w:rsidRDefault="00B013C7" w:rsidP="00B013C7">
            <w:pPr>
              <w:pStyle w:val="a3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ГБОУ Уфимская специальная (коррекционная)общеобразовательная школа- интернат№ 13 </w:t>
            </w:r>
            <w:r w:rsidRPr="00B013C7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VI</w:t>
            </w:r>
            <w:r w:rsidRPr="00B013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вида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28D54B" w14:textId="77777777" w:rsidR="00B013C7" w:rsidRPr="00B013C7" w:rsidRDefault="002F2FBF" w:rsidP="007B3ED6">
            <w:pPr>
              <w:pStyle w:val="a4"/>
              <w:spacing w:before="240" w:beforeAutospacing="0" w:after="240" w:afterAutospacing="0" w:line="276" w:lineRule="auto"/>
              <w:jc w:val="center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>у</w:t>
            </w:r>
            <w:r w:rsidR="00B013C7" w:rsidRPr="00B013C7">
              <w:rPr>
                <w:rFonts w:eastAsia="Calibri"/>
                <w:color w:val="000000" w:themeColor="text1"/>
              </w:rPr>
              <w:t>читель - дефектолог</w:t>
            </w:r>
          </w:p>
          <w:p w14:paraId="7E8B4A13" w14:textId="77777777" w:rsidR="00B013C7" w:rsidRPr="00B013C7" w:rsidRDefault="00B013C7" w:rsidP="007B3ED6">
            <w:pPr>
              <w:pStyle w:val="a3"/>
              <w:spacing w:before="240" w:after="240"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013C7" w:rsidRPr="00B013C7" w14:paraId="4ED7126D" w14:textId="77777777" w:rsidTr="002F2FBF">
        <w:trPr>
          <w:trHeight w:hRule="exact" w:val="98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2861B48" w14:textId="77777777" w:rsidR="00B013C7" w:rsidRPr="00B013C7" w:rsidRDefault="00B013C7" w:rsidP="00B013C7">
            <w:pPr>
              <w:pStyle w:val="a3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D16788" w14:textId="77777777" w:rsidR="00B013C7" w:rsidRPr="00B013C7" w:rsidRDefault="00B013C7" w:rsidP="00B013C7">
            <w:pPr>
              <w:pStyle w:val="a3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Фаррухшина</w:t>
            </w:r>
          </w:p>
          <w:p w14:paraId="457DA618" w14:textId="77777777" w:rsidR="00B013C7" w:rsidRPr="00B013C7" w:rsidRDefault="00B013C7" w:rsidP="00B013C7">
            <w:pPr>
              <w:pStyle w:val="a3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Лилия Рагипова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59D0D2" w14:textId="77777777" w:rsidR="00B013C7" w:rsidRPr="00B013C7" w:rsidRDefault="00B013C7" w:rsidP="00B013C7">
            <w:pPr>
              <w:pStyle w:val="a3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ГБОУ Уфимская специальная (коррекционная)общеобразовательная школа- интернат№ 13 </w:t>
            </w:r>
            <w:r w:rsidRPr="00B013C7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VI</w:t>
            </w:r>
            <w:r w:rsidRPr="00B013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вида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ACC390" w14:textId="77777777" w:rsidR="00B013C7" w:rsidRPr="00B013C7" w:rsidRDefault="002F2FBF" w:rsidP="007B3ED6">
            <w:pPr>
              <w:pStyle w:val="a4"/>
              <w:spacing w:before="240" w:beforeAutospacing="0" w:after="0" w:afterAutospacing="0" w:line="276" w:lineRule="auto"/>
              <w:jc w:val="center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>у</w:t>
            </w:r>
            <w:r w:rsidR="00B013C7" w:rsidRPr="00B013C7">
              <w:rPr>
                <w:rFonts w:eastAsia="Calibri"/>
                <w:color w:val="000000" w:themeColor="text1"/>
              </w:rPr>
              <w:t>читель</w:t>
            </w:r>
          </w:p>
        </w:tc>
      </w:tr>
    </w:tbl>
    <w:p w14:paraId="2BEAC0C3" w14:textId="77777777" w:rsidR="00B013C7" w:rsidRPr="00B013C7" w:rsidRDefault="00B013C7" w:rsidP="00B013C7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7F1CABC" w14:textId="77777777" w:rsidR="00B013C7" w:rsidRPr="00B013C7" w:rsidRDefault="00B013C7" w:rsidP="00B013C7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1FB7C97" w14:textId="77777777" w:rsidR="00B013C7" w:rsidRPr="00B013C7" w:rsidRDefault="00B013C7" w:rsidP="00B013C7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7E79514" w14:textId="77777777" w:rsidR="00061946" w:rsidRDefault="00061946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3A4F1382" w14:textId="77777777" w:rsidR="00061946" w:rsidRDefault="00061946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06AC23A5" w14:textId="77777777" w:rsidR="00061946" w:rsidRDefault="00061946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14E01403" w14:textId="77777777" w:rsidR="00061946" w:rsidRDefault="00061946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736C6ADD" w14:textId="77777777" w:rsidR="00061946" w:rsidRDefault="00061946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214C8DD5" w14:textId="77777777" w:rsidR="00061946" w:rsidRDefault="00061946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10E9ED4A" w14:textId="77777777" w:rsidR="00061946" w:rsidRDefault="00061946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7940D93D" w14:textId="77777777" w:rsidR="00061946" w:rsidRDefault="00061946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47DB038D" w14:textId="77777777" w:rsidR="00061946" w:rsidRDefault="00061946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382424F2" w14:textId="77777777" w:rsidR="00061946" w:rsidRDefault="00061946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5DAA20E5" w14:textId="77777777" w:rsidR="00061946" w:rsidRDefault="00061946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62BCC7E2" w14:textId="77777777" w:rsidR="00061946" w:rsidRDefault="00061946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7F4D0902" w14:textId="77777777" w:rsidR="00061946" w:rsidRDefault="00061946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495F7EBF" w14:textId="77777777" w:rsidR="00061946" w:rsidRDefault="00061946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6F8E4A50" w14:textId="77777777" w:rsidR="00061946" w:rsidRDefault="00061946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40C5D29A" w14:textId="77777777" w:rsidR="00061946" w:rsidRDefault="00061946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002D3B3C" w14:textId="77777777" w:rsidR="00061946" w:rsidRDefault="00061946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624625BE" w14:textId="77777777" w:rsidR="00061946" w:rsidRDefault="00061946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3822C5AA" w14:textId="77777777" w:rsidR="00061946" w:rsidRDefault="00061946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2905D23E" w14:textId="77777777" w:rsidR="00061946" w:rsidRDefault="00061946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5F5F52F0" w14:textId="77777777" w:rsidR="00061946" w:rsidRDefault="00061946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66FDA6CA" w14:textId="77777777" w:rsidR="00061946" w:rsidRDefault="00061946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2BF478EA" w14:textId="77777777" w:rsidR="00061946" w:rsidRDefault="00061946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5CCF6134" w14:textId="77777777" w:rsidR="00061946" w:rsidRDefault="00061946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1AD0EA93" w14:textId="77777777" w:rsidR="00061946" w:rsidRDefault="00061946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5BC3C558" w14:textId="77777777" w:rsidR="00061946" w:rsidRDefault="00061946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0076A6CD" w14:textId="77777777" w:rsidR="00061946" w:rsidRDefault="00061946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62E9B42D" w14:textId="77777777" w:rsidR="00061946" w:rsidRDefault="00061946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3AB21AE9" w14:textId="77777777" w:rsidR="00061946" w:rsidRDefault="00061946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5DBF258C" w14:textId="77777777" w:rsidR="00061946" w:rsidRDefault="00061946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091061F3" w14:textId="77777777" w:rsidR="00061946" w:rsidRDefault="00061946" w:rsidP="0006194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Приложение №2  к приказу Министерства образования</w:t>
      </w:r>
    </w:p>
    <w:p w14:paraId="548A64F1" w14:textId="77777777" w:rsidR="00061946" w:rsidRPr="00BE3CB8" w:rsidRDefault="00061946" w:rsidP="00061946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14:paraId="5C4F5E32" w14:textId="77777777" w:rsidR="00061946" w:rsidRDefault="00061946" w:rsidP="0006194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14:paraId="6BDD8C89" w14:textId="77777777" w:rsidR="00061946" w:rsidRDefault="00061946" w:rsidP="0006194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14:paraId="2D6564F3" w14:textId="77777777" w:rsidR="00061946" w:rsidRDefault="00061946" w:rsidP="00061946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14:paraId="25DE7773" w14:textId="77777777" w:rsidR="00061946" w:rsidRPr="00FD0F2C" w:rsidRDefault="00061946" w:rsidP="00061946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629940F4" w14:textId="77777777" w:rsidR="00B013C7" w:rsidRDefault="007B3ED6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ГК</w:t>
      </w:r>
      <w:r w:rsidR="00B013C7" w:rsidRPr="00B013C7">
        <w:rPr>
          <w:rFonts w:ascii="Times New Roman" w:hAnsi="Times New Roman"/>
          <w:b/>
          <w:color w:val="000000" w:themeColor="text1"/>
          <w:sz w:val="24"/>
          <w:szCs w:val="24"/>
        </w:rPr>
        <w:t>ОУ Шафрановская санаторная школа-интернат</w:t>
      </w:r>
    </w:p>
    <w:p w14:paraId="2C5DCA1A" w14:textId="77777777" w:rsidR="002F2FBF" w:rsidRPr="00B013C7" w:rsidRDefault="002F2FBF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tbl>
      <w:tblPr>
        <w:tblW w:w="11057" w:type="dxa"/>
        <w:tblInd w:w="-1236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7"/>
        <w:gridCol w:w="3544"/>
        <w:gridCol w:w="3828"/>
        <w:gridCol w:w="3118"/>
      </w:tblGrid>
      <w:tr w:rsidR="0059709C" w:rsidRPr="00B013C7" w14:paraId="2C716765" w14:textId="77777777" w:rsidTr="002F2FBF">
        <w:trPr>
          <w:trHeight w:hRule="exact" w:val="40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1F0BC8" w14:textId="77777777" w:rsidR="0059709C" w:rsidRPr="00C30652" w:rsidRDefault="0059709C" w:rsidP="0029035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13C44F" w14:textId="77777777" w:rsidR="0059709C" w:rsidRPr="00C30652" w:rsidRDefault="0059709C" w:rsidP="0029035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b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ИО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5EDD93" w14:textId="77777777" w:rsidR="0059709C" w:rsidRPr="00C30652" w:rsidRDefault="0059709C" w:rsidP="0029035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66FFD6" w14:textId="77777777" w:rsidR="0059709C" w:rsidRPr="00C30652" w:rsidRDefault="0059709C" w:rsidP="0029035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B013C7" w:rsidRPr="00B013C7" w14:paraId="22C77404" w14:textId="77777777" w:rsidTr="002F2FBF">
        <w:trPr>
          <w:trHeight w:hRule="exact" w:val="90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985F71" w14:textId="77777777" w:rsidR="00B013C7" w:rsidRPr="00B013C7" w:rsidRDefault="00B013C7" w:rsidP="00B013C7">
            <w:pPr>
              <w:pStyle w:val="a3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922C0C" w14:textId="77777777" w:rsidR="00B013C7" w:rsidRPr="00B013C7" w:rsidRDefault="00B013C7" w:rsidP="00B013C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Янбаева</w:t>
            </w:r>
          </w:p>
          <w:p w14:paraId="2FB09277" w14:textId="77777777" w:rsidR="00B013C7" w:rsidRPr="00B013C7" w:rsidRDefault="00B013C7" w:rsidP="00B013C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Фарида Наримановна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EFAB5C" w14:textId="77777777" w:rsidR="00B013C7" w:rsidRPr="00B013C7" w:rsidRDefault="007B3ED6" w:rsidP="00B013C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ГКО</w:t>
            </w:r>
            <w:r w:rsidR="00B013C7" w:rsidRPr="00B01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 Шафрановская санаторная школа-интернат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8DB0E1" w14:textId="77777777" w:rsidR="00B013C7" w:rsidRPr="00B013C7" w:rsidRDefault="00B013C7" w:rsidP="00B013C7">
            <w:pPr>
              <w:pStyle w:val="a3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pacing w:val="-13"/>
                <w:sz w:val="24"/>
                <w:szCs w:val="24"/>
              </w:rPr>
            </w:pPr>
            <w:r w:rsidRPr="00B013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воспитатель</w:t>
            </w:r>
          </w:p>
        </w:tc>
      </w:tr>
    </w:tbl>
    <w:p w14:paraId="58BA93D8" w14:textId="77777777" w:rsidR="00B013C7" w:rsidRPr="00B013C7" w:rsidRDefault="00B013C7" w:rsidP="00B013C7">
      <w:pPr>
        <w:spacing w:after="0"/>
        <w:jc w:val="center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</w:pPr>
    </w:p>
    <w:p w14:paraId="08C6AFDF" w14:textId="77777777" w:rsidR="00B013C7" w:rsidRPr="00B013C7" w:rsidRDefault="00B013C7" w:rsidP="00B013C7">
      <w:pPr>
        <w:spacing w:after="0"/>
        <w:ind w:firstLine="851"/>
        <w:jc w:val="center"/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</w:pPr>
    </w:p>
    <w:p w14:paraId="4955AECA" w14:textId="77777777" w:rsidR="00B013C7" w:rsidRPr="00B013C7" w:rsidRDefault="00B013C7" w:rsidP="00B013C7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71F5EBC" w14:textId="77777777" w:rsidR="00B013C7" w:rsidRPr="00B013C7" w:rsidRDefault="00B013C7" w:rsidP="00B013C7">
      <w:pPr>
        <w:spacing w:after="0"/>
        <w:jc w:val="center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u w:val="single"/>
        </w:rPr>
      </w:pPr>
    </w:p>
    <w:p w14:paraId="09824CF5" w14:textId="77777777" w:rsidR="002F2FBF" w:rsidRDefault="002F2FBF" w:rsidP="00B013C7">
      <w:pPr>
        <w:spacing w:after="0"/>
        <w:jc w:val="center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u w:val="single"/>
        </w:rPr>
      </w:pPr>
    </w:p>
    <w:p w14:paraId="66CF13D1" w14:textId="77777777" w:rsidR="002F2FBF" w:rsidRDefault="002F2FBF" w:rsidP="00B013C7">
      <w:pPr>
        <w:spacing w:after="0"/>
        <w:jc w:val="center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u w:val="single"/>
        </w:rPr>
      </w:pPr>
    </w:p>
    <w:p w14:paraId="31381756" w14:textId="77777777" w:rsidR="002F2FBF" w:rsidRDefault="002F2FBF" w:rsidP="00B013C7">
      <w:pPr>
        <w:spacing w:after="0"/>
        <w:jc w:val="center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u w:val="single"/>
        </w:rPr>
      </w:pPr>
    </w:p>
    <w:p w14:paraId="4FE412FC" w14:textId="77777777" w:rsidR="002F2FBF" w:rsidRDefault="002F2FBF" w:rsidP="00B013C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7BB93817" w14:textId="77777777" w:rsidR="002F2FBF" w:rsidRDefault="002F2FBF" w:rsidP="00B013C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0BA9D5CD" w14:textId="77777777" w:rsidR="002F2FBF" w:rsidRDefault="002F2FBF" w:rsidP="00B013C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0D7BCE4D" w14:textId="77777777" w:rsidR="002F2FBF" w:rsidRDefault="002F2FBF" w:rsidP="00B013C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61A6159F" w14:textId="77777777" w:rsidR="002F2FBF" w:rsidRDefault="002F2FBF" w:rsidP="00B013C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3B9850B3" w14:textId="77777777" w:rsidR="002F2FBF" w:rsidRDefault="002F2FBF" w:rsidP="00B013C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5D5CB7FF" w14:textId="77777777" w:rsidR="002F2FBF" w:rsidRDefault="002F2FBF" w:rsidP="00B013C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490B8ABA" w14:textId="77777777" w:rsidR="00B013C7" w:rsidRPr="00B013C7" w:rsidRDefault="00B013C7" w:rsidP="00B013C7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AD5DA49" w14:textId="77777777" w:rsidR="00061946" w:rsidRDefault="00061946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5923FEC1" w14:textId="77777777" w:rsidR="00061946" w:rsidRDefault="00061946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54F122F4" w14:textId="77777777" w:rsidR="00061946" w:rsidRDefault="00061946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41D6D99C" w14:textId="77777777" w:rsidR="00061946" w:rsidRDefault="00061946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6A670FE2" w14:textId="77777777" w:rsidR="00061946" w:rsidRDefault="00061946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0ED9459E" w14:textId="77777777" w:rsidR="00061946" w:rsidRDefault="00061946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4050832F" w14:textId="77777777" w:rsidR="00061946" w:rsidRDefault="00061946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6BC5722C" w14:textId="77777777" w:rsidR="00061946" w:rsidRDefault="00061946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10B9E27F" w14:textId="77777777" w:rsidR="00061946" w:rsidRDefault="00061946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4632D3D0" w14:textId="77777777" w:rsidR="00061946" w:rsidRDefault="00061946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26F4BCD0" w14:textId="77777777" w:rsidR="00061946" w:rsidRDefault="00061946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15FC40C5" w14:textId="77777777" w:rsidR="00061946" w:rsidRDefault="00061946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094D8ACE" w14:textId="77777777" w:rsidR="00061946" w:rsidRDefault="00061946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7ED2AE04" w14:textId="77777777" w:rsidR="00061946" w:rsidRDefault="00061946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736ABD98" w14:textId="77777777" w:rsidR="00061946" w:rsidRDefault="00061946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60F870DE" w14:textId="77777777" w:rsidR="00061946" w:rsidRDefault="00061946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360EF035" w14:textId="77777777" w:rsidR="00061946" w:rsidRDefault="00061946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7621E8E2" w14:textId="77777777" w:rsidR="00061946" w:rsidRDefault="00061946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0DF018D2" w14:textId="77777777" w:rsidR="00061946" w:rsidRDefault="00061946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4EF4E75C" w14:textId="77777777" w:rsidR="00061946" w:rsidRDefault="00061946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245CA1AB" w14:textId="77777777" w:rsidR="00061946" w:rsidRDefault="00061946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10B2F085" w14:textId="77777777" w:rsidR="00061946" w:rsidRDefault="00061946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3BC1D829" w14:textId="77777777" w:rsidR="00061946" w:rsidRDefault="00061946" w:rsidP="0006194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Приложение №2  к приказу Министерства образования</w:t>
      </w:r>
    </w:p>
    <w:p w14:paraId="168E7F6E" w14:textId="77777777" w:rsidR="00061946" w:rsidRPr="00BE3CB8" w:rsidRDefault="00061946" w:rsidP="00061946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14:paraId="73BB4CF7" w14:textId="77777777" w:rsidR="00061946" w:rsidRDefault="00061946" w:rsidP="0006194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14:paraId="73848DCC" w14:textId="77777777" w:rsidR="00061946" w:rsidRDefault="00061946" w:rsidP="0006194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14:paraId="3F40C4DE" w14:textId="77777777" w:rsidR="00061946" w:rsidRDefault="00061946" w:rsidP="00061946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14:paraId="32CD58EF" w14:textId="77777777" w:rsidR="00061946" w:rsidRPr="00FD0F2C" w:rsidRDefault="00061946" w:rsidP="00061946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0AD98BF7" w14:textId="77777777" w:rsidR="007B3ED6" w:rsidRDefault="00B013C7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013C7">
        <w:rPr>
          <w:rFonts w:ascii="Times New Roman" w:hAnsi="Times New Roman"/>
          <w:b/>
          <w:color w:val="000000" w:themeColor="text1"/>
          <w:sz w:val="24"/>
          <w:szCs w:val="24"/>
        </w:rPr>
        <w:t xml:space="preserve">ГБОУ Туймазинская специальная (коррекционная) школа-интернат № 2 </w:t>
      </w:r>
    </w:p>
    <w:p w14:paraId="56DB2C9D" w14:textId="77777777" w:rsidR="00B013C7" w:rsidRPr="00B013C7" w:rsidRDefault="00B013C7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013C7">
        <w:rPr>
          <w:rFonts w:ascii="Times New Roman" w:hAnsi="Times New Roman"/>
          <w:b/>
          <w:color w:val="000000" w:themeColor="text1"/>
          <w:sz w:val="24"/>
          <w:szCs w:val="24"/>
        </w:rPr>
        <w:t>для детей-сирот и детей, оставшихся без попечения родителей,</w:t>
      </w:r>
    </w:p>
    <w:p w14:paraId="314B717B" w14:textId="77777777" w:rsidR="00B013C7" w:rsidRDefault="00B013C7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013C7">
        <w:rPr>
          <w:rFonts w:ascii="Times New Roman" w:hAnsi="Times New Roman"/>
          <w:b/>
          <w:color w:val="000000" w:themeColor="text1"/>
          <w:sz w:val="24"/>
          <w:szCs w:val="24"/>
        </w:rPr>
        <w:t>с ограниченными возможностями здоровья</w:t>
      </w:r>
    </w:p>
    <w:p w14:paraId="364D4B7C" w14:textId="77777777" w:rsidR="002F2FBF" w:rsidRPr="00B013C7" w:rsidRDefault="002F2FBF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tbl>
      <w:tblPr>
        <w:tblW w:w="11057" w:type="dxa"/>
        <w:tblInd w:w="-1236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7"/>
        <w:gridCol w:w="3544"/>
        <w:gridCol w:w="3828"/>
        <w:gridCol w:w="3118"/>
      </w:tblGrid>
      <w:tr w:rsidR="0059709C" w:rsidRPr="00B013C7" w14:paraId="2F4F8499" w14:textId="77777777" w:rsidTr="002F2FBF">
        <w:trPr>
          <w:trHeight w:hRule="exact" w:val="34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5598AE" w14:textId="77777777" w:rsidR="0059709C" w:rsidRPr="00C30652" w:rsidRDefault="0059709C" w:rsidP="0029035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CF33BC" w14:textId="77777777" w:rsidR="0059709C" w:rsidRPr="00C30652" w:rsidRDefault="0059709C" w:rsidP="0029035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b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ИО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009C0C" w14:textId="77777777" w:rsidR="0059709C" w:rsidRPr="00C30652" w:rsidRDefault="0059709C" w:rsidP="0029035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6F4FA7" w14:textId="77777777" w:rsidR="0059709C" w:rsidRPr="00C30652" w:rsidRDefault="0059709C" w:rsidP="0029035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B013C7" w:rsidRPr="00B013C7" w14:paraId="3943F7E9" w14:textId="77777777" w:rsidTr="002F2FBF">
        <w:trPr>
          <w:trHeight w:hRule="exact" w:val="1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89EADA3" w14:textId="77777777" w:rsidR="00B013C7" w:rsidRPr="00B013C7" w:rsidRDefault="00B013C7" w:rsidP="00B013C7">
            <w:pPr>
              <w:pStyle w:val="a3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A7807B4" w14:textId="77777777" w:rsidR="00B013C7" w:rsidRPr="00B013C7" w:rsidRDefault="00B013C7" w:rsidP="00B013C7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  <w:p w14:paraId="09CC54CB" w14:textId="77777777" w:rsidR="00B013C7" w:rsidRPr="00B013C7" w:rsidRDefault="00B013C7" w:rsidP="00B013C7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  <w:p w14:paraId="7EDD9F66" w14:textId="77777777" w:rsidR="00B013C7" w:rsidRPr="00B013C7" w:rsidRDefault="00B013C7" w:rsidP="00B013C7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Кузьмина</w:t>
            </w:r>
          </w:p>
          <w:p w14:paraId="1738F9FA" w14:textId="77777777" w:rsidR="00B013C7" w:rsidRPr="00B013C7" w:rsidRDefault="00B013C7" w:rsidP="00B013C7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Вера </w:t>
            </w:r>
            <w:r w:rsidRPr="00B01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B013C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Михайловна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DAB146" w14:textId="77777777" w:rsidR="007B3ED6" w:rsidRDefault="00B013C7" w:rsidP="002F2FBF">
            <w:pPr>
              <w:pStyle w:val="a3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ГБОУ Туймазинская специальная (коррекционная) школа-интернат </w:t>
            </w:r>
          </w:p>
          <w:p w14:paraId="03CFD93F" w14:textId="77777777" w:rsidR="00B013C7" w:rsidRPr="002F2FBF" w:rsidRDefault="00B013C7" w:rsidP="002F2FBF">
            <w:pPr>
              <w:pStyle w:val="a3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№ 2 для детей-сирот и детей, оставшихся без попечения родителей, с ограниченными возможностями здоровья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7CE014E" w14:textId="77777777" w:rsidR="002F2FBF" w:rsidRDefault="002F2FBF" w:rsidP="00B013C7">
            <w:pPr>
              <w:pStyle w:val="a3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pacing w:val="-13"/>
                <w:sz w:val="24"/>
                <w:szCs w:val="24"/>
              </w:rPr>
            </w:pPr>
          </w:p>
          <w:p w14:paraId="1514E8C0" w14:textId="77777777" w:rsidR="002F2FBF" w:rsidRDefault="002F2FBF" w:rsidP="00B013C7">
            <w:pPr>
              <w:pStyle w:val="a3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pacing w:val="-13"/>
                <w:sz w:val="24"/>
                <w:szCs w:val="24"/>
              </w:rPr>
            </w:pPr>
          </w:p>
          <w:p w14:paraId="5E31D84D" w14:textId="77777777" w:rsidR="00B013C7" w:rsidRPr="00B013C7" w:rsidRDefault="00B013C7" w:rsidP="00B013C7">
            <w:pPr>
              <w:pStyle w:val="a3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pacing w:val="-13"/>
                <w:sz w:val="24"/>
                <w:szCs w:val="24"/>
              </w:rPr>
            </w:pPr>
            <w:r w:rsidRPr="00B013C7">
              <w:rPr>
                <w:rFonts w:ascii="Times New Roman" w:hAnsi="Times New Roman"/>
                <w:color w:val="000000" w:themeColor="text1"/>
                <w:spacing w:val="-13"/>
                <w:sz w:val="24"/>
                <w:szCs w:val="24"/>
              </w:rPr>
              <w:t>учитель</w:t>
            </w:r>
          </w:p>
        </w:tc>
      </w:tr>
    </w:tbl>
    <w:p w14:paraId="7F8A7BBC" w14:textId="77777777" w:rsidR="00B013C7" w:rsidRPr="00B013C7" w:rsidRDefault="00B013C7" w:rsidP="00B013C7">
      <w:pPr>
        <w:spacing w:after="0"/>
        <w:jc w:val="center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</w:p>
    <w:p w14:paraId="7EB9D02E" w14:textId="77777777" w:rsidR="00B013C7" w:rsidRPr="00B013C7" w:rsidRDefault="00B013C7" w:rsidP="00B013C7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397482B3" w14:textId="77777777" w:rsidR="001110D5" w:rsidRDefault="001110D5" w:rsidP="001110D5">
      <w:pPr>
        <w:spacing w:after="0"/>
        <w:ind w:firstLine="851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45C6EEF5" w14:textId="77777777" w:rsidR="001110D5" w:rsidRDefault="001110D5" w:rsidP="001110D5">
      <w:pPr>
        <w:spacing w:after="0"/>
        <w:ind w:firstLine="851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7BCA165A" w14:textId="77777777" w:rsidR="00061946" w:rsidRDefault="00061946" w:rsidP="001110D5">
      <w:pPr>
        <w:spacing w:after="0"/>
        <w:ind w:right="425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2C86360" w14:textId="77777777" w:rsidR="00061946" w:rsidRDefault="00061946" w:rsidP="001110D5">
      <w:pPr>
        <w:spacing w:after="0"/>
        <w:ind w:right="425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C9903E9" w14:textId="77777777" w:rsidR="00061946" w:rsidRDefault="00061946" w:rsidP="001110D5">
      <w:pPr>
        <w:spacing w:after="0"/>
        <w:ind w:right="425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0537D7AB" w14:textId="77777777" w:rsidR="00061946" w:rsidRDefault="00061946" w:rsidP="001110D5">
      <w:pPr>
        <w:spacing w:after="0"/>
        <w:ind w:right="425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4A595C50" w14:textId="77777777" w:rsidR="00061946" w:rsidRDefault="00061946" w:rsidP="001110D5">
      <w:pPr>
        <w:spacing w:after="0"/>
        <w:ind w:right="425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613754CF" w14:textId="77777777" w:rsidR="00061946" w:rsidRDefault="00061946" w:rsidP="001110D5">
      <w:pPr>
        <w:spacing w:after="0"/>
        <w:ind w:right="425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2BD6AAF" w14:textId="77777777" w:rsidR="00061946" w:rsidRDefault="00061946" w:rsidP="001110D5">
      <w:pPr>
        <w:spacing w:after="0"/>
        <w:ind w:right="425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57B27B1D" w14:textId="77777777" w:rsidR="00061946" w:rsidRDefault="00061946" w:rsidP="001110D5">
      <w:pPr>
        <w:spacing w:after="0"/>
        <w:ind w:right="425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7529E292" w14:textId="77777777" w:rsidR="00061946" w:rsidRDefault="00061946" w:rsidP="001110D5">
      <w:pPr>
        <w:spacing w:after="0"/>
        <w:ind w:right="425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62E5EF7A" w14:textId="77777777" w:rsidR="00061946" w:rsidRDefault="00061946" w:rsidP="001110D5">
      <w:pPr>
        <w:spacing w:after="0"/>
        <w:ind w:right="425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A20FF80" w14:textId="77777777" w:rsidR="00061946" w:rsidRDefault="00061946" w:rsidP="001110D5">
      <w:pPr>
        <w:spacing w:after="0"/>
        <w:ind w:right="425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4EF6A5B8" w14:textId="77777777" w:rsidR="00061946" w:rsidRDefault="00061946" w:rsidP="001110D5">
      <w:pPr>
        <w:spacing w:after="0"/>
        <w:ind w:right="425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674063FA" w14:textId="77777777" w:rsidR="00061946" w:rsidRDefault="00061946" w:rsidP="001110D5">
      <w:pPr>
        <w:spacing w:after="0"/>
        <w:ind w:right="425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C484962" w14:textId="77777777" w:rsidR="00061946" w:rsidRDefault="00061946" w:rsidP="001110D5">
      <w:pPr>
        <w:spacing w:after="0"/>
        <w:ind w:right="425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6C340D17" w14:textId="77777777" w:rsidR="00061946" w:rsidRDefault="00061946" w:rsidP="001110D5">
      <w:pPr>
        <w:spacing w:after="0"/>
        <w:ind w:right="425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3E7190D" w14:textId="77777777" w:rsidR="00061946" w:rsidRDefault="00061946" w:rsidP="001110D5">
      <w:pPr>
        <w:spacing w:after="0"/>
        <w:ind w:right="425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73B8DE90" w14:textId="77777777" w:rsidR="00061946" w:rsidRDefault="00061946" w:rsidP="001110D5">
      <w:pPr>
        <w:spacing w:after="0"/>
        <w:ind w:right="425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63F2829" w14:textId="77777777" w:rsidR="00061946" w:rsidRDefault="00061946" w:rsidP="001110D5">
      <w:pPr>
        <w:spacing w:after="0"/>
        <w:ind w:right="425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0FF46B50" w14:textId="77777777" w:rsidR="00061946" w:rsidRDefault="00061946" w:rsidP="001110D5">
      <w:pPr>
        <w:spacing w:after="0"/>
        <w:ind w:right="425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EC59B4E" w14:textId="77777777" w:rsidR="00061946" w:rsidRDefault="00061946" w:rsidP="001110D5">
      <w:pPr>
        <w:spacing w:after="0"/>
        <w:ind w:right="425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6DE3BE7F" w14:textId="77777777" w:rsidR="00061946" w:rsidRDefault="00061946" w:rsidP="001110D5">
      <w:pPr>
        <w:spacing w:after="0"/>
        <w:ind w:right="425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5510130F" w14:textId="77777777" w:rsidR="00061946" w:rsidRDefault="00061946" w:rsidP="001110D5">
      <w:pPr>
        <w:spacing w:after="0"/>
        <w:ind w:right="425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64B80921" w14:textId="77777777" w:rsidR="00061946" w:rsidRDefault="00061946" w:rsidP="001110D5">
      <w:pPr>
        <w:spacing w:after="0"/>
        <w:ind w:right="425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0343194C" w14:textId="77777777" w:rsidR="00061946" w:rsidRDefault="00061946" w:rsidP="001110D5">
      <w:pPr>
        <w:spacing w:after="0"/>
        <w:ind w:right="425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402E3813" w14:textId="77777777" w:rsidR="00061946" w:rsidRDefault="00061946" w:rsidP="001110D5">
      <w:pPr>
        <w:spacing w:after="0"/>
        <w:ind w:right="425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482A04F9" w14:textId="77777777" w:rsidR="00061946" w:rsidRDefault="00061946" w:rsidP="001110D5">
      <w:pPr>
        <w:spacing w:after="0"/>
        <w:ind w:right="425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0F0DADA9" w14:textId="77777777" w:rsidR="00061946" w:rsidRDefault="00061946" w:rsidP="001110D5">
      <w:pPr>
        <w:spacing w:after="0"/>
        <w:ind w:right="425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ACBE0C6" w14:textId="77777777" w:rsidR="00061946" w:rsidRDefault="00061946" w:rsidP="001110D5">
      <w:pPr>
        <w:spacing w:after="0"/>
        <w:ind w:right="425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A7ABE22" w14:textId="77777777" w:rsidR="00061946" w:rsidRDefault="00061946" w:rsidP="001110D5">
      <w:pPr>
        <w:spacing w:after="0"/>
        <w:ind w:right="425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71DCECA6" w14:textId="77777777" w:rsidR="00061946" w:rsidRDefault="00061946" w:rsidP="0006194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Приложение №2  к приказу Министерства образования</w:t>
      </w:r>
    </w:p>
    <w:p w14:paraId="436F9564" w14:textId="77777777" w:rsidR="00061946" w:rsidRPr="00BE3CB8" w:rsidRDefault="00061946" w:rsidP="00061946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14:paraId="2AC2E530" w14:textId="77777777" w:rsidR="00061946" w:rsidRDefault="00061946" w:rsidP="0006194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14:paraId="11DF1D56" w14:textId="77777777" w:rsidR="00061946" w:rsidRDefault="00061946" w:rsidP="0006194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14:paraId="377516E1" w14:textId="77777777" w:rsidR="00061946" w:rsidRDefault="00061946" w:rsidP="00061946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14:paraId="21FB76C7" w14:textId="77777777" w:rsidR="00061946" w:rsidRPr="00FD0F2C" w:rsidRDefault="00061946" w:rsidP="00061946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47087D3F" w14:textId="77777777" w:rsidR="00B013C7" w:rsidRPr="00B013C7" w:rsidRDefault="00B013C7" w:rsidP="001110D5">
      <w:pPr>
        <w:spacing w:after="0"/>
        <w:ind w:right="425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013C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Государственное бюджетное образовательное учреждение Стерлитамакская специальная (коррекционная) общеобразовательная школа-интернат </w:t>
      </w:r>
      <w:r w:rsidRPr="00B013C7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I</w:t>
      </w:r>
      <w:r w:rsidRPr="00B013C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вида</w:t>
      </w:r>
    </w:p>
    <w:p w14:paraId="2BB9A245" w14:textId="77777777" w:rsidR="00B013C7" w:rsidRPr="00B013C7" w:rsidRDefault="00B013C7" w:rsidP="00B013C7">
      <w:pPr>
        <w:spacing w:after="0"/>
        <w:ind w:firstLine="851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pPr w:leftFromText="180" w:rightFromText="180" w:vertAnchor="text" w:tblpX="-1168" w:tblpY="1"/>
        <w:tblOverlap w:val="never"/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3543"/>
        <w:gridCol w:w="3828"/>
        <w:gridCol w:w="3118"/>
      </w:tblGrid>
      <w:tr w:rsidR="00B013C7" w:rsidRPr="00B013C7" w14:paraId="359D0B00" w14:textId="77777777" w:rsidTr="00061946">
        <w:tc>
          <w:tcPr>
            <w:tcW w:w="534" w:type="dxa"/>
          </w:tcPr>
          <w:p w14:paraId="0B92F661" w14:textId="77777777" w:rsidR="00B013C7" w:rsidRPr="00B013C7" w:rsidRDefault="00B013C7" w:rsidP="001110D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3543" w:type="dxa"/>
          </w:tcPr>
          <w:p w14:paraId="20029B64" w14:textId="77777777" w:rsidR="00B013C7" w:rsidRPr="00B013C7" w:rsidRDefault="00B013C7" w:rsidP="001110D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ФИО</w:t>
            </w:r>
          </w:p>
        </w:tc>
        <w:tc>
          <w:tcPr>
            <w:tcW w:w="3828" w:type="dxa"/>
          </w:tcPr>
          <w:p w14:paraId="1F100EFE" w14:textId="77777777" w:rsidR="00B013C7" w:rsidRPr="00B013C7" w:rsidRDefault="00B013C7" w:rsidP="001110D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Место работы</w:t>
            </w:r>
          </w:p>
        </w:tc>
        <w:tc>
          <w:tcPr>
            <w:tcW w:w="3118" w:type="dxa"/>
          </w:tcPr>
          <w:p w14:paraId="461BDA93" w14:textId="77777777" w:rsidR="00B013C7" w:rsidRPr="00B013C7" w:rsidRDefault="00B013C7" w:rsidP="001110D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Должность</w:t>
            </w:r>
          </w:p>
        </w:tc>
      </w:tr>
      <w:tr w:rsidR="00B013C7" w:rsidRPr="00B013C7" w14:paraId="0C1A982F" w14:textId="77777777" w:rsidTr="00061946">
        <w:tc>
          <w:tcPr>
            <w:tcW w:w="534" w:type="dxa"/>
          </w:tcPr>
          <w:p w14:paraId="64BBD16B" w14:textId="77777777" w:rsidR="00B013C7" w:rsidRPr="00B013C7" w:rsidRDefault="00B013C7" w:rsidP="00215B6B">
            <w:pPr>
              <w:pStyle w:val="a5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543" w:type="dxa"/>
          </w:tcPr>
          <w:p w14:paraId="145DEE95" w14:textId="77777777" w:rsidR="001110D5" w:rsidRDefault="00B013C7" w:rsidP="001110D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Ильясова </w:t>
            </w:r>
          </w:p>
          <w:p w14:paraId="72969581" w14:textId="77777777" w:rsidR="00B013C7" w:rsidRPr="00B013C7" w:rsidRDefault="00B013C7" w:rsidP="001110D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Флюза Маргамовна</w:t>
            </w:r>
          </w:p>
        </w:tc>
        <w:tc>
          <w:tcPr>
            <w:tcW w:w="3828" w:type="dxa"/>
          </w:tcPr>
          <w:p w14:paraId="15F26BBA" w14:textId="77777777" w:rsidR="00B013C7" w:rsidRPr="00B013C7" w:rsidRDefault="00B013C7" w:rsidP="001110D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ГБОУ Стерлитамакская специальная (коррекционная) общеобразовательная школа-интернат </w:t>
            </w:r>
            <w:r w:rsidRPr="00B01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 w:rsidRPr="00B01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вида</w:t>
            </w:r>
          </w:p>
        </w:tc>
        <w:tc>
          <w:tcPr>
            <w:tcW w:w="3118" w:type="dxa"/>
          </w:tcPr>
          <w:p w14:paraId="101B8DC6" w14:textId="77777777" w:rsidR="00B013C7" w:rsidRPr="00B013C7" w:rsidRDefault="001110D5" w:rsidP="007B3ED6">
            <w:pPr>
              <w:spacing w:before="24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="00B013C7" w:rsidRPr="00B01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читель</w:t>
            </w:r>
          </w:p>
        </w:tc>
      </w:tr>
      <w:tr w:rsidR="00B013C7" w:rsidRPr="00B013C7" w14:paraId="015093D5" w14:textId="77777777" w:rsidTr="00061946">
        <w:tc>
          <w:tcPr>
            <w:tcW w:w="534" w:type="dxa"/>
          </w:tcPr>
          <w:p w14:paraId="734CFFD7" w14:textId="77777777" w:rsidR="00B013C7" w:rsidRPr="00B013C7" w:rsidRDefault="00B013C7" w:rsidP="00215B6B">
            <w:pPr>
              <w:pStyle w:val="a5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543" w:type="dxa"/>
          </w:tcPr>
          <w:p w14:paraId="6BFFC0DB" w14:textId="77777777" w:rsidR="001110D5" w:rsidRDefault="00B013C7" w:rsidP="001110D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Назарова </w:t>
            </w:r>
          </w:p>
          <w:p w14:paraId="4D968506" w14:textId="77777777" w:rsidR="00B013C7" w:rsidRPr="00B013C7" w:rsidRDefault="00B013C7" w:rsidP="001110D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Насима Сафаргалиевна</w:t>
            </w:r>
          </w:p>
        </w:tc>
        <w:tc>
          <w:tcPr>
            <w:tcW w:w="3828" w:type="dxa"/>
          </w:tcPr>
          <w:p w14:paraId="227A0D93" w14:textId="77777777" w:rsidR="00B013C7" w:rsidRPr="00B013C7" w:rsidRDefault="00B013C7" w:rsidP="001110D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ГБОУ Стерлитамакская специальная (коррекционная) общеобразовательная школа-интернат </w:t>
            </w:r>
            <w:r w:rsidRPr="00B01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 w:rsidRPr="00B01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вида</w:t>
            </w:r>
          </w:p>
        </w:tc>
        <w:tc>
          <w:tcPr>
            <w:tcW w:w="3118" w:type="dxa"/>
          </w:tcPr>
          <w:p w14:paraId="3F678470" w14:textId="77777777" w:rsidR="00B013C7" w:rsidRPr="00B013C7" w:rsidRDefault="001110D5" w:rsidP="007B3ED6">
            <w:pPr>
              <w:spacing w:before="24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="00B013C7" w:rsidRPr="00B01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читель</w:t>
            </w:r>
          </w:p>
        </w:tc>
      </w:tr>
    </w:tbl>
    <w:p w14:paraId="0B440F60" w14:textId="77777777" w:rsidR="00B013C7" w:rsidRPr="00B013C7" w:rsidRDefault="00B013C7" w:rsidP="00B013C7">
      <w:pPr>
        <w:spacing w:after="0"/>
        <w:ind w:firstLine="851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4D0E83CF" w14:textId="77777777" w:rsidR="00B013C7" w:rsidRPr="00B013C7" w:rsidRDefault="00B013C7" w:rsidP="00B013C7">
      <w:pPr>
        <w:spacing w:after="0"/>
        <w:ind w:firstLine="851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40E36870" w14:textId="77777777" w:rsidR="00B013C7" w:rsidRPr="00B013C7" w:rsidRDefault="00B013C7" w:rsidP="00B013C7">
      <w:pPr>
        <w:spacing w:after="0"/>
        <w:jc w:val="center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</w:p>
    <w:p w14:paraId="6F2A76D0" w14:textId="77777777" w:rsidR="00061946" w:rsidRDefault="00061946" w:rsidP="00B013C7">
      <w:pPr>
        <w:pStyle w:val="P17"/>
        <w:spacing w:before="0" w:after="0" w:line="276" w:lineRule="auto"/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</w:pPr>
    </w:p>
    <w:p w14:paraId="4B1CF981" w14:textId="77777777" w:rsidR="00061946" w:rsidRDefault="00061946" w:rsidP="00B013C7">
      <w:pPr>
        <w:pStyle w:val="P17"/>
        <w:spacing w:before="0" w:after="0" w:line="276" w:lineRule="auto"/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</w:pPr>
    </w:p>
    <w:p w14:paraId="319CB1F1" w14:textId="77777777" w:rsidR="00061946" w:rsidRDefault="00061946" w:rsidP="00B013C7">
      <w:pPr>
        <w:pStyle w:val="P17"/>
        <w:spacing w:before="0" w:after="0" w:line="276" w:lineRule="auto"/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</w:pPr>
    </w:p>
    <w:p w14:paraId="6363297D" w14:textId="77777777" w:rsidR="00061946" w:rsidRDefault="00061946" w:rsidP="00B013C7">
      <w:pPr>
        <w:pStyle w:val="P17"/>
        <w:spacing w:before="0" w:after="0" w:line="276" w:lineRule="auto"/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</w:pPr>
    </w:p>
    <w:p w14:paraId="6E3B906D" w14:textId="77777777" w:rsidR="00061946" w:rsidRDefault="00061946" w:rsidP="00B013C7">
      <w:pPr>
        <w:pStyle w:val="P17"/>
        <w:spacing w:before="0" w:after="0" w:line="276" w:lineRule="auto"/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</w:pPr>
    </w:p>
    <w:p w14:paraId="7E2094A3" w14:textId="77777777" w:rsidR="00061946" w:rsidRDefault="00061946" w:rsidP="00B013C7">
      <w:pPr>
        <w:pStyle w:val="P17"/>
        <w:spacing w:before="0" w:after="0" w:line="276" w:lineRule="auto"/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</w:pPr>
    </w:p>
    <w:p w14:paraId="42F338C3" w14:textId="77777777" w:rsidR="00061946" w:rsidRDefault="00061946" w:rsidP="00B013C7">
      <w:pPr>
        <w:pStyle w:val="P17"/>
        <w:spacing w:before="0" w:after="0" w:line="276" w:lineRule="auto"/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</w:pPr>
    </w:p>
    <w:p w14:paraId="07D55AF3" w14:textId="77777777" w:rsidR="00061946" w:rsidRDefault="00061946" w:rsidP="00B013C7">
      <w:pPr>
        <w:pStyle w:val="P17"/>
        <w:spacing w:before="0" w:after="0" w:line="276" w:lineRule="auto"/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</w:pPr>
    </w:p>
    <w:p w14:paraId="1F0EC20B" w14:textId="77777777" w:rsidR="00061946" w:rsidRDefault="00061946" w:rsidP="00B013C7">
      <w:pPr>
        <w:pStyle w:val="P17"/>
        <w:spacing w:before="0" w:after="0" w:line="276" w:lineRule="auto"/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</w:pPr>
    </w:p>
    <w:p w14:paraId="1436E874" w14:textId="77777777" w:rsidR="00061946" w:rsidRDefault="00061946" w:rsidP="00B013C7">
      <w:pPr>
        <w:pStyle w:val="P17"/>
        <w:spacing w:before="0" w:after="0" w:line="276" w:lineRule="auto"/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</w:pPr>
    </w:p>
    <w:p w14:paraId="1980766C" w14:textId="77777777" w:rsidR="00061946" w:rsidRDefault="00061946" w:rsidP="00B013C7">
      <w:pPr>
        <w:pStyle w:val="P17"/>
        <w:spacing w:before="0" w:after="0" w:line="276" w:lineRule="auto"/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</w:pPr>
    </w:p>
    <w:p w14:paraId="704BBD43" w14:textId="77777777" w:rsidR="00061946" w:rsidRDefault="00061946" w:rsidP="00B013C7">
      <w:pPr>
        <w:pStyle w:val="P17"/>
        <w:spacing w:before="0" w:after="0" w:line="276" w:lineRule="auto"/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</w:pPr>
    </w:p>
    <w:p w14:paraId="24A89DBD" w14:textId="77777777" w:rsidR="00061946" w:rsidRDefault="00061946" w:rsidP="00B013C7">
      <w:pPr>
        <w:pStyle w:val="P17"/>
        <w:spacing w:before="0" w:after="0" w:line="276" w:lineRule="auto"/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</w:pPr>
    </w:p>
    <w:p w14:paraId="73B832CD" w14:textId="77777777" w:rsidR="00061946" w:rsidRDefault="00061946" w:rsidP="00B013C7">
      <w:pPr>
        <w:pStyle w:val="P17"/>
        <w:spacing w:before="0" w:after="0" w:line="276" w:lineRule="auto"/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</w:pPr>
    </w:p>
    <w:p w14:paraId="7C81C5D3" w14:textId="77777777" w:rsidR="00061946" w:rsidRDefault="00061946" w:rsidP="00B013C7">
      <w:pPr>
        <w:pStyle w:val="P17"/>
        <w:spacing w:before="0" w:after="0" w:line="276" w:lineRule="auto"/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</w:pPr>
    </w:p>
    <w:p w14:paraId="198F2A50" w14:textId="77777777" w:rsidR="00061946" w:rsidRDefault="00061946" w:rsidP="00B013C7">
      <w:pPr>
        <w:pStyle w:val="P17"/>
        <w:spacing w:before="0" w:after="0" w:line="276" w:lineRule="auto"/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</w:pPr>
    </w:p>
    <w:p w14:paraId="2456FFE1" w14:textId="77777777" w:rsidR="00061946" w:rsidRDefault="00061946" w:rsidP="00B013C7">
      <w:pPr>
        <w:pStyle w:val="P17"/>
        <w:spacing w:before="0" w:after="0" w:line="276" w:lineRule="auto"/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</w:pPr>
    </w:p>
    <w:p w14:paraId="38A312C9" w14:textId="77777777" w:rsidR="00061946" w:rsidRDefault="00061946" w:rsidP="00B013C7">
      <w:pPr>
        <w:pStyle w:val="P17"/>
        <w:spacing w:before="0" w:after="0" w:line="276" w:lineRule="auto"/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</w:pPr>
    </w:p>
    <w:p w14:paraId="63147DC3" w14:textId="77777777" w:rsidR="00061946" w:rsidRDefault="00061946" w:rsidP="00B013C7">
      <w:pPr>
        <w:pStyle w:val="P17"/>
        <w:spacing w:before="0" w:after="0" w:line="276" w:lineRule="auto"/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</w:pPr>
    </w:p>
    <w:p w14:paraId="24298C64" w14:textId="77777777" w:rsidR="00061946" w:rsidRDefault="00061946" w:rsidP="00B013C7">
      <w:pPr>
        <w:pStyle w:val="P17"/>
        <w:spacing w:before="0" w:after="0" w:line="276" w:lineRule="auto"/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</w:pPr>
    </w:p>
    <w:p w14:paraId="68FB970A" w14:textId="77777777" w:rsidR="00061946" w:rsidRDefault="00061946" w:rsidP="00B013C7">
      <w:pPr>
        <w:pStyle w:val="P17"/>
        <w:spacing w:before="0" w:after="0" w:line="276" w:lineRule="auto"/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</w:pPr>
    </w:p>
    <w:p w14:paraId="16DE5C1D" w14:textId="77777777" w:rsidR="00061946" w:rsidRDefault="00061946" w:rsidP="00B013C7">
      <w:pPr>
        <w:pStyle w:val="P17"/>
        <w:spacing w:before="0" w:after="0" w:line="276" w:lineRule="auto"/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</w:pPr>
    </w:p>
    <w:p w14:paraId="6B807337" w14:textId="77777777" w:rsidR="00061946" w:rsidRDefault="00061946" w:rsidP="00B013C7">
      <w:pPr>
        <w:pStyle w:val="P17"/>
        <w:spacing w:before="0" w:after="0" w:line="276" w:lineRule="auto"/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</w:pPr>
    </w:p>
    <w:p w14:paraId="39D0E50A" w14:textId="77777777" w:rsidR="00061946" w:rsidRDefault="00061946" w:rsidP="00B013C7">
      <w:pPr>
        <w:pStyle w:val="P17"/>
        <w:spacing w:before="0" w:after="0" w:line="276" w:lineRule="auto"/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</w:pPr>
    </w:p>
    <w:p w14:paraId="1DEF853B" w14:textId="77777777" w:rsidR="00061946" w:rsidRDefault="00061946" w:rsidP="00B013C7">
      <w:pPr>
        <w:pStyle w:val="P17"/>
        <w:spacing w:before="0" w:after="0" w:line="276" w:lineRule="auto"/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</w:pPr>
    </w:p>
    <w:p w14:paraId="08D6DEAF" w14:textId="77777777" w:rsidR="00061946" w:rsidRDefault="00061946" w:rsidP="00B013C7">
      <w:pPr>
        <w:pStyle w:val="P17"/>
        <w:spacing w:before="0" w:after="0" w:line="276" w:lineRule="auto"/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</w:pPr>
    </w:p>
    <w:p w14:paraId="3629A688" w14:textId="77777777" w:rsidR="00061946" w:rsidRDefault="00061946" w:rsidP="00B013C7">
      <w:pPr>
        <w:pStyle w:val="P17"/>
        <w:spacing w:before="0" w:after="0" w:line="276" w:lineRule="auto"/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</w:pPr>
    </w:p>
    <w:p w14:paraId="76E689C4" w14:textId="77777777" w:rsidR="00061946" w:rsidRDefault="00061946" w:rsidP="00B013C7">
      <w:pPr>
        <w:pStyle w:val="P17"/>
        <w:spacing w:before="0" w:after="0" w:line="276" w:lineRule="auto"/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</w:pPr>
    </w:p>
    <w:p w14:paraId="054026A8" w14:textId="77777777" w:rsidR="00061946" w:rsidRDefault="00061946" w:rsidP="0006194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Приложение №2  к приказу Министерства образования</w:t>
      </w:r>
    </w:p>
    <w:p w14:paraId="0917B7A7" w14:textId="77777777" w:rsidR="00061946" w:rsidRPr="00BE3CB8" w:rsidRDefault="00061946" w:rsidP="00061946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14:paraId="6DED331E" w14:textId="77777777" w:rsidR="00061946" w:rsidRDefault="00061946" w:rsidP="0006194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14:paraId="3FCF019B" w14:textId="77777777" w:rsidR="00061946" w:rsidRDefault="00061946" w:rsidP="0006194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14:paraId="037D6CF5" w14:textId="77777777" w:rsidR="00061946" w:rsidRDefault="00061946" w:rsidP="00061946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14:paraId="7DC997B7" w14:textId="77777777" w:rsidR="00061946" w:rsidRPr="00FD0F2C" w:rsidRDefault="00061946" w:rsidP="00061946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39CE47D5" w14:textId="77777777" w:rsidR="00B013C7" w:rsidRDefault="00B013C7" w:rsidP="00B013C7">
      <w:pPr>
        <w:pStyle w:val="P17"/>
        <w:spacing w:before="0" w:after="0" w:line="276" w:lineRule="auto"/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</w:pPr>
      <w:r w:rsidRPr="00B013C7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t>ГБДОУ  Уфимский  детский  сад компенсирующего  вида  №6</w:t>
      </w:r>
    </w:p>
    <w:p w14:paraId="39A69610" w14:textId="77777777" w:rsidR="001110D5" w:rsidRPr="00B013C7" w:rsidRDefault="001110D5" w:rsidP="00B013C7">
      <w:pPr>
        <w:pStyle w:val="P17"/>
        <w:spacing w:before="0" w:after="0" w:line="276" w:lineRule="auto"/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</w:pPr>
    </w:p>
    <w:tbl>
      <w:tblPr>
        <w:tblpPr w:leftFromText="180" w:rightFromText="180" w:vertAnchor="text" w:tblpX="-1168" w:tblpY="1"/>
        <w:tblOverlap w:val="never"/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3543"/>
        <w:gridCol w:w="3828"/>
        <w:gridCol w:w="3118"/>
      </w:tblGrid>
      <w:tr w:rsidR="00B013C7" w:rsidRPr="00B013C7" w14:paraId="5BB0FB8D" w14:textId="77777777" w:rsidTr="001110D5">
        <w:tc>
          <w:tcPr>
            <w:tcW w:w="534" w:type="dxa"/>
          </w:tcPr>
          <w:p w14:paraId="46D7BBEE" w14:textId="77777777" w:rsidR="00B013C7" w:rsidRPr="00B013C7" w:rsidRDefault="00B013C7" w:rsidP="001110D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3543" w:type="dxa"/>
          </w:tcPr>
          <w:p w14:paraId="5D516450" w14:textId="77777777" w:rsidR="00B013C7" w:rsidRPr="00B013C7" w:rsidRDefault="00B013C7" w:rsidP="001110D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ФИО</w:t>
            </w:r>
          </w:p>
        </w:tc>
        <w:tc>
          <w:tcPr>
            <w:tcW w:w="3828" w:type="dxa"/>
          </w:tcPr>
          <w:p w14:paraId="16823C83" w14:textId="77777777" w:rsidR="00B013C7" w:rsidRPr="00B013C7" w:rsidRDefault="00B013C7" w:rsidP="001110D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Место работы</w:t>
            </w:r>
          </w:p>
        </w:tc>
        <w:tc>
          <w:tcPr>
            <w:tcW w:w="3118" w:type="dxa"/>
          </w:tcPr>
          <w:p w14:paraId="1D583333" w14:textId="77777777" w:rsidR="00B013C7" w:rsidRPr="00B013C7" w:rsidRDefault="00B013C7" w:rsidP="001110D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Должность</w:t>
            </w:r>
          </w:p>
        </w:tc>
      </w:tr>
      <w:tr w:rsidR="00B013C7" w:rsidRPr="00B013C7" w14:paraId="18F70416" w14:textId="77777777" w:rsidTr="001110D5">
        <w:tc>
          <w:tcPr>
            <w:tcW w:w="534" w:type="dxa"/>
          </w:tcPr>
          <w:p w14:paraId="2FAF29C3" w14:textId="77777777" w:rsidR="00B013C7" w:rsidRPr="00B013C7" w:rsidRDefault="00B013C7" w:rsidP="00215B6B">
            <w:pPr>
              <w:pStyle w:val="a5"/>
              <w:numPr>
                <w:ilvl w:val="0"/>
                <w:numId w:val="11"/>
              </w:num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543" w:type="dxa"/>
          </w:tcPr>
          <w:p w14:paraId="6DE1FA00" w14:textId="77777777" w:rsidR="00B013C7" w:rsidRPr="00B013C7" w:rsidRDefault="00B013C7" w:rsidP="001110D5">
            <w:pPr>
              <w:pStyle w:val="P6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Зиязетдинова</w:t>
            </w:r>
          </w:p>
          <w:p w14:paraId="1140BBE0" w14:textId="77777777" w:rsidR="00B013C7" w:rsidRPr="00B013C7" w:rsidRDefault="00B013C7" w:rsidP="001110D5">
            <w:pPr>
              <w:pStyle w:val="P6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Ильвира</w:t>
            </w:r>
            <w:r w:rsidR="001110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B01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Афгаровна</w:t>
            </w:r>
          </w:p>
        </w:tc>
        <w:tc>
          <w:tcPr>
            <w:tcW w:w="3828" w:type="dxa"/>
          </w:tcPr>
          <w:p w14:paraId="7B744D2C" w14:textId="77777777" w:rsidR="00B013C7" w:rsidRPr="001110D5" w:rsidRDefault="00B013C7" w:rsidP="001110D5">
            <w:pPr>
              <w:pStyle w:val="P17"/>
              <w:spacing w:before="0" w:after="0" w:line="276" w:lineRule="auto"/>
              <w:rPr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  <w:t>ГБДОУ  Уфимский  детский  сад компенсирующего  вида  №6</w:t>
            </w:r>
          </w:p>
        </w:tc>
        <w:tc>
          <w:tcPr>
            <w:tcW w:w="3118" w:type="dxa"/>
          </w:tcPr>
          <w:p w14:paraId="37C19828" w14:textId="77777777" w:rsidR="00B013C7" w:rsidRPr="00B013C7" w:rsidRDefault="00B013C7" w:rsidP="001110D5">
            <w:pPr>
              <w:pStyle w:val="P6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учитель-дефектолог</w:t>
            </w:r>
          </w:p>
        </w:tc>
      </w:tr>
      <w:tr w:rsidR="00B013C7" w:rsidRPr="00B013C7" w14:paraId="3550B831" w14:textId="77777777" w:rsidTr="001110D5">
        <w:tc>
          <w:tcPr>
            <w:tcW w:w="534" w:type="dxa"/>
          </w:tcPr>
          <w:p w14:paraId="57647364" w14:textId="77777777" w:rsidR="00B013C7" w:rsidRPr="00B013C7" w:rsidRDefault="00B013C7" w:rsidP="00215B6B">
            <w:pPr>
              <w:pStyle w:val="a5"/>
              <w:numPr>
                <w:ilvl w:val="0"/>
                <w:numId w:val="11"/>
              </w:num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543" w:type="dxa"/>
          </w:tcPr>
          <w:p w14:paraId="43ABB465" w14:textId="77777777" w:rsidR="00B013C7" w:rsidRPr="00B013C7" w:rsidRDefault="00B013C7" w:rsidP="001110D5">
            <w:pPr>
              <w:pStyle w:val="P6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Качанова</w:t>
            </w:r>
          </w:p>
          <w:p w14:paraId="2D346434" w14:textId="77777777" w:rsidR="00B013C7" w:rsidRPr="00B013C7" w:rsidRDefault="00B013C7" w:rsidP="001110D5">
            <w:pPr>
              <w:pStyle w:val="P6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Тамара</w:t>
            </w:r>
            <w:r w:rsidR="001110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B01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Зуфаровна</w:t>
            </w:r>
          </w:p>
        </w:tc>
        <w:tc>
          <w:tcPr>
            <w:tcW w:w="3828" w:type="dxa"/>
          </w:tcPr>
          <w:p w14:paraId="4DF4ECBE" w14:textId="77777777" w:rsidR="00B013C7" w:rsidRPr="001110D5" w:rsidRDefault="00B013C7" w:rsidP="001110D5">
            <w:pPr>
              <w:pStyle w:val="P17"/>
              <w:spacing w:before="0" w:after="0" w:line="276" w:lineRule="auto"/>
              <w:rPr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  <w:t>ГБДОУ  Уфимский  детский  сад компенсирующего  вида  №6</w:t>
            </w:r>
          </w:p>
        </w:tc>
        <w:tc>
          <w:tcPr>
            <w:tcW w:w="3118" w:type="dxa"/>
          </w:tcPr>
          <w:p w14:paraId="482B044C" w14:textId="77777777" w:rsidR="00B013C7" w:rsidRPr="00B013C7" w:rsidRDefault="00B013C7" w:rsidP="001110D5">
            <w:pPr>
              <w:pStyle w:val="P6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учитель-дефектолог</w:t>
            </w:r>
          </w:p>
        </w:tc>
      </w:tr>
    </w:tbl>
    <w:p w14:paraId="74B70ECF" w14:textId="77777777" w:rsidR="00B013C7" w:rsidRPr="00B013C7" w:rsidRDefault="00B013C7" w:rsidP="00B013C7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</w:p>
    <w:p w14:paraId="2DC00154" w14:textId="77777777" w:rsidR="00B013C7" w:rsidRPr="00B013C7" w:rsidRDefault="00B013C7" w:rsidP="00B013C7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</w:p>
    <w:p w14:paraId="39FFBD2C" w14:textId="77777777" w:rsidR="00B013C7" w:rsidRPr="00B013C7" w:rsidRDefault="00B013C7" w:rsidP="00B013C7">
      <w:pPr>
        <w:spacing w:after="0"/>
        <w:ind w:firstLine="851"/>
        <w:jc w:val="center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</w:pPr>
    </w:p>
    <w:p w14:paraId="230909AB" w14:textId="77777777" w:rsidR="00B013C7" w:rsidRPr="00B013C7" w:rsidRDefault="00B013C7" w:rsidP="00B013C7">
      <w:pPr>
        <w:spacing w:after="0"/>
        <w:ind w:firstLine="851"/>
        <w:jc w:val="center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</w:pPr>
    </w:p>
    <w:p w14:paraId="2CC49FF1" w14:textId="77777777" w:rsidR="00B013C7" w:rsidRPr="00B013C7" w:rsidRDefault="00B013C7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0E38AA95" w14:textId="77777777" w:rsidR="00061946" w:rsidRDefault="00061946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2EF4DB4A" w14:textId="77777777" w:rsidR="00061946" w:rsidRDefault="00061946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028D7277" w14:textId="77777777" w:rsidR="00061946" w:rsidRDefault="00061946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076CE4C6" w14:textId="77777777" w:rsidR="00061946" w:rsidRDefault="00061946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7791337B" w14:textId="77777777" w:rsidR="00061946" w:rsidRDefault="00061946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1870E552" w14:textId="77777777" w:rsidR="00061946" w:rsidRDefault="00061946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3E1A37B5" w14:textId="77777777" w:rsidR="00061946" w:rsidRDefault="00061946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0ED7E815" w14:textId="77777777" w:rsidR="00061946" w:rsidRDefault="00061946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0BEF327E" w14:textId="77777777" w:rsidR="00061946" w:rsidRDefault="00061946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7270BC79" w14:textId="77777777" w:rsidR="00061946" w:rsidRDefault="00061946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69FB70B4" w14:textId="77777777" w:rsidR="00061946" w:rsidRDefault="00061946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6E1FA83E" w14:textId="77777777" w:rsidR="00061946" w:rsidRDefault="00061946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4F864038" w14:textId="77777777" w:rsidR="00061946" w:rsidRDefault="00061946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6C5A7B2F" w14:textId="77777777" w:rsidR="00061946" w:rsidRDefault="00061946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6634A7EB" w14:textId="77777777" w:rsidR="00061946" w:rsidRDefault="00061946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0D1AC727" w14:textId="77777777" w:rsidR="00061946" w:rsidRDefault="00061946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5756E268" w14:textId="77777777" w:rsidR="00061946" w:rsidRDefault="00061946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3B38954F" w14:textId="77777777" w:rsidR="00061946" w:rsidRDefault="00061946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04C4D643" w14:textId="77777777" w:rsidR="00061946" w:rsidRDefault="00061946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0E5C84A9" w14:textId="77777777" w:rsidR="00061946" w:rsidRDefault="00061946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0E5A0357" w14:textId="77777777" w:rsidR="00061946" w:rsidRDefault="00061946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2E3EE012" w14:textId="77777777" w:rsidR="00061946" w:rsidRDefault="00061946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3D26E69C" w14:textId="77777777" w:rsidR="00061946" w:rsidRDefault="00061946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1869C0DF" w14:textId="77777777" w:rsidR="00061946" w:rsidRDefault="00061946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2C18E874" w14:textId="77777777" w:rsidR="00061946" w:rsidRDefault="00061946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529A81E1" w14:textId="77777777" w:rsidR="00061946" w:rsidRDefault="00061946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0C75897B" w14:textId="77777777" w:rsidR="00061946" w:rsidRDefault="00061946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1427E703" w14:textId="77777777" w:rsidR="00061946" w:rsidRDefault="00061946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59D621D3" w14:textId="77777777" w:rsidR="00061946" w:rsidRDefault="00061946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06DC7D4A" w14:textId="77777777" w:rsidR="00061946" w:rsidRDefault="00061946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53BF26FF" w14:textId="77777777" w:rsidR="00061946" w:rsidRDefault="00061946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6747D76E" w14:textId="77777777" w:rsidR="00061946" w:rsidRDefault="00061946" w:rsidP="0006194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Приложение №2  к приказу Министерства образования</w:t>
      </w:r>
    </w:p>
    <w:p w14:paraId="4A208C26" w14:textId="77777777" w:rsidR="00061946" w:rsidRPr="00BE3CB8" w:rsidRDefault="00061946" w:rsidP="00061946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14:paraId="5DAD6AF0" w14:textId="77777777" w:rsidR="00061946" w:rsidRDefault="00061946" w:rsidP="0006194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14:paraId="60EC70EC" w14:textId="77777777" w:rsidR="00061946" w:rsidRDefault="00061946" w:rsidP="0006194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14:paraId="69B4F19D" w14:textId="77777777" w:rsidR="00061946" w:rsidRDefault="00061946" w:rsidP="00061946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14:paraId="5DA5F2BE" w14:textId="77777777" w:rsidR="00061946" w:rsidRPr="00FD0F2C" w:rsidRDefault="00061946" w:rsidP="00061946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425E53A4" w14:textId="77777777" w:rsidR="00B013C7" w:rsidRPr="00B013C7" w:rsidRDefault="00B013C7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013C7">
        <w:rPr>
          <w:rFonts w:ascii="Times New Roman" w:hAnsi="Times New Roman"/>
          <w:b/>
          <w:color w:val="000000" w:themeColor="text1"/>
          <w:sz w:val="24"/>
          <w:szCs w:val="24"/>
        </w:rPr>
        <w:t>ГБОУ Уфимская специальная (коррекционная) общеобразовательная</w:t>
      </w:r>
    </w:p>
    <w:p w14:paraId="37BB94A5" w14:textId="77777777" w:rsidR="00B013C7" w:rsidRDefault="00B013C7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013C7">
        <w:rPr>
          <w:rFonts w:ascii="Times New Roman" w:hAnsi="Times New Roman"/>
          <w:b/>
          <w:color w:val="000000" w:themeColor="text1"/>
          <w:sz w:val="24"/>
          <w:szCs w:val="24"/>
        </w:rPr>
        <w:t xml:space="preserve">школа-интернат </w:t>
      </w:r>
      <w:r w:rsidRPr="00B013C7">
        <w:rPr>
          <w:rFonts w:ascii="Times New Roman" w:hAnsi="Times New Roman"/>
          <w:b/>
          <w:color w:val="000000" w:themeColor="text1"/>
          <w:sz w:val="24"/>
          <w:szCs w:val="24"/>
          <w:lang w:val="en-US"/>
        </w:rPr>
        <w:t>I</w:t>
      </w:r>
      <w:r w:rsidRPr="00B013C7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вида</w:t>
      </w:r>
    </w:p>
    <w:p w14:paraId="32423E28" w14:textId="77777777" w:rsidR="001110D5" w:rsidRPr="00B013C7" w:rsidRDefault="001110D5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tbl>
      <w:tblPr>
        <w:tblW w:w="11057" w:type="dxa"/>
        <w:tblInd w:w="-1236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7"/>
        <w:gridCol w:w="3403"/>
        <w:gridCol w:w="3969"/>
        <w:gridCol w:w="3118"/>
      </w:tblGrid>
      <w:tr w:rsidR="0059709C" w:rsidRPr="00B013C7" w14:paraId="5690B73B" w14:textId="77777777" w:rsidTr="001110D5">
        <w:trPr>
          <w:trHeight w:hRule="exact" w:val="5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57518F" w14:textId="77777777" w:rsidR="0059709C" w:rsidRPr="00C30652" w:rsidRDefault="0059709C" w:rsidP="0029035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E0AA4C" w14:textId="77777777" w:rsidR="0059709C" w:rsidRPr="00C30652" w:rsidRDefault="0059709C" w:rsidP="0029035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b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ИО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F20D28" w14:textId="77777777" w:rsidR="0059709C" w:rsidRPr="00C30652" w:rsidRDefault="0059709C" w:rsidP="0029035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EFB8C9" w14:textId="77777777" w:rsidR="0059709C" w:rsidRPr="00C30652" w:rsidRDefault="0059709C" w:rsidP="0029035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B013C7" w:rsidRPr="00B013C7" w14:paraId="2E3D78E8" w14:textId="77777777" w:rsidTr="001110D5">
        <w:trPr>
          <w:trHeight w:hRule="exact" w:val="90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D245D4" w14:textId="77777777" w:rsidR="00B013C7" w:rsidRPr="00B013C7" w:rsidRDefault="00B013C7" w:rsidP="00B013C7">
            <w:pPr>
              <w:pStyle w:val="a3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B013C7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CD7F01" w14:textId="77777777" w:rsidR="00B013C7" w:rsidRPr="00B013C7" w:rsidRDefault="00B013C7" w:rsidP="00B013C7">
            <w:pPr>
              <w:pStyle w:val="a3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Ахмадиева</w:t>
            </w:r>
          </w:p>
          <w:p w14:paraId="378E0A8D" w14:textId="77777777" w:rsidR="00B013C7" w:rsidRPr="00B013C7" w:rsidRDefault="00B013C7" w:rsidP="00B013C7">
            <w:pPr>
              <w:pStyle w:val="a3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pacing w:val="-14"/>
                <w:w w:val="111"/>
                <w:sz w:val="24"/>
                <w:szCs w:val="24"/>
              </w:rPr>
            </w:pPr>
            <w:r w:rsidRPr="00B013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Аниса Ханифовна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379E1C" w14:textId="77777777" w:rsidR="00B013C7" w:rsidRPr="007B3ED6" w:rsidRDefault="00B013C7" w:rsidP="007B3ED6">
            <w:pPr>
              <w:pStyle w:val="a3"/>
              <w:spacing w:before="240"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ГБОУ Уфимская</w:t>
            </w:r>
            <w:r w:rsidR="007B3E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B013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СКОШИ </w:t>
            </w:r>
            <w:r w:rsidRPr="00B013C7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 w:rsidRPr="00B013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вида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B97EAC" w14:textId="77777777" w:rsidR="00B013C7" w:rsidRPr="00B013C7" w:rsidRDefault="00BC6C01" w:rsidP="007B3ED6">
            <w:pPr>
              <w:pStyle w:val="a3"/>
              <w:spacing w:before="240" w:line="276" w:lineRule="auto"/>
              <w:jc w:val="center"/>
              <w:rPr>
                <w:rFonts w:ascii="Times New Roman" w:hAnsi="Times New Roman"/>
                <w:color w:val="000000" w:themeColor="text1"/>
                <w:spacing w:val="-13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</w:t>
            </w:r>
            <w:r w:rsidR="00B013C7" w:rsidRPr="00B013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читель-дефектолог</w:t>
            </w:r>
          </w:p>
        </w:tc>
      </w:tr>
    </w:tbl>
    <w:p w14:paraId="07542FD5" w14:textId="77777777" w:rsidR="00B013C7" w:rsidRPr="00B013C7" w:rsidRDefault="00B013C7" w:rsidP="00B013C7">
      <w:pPr>
        <w:spacing w:after="0"/>
        <w:ind w:firstLine="851"/>
        <w:jc w:val="center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</w:pPr>
    </w:p>
    <w:p w14:paraId="43BB9FCC" w14:textId="77777777" w:rsidR="00B013C7" w:rsidRPr="00B013C7" w:rsidRDefault="00B013C7" w:rsidP="00B013C7">
      <w:pPr>
        <w:spacing w:after="0"/>
        <w:ind w:firstLine="851"/>
        <w:jc w:val="center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</w:pPr>
    </w:p>
    <w:p w14:paraId="0FEE2F67" w14:textId="77777777" w:rsidR="00B013C7" w:rsidRPr="00B013C7" w:rsidRDefault="00B013C7" w:rsidP="00B013C7">
      <w:pPr>
        <w:spacing w:after="0"/>
        <w:ind w:firstLine="851"/>
        <w:jc w:val="center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</w:pPr>
    </w:p>
    <w:p w14:paraId="3F9D312C" w14:textId="77777777" w:rsidR="00B013C7" w:rsidRPr="00B013C7" w:rsidRDefault="00B013C7" w:rsidP="00B013C7">
      <w:pPr>
        <w:spacing w:after="0"/>
        <w:ind w:firstLine="851"/>
        <w:jc w:val="center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</w:pPr>
    </w:p>
    <w:p w14:paraId="0C744C04" w14:textId="77777777" w:rsidR="001110D5" w:rsidRDefault="001110D5" w:rsidP="00B013C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6494DF90" w14:textId="77777777" w:rsidR="001110D5" w:rsidRDefault="001110D5" w:rsidP="00B013C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3E51744D" w14:textId="77777777" w:rsidR="001110D5" w:rsidRDefault="001110D5" w:rsidP="00B013C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55E77168" w14:textId="77777777" w:rsidR="001110D5" w:rsidRPr="00B013C7" w:rsidRDefault="001110D5" w:rsidP="00B013C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AF68EE8" w14:textId="77777777" w:rsidR="00061946" w:rsidRDefault="00061946" w:rsidP="00B013C7">
      <w:pPr>
        <w:pStyle w:val="a7"/>
        <w:spacing w:line="276" w:lineRule="auto"/>
        <w:rPr>
          <w:bCs/>
          <w:color w:val="000000" w:themeColor="text1"/>
          <w:sz w:val="24"/>
          <w:szCs w:val="24"/>
        </w:rPr>
      </w:pPr>
    </w:p>
    <w:p w14:paraId="4FD511E1" w14:textId="77777777" w:rsidR="00061946" w:rsidRDefault="00061946" w:rsidP="00B013C7">
      <w:pPr>
        <w:pStyle w:val="a7"/>
        <w:spacing w:line="276" w:lineRule="auto"/>
        <w:rPr>
          <w:bCs/>
          <w:color w:val="000000" w:themeColor="text1"/>
          <w:sz w:val="24"/>
          <w:szCs w:val="24"/>
        </w:rPr>
      </w:pPr>
    </w:p>
    <w:p w14:paraId="3C1BB609" w14:textId="77777777" w:rsidR="00061946" w:rsidRDefault="00061946" w:rsidP="00B013C7">
      <w:pPr>
        <w:pStyle w:val="a7"/>
        <w:spacing w:line="276" w:lineRule="auto"/>
        <w:rPr>
          <w:bCs/>
          <w:color w:val="000000" w:themeColor="text1"/>
          <w:sz w:val="24"/>
          <w:szCs w:val="24"/>
        </w:rPr>
      </w:pPr>
    </w:p>
    <w:p w14:paraId="0E23542F" w14:textId="77777777" w:rsidR="00061946" w:rsidRDefault="00061946" w:rsidP="00B013C7">
      <w:pPr>
        <w:pStyle w:val="a7"/>
        <w:spacing w:line="276" w:lineRule="auto"/>
        <w:rPr>
          <w:bCs/>
          <w:color w:val="000000" w:themeColor="text1"/>
          <w:sz w:val="24"/>
          <w:szCs w:val="24"/>
        </w:rPr>
      </w:pPr>
    </w:p>
    <w:p w14:paraId="7C614B8A" w14:textId="77777777" w:rsidR="00061946" w:rsidRDefault="00061946" w:rsidP="00B013C7">
      <w:pPr>
        <w:pStyle w:val="a7"/>
        <w:spacing w:line="276" w:lineRule="auto"/>
        <w:rPr>
          <w:bCs/>
          <w:color w:val="000000" w:themeColor="text1"/>
          <w:sz w:val="24"/>
          <w:szCs w:val="24"/>
        </w:rPr>
      </w:pPr>
    </w:p>
    <w:p w14:paraId="3B9BDD60" w14:textId="77777777" w:rsidR="00061946" w:rsidRDefault="00061946" w:rsidP="00B013C7">
      <w:pPr>
        <w:pStyle w:val="a7"/>
        <w:spacing w:line="276" w:lineRule="auto"/>
        <w:rPr>
          <w:bCs/>
          <w:color w:val="000000" w:themeColor="text1"/>
          <w:sz w:val="24"/>
          <w:szCs w:val="24"/>
        </w:rPr>
      </w:pPr>
    </w:p>
    <w:p w14:paraId="65888975" w14:textId="77777777" w:rsidR="00061946" w:rsidRDefault="00061946" w:rsidP="00B013C7">
      <w:pPr>
        <w:pStyle w:val="a7"/>
        <w:spacing w:line="276" w:lineRule="auto"/>
        <w:rPr>
          <w:bCs/>
          <w:color w:val="000000" w:themeColor="text1"/>
          <w:sz w:val="24"/>
          <w:szCs w:val="24"/>
        </w:rPr>
      </w:pPr>
    </w:p>
    <w:p w14:paraId="420E48B0" w14:textId="77777777" w:rsidR="00061946" w:rsidRDefault="00061946" w:rsidP="00B013C7">
      <w:pPr>
        <w:pStyle w:val="a7"/>
        <w:spacing w:line="276" w:lineRule="auto"/>
        <w:rPr>
          <w:bCs/>
          <w:color w:val="000000" w:themeColor="text1"/>
          <w:sz w:val="24"/>
          <w:szCs w:val="24"/>
        </w:rPr>
      </w:pPr>
    </w:p>
    <w:p w14:paraId="39075317" w14:textId="77777777" w:rsidR="00061946" w:rsidRDefault="00061946" w:rsidP="00B013C7">
      <w:pPr>
        <w:pStyle w:val="a7"/>
        <w:spacing w:line="276" w:lineRule="auto"/>
        <w:rPr>
          <w:bCs/>
          <w:color w:val="000000" w:themeColor="text1"/>
          <w:sz w:val="24"/>
          <w:szCs w:val="24"/>
        </w:rPr>
      </w:pPr>
    </w:p>
    <w:p w14:paraId="690B7A4F" w14:textId="77777777" w:rsidR="00061946" w:rsidRDefault="00061946" w:rsidP="00B013C7">
      <w:pPr>
        <w:pStyle w:val="a7"/>
        <w:spacing w:line="276" w:lineRule="auto"/>
        <w:rPr>
          <w:bCs/>
          <w:color w:val="000000" w:themeColor="text1"/>
          <w:sz w:val="24"/>
          <w:szCs w:val="24"/>
        </w:rPr>
      </w:pPr>
    </w:p>
    <w:p w14:paraId="78602A8C" w14:textId="77777777" w:rsidR="00061946" w:rsidRDefault="00061946" w:rsidP="00B013C7">
      <w:pPr>
        <w:pStyle w:val="a7"/>
        <w:spacing w:line="276" w:lineRule="auto"/>
        <w:rPr>
          <w:bCs/>
          <w:color w:val="000000" w:themeColor="text1"/>
          <w:sz w:val="24"/>
          <w:szCs w:val="24"/>
        </w:rPr>
      </w:pPr>
    </w:p>
    <w:p w14:paraId="1C4D34BF" w14:textId="77777777" w:rsidR="00061946" w:rsidRDefault="00061946" w:rsidP="00B013C7">
      <w:pPr>
        <w:pStyle w:val="a7"/>
        <w:spacing w:line="276" w:lineRule="auto"/>
        <w:rPr>
          <w:bCs/>
          <w:color w:val="000000" w:themeColor="text1"/>
          <w:sz w:val="24"/>
          <w:szCs w:val="24"/>
        </w:rPr>
      </w:pPr>
    </w:p>
    <w:p w14:paraId="58ED4ED7" w14:textId="77777777" w:rsidR="00061946" w:rsidRDefault="00061946" w:rsidP="00B013C7">
      <w:pPr>
        <w:pStyle w:val="a7"/>
        <w:spacing w:line="276" w:lineRule="auto"/>
        <w:rPr>
          <w:bCs/>
          <w:color w:val="000000" w:themeColor="text1"/>
          <w:sz w:val="24"/>
          <w:szCs w:val="24"/>
        </w:rPr>
      </w:pPr>
    </w:p>
    <w:p w14:paraId="22F66493" w14:textId="77777777" w:rsidR="00061946" w:rsidRDefault="00061946" w:rsidP="00B013C7">
      <w:pPr>
        <w:pStyle w:val="a7"/>
        <w:spacing w:line="276" w:lineRule="auto"/>
        <w:rPr>
          <w:bCs/>
          <w:color w:val="000000" w:themeColor="text1"/>
          <w:sz w:val="24"/>
          <w:szCs w:val="24"/>
        </w:rPr>
      </w:pPr>
    </w:p>
    <w:p w14:paraId="617D2667" w14:textId="77777777" w:rsidR="00061946" w:rsidRDefault="00061946" w:rsidP="00B013C7">
      <w:pPr>
        <w:pStyle w:val="a7"/>
        <w:spacing w:line="276" w:lineRule="auto"/>
        <w:rPr>
          <w:bCs/>
          <w:color w:val="000000" w:themeColor="text1"/>
          <w:sz w:val="24"/>
          <w:szCs w:val="24"/>
        </w:rPr>
      </w:pPr>
    </w:p>
    <w:p w14:paraId="193736CE" w14:textId="77777777" w:rsidR="00061946" w:rsidRDefault="00061946" w:rsidP="00B013C7">
      <w:pPr>
        <w:pStyle w:val="a7"/>
        <w:spacing w:line="276" w:lineRule="auto"/>
        <w:rPr>
          <w:bCs/>
          <w:color w:val="000000" w:themeColor="text1"/>
          <w:sz w:val="24"/>
          <w:szCs w:val="24"/>
        </w:rPr>
      </w:pPr>
    </w:p>
    <w:p w14:paraId="763E3A33" w14:textId="77777777" w:rsidR="00061946" w:rsidRDefault="00061946" w:rsidP="00B013C7">
      <w:pPr>
        <w:pStyle w:val="a7"/>
        <w:spacing w:line="276" w:lineRule="auto"/>
        <w:rPr>
          <w:bCs/>
          <w:color w:val="000000" w:themeColor="text1"/>
          <w:sz w:val="24"/>
          <w:szCs w:val="24"/>
        </w:rPr>
      </w:pPr>
    </w:p>
    <w:p w14:paraId="4C4BADAA" w14:textId="77777777" w:rsidR="00061946" w:rsidRDefault="00061946" w:rsidP="00B013C7">
      <w:pPr>
        <w:pStyle w:val="a7"/>
        <w:spacing w:line="276" w:lineRule="auto"/>
        <w:rPr>
          <w:bCs/>
          <w:color w:val="000000" w:themeColor="text1"/>
          <w:sz w:val="24"/>
          <w:szCs w:val="24"/>
        </w:rPr>
      </w:pPr>
    </w:p>
    <w:p w14:paraId="0E522542" w14:textId="77777777" w:rsidR="00061946" w:rsidRDefault="00061946" w:rsidP="00B013C7">
      <w:pPr>
        <w:pStyle w:val="a7"/>
        <w:spacing w:line="276" w:lineRule="auto"/>
        <w:rPr>
          <w:bCs/>
          <w:color w:val="000000" w:themeColor="text1"/>
          <w:sz w:val="24"/>
          <w:szCs w:val="24"/>
        </w:rPr>
      </w:pPr>
    </w:p>
    <w:p w14:paraId="006C07EF" w14:textId="77777777" w:rsidR="00061946" w:rsidRDefault="00061946" w:rsidP="00B013C7">
      <w:pPr>
        <w:pStyle w:val="a7"/>
        <w:spacing w:line="276" w:lineRule="auto"/>
        <w:rPr>
          <w:bCs/>
          <w:color w:val="000000" w:themeColor="text1"/>
          <w:sz w:val="24"/>
          <w:szCs w:val="24"/>
        </w:rPr>
      </w:pPr>
    </w:p>
    <w:p w14:paraId="4B78FCB8" w14:textId="77777777" w:rsidR="00061946" w:rsidRDefault="00061946" w:rsidP="00B013C7">
      <w:pPr>
        <w:pStyle w:val="a7"/>
        <w:spacing w:line="276" w:lineRule="auto"/>
        <w:rPr>
          <w:bCs/>
          <w:color w:val="000000" w:themeColor="text1"/>
          <w:sz w:val="24"/>
          <w:szCs w:val="24"/>
        </w:rPr>
      </w:pPr>
    </w:p>
    <w:p w14:paraId="7B83EEB7" w14:textId="77777777" w:rsidR="00061946" w:rsidRDefault="00061946" w:rsidP="00B013C7">
      <w:pPr>
        <w:pStyle w:val="a7"/>
        <w:spacing w:line="276" w:lineRule="auto"/>
        <w:rPr>
          <w:bCs/>
          <w:color w:val="000000" w:themeColor="text1"/>
          <w:sz w:val="24"/>
          <w:szCs w:val="24"/>
        </w:rPr>
      </w:pPr>
    </w:p>
    <w:p w14:paraId="0F69DFEA" w14:textId="77777777" w:rsidR="00061946" w:rsidRDefault="00061946" w:rsidP="00B013C7">
      <w:pPr>
        <w:pStyle w:val="a7"/>
        <w:spacing w:line="276" w:lineRule="auto"/>
        <w:rPr>
          <w:bCs/>
          <w:color w:val="000000" w:themeColor="text1"/>
          <w:sz w:val="24"/>
          <w:szCs w:val="24"/>
        </w:rPr>
      </w:pPr>
    </w:p>
    <w:p w14:paraId="6BBFCA07" w14:textId="77777777" w:rsidR="00061946" w:rsidRDefault="00061946" w:rsidP="00B013C7">
      <w:pPr>
        <w:pStyle w:val="a7"/>
        <w:spacing w:line="276" w:lineRule="auto"/>
        <w:rPr>
          <w:bCs/>
          <w:color w:val="000000" w:themeColor="text1"/>
          <w:sz w:val="24"/>
          <w:szCs w:val="24"/>
        </w:rPr>
      </w:pPr>
    </w:p>
    <w:p w14:paraId="37B66D53" w14:textId="77777777" w:rsidR="00061946" w:rsidRDefault="00061946" w:rsidP="00B013C7">
      <w:pPr>
        <w:pStyle w:val="a7"/>
        <w:spacing w:line="276" w:lineRule="auto"/>
        <w:rPr>
          <w:bCs/>
          <w:color w:val="000000" w:themeColor="text1"/>
          <w:sz w:val="24"/>
          <w:szCs w:val="24"/>
        </w:rPr>
      </w:pPr>
    </w:p>
    <w:p w14:paraId="6C8CC983" w14:textId="77777777" w:rsidR="00061946" w:rsidRDefault="00061946" w:rsidP="00B013C7">
      <w:pPr>
        <w:pStyle w:val="a7"/>
        <w:spacing w:line="276" w:lineRule="auto"/>
        <w:rPr>
          <w:bCs/>
          <w:color w:val="000000" w:themeColor="text1"/>
          <w:sz w:val="24"/>
          <w:szCs w:val="24"/>
        </w:rPr>
      </w:pPr>
    </w:p>
    <w:p w14:paraId="701BA7EA" w14:textId="77777777" w:rsidR="00061946" w:rsidRDefault="00061946" w:rsidP="00B013C7">
      <w:pPr>
        <w:pStyle w:val="a7"/>
        <w:spacing w:line="276" w:lineRule="auto"/>
        <w:rPr>
          <w:bCs/>
          <w:color w:val="000000" w:themeColor="text1"/>
          <w:sz w:val="24"/>
          <w:szCs w:val="24"/>
        </w:rPr>
      </w:pPr>
    </w:p>
    <w:p w14:paraId="7005A97A" w14:textId="77777777" w:rsidR="00061946" w:rsidRDefault="00061946" w:rsidP="00B013C7">
      <w:pPr>
        <w:pStyle w:val="a7"/>
        <w:spacing w:line="276" w:lineRule="auto"/>
        <w:rPr>
          <w:bCs/>
          <w:color w:val="000000" w:themeColor="text1"/>
          <w:sz w:val="24"/>
          <w:szCs w:val="24"/>
        </w:rPr>
      </w:pPr>
    </w:p>
    <w:p w14:paraId="244395B3" w14:textId="77777777" w:rsidR="00061946" w:rsidRDefault="00061946" w:rsidP="0006194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Приложение №2  к приказу Министерства образования</w:t>
      </w:r>
    </w:p>
    <w:p w14:paraId="4FD2A88D" w14:textId="77777777" w:rsidR="00061946" w:rsidRPr="00BE3CB8" w:rsidRDefault="00061946" w:rsidP="00061946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14:paraId="5F990FB9" w14:textId="77777777" w:rsidR="00061946" w:rsidRDefault="00061946" w:rsidP="0006194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14:paraId="0DFD18A2" w14:textId="77777777" w:rsidR="00061946" w:rsidRDefault="00061946" w:rsidP="0006194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14:paraId="41A6ABF5" w14:textId="77777777" w:rsidR="00061946" w:rsidRDefault="00061946" w:rsidP="00061946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14:paraId="321FBD2E" w14:textId="77777777" w:rsidR="00061946" w:rsidRPr="00FD0F2C" w:rsidRDefault="00061946" w:rsidP="00061946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06A96C20" w14:textId="77777777" w:rsidR="00B013C7" w:rsidRPr="00B013C7" w:rsidRDefault="00B013C7" w:rsidP="00B013C7">
      <w:pPr>
        <w:pStyle w:val="a7"/>
        <w:spacing w:line="276" w:lineRule="auto"/>
        <w:rPr>
          <w:bCs/>
          <w:color w:val="000000" w:themeColor="text1"/>
          <w:sz w:val="24"/>
          <w:szCs w:val="24"/>
        </w:rPr>
      </w:pPr>
      <w:r w:rsidRPr="00B013C7">
        <w:rPr>
          <w:bCs/>
          <w:color w:val="000000" w:themeColor="text1"/>
          <w:sz w:val="24"/>
          <w:szCs w:val="24"/>
        </w:rPr>
        <w:t>ГБОУ «Уфимская специальная (коррекционная)</w:t>
      </w:r>
    </w:p>
    <w:p w14:paraId="2CA5B602" w14:textId="77777777" w:rsidR="00B013C7" w:rsidRDefault="00B013C7" w:rsidP="00B013C7">
      <w:pPr>
        <w:pStyle w:val="a7"/>
        <w:spacing w:line="276" w:lineRule="auto"/>
        <w:rPr>
          <w:bCs/>
          <w:color w:val="000000" w:themeColor="text1"/>
          <w:sz w:val="24"/>
          <w:szCs w:val="24"/>
        </w:rPr>
      </w:pPr>
      <w:r w:rsidRPr="00B013C7">
        <w:rPr>
          <w:bCs/>
          <w:color w:val="000000" w:themeColor="text1"/>
          <w:sz w:val="24"/>
          <w:szCs w:val="24"/>
        </w:rPr>
        <w:t xml:space="preserve">общеобразовательная школа-интернат №13 </w:t>
      </w:r>
      <w:r w:rsidRPr="00B013C7">
        <w:rPr>
          <w:bCs/>
          <w:color w:val="000000" w:themeColor="text1"/>
          <w:sz w:val="24"/>
          <w:szCs w:val="24"/>
          <w:lang w:val="en-US"/>
        </w:rPr>
        <w:t>VI</w:t>
      </w:r>
      <w:r w:rsidRPr="00B013C7">
        <w:rPr>
          <w:bCs/>
          <w:color w:val="000000" w:themeColor="text1"/>
          <w:sz w:val="24"/>
          <w:szCs w:val="24"/>
        </w:rPr>
        <w:t xml:space="preserve"> вида</w:t>
      </w:r>
    </w:p>
    <w:p w14:paraId="6C442EE9" w14:textId="77777777" w:rsidR="001110D5" w:rsidRPr="00B013C7" w:rsidRDefault="001110D5" w:rsidP="00B013C7">
      <w:pPr>
        <w:pStyle w:val="a7"/>
        <w:spacing w:line="276" w:lineRule="auto"/>
        <w:rPr>
          <w:bCs/>
          <w:color w:val="000000" w:themeColor="text1"/>
          <w:sz w:val="24"/>
          <w:szCs w:val="24"/>
        </w:rPr>
      </w:pPr>
    </w:p>
    <w:tbl>
      <w:tblPr>
        <w:tblStyle w:val="a6"/>
        <w:tblW w:w="11057" w:type="dxa"/>
        <w:tblInd w:w="-1168" w:type="dxa"/>
        <w:tblLook w:val="04A0" w:firstRow="1" w:lastRow="0" w:firstColumn="1" w:lastColumn="0" w:noHBand="0" w:noVBand="1"/>
      </w:tblPr>
      <w:tblGrid>
        <w:gridCol w:w="567"/>
        <w:gridCol w:w="3403"/>
        <w:gridCol w:w="3969"/>
        <w:gridCol w:w="3118"/>
      </w:tblGrid>
      <w:tr w:rsidR="0059709C" w:rsidRPr="00B013C7" w14:paraId="6E52B37B" w14:textId="77777777" w:rsidTr="001110D5">
        <w:tc>
          <w:tcPr>
            <w:tcW w:w="567" w:type="dxa"/>
            <w:vAlign w:val="center"/>
          </w:tcPr>
          <w:p w14:paraId="0EC885BA" w14:textId="77777777" w:rsidR="0059709C" w:rsidRPr="00C30652" w:rsidRDefault="0059709C" w:rsidP="00290352">
            <w:pPr>
              <w:jc w:val="center"/>
              <w:rPr>
                <w:b/>
                <w:sz w:val="24"/>
                <w:szCs w:val="24"/>
              </w:rPr>
            </w:pPr>
            <w:r w:rsidRPr="00C30652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3403" w:type="dxa"/>
            <w:vAlign w:val="center"/>
          </w:tcPr>
          <w:p w14:paraId="3DBEE565" w14:textId="77777777" w:rsidR="0059709C" w:rsidRPr="00C30652" w:rsidRDefault="0059709C" w:rsidP="00290352">
            <w:pPr>
              <w:jc w:val="center"/>
              <w:rPr>
                <w:b/>
                <w:sz w:val="24"/>
                <w:szCs w:val="24"/>
              </w:rPr>
            </w:pPr>
            <w:r w:rsidRPr="00C30652">
              <w:rPr>
                <w:b/>
                <w:sz w:val="24"/>
                <w:szCs w:val="24"/>
              </w:rPr>
              <w:t>Ф</w:t>
            </w:r>
            <w:r>
              <w:rPr>
                <w:b/>
                <w:sz w:val="24"/>
                <w:szCs w:val="24"/>
              </w:rPr>
              <w:t>ИО</w:t>
            </w:r>
          </w:p>
        </w:tc>
        <w:tc>
          <w:tcPr>
            <w:tcW w:w="3969" w:type="dxa"/>
            <w:vAlign w:val="center"/>
          </w:tcPr>
          <w:p w14:paraId="5F732FB4" w14:textId="77777777" w:rsidR="0059709C" w:rsidRPr="00C30652" w:rsidRDefault="0059709C" w:rsidP="00290352">
            <w:pPr>
              <w:jc w:val="center"/>
              <w:rPr>
                <w:b/>
                <w:sz w:val="24"/>
                <w:szCs w:val="24"/>
              </w:rPr>
            </w:pPr>
            <w:r w:rsidRPr="00C30652">
              <w:rPr>
                <w:b/>
                <w:sz w:val="24"/>
                <w:szCs w:val="24"/>
              </w:rPr>
              <w:t>Место работы</w:t>
            </w:r>
          </w:p>
        </w:tc>
        <w:tc>
          <w:tcPr>
            <w:tcW w:w="3118" w:type="dxa"/>
            <w:vAlign w:val="center"/>
          </w:tcPr>
          <w:p w14:paraId="60F9E853" w14:textId="77777777" w:rsidR="0059709C" w:rsidRPr="00C30652" w:rsidRDefault="0059709C" w:rsidP="00290352">
            <w:pPr>
              <w:jc w:val="center"/>
              <w:rPr>
                <w:b/>
                <w:sz w:val="24"/>
                <w:szCs w:val="24"/>
              </w:rPr>
            </w:pPr>
            <w:r w:rsidRPr="00C30652">
              <w:rPr>
                <w:b/>
                <w:sz w:val="24"/>
                <w:szCs w:val="24"/>
              </w:rPr>
              <w:t>Должность</w:t>
            </w:r>
          </w:p>
        </w:tc>
      </w:tr>
      <w:tr w:rsidR="00B013C7" w:rsidRPr="00B013C7" w14:paraId="3A6B91C0" w14:textId="77777777" w:rsidTr="001110D5">
        <w:trPr>
          <w:trHeight w:val="1353"/>
        </w:trPr>
        <w:tc>
          <w:tcPr>
            <w:tcW w:w="567" w:type="dxa"/>
          </w:tcPr>
          <w:p w14:paraId="75BC7522" w14:textId="77777777" w:rsidR="00B013C7" w:rsidRPr="00B013C7" w:rsidRDefault="00B013C7" w:rsidP="00B013C7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B013C7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403" w:type="dxa"/>
          </w:tcPr>
          <w:p w14:paraId="59E69881" w14:textId="77777777" w:rsidR="001110D5" w:rsidRDefault="001110D5" w:rsidP="00B013C7">
            <w:pPr>
              <w:spacing w:line="276" w:lineRule="auto"/>
              <w:ind w:left="34"/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7E757024" w14:textId="77777777" w:rsidR="00B013C7" w:rsidRPr="00B013C7" w:rsidRDefault="00B013C7" w:rsidP="00B013C7">
            <w:pPr>
              <w:spacing w:line="276" w:lineRule="auto"/>
              <w:ind w:left="34"/>
              <w:jc w:val="center"/>
              <w:rPr>
                <w:color w:val="000000" w:themeColor="text1"/>
                <w:sz w:val="24"/>
                <w:szCs w:val="24"/>
              </w:rPr>
            </w:pPr>
            <w:r w:rsidRPr="00B013C7">
              <w:rPr>
                <w:color w:val="000000" w:themeColor="text1"/>
                <w:sz w:val="24"/>
                <w:szCs w:val="24"/>
              </w:rPr>
              <w:t>Юсупов</w:t>
            </w:r>
          </w:p>
          <w:p w14:paraId="7A5C08C4" w14:textId="77777777" w:rsidR="00B013C7" w:rsidRPr="00B013C7" w:rsidRDefault="00B013C7" w:rsidP="00B013C7">
            <w:pPr>
              <w:spacing w:line="276" w:lineRule="auto"/>
              <w:ind w:left="34"/>
              <w:jc w:val="center"/>
              <w:rPr>
                <w:color w:val="000000" w:themeColor="text1"/>
                <w:sz w:val="24"/>
                <w:szCs w:val="24"/>
              </w:rPr>
            </w:pPr>
            <w:r w:rsidRPr="00B013C7">
              <w:rPr>
                <w:color w:val="000000" w:themeColor="text1"/>
                <w:sz w:val="24"/>
                <w:szCs w:val="24"/>
              </w:rPr>
              <w:t>Салават Шагитович</w:t>
            </w:r>
          </w:p>
        </w:tc>
        <w:tc>
          <w:tcPr>
            <w:tcW w:w="3969" w:type="dxa"/>
          </w:tcPr>
          <w:p w14:paraId="37C9326D" w14:textId="77777777" w:rsidR="00B013C7" w:rsidRPr="00B013C7" w:rsidRDefault="00B013C7" w:rsidP="00B013C7">
            <w:pPr>
              <w:pStyle w:val="a7"/>
              <w:spacing w:line="276" w:lineRule="auto"/>
              <w:rPr>
                <w:b w:val="0"/>
                <w:bCs/>
                <w:color w:val="000000" w:themeColor="text1"/>
                <w:sz w:val="24"/>
                <w:szCs w:val="24"/>
              </w:rPr>
            </w:pPr>
            <w:r w:rsidRPr="00B013C7">
              <w:rPr>
                <w:b w:val="0"/>
                <w:bCs/>
                <w:color w:val="000000" w:themeColor="text1"/>
                <w:sz w:val="24"/>
                <w:szCs w:val="24"/>
              </w:rPr>
              <w:t xml:space="preserve">ГБОУ «Уфимская специальная(коррекционная) общеобразовательная школа-интернат №13 </w:t>
            </w:r>
            <w:r w:rsidRPr="00B013C7">
              <w:rPr>
                <w:b w:val="0"/>
                <w:bCs/>
                <w:color w:val="000000" w:themeColor="text1"/>
                <w:sz w:val="24"/>
                <w:szCs w:val="24"/>
                <w:lang w:val="en-US"/>
              </w:rPr>
              <w:t>VI</w:t>
            </w:r>
            <w:r w:rsidRPr="00B013C7">
              <w:rPr>
                <w:b w:val="0"/>
                <w:bCs/>
                <w:color w:val="000000" w:themeColor="text1"/>
                <w:sz w:val="24"/>
                <w:szCs w:val="24"/>
              </w:rPr>
              <w:t xml:space="preserve"> вида</w:t>
            </w:r>
          </w:p>
        </w:tc>
        <w:tc>
          <w:tcPr>
            <w:tcW w:w="3118" w:type="dxa"/>
          </w:tcPr>
          <w:p w14:paraId="3CA056BD" w14:textId="77777777" w:rsidR="001110D5" w:rsidRDefault="001110D5" w:rsidP="00B013C7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6E2C7403" w14:textId="77777777" w:rsidR="00B013C7" w:rsidRPr="00B013C7" w:rsidRDefault="001110D5" w:rsidP="00B013C7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у</w:t>
            </w:r>
            <w:r w:rsidR="00B013C7" w:rsidRPr="00B013C7">
              <w:rPr>
                <w:color w:val="000000" w:themeColor="text1"/>
                <w:sz w:val="24"/>
                <w:szCs w:val="24"/>
              </w:rPr>
              <w:t>читель</w:t>
            </w:r>
          </w:p>
        </w:tc>
      </w:tr>
      <w:tr w:rsidR="00B013C7" w:rsidRPr="00B013C7" w14:paraId="61A47279" w14:textId="77777777" w:rsidTr="001110D5">
        <w:trPr>
          <w:trHeight w:val="1402"/>
        </w:trPr>
        <w:tc>
          <w:tcPr>
            <w:tcW w:w="567" w:type="dxa"/>
          </w:tcPr>
          <w:p w14:paraId="4BC33390" w14:textId="77777777" w:rsidR="00B013C7" w:rsidRPr="00B013C7" w:rsidRDefault="00B013C7" w:rsidP="00B013C7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B013C7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403" w:type="dxa"/>
          </w:tcPr>
          <w:p w14:paraId="1A9DF9BA" w14:textId="77777777" w:rsidR="001110D5" w:rsidRDefault="001110D5" w:rsidP="00B013C7">
            <w:pPr>
              <w:spacing w:line="276" w:lineRule="auto"/>
              <w:ind w:left="34"/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398202F4" w14:textId="77777777" w:rsidR="00B013C7" w:rsidRPr="00B013C7" w:rsidRDefault="00B013C7" w:rsidP="00B013C7">
            <w:pPr>
              <w:spacing w:line="276" w:lineRule="auto"/>
              <w:ind w:left="34"/>
              <w:jc w:val="center"/>
              <w:rPr>
                <w:color w:val="000000" w:themeColor="text1"/>
                <w:sz w:val="24"/>
                <w:szCs w:val="24"/>
              </w:rPr>
            </w:pPr>
            <w:r w:rsidRPr="00B013C7">
              <w:rPr>
                <w:color w:val="000000" w:themeColor="text1"/>
                <w:sz w:val="24"/>
                <w:szCs w:val="24"/>
              </w:rPr>
              <w:t>Харрасова</w:t>
            </w:r>
          </w:p>
          <w:p w14:paraId="4BB80ED3" w14:textId="77777777" w:rsidR="00B013C7" w:rsidRPr="00B013C7" w:rsidRDefault="00B013C7" w:rsidP="00B013C7">
            <w:pPr>
              <w:spacing w:line="276" w:lineRule="auto"/>
              <w:ind w:left="34"/>
              <w:jc w:val="center"/>
              <w:rPr>
                <w:color w:val="000000" w:themeColor="text1"/>
                <w:sz w:val="24"/>
                <w:szCs w:val="24"/>
              </w:rPr>
            </w:pPr>
            <w:r w:rsidRPr="00B013C7">
              <w:rPr>
                <w:color w:val="000000" w:themeColor="text1"/>
                <w:sz w:val="24"/>
                <w:szCs w:val="24"/>
              </w:rPr>
              <w:t>Каламкас Кожагалиевна</w:t>
            </w:r>
          </w:p>
        </w:tc>
        <w:tc>
          <w:tcPr>
            <w:tcW w:w="3969" w:type="dxa"/>
          </w:tcPr>
          <w:p w14:paraId="6F1D99BA" w14:textId="77777777" w:rsidR="00B013C7" w:rsidRPr="00B013C7" w:rsidRDefault="00B013C7" w:rsidP="00B013C7">
            <w:pPr>
              <w:spacing w:line="276" w:lineRule="auto"/>
              <w:jc w:val="center"/>
              <w:rPr>
                <w:rFonts w:eastAsia="Calibri"/>
                <w:bCs/>
                <w:color w:val="000000" w:themeColor="text1"/>
                <w:sz w:val="24"/>
                <w:szCs w:val="24"/>
              </w:rPr>
            </w:pPr>
            <w:r w:rsidRPr="00B013C7">
              <w:rPr>
                <w:bCs/>
                <w:color w:val="000000" w:themeColor="text1"/>
                <w:sz w:val="24"/>
                <w:szCs w:val="24"/>
              </w:rPr>
              <w:t xml:space="preserve">ГБОУ «Уфимская специальная(коррекционная) общеобразовательная школа-интернат №13 </w:t>
            </w:r>
            <w:r w:rsidRPr="00B013C7">
              <w:rPr>
                <w:bCs/>
                <w:color w:val="000000" w:themeColor="text1"/>
                <w:sz w:val="24"/>
                <w:szCs w:val="24"/>
                <w:lang w:val="en-US"/>
              </w:rPr>
              <w:t>VI</w:t>
            </w:r>
            <w:r w:rsidRPr="00B013C7">
              <w:rPr>
                <w:bCs/>
                <w:color w:val="000000" w:themeColor="text1"/>
                <w:sz w:val="24"/>
                <w:szCs w:val="24"/>
              </w:rPr>
              <w:t xml:space="preserve"> вида</w:t>
            </w:r>
          </w:p>
        </w:tc>
        <w:tc>
          <w:tcPr>
            <w:tcW w:w="3118" w:type="dxa"/>
          </w:tcPr>
          <w:p w14:paraId="5D9F760B" w14:textId="77777777" w:rsidR="001110D5" w:rsidRDefault="001110D5" w:rsidP="00B013C7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49807F67" w14:textId="77777777" w:rsidR="00B013C7" w:rsidRPr="00B013C7" w:rsidRDefault="001110D5" w:rsidP="00B013C7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у</w:t>
            </w:r>
            <w:r w:rsidR="00B013C7" w:rsidRPr="00B013C7">
              <w:rPr>
                <w:color w:val="000000" w:themeColor="text1"/>
                <w:sz w:val="24"/>
                <w:szCs w:val="24"/>
              </w:rPr>
              <w:t>читель</w:t>
            </w:r>
          </w:p>
        </w:tc>
      </w:tr>
      <w:tr w:rsidR="00B013C7" w:rsidRPr="00B013C7" w14:paraId="0721750C" w14:textId="77777777" w:rsidTr="001110D5">
        <w:trPr>
          <w:trHeight w:val="1265"/>
        </w:trPr>
        <w:tc>
          <w:tcPr>
            <w:tcW w:w="567" w:type="dxa"/>
          </w:tcPr>
          <w:p w14:paraId="7CC886E9" w14:textId="77777777" w:rsidR="00B013C7" w:rsidRPr="00B013C7" w:rsidRDefault="00B013C7" w:rsidP="00B013C7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B013C7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403" w:type="dxa"/>
          </w:tcPr>
          <w:p w14:paraId="33EC9B9F" w14:textId="77777777" w:rsidR="001110D5" w:rsidRDefault="001110D5" w:rsidP="00B013C7">
            <w:pPr>
              <w:spacing w:line="276" w:lineRule="auto"/>
              <w:ind w:left="34"/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171AE9B9" w14:textId="77777777" w:rsidR="00B013C7" w:rsidRPr="00B013C7" w:rsidRDefault="00B013C7" w:rsidP="00B013C7">
            <w:pPr>
              <w:spacing w:line="276" w:lineRule="auto"/>
              <w:ind w:left="34"/>
              <w:jc w:val="center"/>
              <w:rPr>
                <w:color w:val="000000" w:themeColor="text1"/>
                <w:sz w:val="24"/>
                <w:szCs w:val="24"/>
              </w:rPr>
            </w:pPr>
            <w:r w:rsidRPr="00B013C7">
              <w:rPr>
                <w:color w:val="000000" w:themeColor="text1"/>
                <w:sz w:val="24"/>
                <w:szCs w:val="24"/>
              </w:rPr>
              <w:t>Илембетова</w:t>
            </w:r>
          </w:p>
          <w:p w14:paraId="7E851234" w14:textId="77777777" w:rsidR="00B013C7" w:rsidRPr="00B013C7" w:rsidRDefault="00B013C7" w:rsidP="00B013C7">
            <w:pPr>
              <w:spacing w:line="276" w:lineRule="auto"/>
              <w:ind w:left="34"/>
              <w:jc w:val="center"/>
              <w:rPr>
                <w:color w:val="000000" w:themeColor="text1"/>
                <w:sz w:val="24"/>
                <w:szCs w:val="24"/>
              </w:rPr>
            </w:pPr>
            <w:r w:rsidRPr="00B013C7">
              <w:rPr>
                <w:color w:val="000000" w:themeColor="text1"/>
                <w:sz w:val="24"/>
                <w:szCs w:val="24"/>
              </w:rPr>
              <w:t>Галия Тухватовна</w:t>
            </w:r>
          </w:p>
        </w:tc>
        <w:tc>
          <w:tcPr>
            <w:tcW w:w="3969" w:type="dxa"/>
          </w:tcPr>
          <w:p w14:paraId="52185757" w14:textId="77777777" w:rsidR="00B013C7" w:rsidRPr="00B013C7" w:rsidRDefault="00B013C7" w:rsidP="00B013C7">
            <w:pPr>
              <w:spacing w:line="276" w:lineRule="auto"/>
              <w:jc w:val="center"/>
              <w:rPr>
                <w:rFonts w:eastAsia="Calibri"/>
                <w:bCs/>
                <w:color w:val="000000" w:themeColor="text1"/>
                <w:sz w:val="24"/>
                <w:szCs w:val="24"/>
              </w:rPr>
            </w:pPr>
            <w:r w:rsidRPr="00B013C7">
              <w:rPr>
                <w:bCs/>
                <w:color w:val="000000" w:themeColor="text1"/>
                <w:sz w:val="24"/>
                <w:szCs w:val="24"/>
              </w:rPr>
              <w:t xml:space="preserve">ГБОУ «Уфимская специальная(коррекционная) общеобразовательная школа-интернат №13 </w:t>
            </w:r>
            <w:r w:rsidRPr="00B013C7">
              <w:rPr>
                <w:bCs/>
                <w:color w:val="000000" w:themeColor="text1"/>
                <w:sz w:val="24"/>
                <w:szCs w:val="24"/>
                <w:lang w:val="en-US"/>
              </w:rPr>
              <w:t>VI</w:t>
            </w:r>
            <w:r w:rsidRPr="00B013C7">
              <w:rPr>
                <w:bCs/>
                <w:color w:val="000000" w:themeColor="text1"/>
                <w:sz w:val="24"/>
                <w:szCs w:val="24"/>
              </w:rPr>
              <w:t xml:space="preserve"> вида</w:t>
            </w:r>
          </w:p>
        </w:tc>
        <w:tc>
          <w:tcPr>
            <w:tcW w:w="3118" w:type="dxa"/>
          </w:tcPr>
          <w:p w14:paraId="0ADB8797" w14:textId="77777777" w:rsidR="001110D5" w:rsidRDefault="001110D5" w:rsidP="00B013C7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22ED5D4F" w14:textId="77777777" w:rsidR="00B013C7" w:rsidRPr="00B013C7" w:rsidRDefault="001110D5" w:rsidP="00B013C7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у</w:t>
            </w:r>
            <w:r w:rsidR="00B013C7" w:rsidRPr="00B013C7">
              <w:rPr>
                <w:color w:val="000000" w:themeColor="text1"/>
                <w:sz w:val="24"/>
                <w:szCs w:val="24"/>
              </w:rPr>
              <w:t>читель</w:t>
            </w:r>
          </w:p>
        </w:tc>
      </w:tr>
    </w:tbl>
    <w:p w14:paraId="2993FC91" w14:textId="77777777" w:rsidR="00B013C7" w:rsidRPr="00B013C7" w:rsidRDefault="00B013C7" w:rsidP="00B013C7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D4D0AC9" w14:textId="77777777" w:rsidR="00B013C7" w:rsidRPr="00B013C7" w:rsidRDefault="00B013C7" w:rsidP="00B013C7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FA39F20" w14:textId="77777777" w:rsidR="00B013C7" w:rsidRPr="00B013C7" w:rsidRDefault="00B013C7" w:rsidP="00B013C7">
      <w:pPr>
        <w:spacing w:after="0"/>
        <w:ind w:firstLine="851"/>
        <w:jc w:val="center"/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</w:pPr>
    </w:p>
    <w:p w14:paraId="431C9439" w14:textId="77777777" w:rsidR="00061946" w:rsidRDefault="00061946" w:rsidP="00B013C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3A6F2374" w14:textId="77777777" w:rsidR="00061946" w:rsidRDefault="00061946" w:rsidP="00B013C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54AFDD53" w14:textId="77777777" w:rsidR="00061946" w:rsidRDefault="00061946" w:rsidP="00B013C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79CA9E3A" w14:textId="77777777" w:rsidR="00061946" w:rsidRDefault="00061946" w:rsidP="00B013C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6D25188B" w14:textId="77777777" w:rsidR="00061946" w:rsidRDefault="00061946" w:rsidP="00B013C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432B87E7" w14:textId="77777777" w:rsidR="00061946" w:rsidRDefault="00061946" w:rsidP="00B013C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7809890C" w14:textId="77777777" w:rsidR="00061946" w:rsidRDefault="00061946" w:rsidP="00B013C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0DB934A" w14:textId="77777777" w:rsidR="00061946" w:rsidRDefault="00061946" w:rsidP="00B013C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2AE3003" w14:textId="77777777" w:rsidR="00061946" w:rsidRDefault="00061946" w:rsidP="00B013C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0F74AA6D" w14:textId="77777777" w:rsidR="00061946" w:rsidRDefault="00061946" w:rsidP="00B013C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09BAC814" w14:textId="77777777" w:rsidR="00061946" w:rsidRDefault="00061946" w:rsidP="00B013C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5D9A6EBF" w14:textId="77777777" w:rsidR="00061946" w:rsidRDefault="00061946" w:rsidP="00B013C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08977A2B" w14:textId="77777777" w:rsidR="00061946" w:rsidRDefault="00061946" w:rsidP="00B013C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363682DD" w14:textId="77777777" w:rsidR="00061946" w:rsidRDefault="00061946" w:rsidP="00B013C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64471773" w14:textId="77777777" w:rsidR="00061946" w:rsidRDefault="00061946" w:rsidP="00B013C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65B7557" w14:textId="77777777" w:rsidR="00061946" w:rsidRDefault="00061946" w:rsidP="00B013C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4DB146EC" w14:textId="77777777" w:rsidR="00061946" w:rsidRDefault="00061946" w:rsidP="00B013C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4FAAE0B" w14:textId="77777777" w:rsidR="00061946" w:rsidRDefault="00061946" w:rsidP="00B013C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3FF39B76" w14:textId="77777777" w:rsidR="00061946" w:rsidRDefault="00061946" w:rsidP="00B013C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7F9FD1EF" w14:textId="77777777" w:rsidR="00061946" w:rsidRDefault="00061946" w:rsidP="00B013C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3145B663" w14:textId="77777777" w:rsidR="00061946" w:rsidRDefault="00061946" w:rsidP="00B013C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5A72B17B" w14:textId="77777777" w:rsidR="00061946" w:rsidRDefault="00061946" w:rsidP="00B013C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7D0F9A64" w14:textId="77777777" w:rsidR="00061946" w:rsidRDefault="00061946" w:rsidP="00B013C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5AA2DEF2" w14:textId="77777777" w:rsidR="00061946" w:rsidRDefault="00061946" w:rsidP="00B013C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354FC40E" w14:textId="77777777" w:rsidR="00061946" w:rsidRDefault="00061946" w:rsidP="0006194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Приложение №2  к приказу Министерства образования</w:t>
      </w:r>
    </w:p>
    <w:p w14:paraId="50211444" w14:textId="77777777" w:rsidR="00061946" w:rsidRPr="00BE3CB8" w:rsidRDefault="00061946" w:rsidP="00061946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14:paraId="201363F9" w14:textId="77777777" w:rsidR="00061946" w:rsidRDefault="00061946" w:rsidP="0006194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14:paraId="22EF172F" w14:textId="77777777" w:rsidR="00061946" w:rsidRDefault="00061946" w:rsidP="0006194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14:paraId="495923BD" w14:textId="77777777" w:rsidR="00061946" w:rsidRDefault="00061946" w:rsidP="00061946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14:paraId="7BBCF64E" w14:textId="77777777" w:rsidR="00061946" w:rsidRPr="00FD0F2C" w:rsidRDefault="00061946" w:rsidP="00061946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1B41F6B7" w14:textId="77777777" w:rsidR="00B013C7" w:rsidRDefault="00B013C7" w:rsidP="007B3ED6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013C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ГБОУ Белорецкая специальная (коррекционная)</w:t>
      </w:r>
      <w:r w:rsidR="007B3ED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B013C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общеобразовательная школа</w:t>
      </w:r>
      <w:r w:rsidR="001110D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B013C7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VIII</w:t>
      </w:r>
      <w:r w:rsidRPr="00B013C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вида</w:t>
      </w:r>
    </w:p>
    <w:p w14:paraId="4CA27F01" w14:textId="77777777" w:rsidR="001110D5" w:rsidRPr="00B013C7" w:rsidRDefault="001110D5" w:rsidP="001110D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W w:w="11057" w:type="dxa"/>
        <w:tblInd w:w="-1236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7"/>
        <w:gridCol w:w="3403"/>
        <w:gridCol w:w="4110"/>
        <w:gridCol w:w="2977"/>
      </w:tblGrid>
      <w:tr w:rsidR="0059709C" w:rsidRPr="00B013C7" w14:paraId="6B682582" w14:textId="77777777" w:rsidTr="007B3ED6">
        <w:trPr>
          <w:trHeight w:hRule="exact" w:val="46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EF2FDE" w14:textId="77777777" w:rsidR="0059709C" w:rsidRPr="00C30652" w:rsidRDefault="0059709C" w:rsidP="0029035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0C1DB5" w14:textId="77777777" w:rsidR="0059709C" w:rsidRPr="00C30652" w:rsidRDefault="0059709C" w:rsidP="0029035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b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ИО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DC7C39" w14:textId="77777777" w:rsidR="0059709C" w:rsidRPr="00C30652" w:rsidRDefault="0059709C" w:rsidP="0029035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967DE3" w14:textId="77777777" w:rsidR="0059709C" w:rsidRPr="00C30652" w:rsidRDefault="0059709C" w:rsidP="0029035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B013C7" w:rsidRPr="00B013C7" w14:paraId="425355D0" w14:textId="77777777" w:rsidTr="007B3ED6">
        <w:trPr>
          <w:trHeight w:hRule="exact" w:val="12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73E756" w14:textId="77777777" w:rsidR="00B013C7" w:rsidRPr="00B013C7" w:rsidRDefault="00B013C7" w:rsidP="00B013C7">
            <w:pPr>
              <w:pStyle w:val="a3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7E9281" w14:textId="77777777" w:rsidR="00B013C7" w:rsidRPr="00B013C7" w:rsidRDefault="00B013C7" w:rsidP="00B013C7">
            <w:pPr>
              <w:pStyle w:val="a3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be-BY"/>
              </w:rPr>
            </w:pPr>
          </w:p>
          <w:p w14:paraId="04C7248D" w14:textId="77777777" w:rsidR="00B013C7" w:rsidRPr="00B013C7" w:rsidRDefault="00B013C7" w:rsidP="00B013C7">
            <w:pPr>
              <w:pStyle w:val="a3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be-BY"/>
              </w:rPr>
            </w:pPr>
            <w:r w:rsidRPr="00B013C7">
              <w:rPr>
                <w:rFonts w:ascii="Times New Roman" w:hAnsi="Times New Roman"/>
                <w:color w:val="000000" w:themeColor="text1"/>
                <w:sz w:val="24"/>
                <w:szCs w:val="24"/>
                <w:lang w:val="be-BY"/>
              </w:rPr>
              <w:t>Цокур</w:t>
            </w:r>
          </w:p>
          <w:p w14:paraId="66D1E5D9" w14:textId="77777777" w:rsidR="00B013C7" w:rsidRPr="00B013C7" w:rsidRDefault="00B013C7" w:rsidP="00B013C7">
            <w:pPr>
              <w:pStyle w:val="a3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pacing w:val="-14"/>
                <w:w w:val="111"/>
                <w:sz w:val="24"/>
                <w:szCs w:val="24"/>
              </w:rPr>
            </w:pPr>
            <w:r w:rsidRPr="00B013C7">
              <w:rPr>
                <w:rFonts w:ascii="Times New Roman" w:hAnsi="Times New Roman"/>
                <w:color w:val="000000" w:themeColor="text1"/>
                <w:sz w:val="24"/>
                <w:szCs w:val="24"/>
                <w:lang w:val="be-BY"/>
              </w:rPr>
              <w:t>Светлана Ивановна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6BB19E" w14:textId="77777777" w:rsidR="00B013C7" w:rsidRPr="001110D5" w:rsidRDefault="00B013C7" w:rsidP="001110D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ГБОУ Белорец</w:t>
            </w:r>
            <w:r w:rsidR="007B3E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кая специальная (коррекционная) </w:t>
            </w:r>
            <w:r w:rsidRPr="00B01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общеобразовательная школа </w:t>
            </w:r>
            <w:r w:rsidRPr="00B01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VIII</w:t>
            </w:r>
            <w:r w:rsidRPr="00B01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вида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89B092" w14:textId="77777777" w:rsidR="00BC6C01" w:rsidRDefault="00BC6C01" w:rsidP="00B013C7">
            <w:pPr>
              <w:pStyle w:val="a3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be-BY"/>
              </w:rPr>
            </w:pPr>
          </w:p>
          <w:p w14:paraId="0847B765" w14:textId="77777777" w:rsidR="00B013C7" w:rsidRPr="00B013C7" w:rsidRDefault="001110D5" w:rsidP="00B013C7">
            <w:pPr>
              <w:pStyle w:val="a3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pacing w:val="-13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be-BY"/>
              </w:rPr>
              <w:t>у</w:t>
            </w:r>
            <w:r w:rsidR="00B013C7" w:rsidRPr="00B013C7">
              <w:rPr>
                <w:rFonts w:ascii="Times New Roman" w:hAnsi="Times New Roman"/>
                <w:color w:val="000000" w:themeColor="text1"/>
                <w:sz w:val="24"/>
                <w:szCs w:val="24"/>
                <w:lang w:val="be-BY"/>
              </w:rPr>
              <w:t>читель-дефектолог</w:t>
            </w:r>
          </w:p>
        </w:tc>
      </w:tr>
    </w:tbl>
    <w:p w14:paraId="120FE847" w14:textId="77777777" w:rsidR="00B013C7" w:rsidRPr="00B013C7" w:rsidRDefault="00B013C7" w:rsidP="00B013C7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74EABDC" w14:textId="77777777" w:rsidR="00B013C7" w:rsidRPr="00B013C7" w:rsidRDefault="00B013C7" w:rsidP="00B013C7">
      <w:pPr>
        <w:spacing w:after="0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7023D602" w14:textId="77777777" w:rsidR="00061946" w:rsidRDefault="00061946" w:rsidP="00B013C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9D608AF" w14:textId="77777777" w:rsidR="00061946" w:rsidRDefault="00061946" w:rsidP="00B013C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317E217" w14:textId="77777777" w:rsidR="00061946" w:rsidRDefault="00061946" w:rsidP="00B013C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6494EE5" w14:textId="77777777" w:rsidR="00061946" w:rsidRDefault="00061946" w:rsidP="00B013C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564660F" w14:textId="77777777" w:rsidR="00061946" w:rsidRDefault="00061946" w:rsidP="00B013C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47AC1023" w14:textId="77777777" w:rsidR="00061946" w:rsidRDefault="00061946" w:rsidP="00B013C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EF3DB85" w14:textId="77777777" w:rsidR="00061946" w:rsidRDefault="00061946" w:rsidP="00B013C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5C3937C2" w14:textId="77777777" w:rsidR="00061946" w:rsidRDefault="00061946" w:rsidP="00B013C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A1D0165" w14:textId="77777777" w:rsidR="00061946" w:rsidRDefault="00061946" w:rsidP="00B013C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65CB3317" w14:textId="77777777" w:rsidR="00061946" w:rsidRDefault="00061946" w:rsidP="00B013C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3F73EA6C" w14:textId="77777777" w:rsidR="00061946" w:rsidRDefault="00061946" w:rsidP="00B013C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5CF50EBE" w14:textId="77777777" w:rsidR="00061946" w:rsidRDefault="00061946" w:rsidP="00B013C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4043833D" w14:textId="77777777" w:rsidR="00061946" w:rsidRDefault="00061946" w:rsidP="00B013C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790E8A6E" w14:textId="77777777" w:rsidR="00061946" w:rsidRDefault="00061946" w:rsidP="00B013C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3DE1A4E8" w14:textId="77777777" w:rsidR="00061946" w:rsidRDefault="00061946" w:rsidP="00B013C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480375E" w14:textId="77777777" w:rsidR="00061946" w:rsidRDefault="00061946" w:rsidP="00B013C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5D8D7E2" w14:textId="77777777" w:rsidR="00061946" w:rsidRDefault="00061946" w:rsidP="00B013C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3ADEBE90" w14:textId="77777777" w:rsidR="00061946" w:rsidRDefault="00061946" w:rsidP="00B013C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0E415C67" w14:textId="77777777" w:rsidR="00061946" w:rsidRDefault="00061946" w:rsidP="00B013C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7C8296D5" w14:textId="77777777" w:rsidR="00061946" w:rsidRDefault="00061946" w:rsidP="00B013C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38E16B28" w14:textId="77777777" w:rsidR="00061946" w:rsidRDefault="00061946" w:rsidP="00B013C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3AD8A816" w14:textId="77777777" w:rsidR="00061946" w:rsidRDefault="00061946" w:rsidP="00B013C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4B52391" w14:textId="77777777" w:rsidR="00061946" w:rsidRDefault="00061946" w:rsidP="00B013C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542247C4" w14:textId="77777777" w:rsidR="00061946" w:rsidRDefault="00061946" w:rsidP="00B013C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42281F17" w14:textId="77777777" w:rsidR="00061946" w:rsidRDefault="00061946" w:rsidP="00B013C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83D9CFC" w14:textId="77777777" w:rsidR="00061946" w:rsidRDefault="00061946" w:rsidP="00B013C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0EBC2B0B" w14:textId="77777777" w:rsidR="00061946" w:rsidRDefault="00061946" w:rsidP="00B013C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63CC0103" w14:textId="77777777" w:rsidR="00061946" w:rsidRDefault="00061946" w:rsidP="00B013C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44FBCE3" w14:textId="77777777" w:rsidR="00061946" w:rsidRDefault="00061946" w:rsidP="00B013C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20E206A" w14:textId="77777777" w:rsidR="00061946" w:rsidRDefault="00061946" w:rsidP="00B013C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2FE5515" w14:textId="77777777" w:rsidR="00061946" w:rsidRDefault="00061946" w:rsidP="00B013C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4212C08C" w14:textId="77777777" w:rsidR="00061946" w:rsidRDefault="00061946" w:rsidP="00B013C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6471A45B" w14:textId="77777777" w:rsidR="00061946" w:rsidRDefault="00061946" w:rsidP="00B013C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76BB2DAB" w14:textId="77777777" w:rsidR="00061946" w:rsidRDefault="00061946" w:rsidP="0006194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Приложение №2  к приказу Министерства образования</w:t>
      </w:r>
    </w:p>
    <w:p w14:paraId="05D3E792" w14:textId="77777777" w:rsidR="00061946" w:rsidRPr="00BE3CB8" w:rsidRDefault="00061946" w:rsidP="00061946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14:paraId="2D67757A" w14:textId="77777777" w:rsidR="00061946" w:rsidRDefault="00061946" w:rsidP="0006194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14:paraId="75128DF4" w14:textId="77777777" w:rsidR="00061946" w:rsidRDefault="00061946" w:rsidP="0006194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14:paraId="63DCB22A" w14:textId="77777777" w:rsidR="00061946" w:rsidRDefault="00061946" w:rsidP="00061946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14:paraId="24ABDE16" w14:textId="77777777" w:rsidR="00061946" w:rsidRPr="00FD0F2C" w:rsidRDefault="00061946" w:rsidP="00061946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7073A9E3" w14:textId="77777777" w:rsidR="007B3ED6" w:rsidRDefault="00B013C7" w:rsidP="007B3ED6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013C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ГБОУ Стерлитамакская специальная (коррекционная)</w:t>
      </w:r>
      <w:r w:rsidR="007B3ED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B013C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общеобразовательная </w:t>
      </w:r>
    </w:p>
    <w:p w14:paraId="204956A3" w14:textId="77777777" w:rsidR="00B013C7" w:rsidRPr="00B013C7" w:rsidRDefault="00B013C7" w:rsidP="007B3ED6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013C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школа </w:t>
      </w:r>
      <w:r w:rsidR="007B3ED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B013C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№ 25 </w:t>
      </w:r>
      <w:r w:rsidRPr="00B013C7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VIII</w:t>
      </w:r>
      <w:r w:rsidRPr="00B013C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вида</w:t>
      </w:r>
    </w:p>
    <w:p w14:paraId="388D77B8" w14:textId="77777777" w:rsidR="00B013C7" w:rsidRPr="00B013C7" w:rsidRDefault="00B013C7" w:rsidP="00B013C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403"/>
        <w:gridCol w:w="3969"/>
        <w:gridCol w:w="3118"/>
      </w:tblGrid>
      <w:tr w:rsidR="00B013C7" w:rsidRPr="00B013C7" w14:paraId="4C7FE59E" w14:textId="77777777" w:rsidTr="001110D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692C8" w14:textId="77777777" w:rsidR="00B013C7" w:rsidRPr="00B013C7" w:rsidRDefault="00B013C7" w:rsidP="00B013C7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9BA55" w14:textId="77777777" w:rsidR="00B013C7" w:rsidRPr="00B013C7" w:rsidRDefault="00B013C7" w:rsidP="00B013C7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 И 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E00C9" w14:textId="77777777" w:rsidR="00B013C7" w:rsidRPr="00B013C7" w:rsidRDefault="00B013C7" w:rsidP="00B013C7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Место работы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0D173" w14:textId="77777777" w:rsidR="00B013C7" w:rsidRPr="00B013C7" w:rsidRDefault="00B013C7" w:rsidP="00B013C7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Должность</w:t>
            </w:r>
          </w:p>
        </w:tc>
      </w:tr>
      <w:tr w:rsidR="00B013C7" w:rsidRPr="00B013C7" w14:paraId="5A2B2DE6" w14:textId="77777777" w:rsidTr="001110D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8CB1E" w14:textId="77777777" w:rsidR="00B013C7" w:rsidRPr="00B013C7" w:rsidRDefault="00B013C7" w:rsidP="00B013C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52D3E" w14:textId="77777777" w:rsidR="00B013C7" w:rsidRPr="00B013C7" w:rsidRDefault="00B013C7" w:rsidP="00B013C7">
            <w:pPr>
              <w:pStyle w:val="a3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Курбатова</w:t>
            </w:r>
          </w:p>
          <w:p w14:paraId="6A957A37" w14:textId="77777777" w:rsidR="00B013C7" w:rsidRPr="00B013C7" w:rsidRDefault="00B013C7" w:rsidP="00B013C7">
            <w:pPr>
              <w:pStyle w:val="a3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Людмила Петровна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E6FE5" w14:textId="77777777" w:rsidR="00B013C7" w:rsidRPr="00B013C7" w:rsidRDefault="00B013C7" w:rsidP="00B013C7">
            <w:pPr>
              <w:pStyle w:val="a3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ГБОУ СС (К) ОШ № 25</w:t>
            </w:r>
            <w:r w:rsidRPr="00B013C7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VIII</w:t>
            </w:r>
            <w:r w:rsidRPr="00B013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вида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7447D" w14:textId="77777777" w:rsidR="00B013C7" w:rsidRPr="00B013C7" w:rsidRDefault="00B013C7" w:rsidP="00B013C7">
            <w:pPr>
              <w:pStyle w:val="a3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B013C7" w:rsidRPr="00B013C7" w14:paraId="373B3732" w14:textId="77777777" w:rsidTr="001110D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CBD20" w14:textId="77777777" w:rsidR="00B013C7" w:rsidRPr="00B013C7" w:rsidRDefault="00B013C7" w:rsidP="00B013C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05608" w14:textId="77777777" w:rsidR="00B013C7" w:rsidRPr="00B013C7" w:rsidRDefault="00B013C7" w:rsidP="00B013C7">
            <w:pPr>
              <w:pStyle w:val="a3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Хисамова</w:t>
            </w:r>
          </w:p>
          <w:p w14:paraId="16314FD8" w14:textId="77777777" w:rsidR="00B013C7" w:rsidRPr="00B013C7" w:rsidRDefault="00B013C7" w:rsidP="00B013C7">
            <w:pPr>
              <w:pStyle w:val="a3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Флюра Фаритовна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0CA43" w14:textId="77777777" w:rsidR="00B013C7" w:rsidRPr="00B013C7" w:rsidRDefault="00B013C7" w:rsidP="00B013C7">
            <w:pPr>
              <w:pStyle w:val="a3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ГБОУ СС (К) ОШ № 25</w:t>
            </w:r>
            <w:r w:rsidRPr="00B013C7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VIII</w:t>
            </w:r>
            <w:r w:rsidRPr="00B013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вида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C6067" w14:textId="77777777" w:rsidR="00B013C7" w:rsidRPr="00B013C7" w:rsidRDefault="001110D5" w:rsidP="00B013C7">
            <w:pPr>
              <w:pStyle w:val="a3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</w:t>
            </w:r>
            <w:r w:rsidR="00B013C7" w:rsidRPr="00B013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читель-дефектолог</w:t>
            </w:r>
          </w:p>
        </w:tc>
      </w:tr>
    </w:tbl>
    <w:p w14:paraId="75C142AA" w14:textId="77777777" w:rsidR="00B013C7" w:rsidRPr="00B013C7" w:rsidRDefault="00B013C7" w:rsidP="00B013C7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2277B3B" w14:textId="77777777" w:rsidR="00B013C7" w:rsidRPr="00B013C7" w:rsidRDefault="00B013C7" w:rsidP="00B013C7">
      <w:pPr>
        <w:pStyle w:val="Standard"/>
        <w:spacing w:line="276" w:lineRule="auto"/>
        <w:jc w:val="center"/>
        <w:rPr>
          <w:rFonts w:cs="Times New Roman"/>
          <w:i/>
          <w:iCs/>
          <w:color w:val="000000" w:themeColor="text1"/>
          <w:lang w:val="ru-RU"/>
        </w:rPr>
      </w:pPr>
    </w:p>
    <w:p w14:paraId="0FAF497F" w14:textId="77777777" w:rsidR="00B013C7" w:rsidRPr="00B013C7" w:rsidRDefault="00B013C7" w:rsidP="00B013C7">
      <w:pPr>
        <w:pStyle w:val="Standard"/>
        <w:spacing w:line="276" w:lineRule="auto"/>
        <w:jc w:val="center"/>
        <w:rPr>
          <w:rFonts w:cs="Times New Roman"/>
          <w:i/>
          <w:iCs/>
          <w:color w:val="000000" w:themeColor="text1"/>
          <w:lang w:val="ru-RU"/>
        </w:rPr>
      </w:pPr>
    </w:p>
    <w:p w14:paraId="52A3566A" w14:textId="77777777" w:rsidR="001110D5" w:rsidRDefault="001110D5" w:rsidP="00B013C7">
      <w:pPr>
        <w:pStyle w:val="Standard"/>
        <w:spacing w:line="276" w:lineRule="auto"/>
        <w:jc w:val="center"/>
        <w:rPr>
          <w:rFonts w:cs="Times New Roman"/>
          <w:b/>
          <w:bCs/>
          <w:color w:val="000000" w:themeColor="text1"/>
          <w:lang w:val="ru-RU"/>
        </w:rPr>
      </w:pPr>
    </w:p>
    <w:p w14:paraId="5F371312" w14:textId="77777777" w:rsidR="001110D5" w:rsidRDefault="001110D5" w:rsidP="00B013C7">
      <w:pPr>
        <w:pStyle w:val="Standard"/>
        <w:spacing w:line="276" w:lineRule="auto"/>
        <w:jc w:val="center"/>
        <w:rPr>
          <w:rFonts w:cs="Times New Roman"/>
          <w:b/>
          <w:bCs/>
          <w:color w:val="000000" w:themeColor="text1"/>
          <w:lang w:val="ru-RU"/>
        </w:rPr>
      </w:pPr>
    </w:p>
    <w:p w14:paraId="5EE38F53" w14:textId="77777777" w:rsidR="001110D5" w:rsidRDefault="001110D5" w:rsidP="00B013C7">
      <w:pPr>
        <w:pStyle w:val="Standard"/>
        <w:spacing w:line="276" w:lineRule="auto"/>
        <w:jc w:val="center"/>
        <w:rPr>
          <w:rFonts w:cs="Times New Roman"/>
          <w:b/>
          <w:bCs/>
          <w:color w:val="000000" w:themeColor="text1"/>
          <w:lang w:val="ru-RU"/>
        </w:rPr>
      </w:pPr>
    </w:p>
    <w:p w14:paraId="5AFE51AC" w14:textId="77777777" w:rsidR="001110D5" w:rsidRDefault="001110D5" w:rsidP="00B013C7">
      <w:pPr>
        <w:pStyle w:val="Standard"/>
        <w:spacing w:line="276" w:lineRule="auto"/>
        <w:jc w:val="center"/>
        <w:rPr>
          <w:rFonts w:cs="Times New Roman"/>
          <w:b/>
          <w:bCs/>
          <w:color w:val="000000" w:themeColor="text1"/>
          <w:lang w:val="ru-RU"/>
        </w:rPr>
      </w:pPr>
    </w:p>
    <w:p w14:paraId="69900A40" w14:textId="77777777" w:rsidR="001110D5" w:rsidRDefault="001110D5" w:rsidP="00B013C7">
      <w:pPr>
        <w:pStyle w:val="Standard"/>
        <w:spacing w:line="276" w:lineRule="auto"/>
        <w:jc w:val="center"/>
        <w:rPr>
          <w:rFonts w:cs="Times New Roman"/>
          <w:b/>
          <w:bCs/>
          <w:color w:val="000000" w:themeColor="text1"/>
          <w:lang w:val="ru-RU"/>
        </w:rPr>
      </w:pPr>
    </w:p>
    <w:p w14:paraId="55E62020" w14:textId="77777777" w:rsidR="001110D5" w:rsidRDefault="001110D5" w:rsidP="00B013C7">
      <w:pPr>
        <w:pStyle w:val="Standard"/>
        <w:spacing w:line="276" w:lineRule="auto"/>
        <w:jc w:val="center"/>
        <w:rPr>
          <w:rFonts w:cs="Times New Roman"/>
          <w:b/>
          <w:bCs/>
          <w:color w:val="000000" w:themeColor="text1"/>
          <w:lang w:val="ru-RU"/>
        </w:rPr>
      </w:pPr>
    </w:p>
    <w:p w14:paraId="786B5486" w14:textId="77777777" w:rsidR="001110D5" w:rsidRDefault="001110D5" w:rsidP="00B013C7">
      <w:pPr>
        <w:pStyle w:val="Standard"/>
        <w:spacing w:line="276" w:lineRule="auto"/>
        <w:jc w:val="center"/>
        <w:rPr>
          <w:rFonts w:cs="Times New Roman"/>
          <w:b/>
          <w:bCs/>
          <w:color w:val="000000" w:themeColor="text1"/>
          <w:lang w:val="ru-RU"/>
        </w:rPr>
      </w:pPr>
    </w:p>
    <w:p w14:paraId="48967DE8" w14:textId="77777777" w:rsidR="001110D5" w:rsidRDefault="001110D5" w:rsidP="00B013C7">
      <w:pPr>
        <w:pStyle w:val="Standard"/>
        <w:spacing w:line="276" w:lineRule="auto"/>
        <w:jc w:val="center"/>
        <w:rPr>
          <w:rFonts w:cs="Times New Roman"/>
          <w:b/>
          <w:bCs/>
          <w:color w:val="000000" w:themeColor="text1"/>
          <w:lang w:val="ru-RU"/>
        </w:rPr>
      </w:pPr>
    </w:p>
    <w:p w14:paraId="50691668" w14:textId="77777777" w:rsidR="00061946" w:rsidRDefault="00061946" w:rsidP="00B013C7">
      <w:pPr>
        <w:pStyle w:val="Standard"/>
        <w:spacing w:line="276" w:lineRule="auto"/>
        <w:jc w:val="center"/>
        <w:rPr>
          <w:rFonts w:cs="Times New Roman"/>
          <w:b/>
          <w:bCs/>
          <w:color w:val="000000" w:themeColor="text1"/>
          <w:lang w:val="ru-RU"/>
        </w:rPr>
      </w:pPr>
    </w:p>
    <w:p w14:paraId="6A8D678C" w14:textId="77777777" w:rsidR="00061946" w:rsidRDefault="00061946" w:rsidP="00B013C7">
      <w:pPr>
        <w:pStyle w:val="Standard"/>
        <w:spacing w:line="276" w:lineRule="auto"/>
        <w:jc w:val="center"/>
        <w:rPr>
          <w:rFonts w:cs="Times New Roman"/>
          <w:b/>
          <w:bCs/>
          <w:color w:val="000000" w:themeColor="text1"/>
          <w:lang w:val="ru-RU"/>
        </w:rPr>
      </w:pPr>
    </w:p>
    <w:p w14:paraId="4DCA68E9" w14:textId="77777777" w:rsidR="00061946" w:rsidRDefault="00061946" w:rsidP="00B013C7">
      <w:pPr>
        <w:pStyle w:val="Standard"/>
        <w:spacing w:line="276" w:lineRule="auto"/>
        <w:jc w:val="center"/>
        <w:rPr>
          <w:rFonts w:cs="Times New Roman"/>
          <w:b/>
          <w:bCs/>
          <w:color w:val="000000" w:themeColor="text1"/>
          <w:lang w:val="ru-RU"/>
        </w:rPr>
      </w:pPr>
    </w:p>
    <w:p w14:paraId="69278091" w14:textId="77777777" w:rsidR="00061946" w:rsidRDefault="00061946" w:rsidP="00B013C7">
      <w:pPr>
        <w:pStyle w:val="Standard"/>
        <w:spacing w:line="276" w:lineRule="auto"/>
        <w:jc w:val="center"/>
        <w:rPr>
          <w:rFonts w:cs="Times New Roman"/>
          <w:b/>
          <w:bCs/>
          <w:color w:val="000000" w:themeColor="text1"/>
          <w:lang w:val="ru-RU"/>
        </w:rPr>
      </w:pPr>
    </w:p>
    <w:p w14:paraId="2B7C3748" w14:textId="77777777" w:rsidR="00061946" w:rsidRDefault="00061946" w:rsidP="00B013C7">
      <w:pPr>
        <w:pStyle w:val="Standard"/>
        <w:spacing w:line="276" w:lineRule="auto"/>
        <w:jc w:val="center"/>
        <w:rPr>
          <w:rFonts w:cs="Times New Roman"/>
          <w:b/>
          <w:bCs/>
          <w:color w:val="000000" w:themeColor="text1"/>
          <w:lang w:val="ru-RU"/>
        </w:rPr>
      </w:pPr>
    </w:p>
    <w:p w14:paraId="5761A19E" w14:textId="77777777" w:rsidR="00061946" w:rsidRDefault="00061946" w:rsidP="00B013C7">
      <w:pPr>
        <w:pStyle w:val="Standard"/>
        <w:spacing w:line="276" w:lineRule="auto"/>
        <w:jc w:val="center"/>
        <w:rPr>
          <w:rFonts w:cs="Times New Roman"/>
          <w:b/>
          <w:bCs/>
          <w:color w:val="000000" w:themeColor="text1"/>
          <w:lang w:val="ru-RU"/>
        </w:rPr>
      </w:pPr>
    </w:p>
    <w:p w14:paraId="578209C8" w14:textId="77777777" w:rsidR="00061946" w:rsidRDefault="00061946" w:rsidP="00B013C7">
      <w:pPr>
        <w:pStyle w:val="Standard"/>
        <w:spacing w:line="276" w:lineRule="auto"/>
        <w:jc w:val="center"/>
        <w:rPr>
          <w:rFonts w:cs="Times New Roman"/>
          <w:b/>
          <w:bCs/>
          <w:color w:val="000000" w:themeColor="text1"/>
          <w:lang w:val="ru-RU"/>
        </w:rPr>
      </w:pPr>
    </w:p>
    <w:p w14:paraId="32BE2043" w14:textId="77777777" w:rsidR="00061946" w:rsidRDefault="00061946" w:rsidP="00B013C7">
      <w:pPr>
        <w:pStyle w:val="Standard"/>
        <w:spacing w:line="276" w:lineRule="auto"/>
        <w:jc w:val="center"/>
        <w:rPr>
          <w:rFonts w:cs="Times New Roman"/>
          <w:b/>
          <w:bCs/>
          <w:color w:val="000000" w:themeColor="text1"/>
          <w:lang w:val="ru-RU"/>
        </w:rPr>
      </w:pPr>
    </w:p>
    <w:p w14:paraId="42E885AD" w14:textId="77777777" w:rsidR="00061946" w:rsidRDefault="00061946" w:rsidP="00B013C7">
      <w:pPr>
        <w:pStyle w:val="Standard"/>
        <w:spacing w:line="276" w:lineRule="auto"/>
        <w:jc w:val="center"/>
        <w:rPr>
          <w:rFonts w:cs="Times New Roman"/>
          <w:b/>
          <w:bCs/>
          <w:color w:val="000000" w:themeColor="text1"/>
          <w:lang w:val="ru-RU"/>
        </w:rPr>
      </w:pPr>
    </w:p>
    <w:p w14:paraId="6D5D27CB" w14:textId="77777777" w:rsidR="00061946" w:rsidRDefault="00061946" w:rsidP="00B013C7">
      <w:pPr>
        <w:pStyle w:val="Standard"/>
        <w:spacing w:line="276" w:lineRule="auto"/>
        <w:jc w:val="center"/>
        <w:rPr>
          <w:rFonts w:cs="Times New Roman"/>
          <w:b/>
          <w:bCs/>
          <w:color w:val="000000" w:themeColor="text1"/>
          <w:lang w:val="ru-RU"/>
        </w:rPr>
      </w:pPr>
    </w:p>
    <w:p w14:paraId="29CC90CE" w14:textId="77777777" w:rsidR="00061946" w:rsidRDefault="00061946" w:rsidP="00B013C7">
      <w:pPr>
        <w:pStyle w:val="Standard"/>
        <w:spacing w:line="276" w:lineRule="auto"/>
        <w:jc w:val="center"/>
        <w:rPr>
          <w:rFonts w:cs="Times New Roman"/>
          <w:b/>
          <w:bCs/>
          <w:color w:val="000000" w:themeColor="text1"/>
          <w:lang w:val="ru-RU"/>
        </w:rPr>
      </w:pPr>
    </w:p>
    <w:p w14:paraId="27DC04A1" w14:textId="77777777" w:rsidR="00061946" w:rsidRDefault="00061946" w:rsidP="00B013C7">
      <w:pPr>
        <w:pStyle w:val="Standard"/>
        <w:spacing w:line="276" w:lineRule="auto"/>
        <w:jc w:val="center"/>
        <w:rPr>
          <w:rFonts w:cs="Times New Roman"/>
          <w:b/>
          <w:bCs/>
          <w:color w:val="000000" w:themeColor="text1"/>
          <w:lang w:val="ru-RU"/>
        </w:rPr>
      </w:pPr>
    </w:p>
    <w:p w14:paraId="3EAA6D81" w14:textId="77777777" w:rsidR="00061946" w:rsidRDefault="00061946" w:rsidP="00B013C7">
      <w:pPr>
        <w:pStyle w:val="Standard"/>
        <w:spacing w:line="276" w:lineRule="auto"/>
        <w:jc w:val="center"/>
        <w:rPr>
          <w:rFonts w:cs="Times New Roman"/>
          <w:b/>
          <w:bCs/>
          <w:color w:val="000000" w:themeColor="text1"/>
          <w:lang w:val="ru-RU"/>
        </w:rPr>
      </w:pPr>
    </w:p>
    <w:p w14:paraId="2B37BF9D" w14:textId="77777777" w:rsidR="00061946" w:rsidRDefault="00061946" w:rsidP="00B013C7">
      <w:pPr>
        <w:pStyle w:val="Standard"/>
        <w:spacing w:line="276" w:lineRule="auto"/>
        <w:jc w:val="center"/>
        <w:rPr>
          <w:rFonts w:cs="Times New Roman"/>
          <w:b/>
          <w:bCs/>
          <w:color w:val="000000" w:themeColor="text1"/>
          <w:lang w:val="ru-RU"/>
        </w:rPr>
      </w:pPr>
    </w:p>
    <w:p w14:paraId="14BEA408" w14:textId="77777777" w:rsidR="00061946" w:rsidRDefault="00061946" w:rsidP="00B013C7">
      <w:pPr>
        <w:pStyle w:val="Standard"/>
        <w:spacing w:line="276" w:lineRule="auto"/>
        <w:jc w:val="center"/>
        <w:rPr>
          <w:rFonts w:cs="Times New Roman"/>
          <w:b/>
          <w:bCs/>
          <w:color w:val="000000" w:themeColor="text1"/>
          <w:lang w:val="ru-RU"/>
        </w:rPr>
      </w:pPr>
    </w:p>
    <w:p w14:paraId="70A79102" w14:textId="77777777" w:rsidR="00061946" w:rsidRDefault="00061946" w:rsidP="00B013C7">
      <w:pPr>
        <w:pStyle w:val="Standard"/>
        <w:spacing w:line="276" w:lineRule="auto"/>
        <w:jc w:val="center"/>
        <w:rPr>
          <w:rFonts w:cs="Times New Roman"/>
          <w:b/>
          <w:bCs/>
          <w:color w:val="000000" w:themeColor="text1"/>
          <w:lang w:val="ru-RU"/>
        </w:rPr>
      </w:pPr>
    </w:p>
    <w:p w14:paraId="6772EC37" w14:textId="77777777" w:rsidR="00061946" w:rsidRDefault="00061946" w:rsidP="00B013C7">
      <w:pPr>
        <w:pStyle w:val="Standard"/>
        <w:spacing w:line="276" w:lineRule="auto"/>
        <w:jc w:val="center"/>
        <w:rPr>
          <w:rFonts w:cs="Times New Roman"/>
          <w:b/>
          <w:bCs/>
          <w:color w:val="000000" w:themeColor="text1"/>
          <w:lang w:val="ru-RU"/>
        </w:rPr>
      </w:pPr>
    </w:p>
    <w:p w14:paraId="3EDCE8CD" w14:textId="77777777" w:rsidR="00061946" w:rsidRDefault="00061946" w:rsidP="00B013C7">
      <w:pPr>
        <w:pStyle w:val="Standard"/>
        <w:spacing w:line="276" w:lineRule="auto"/>
        <w:jc w:val="center"/>
        <w:rPr>
          <w:rFonts w:cs="Times New Roman"/>
          <w:b/>
          <w:bCs/>
          <w:color w:val="000000" w:themeColor="text1"/>
          <w:lang w:val="ru-RU"/>
        </w:rPr>
      </w:pPr>
    </w:p>
    <w:p w14:paraId="3BDBCCC0" w14:textId="77777777" w:rsidR="00061946" w:rsidRDefault="00061946" w:rsidP="00B013C7">
      <w:pPr>
        <w:pStyle w:val="Standard"/>
        <w:spacing w:line="276" w:lineRule="auto"/>
        <w:jc w:val="center"/>
        <w:rPr>
          <w:rFonts w:cs="Times New Roman"/>
          <w:b/>
          <w:bCs/>
          <w:color w:val="000000" w:themeColor="text1"/>
          <w:lang w:val="ru-RU"/>
        </w:rPr>
      </w:pPr>
    </w:p>
    <w:p w14:paraId="7A4AB824" w14:textId="77777777" w:rsidR="00061946" w:rsidRDefault="00061946" w:rsidP="00B013C7">
      <w:pPr>
        <w:pStyle w:val="Standard"/>
        <w:spacing w:line="276" w:lineRule="auto"/>
        <w:jc w:val="center"/>
        <w:rPr>
          <w:rFonts w:cs="Times New Roman"/>
          <w:b/>
          <w:bCs/>
          <w:color w:val="000000" w:themeColor="text1"/>
          <w:lang w:val="ru-RU"/>
        </w:rPr>
      </w:pPr>
    </w:p>
    <w:p w14:paraId="1F87277B" w14:textId="77777777" w:rsidR="00061946" w:rsidRDefault="00061946" w:rsidP="00B013C7">
      <w:pPr>
        <w:pStyle w:val="Standard"/>
        <w:spacing w:line="276" w:lineRule="auto"/>
        <w:jc w:val="center"/>
        <w:rPr>
          <w:rFonts w:cs="Times New Roman"/>
          <w:b/>
          <w:bCs/>
          <w:color w:val="000000" w:themeColor="text1"/>
          <w:lang w:val="ru-RU"/>
        </w:rPr>
      </w:pPr>
    </w:p>
    <w:p w14:paraId="1F024A77" w14:textId="77777777" w:rsidR="00061946" w:rsidRDefault="00061946" w:rsidP="00B013C7">
      <w:pPr>
        <w:pStyle w:val="Standard"/>
        <w:spacing w:line="276" w:lineRule="auto"/>
        <w:jc w:val="center"/>
        <w:rPr>
          <w:rFonts w:cs="Times New Roman"/>
          <w:b/>
          <w:bCs/>
          <w:color w:val="000000" w:themeColor="text1"/>
          <w:lang w:val="ru-RU"/>
        </w:rPr>
      </w:pPr>
    </w:p>
    <w:p w14:paraId="35EF7439" w14:textId="77777777" w:rsidR="00061946" w:rsidRDefault="00061946" w:rsidP="00B013C7">
      <w:pPr>
        <w:pStyle w:val="Standard"/>
        <w:spacing w:line="276" w:lineRule="auto"/>
        <w:jc w:val="center"/>
        <w:rPr>
          <w:rFonts w:cs="Times New Roman"/>
          <w:b/>
          <w:bCs/>
          <w:color w:val="000000" w:themeColor="text1"/>
          <w:lang w:val="ru-RU"/>
        </w:rPr>
      </w:pPr>
    </w:p>
    <w:p w14:paraId="3E4A8300" w14:textId="77777777" w:rsidR="00061946" w:rsidRDefault="00061946" w:rsidP="00B013C7">
      <w:pPr>
        <w:pStyle w:val="Standard"/>
        <w:spacing w:line="276" w:lineRule="auto"/>
        <w:jc w:val="center"/>
        <w:rPr>
          <w:rFonts w:cs="Times New Roman"/>
          <w:b/>
          <w:bCs/>
          <w:color w:val="000000" w:themeColor="text1"/>
          <w:lang w:val="ru-RU"/>
        </w:rPr>
      </w:pPr>
    </w:p>
    <w:p w14:paraId="4B907E1A" w14:textId="77777777" w:rsidR="00061946" w:rsidRDefault="00061946" w:rsidP="0006194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Приложение №2  к приказу Министерства образования</w:t>
      </w:r>
    </w:p>
    <w:p w14:paraId="014282E4" w14:textId="77777777" w:rsidR="00061946" w:rsidRPr="00BE3CB8" w:rsidRDefault="00061946" w:rsidP="00061946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14:paraId="6FA41754" w14:textId="77777777" w:rsidR="00061946" w:rsidRDefault="00061946" w:rsidP="0006194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14:paraId="051FDBB2" w14:textId="77777777" w:rsidR="00061946" w:rsidRDefault="00061946" w:rsidP="0006194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14:paraId="323BE301" w14:textId="77777777" w:rsidR="00061946" w:rsidRDefault="00061946" w:rsidP="00061946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14:paraId="3E805EB3" w14:textId="77777777" w:rsidR="00061946" w:rsidRPr="00FD0F2C" w:rsidRDefault="00061946" w:rsidP="00061946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5DBDE1DA" w14:textId="77777777" w:rsidR="00B013C7" w:rsidRPr="00B013C7" w:rsidRDefault="00B013C7" w:rsidP="00B013C7">
      <w:pPr>
        <w:pStyle w:val="Standard"/>
        <w:spacing w:line="276" w:lineRule="auto"/>
        <w:jc w:val="center"/>
        <w:rPr>
          <w:rFonts w:cs="Times New Roman"/>
          <w:b/>
          <w:bCs/>
          <w:color w:val="000000" w:themeColor="text1"/>
          <w:lang w:val="ru-RU"/>
        </w:rPr>
      </w:pPr>
      <w:r w:rsidRPr="00B013C7">
        <w:rPr>
          <w:rFonts w:cs="Times New Roman"/>
          <w:b/>
          <w:bCs/>
          <w:color w:val="000000" w:themeColor="text1"/>
          <w:lang w:val="ru-RU"/>
        </w:rPr>
        <w:t>ГБОУ Воскресенская специальная (коррекционная)</w:t>
      </w:r>
    </w:p>
    <w:p w14:paraId="588E4674" w14:textId="77777777" w:rsidR="00B013C7" w:rsidRPr="00B013C7" w:rsidRDefault="00B013C7" w:rsidP="00B013C7">
      <w:pPr>
        <w:pStyle w:val="Standard"/>
        <w:spacing w:line="276" w:lineRule="auto"/>
        <w:jc w:val="center"/>
        <w:rPr>
          <w:rFonts w:cs="Times New Roman"/>
          <w:b/>
          <w:bCs/>
          <w:color w:val="000000" w:themeColor="text1"/>
          <w:lang w:val="ru-RU"/>
        </w:rPr>
      </w:pPr>
      <w:r w:rsidRPr="00B013C7">
        <w:rPr>
          <w:rFonts w:cs="Times New Roman"/>
          <w:b/>
          <w:bCs/>
          <w:color w:val="000000" w:themeColor="text1"/>
          <w:lang w:val="ru-RU"/>
        </w:rPr>
        <w:t xml:space="preserve">школа — интернат </w:t>
      </w:r>
      <w:r w:rsidRPr="00B013C7">
        <w:rPr>
          <w:rFonts w:cs="Times New Roman"/>
          <w:b/>
          <w:bCs/>
          <w:color w:val="000000" w:themeColor="text1"/>
          <w:lang w:val="en-US"/>
        </w:rPr>
        <w:t>VIII</w:t>
      </w:r>
      <w:r w:rsidRPr="00B013C7">
        <w:rPr>
          <w:rFonts w:cs="Times New Roman"/>
          <w:b/>
          <w:bCs/>
          <w:color w:val="000000" w:themeColor="text1"/>
          <w:lang w:val="ru-RU"/>
        </w:rPr>
        <w:t xml:space="preserve"> вида Республики Башкортостан</w:t>
      </w:r>
    </w:p>
    <w:p w14:paraId="6531BD4F" w14:textId="77777777" w:rsidR="00B013C7" w:rsidRPr="00B013C7" w:rsidRDefault="00B013C7" w:rsidP="00B013C7">
      <w:pPr>
        <w:pStyle w:val="Standard"/>
        <w:spacing w:line="276" w:lineRule="auto"/>
        <w:jc w:val="center"/>
        <w:rPr>
          <w:rFonts w:cs="Times New Roman"/>
          <w:b/>
          <w:bCs/>
          <w:color w:val="000000" w:themeColor="text1"/>
          <w:lang w:val="ru-RU"/>
        </w:rPr>
      </w:pPr>
    </w:p>
    <w:tbl>
      <w:tblPr>
        <w:tblW w:w="11057" w:type="dxa"/>
        <w:tblInd w:w="-122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3403"/>
        <w:gridCol w:w="3969"/>
        <w:gridCol w:w="3118"/>
      </w:tblGrid>
      <w:tr w:rsidR="00B013C7" w:rsidRPr="00B013C7" w14:paraId="3FD4143D" w14:textId="77777777" w:rsidTr="001110D5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38727D" w14:textId="77777777" w:rsidR="00B013C7" w:rsidRPr="00B013C7" w:rsidRDefault="00B013C7" w:rsidP="00B013C7">
            <w:pPr>
              <w:pStyle w:val="TableContents"/>
              <w:spacing w:line="276" w:lineRule="auto"/>
              <w:jc w:val="center"/>
              <w:rPr>
                <w:rFonts w:cs="Times New Roman"/>
                <w:b/>
                <w:bCs/>
                <w:color w:val="000000" w:themeColor="text1"/>
                <w:lang w:val="ru-RU"/>
              </w:rPr>
            </w:pPr>
            <w:r w:rsidRPr="00B013C7">
              <w:rPr>
                <w:rFonts w:cs="Times New Roman"/>
                <w:b/>
                <w:bCs/>
                <w:color w:val="000000" w:themeColor="text1"/>
                <w:lang w:val="ru-RU"/>
              </w:rPr>
              <w:t>№</w:t>
            </w:r>
          </w:p>
        </w:tc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8D09BD" w14:textId="77777777" w:rsidR="00B013C7" w:rsidRPr="00B013C7" w:rsidRDefault="00B013C7" w:rsidP="00B013C7">
            <w:pPr>
              <w:pStyle w:val="TableContents"/>
              <w:spacing w:line="276" w:lineRule="auto"/>
              <w:jc w:val="center"/>
              <w:rPr>
                <w:rFonts w:cs="Times New Roman"/>
                <w:b/>
                <w:bCs/>
                <w:color w:val="000000" w:themeColor="text1"/>
                <w:lang w:val="ru-RU"/>
              </w:rPr>
            </w:pPr>
            <w:r w:rsidRPr="00B013C7">
              <w:rPr>
                <w:rFonts w:cs="Times New Roman"/>
                <w:b/>
                <w:bCs/>
                <w:color w:val="000000" w:themeColor="text1"/>
                <w:lang w:val="ru-RU"/>
              </w:rPr>
              <w:t>ФИО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BB79D1" w14:textId="77777777" w:rsidR="00B013C7" w:rsidRPr="00B013C7" w:rsidRDefault="00B013C7" w:rsidP="00B013C7">
            <w:pPr>
              <w:pStyle w:val="TableContents"/>
              <w:spacing w:line="276" w:lineRule="auto"/>
              <w:jc w:val="center"/>
              <w:rPr>
                <w:rFonts w:cs="Times New Roman"/>
                <w:b/>
                <w:bCs/>
                <w:color w:val="000000" w:themeColor="text1"/>
                <w:lang w:val="ru-RU"/>
              </w:rPr>
            </w:pPr>
            <w:r w:rsidRPr="00B013C7">
              <w:rPr>
                <w:rFonts w:cs="Times New Roman"/>
                <w:b/>
                <w:bCs/>
                <w:color w:val="000000" w:themeColor="text1"/>
                <w:lang w:val="ru-RU"/>
              </w:rPr>
              <w:t>Место работы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3D1ED1" w14:textId="77777777" w:rsidR="00B013C7" w:rsidRPr="00B013C7" w:rsidRDefault="00B013C7" w:rsidP="00B013C7">
            <w:pPr>
              <w:pStyle w:val="TableContents"/>
              <w:spacing w:line="276" w:lineRule="auto"/>
              <w:jc w:val="center"/>
              <w:rPr>
                <w:rFonts w:cs="Times New Roman"/>
                <w:b/>
                <w:bCs/>
                <w:color w:val="000000" w:themeColor="text1"/>
                <w:lang w:val="ru-RU"/>
              </w:rPr>
            </w:pPr>
            <w:r w:rsidRPr="00B013C7">
              <w:rPr>
                <w:rFonts w:cs="Times New Roman"/>
                <w:b/>
                <w:bCs/>
                <w:color w:val="000000" w:themeColor="text1"/>
                <w:lang w:val="ru-RU"/>
              </w:rPr>
              <w:t>Должность</w:t>
            </w:r>
          </w:p>
        </w:tc>
      </w:tr>
      <w:tr w:rsidR="00B013C7" w:rsidRPr="00B013C7" w14:paraId="0E84F019" w14:textId="77777777" w:rsidTr="001110D5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19399B" w14:textId="77777777" w:rsidR="00B013C7" w:rsidRPr="00B013C7" w:rsidRDefault="00B013C7" w:rsidP="00B013C7">
            <w:pPr>
              <w:pStyle w:val="TableContents"/>
              <w:spacing w:line="276" w:lineRule="auto"/>
              <w:jc w:val="center"/>
              <w:rPr>
                <w:rFonts w:cs="Times New Roman"/>
                <w:color w:val="000000" w:themeColor="text1"/>
                <w:lang w:val="ru-RU"/>
              </w:rPr>
            </w:pPr>
            <w:r w:rsidRPr="00B013C7">
              <w:rPr>
                <w:rFonts w:cs="Times New Roman"/>
                <w:color w:val="000000" w:themeColor="text1"/>
                <w:lang w:val="ru-RU"/>
              </w:rPr>
              <w:t>1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C3DA28" w14:textId="77777777" w:rsidR="00B013C7" w:rsidRPr="00B013C7" w:rsidRDefault="00B013C7" w:rsidP="00B013C7">
            <w:pPr>
              <w:pStyle w:val="TableContents"/>
              <w:spacing w:line="276" w:lineRule="auto"/>
              <w:jc w:val="center"/>
              <w:rPr>
                <w:rFonts w:cs="Times New Roman"/>
                <w:color w:val="000000" w:themeColor="text1"/>
                <w:lang w:val="ru-RU"/>
              </w:rPr>
            </w:pPr>
            <w:r w:rsidRPr="00B013C7">
              <w:rPr>
                <w:rFonts w:cs="Times New Roman"/>
                <w:color w:val="000000" w:themeColor="text1"/>
                <w:lang w:val="ru-RU"/>
              </w:rPr>
              <w:t>Воскресенская</w:t>
            </w:r>
          </w:p>
          <w:p w14:paraId="04950B20" w14:textId="77777777" w:rsidR="00B013C7" w:rsidRPr="00B013C7" w:rsidRDefault="00B013C7" w:rsidP="00B013C7">
            <w:pPr>
              <w:pStyle w:val="TableContents"/>
              <w:spacing w:line="276" w:lineRule="auto"/>
              <w:jc w:val="center"/>
              <w:rPr>
                <w:rFonts w:cs="Times New Roman"/>
                <w:color w:val="000000" w:themeColor="text1"/>
                <w:lang w:val="ru-RU"/>
              </w:rPr>
            </w:pPr>
            <w:r w:rsidRPr="00B013C7">
              <w:rPr>
                <w:rFonts w:cs="Times New Roman"/>
                <w:color w:val="000000" w:themeColor="text1"/>
                <w:lang w:val="ru-RU"/>
              </w:rPr>
              <w:t>Надежда Ивановна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D86EE3" w14:textId="77777777" w:rsidR="00B013C7" w:rsidRPr="00B013C7" w:rsidRDefault="00B013C7" w:rsidP="00B013C7">
            <w:pPr>
              <w:pStyle w:val="Standard"/>
              <w:spacing w:line="276" w:lineRule="auto"/>
              <w:jc w:val="center"/>
              <w:rPr>
                <w:rFonts w:cs="Times New Roman"/>
                <w:color w:val="000000" w:themeColor="text1"/>
                <w:lang w:val="ru-RU"/>
              </w:rPr>
            </w:pPr>
            <w:r w:rsidRPr="00B013C7">
              <w:rPr>
                <w:rFonts w:cs="Times New Roman"/>
                <w:color w:val="000000" w:themeColor="text1"/>
                <w:lang w:val="ru-RU"/>
              </w:rPr>
              <w:t>ГБОУ Воскресенская специальная (коррекционная)</w:t>
            </w:r>
          </w:p>
          <w:p w14:paraId="5E22F75E" w14:textId="77777777" w:rsidR="00B013C7" w:rsidRPr="00B013C7" w:rsidRDefault="00B013C7" w:rsidP="00B013C7">
            <w:pPr>
              <w:pStyle w:val="Standard"/>
              <w:spacing w:line="276" w:lineRule="auto"/>
              <w:jc w:val="center"/>
              <w:rPr>
                <w:rFonts w:cs="Times New Roman"/>
                <w:color w:val="000000" w:themeColor="text1"/>
                <w:lang w:val="ru-RU"/>
              </w:rPr>
            </w:pPr>
            <w:r w:rsidRPr="00B013C7">
              <w:rPr>
                <w:rFonts w:cs="Times New Roman"/>
                <w:color w:val="000000" w:themeColor="text1"/>
                <w:lang w:val="ru-RU"/>
              </w:rPr>
              <w:t xml:space="preserve">школа — интернат </w:t>
            </w:r>
            <w:r w:rsidRPr="00B013C7">
              <w:rPr>
                <w:rFonts w:cs="Times New Roman"/>
                <w:color w:val="000000" w:themeColor="text1"/>
                <w:lang w:val="en-US"/>
              </w:rPr>
              <w:t>VIII</w:t>
            </w:r>
            <w:r w:rsidRPr="00B013C7">
              <w:rPr>
                <w:rFonts w:cs="Times New Roman"/>
                <w:color w:val="000000" w:themeColor="text1"/>
                <w:lang w:val="ru-RU"/>
              </w:rPr>
              <w:t xml:space="preserve"> вида</w:t>
            </w:r>
          </w:p>
        </w:tc>
        <w:tc>
          <w:tcPr>
            <w:tcW w:w="31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78C97B" w14:textId="77777777" w:rsidR="001110D5" w:rsidRDefault="001110D5" w:rsidP="00B013C7">
            <w:pPr>
              <w:pStyle w:val="TableContents"/>
              <w:spacing w:line="276" w:lineRule="auto"/>
              <w:jc w:val="center"/>
              <w:rPr>
                <w:rFonts w:cs="Times New Roman"/>
                <w:color w:val="000000" w:themeColor="text1"/>
                <w:lang w:val="ru-RU"/>
              </w:rPr>
            </w:pPr>
          </w:p>
          <w:p w14:paraId="7AD668F1" w14:textId="77777777" w:rsidR="00B013C7" w:rsidRPr="00B013C7" w:rsidRDefault="00B013C7" w:rsidP="00B013C7">
            <w:pPr>
              <w:pStyle w:val="TableContents"/>
              <w:spacing w:line="276" w:lineRule="auto"/>
              <w:jc w:val="center"/>
              <w:rPr>
                <w:rFonts w:cs="Times New Roman"/>
                <w:color w:val="000000" w:themeColor="text1"/>
                <w:lang w:val="ru-RU"/>
              </w:rPr>
            </w:pPr>
            <w:r w:rsidRPr="00B013C7">
              <w:rPr>
                <w:rFonts w:cs="Times New Roman"/>
                <w:color w:val="000000" w:themeColor="text1"/>
                <w:lang w:val="ru-RU"/>
              </w:rPr>
              <w:t>учитель</w:t>
            </w:r>
          </w:p>
        </w:tc>
      </w:tr>
      <w:tr w:rsidR="00B013C7" w:rsidRPr="00B013C7" w14:paraId="64577F32" w14:textId="77777777" w:rsidTr="001110D5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FB9D04" w14:textId="77777777" w:rsidR="00B013C7" w:rsidRPr="00B013C7" w:rsidRDefault="00B013C7" w:rsidP="00B013C7">
            <w:pPr>
              <w:pStyle w:val="TableContents"/>
              <w:spacing w:line="276" w:lineRule="auto"/>
              <w:jc w:val="center"/>
              <w:rPr>
                <w:rFonts w:cs="Times New Roman"/>
                <w:color w:val="000000" w:themeColor="text1"/>
                <w:lang w:val="ru-RU"/>
              </w:rPr>
            </w:pPr>
            <w:r w:rsidRPr="00B013C7">
              <w:rPr>
                <w:rFonts w:cs="Times New Roman"/>
                <w:color w:val="000000" w:themeColor="text1"/>
                <w:lang w:val="ru-RU"/>
              </w:rPr>
              <w:t>2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C36330" w14:textId="77777777" w:rsidR="00B013C7" w:rsidRPr="00B013C7" w:rsidRDefault="00B013C7" w:rsidP="00B013C7">
            <w:pPr>
              <w:pStyle w:val="TableContents"/>
              <w:spacing w:line="276" w:lineRule="auto"/>
              <w:jc w:val="center"/>
              <w:rPr>
                <w:rFonts w:cs="Times New Roman"/>
                <w:color w:val="000000" w:themeColor="text1"/>
                <w:lang w:val="ru-RU"/>
              </w:rPr>
            </w:pPr>
            <w:r w:rsidRPr="00B013C7">
              <w:rPr>
                <w:rFonts w:cs="Times New Roman"/>
                <w:color w:val="000000" w:themeColor="text1"/>
                <w:lang w:val="ru-RU"/>
              </w:rPr>
              <w:t>Дудко</w:t>
            </w:r>
          </w:p>
          <w:p w14:paraId="11C1263F" w14:textId="77777777" w:rsidR="00B013C7" w:rsidRPr="00B013C7" w:rsidRDefault="00B013C7" w:rsidP="00B013C7">
            <w:pPr>
              <w:pStyle w:val="TableContents"/>
              <w:spacing w:line="276" w:lineRule="auto"/>
              <w:jc w:val="center"/>
              <w:rPr>
                <w:rFonts w:cs="Times New Roman"/>
                <w:color w:val="000000" w:themeColor="text1"/>
                <w:lang w:val="ru-RU"/>
              </w:rPr>
            </w:pPr>
            <w:r w:rsidRPr="00B013C7">
              <w:rPr>
                <w:rFonts w:cs="Times New Roman"/>
                <w:color w:val="000000" w:themeColor="text1"/>
                <w:lang w:val="ru-RU"/>
              </w:rPr>
              <w:t>Ирина Владимировна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E4F177" w14:textId="77777777" w:rsidR="00B013C7" w:rsidRPr="00B013C7" w:rsidRDefault="00B013C7" w:rsidP="00B013C7">
            <w:pPr>
              <w:pStyle w:val="Standard"/>
              <w:spacing w:line="276" w:lineRule="auto"/>
              <w:jc w:val="center"/>
              <w:rPr>
                <w:rFonts w:cs="Times New Roman"/>
                <w:color w:val="000000" w:themeColor="text1"/>
                <w:lang w:val="ru-RU"/>
              </w:rPr>
            </w:pPr>
            <w:r w:rsidRPr="00B013C7">
              <w:rPr>
                <w:rFonts w:cs="Times New Roman"/>
                <w:color w:val="000000" w:themeColor="text1"/>
                <w:lang w:val="ru-RU"/>
              </w:rPr>
              <w:t>ГБОУ Воскресенская специальная (коррекционная)</w:t>
            </w:r>
          </w:p>
          <w:p w14:paraId="1F102D03" w14:textId="77777777" w:rsidR="00B013C7" w:rsidRPr="00B013C7" w:rsidRDefault="00B013C7" w:rsidP="00B013C7">
            <w:pPr>
              <w:pStyle w:val="Standard"/>
              <w:spacing w:line="276" w:lineRule="auto"/>
              <w:jc w:val="center"/>
              <w:rPr>
                <w:rFonts w:cs="Times New Roman"/>
                <w:color w:val="000000" w:themeColor="text1"/>
                <w:lang w:val="ru-RU"/>
              </w:rPr>
            </w:pPr>
            <w:r w:rsidRPr="00B013C7">
              <w:rPr>
                <w:rFonts w:cs="Times New Roman"/>
                <w:color w:val="000000" w:themeColor="text1"/>
                <w:lang w:val="ru-RU"/>
              </w:rPr>
              <w:t xml:space="preserve">школа — интернат </w:t>
            </w:r>
            <w:r w:rsidRPr="00B013C7">
              <w:rPr>
                <w:rFonts w:cs="Times New Roman"/>
                <w:color w:val="000000" w:themeColor="text1"/>
                <w:lang w:val="en-US"/>
              </w:rPr>
              <w:t>VIII</w:t>
            </w:r>
            <w:r w:rsidRPr="00B013C7">
              <w:rPr>
                <w:rFonts w:cs="Times New Roman"/>
                <w:color w:val="000000" w:themeColor="text1"/>
                <w:lang w:val="ru-RU"/>
              </w:rPr>
              <w:t xml:space="preserve"> вида</w:t>
            </w:r>
          </w:p>
        </w:tc>
        <w:tc>
          <w:tcPr>
            <w:tcW w:w="31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9B8A35" w14:textId="77777777" w:rsidR="001110D5" w:rsidRDefault="001110D5" w:rsidP="00B013C7">
            <w:pPr>
              <w:pStyle w:val="TableContents"/>
              <w:spacing w:line="276" w:lineRule="auto"/>
              <w:jc w:val="center"/>
              <w:rPr>
                <w:rFonts w:cs="Times New Roman"/>
                <w:color w:val="000000" w:themeColor="text1"/>
                <w:lang w:val="ru-RU"/>
              </w:rPr>
            </w:pPr>
          </w:p>
          <w:p w14:paraId="4C11DCFC" w14:textId="77777777" w:rsidR="00B013C7" w:rsidRPr="00B013C7" w:rsidRDefault="00B013C7" w:rsidP="00B013C7">
            <w:pPr>
              <w:pStyle w:val="TableContents"/>
              <w:spacing w:line="276" w:lineRule="auto"/>
              <w:jc w:val="center"/>
              <w:rPr>
                <w:rFonts w:cs="Times New Roman"/>
                <w:color w:val="000000" w:themeColor="text1"/>
                <w:lang w:val="ru-RU"/>
              </w:rPr>
            </w:pPr>
            <w:r w:rsidRPr="00B013C7">
              <w:rPr>
                <w:rFonts w:cs="Times New Roman"/>
                <w:color w:val="000000" w:themeColor="text1"/>
                <w:lang w:val="ru-RU"/>
              </w:rPr>
              <w:t>воспитатель</w:t>
            </w:r>
          </w:p>
        </w:tc>
      </w:tr>
    </w:tbl>
    <w:p w14:paraId="0BB77E3B" w14:textId="77777777" w:rsidR="00B013C7" w:rsidRPr="00B013C7" w:rsidRDefault="00B013C7" w:rsidP="00B013C7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972417A" w14:textId="77777777" w:rsidR="00061946" w:rsidRDefault="00061946" w:rsidP="00B013C7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4F46A6F5" w14:textId="77777777" w:rsidR="00061946" w:rsidRDefault="00061946" w:rsidP="00B013C7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647FE356" w14:textId="77777777" w:rsidR="00061946" w:rsidRDefault="00061946" w:rsidP="00B013C7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19414E62" w14:textId="77777777" w:rsidR="00061946" w:rsidRDefault="00061946" w:rsidP="00B013C7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7968CDE7" w14:textId="77777777" w:rsidR="00061946" w:rsidRDefault="00061946" w:rsidP="00B013C7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44B021FC" w14:textId="77777777" w:rsidR="00061946" w:rsidRDefault="00061946" w:rsidP="00B013C7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34149F2F" w14:textId="77777777" w:rsidR="00061946" w:rsidRDefault="00061946" w:rsidP="00B013C7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162B915D" w14:textId="77777777" w:rsidR="00061946" w:rsidRDefault="00061946" w:rsidP="00B013C7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2074549C" w14:textId="77777777" w:rsidR="00061946" w:rsidRDefault="00061946" w:rsidP="00B013C7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29DEA483" w14:textId="77777777" w:rsidR="00061946" w:rsidRDefault="00061946" w:rsidP="00B013C7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5D5A0623" w14:textId="77777777" w:rsidR="00061946" w:rsidRDefault="00061946" w:rsidP="00B013C7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61AA50AB" w14:textId="77777777" w:rsidR="00061946" w:rsidRDefault="00061946" w:rsidP="00B013C7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5DE595CC" w14:textId="77777777" w:rsidR="00061946" w:rsidRDefault="00061946" w:rsidP="00B013C7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4BB09F9B" w14:textId="77777777" w:rsidR="00061946" w:rsidRDefault="00061946" w:rsidP="00B013C7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51E7D7BF" w14:textId="77777777" w:rsidR="00061946" w:rsidRDefault="00061946" w:rsidP="00B013C7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464C9D71" w14:textId="77777777" w:rsidR="00061946" w:rsidRDefault="00061946" w:rsidP="00B013C7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0440D6D7" w14:textId="77777777" w:rsidR="00061946" w:rsidRDefault="00061946" w:rsidP="00B013C7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467EA0F7" w14:textId="77777777" w:rsidR="00061946" w:rsidRDefault="00061946" w:rsidP="00B013C7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02F1F9AD" w14:textId="77777777" w:rsidR="00061946" w:rsidRDefault="00061946" w:rsidP="00B013C7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18042270" w14:textId="77777777" w:rsidR="00061946" w:rsidRDefault="00061946" w:rsidP="00B013C7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71A9EC31" w14:textId="77777777" w:rsidR="00061946" w:rsidRDefault="00061946" w:rsidP="00B013C7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1ED70BEA" w14:textId="77777777" w:rsidR="00061946" w:rsidRDefault="00061946" w:rsidP="00B013C7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3AF0CA14" w14:textId="77777777" w:rsidR="00061946" w:rsidRDefault="00061946" w:rsidP="00B013C7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42853257" w14:textId="77777777" w:rsidR="00061946" w:rsidRDefault="00061946" w:rsidP="00B013C7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0AE8FB9D" w14:textId="77777777" w:rsidR="00061946" w:rsidRDefault="00061946" w:rsidP="00B013C7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27097EDE" w14:textId="77777777" w:rsidR="00061946" w:rsidRDefault="00061946" w:rsidP="00B013C7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3254D368" w14:textId="77777777" w:rsidR="00061946" w:rsidRDefault="00061946" w:rsidP="00B013C7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7B3EFE91" w14:textId="77777777" w:rsidR="00061946" w:rsidRDefault="00061946" w:rsidP="00B013C7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3AB8ECF3" w14:textId="77777777" w:rsidR="00061946" w:rsidRDefault="00061946" w:rsidP="00B013C7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6366EBE2" w14:textId="77777777" w:rsidR="00061946" w:rsidRDefault="00061946" w:rsidP="00B013C7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7E74337C" w14:textId="77777777" w:rsidR="00061946" w:rsidRDefault="00061946" w:rsidP="00B013C7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4AE81BF3" w14:textId="77777777" w:rsidR="00061946" w:rsidRDefault="00061946" w:rsidP="0006194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Приложение №2  к приказу Министерства образования</w:t>
      </w:r>
    </w:p>
    <w:p w14:paraId="45851584" w14:textId="77777777" w:rsidR="00061946" w:rsidRPr="00BE3CB8" w:rsidRDefault="00061946" w:rsidP="00061946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14:paraId="1D97336F" w14:textId="77777777" w:rsidR="00061946" w:rsidRDefault="00061946" w:rsidP="0006194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14:paraId="4C9CF1EE" w14:textId="77777777" w:rsidR="00061946" w:rsidRDefault="00061946" w:rsidP="0006194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14:paraId="3BFA11AD" w14:textId="77777777" w:rsidR="00061946" w:rsidRDefault="00061946" w:rsidP="00061946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14:paraId="0384E800" w14:textId="77777777" w:rsidR="00061946" w:rsidRPr="00FD0F2C" w:rsidRDefault="00061946" w:rsidP="00061946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1CC50CC9" w14:textId="77777777" w:rsidR="00B013C7" w:rsidRPr="00B013C7" w:rsidRDefault="00B013C7" w:rsidP="007B3ED6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B013C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ГБОУ Сибайская специальная (коррекционная)</w:t>
      </w:r>
      <w:r w:rsidR="007B3ED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B013C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общеобразовательная школа </w:t>
      </w:r>
      <w:r w:rsidRPr="00B013C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>VIII</w:t>
      </w:r>
      <w:r w:rsidRPr="00B013C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вида</w:t>
      </w:r>
    </w:p>
    <w:p w14:paraId="4E884B1E" w14:textId="77777777" w:rsidR="00B013C7" w:rsidRPr="00B013C7" w:rsidRDefault="00B013C7" w:rsidP="00B013C7">
      <w:pPr>
        <w:snapToGrid w:val="0"/>
        <w:spacing w:after="0"/>
        <w:jc w:val="center"/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</w:pPr>
    </w:p>
    <w:tbl>
      <w:tblPr>
        <w:tblW w:w="11057" w:type="dxa"/>
        <w:tblInd w:w="-1168" w:type="dxa"/>
        <w:tblLayout w:type="fixed"/>
        <w:tblLook w:val="00A0" w:firstRow="1" w:lastRow="0" w:firstColumn="1" w:lastColumn="0" w:noHBand="0" w:noVBand="0"/>
      </w:tblPr>
      <w:tblGrid>
        <w:gridCol w:w="567"/>
        <w:gridCol w:w="3403"/>
        <w:gridCol w:w="3969"/>
        <w:gridCol w:w="3118"/>
      </w:tblGrid>
      <w:tr w:rsidR="0059709C" w:rsidRPr="00B013C7" w14:paraId="757E1AE9" w14:textId="77777777" w:rsidTr="001110D5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DB69E68" w14:textId="77777777" w:rsidR="0059709C" w:rsidRPr="00C30652" w:rsidRDefault="0059709C" w:rsidP="0029035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1E7D3D2" w14:textId="77777777" w:rsidR="0059709C" w:rsidRPr="00C30652" w:rsidRDefault="0059709C" w:rsidP="0029035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b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ИО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5B60989" w14:textId="77777777" w:rsidR="0059709C" w:rsidRPr="00C30652" w:rsidRDefault="0059709C" w:rsidP="0029035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98BC56" w14:textId="77777777" w:rsidR="0059709C" w:rsidRPr="00C30652" w:rsidRDefault="0059709C" w:rsidP="0029035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B013C7" w:rsidRPr="00B013C7" w14:paraId="6BAE915A" w14:textId="77777777" w:rsidTr="001110D5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DB5D86" w14:textId="77777777" w:rsidR="00B013C7" w:rsidRPr="00B013C7" w:rsidRDefault="00B013C7" w:rsidP="00B013C7">
            <w:pPr>
              <w:suppressAutoHyphens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  <w:lang w:val="en-US" w:eastAsia="ar-SA"/>
              </w:rPr>
            </w:pPr>
            <w:r w:rsidRPr="00B01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1.</w:t>
            </w:r>
          </w:p>
        </w:tc>
        <w:tc>
          <w:tcPr>
            <w:tcW w:w="34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79FA157" w14:textId="77777777" w:rsidR="00B013C7" w:rsidRPr="00B013C7" w:rsidRDefault="00B013C7" w:rsidP="00B013C7">
            <w:pPr>
              <w:suppressAutoHyphens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  <w:lang w:eastAsia="ar-SA"/>
              </w:rPr>
            </w:pPr>
            <w:r w:rsidRPr="00B013C7">
              <w:rPr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  <w:lang w:eastAsia="ar-SA"/>
              </w:rPr>
              <w:t>Альбаум</w:t>
            </w:r>
          </w:p>
          <w:p w14:paraId="21FD6146" w14:textId="77777777" w:rsidR="00B013C7" w:rsidRPr="00B013C7" w:rsidRDefault="00B013C7" w:rsidP="00B013C7">
            <w:pPr>
              <w:suppressAutoHyphens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  <w:lang w:eastAsia="ar-SA"/>
              </w:rPr>
            </w:pPr>
            <w:r w:rsidRPr="00B013C7">
              <w:rPr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  <w:lang w:eastAsia="ar-SA"/>
              </w:rPr>
              <w:t>Оксана Викторовна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0897CAB" w14:textId="77777777" w:rsidR="00B013C7" w:rsidRPr="00B013C7" w:rsidRDefault="00B013C7" w:rsidP="00B013C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ГБОУ Сибайская</w:t>
            </w:r>
          </w:p>
          <w:p w14:paraId="0580757B" w14:textId="77777777" w:rsidR="00B013C7" w:rsidRPr="00B013C7" w:rsidRDefault="00B013C7" w:rsidP="00B013C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специальная (коррекционная)</w:t>
            </w:r>
          </w:p>
          <w:p w14:paraId="2C279C7E" w14:textId="77777777" w:rsidR="007B3ED6" w:rsidRDefault="00B013C7" w:rsidP="001110D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общеобразовательная школа </w:t>
            </w:r>
          </w:p>
          <w:p w14:paraId="06AB5915" w14:textId="77777777" w:rsidR="00B013C7" w:rsidRPr="001110D5" w:rsidRDefault="00B013C7" w:rsidP="001110D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VIII вида</w:t>
            </w: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851CCB" w14:textId="77777777" w:rsidR="00B013C7" w:rsidRPr="00B013C7" w:rsidRDefault="001110D5" w:rsidP="007B3ED6">
            <w:pPr>
              <w:suppressAutoHyphens/>
              <w:snapToGrid w:val="0"/>
              <w:spacing w:before="240" w:after="0"/>
              <w:jc w:val="center"/>
              <w:rPr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="00B013C7" w:rsidRPr="00B01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читель</w:t>
            </w:r>
          </w:p>
        </w:tc>
      </w:tr>
      <w:tr w:rsidR="00B013C7" w:rsidRPr="00B013C7" w14:paraId="15261737" w14:textId="77777777" w:rsidTr="001110D5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30B2268" w14:textId="77777777" w:rsidR="00B013C7" w:rsidRPr="00B013C7" w:rsidRDefault="00B013C7" w:rsidP="00B013C7">
            <w:pPr>
              <w:suppressAutoHyphens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  <w:lang w:val="en-US" w:eastAsia="ar-SA"/>
              </w:rPr>
            </w:pPr>
            <w:r w:rsidRPr="00B01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2.</w:t>
            </w:r>
          </w:p>
        </w:tc>
        <w:tc>
          <w:tcPr>
            <w:tcW w:w="34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D33BB3B" w14:textId="77777777" w:rsidR="00B013C7" w:rsidRPr="00B013C7" w:rsidRDefault="00B013C7" w:rsidP="00B013C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Исянбаев</w:t>
            </w:r>
          </w:p>
          <w:p w14:paraId="44A2C344" w14:textId="77777777" w:rsidR="00B013C7" w:rsidRPr="00B013C7" w:rsidRDefault="00B013C7" w:rsidP="00B013C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Мансур Мавлитович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329D2B5" w14:textId="77777777" w:rsidR="00B013C7" w:rsidRPr="00B013C7" w:rsidRDefault="00B013C7" w:rsidP="00B013C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ГБОУ Сибайская</w:t>
            </w:r>
          </w:p>
          <w:p w14:paraId="66853CC6" w14:textId="77777777" w:rsidR="00B013C7" w:rsidRPr="00B013C7" w:rsidRDefault="00B013C7" w:rsidP="00B013C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специальная (коррекционная)</w:t>
            </w:r>
          </w:p>
          <w:p w14:paraId="20795BA9" w14:textId="77777777" w:rsidR="007B3ED6" w:rsidRDefault="00B013C7" w:rsidP="001110D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общеобразовательная школа </w:t>
            </w:r>
          </w:p>
          <w:p w14:paraId="6ABE332A" w14:textId="77777777" w:rsidR="00B013C7" w:rsidRPr="001110D5" w:rsidRDefault="00B013C7" w:rsidP="001110D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VIII вида</w:t>
            </w: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BDCB1F" w14:textId="77777777" w:rsidR="00B013C7" w:rsidRPr="00B013C7" w:rsidRDefault="001110D5" w:rsidP="007B3ED6">
            <w:pPr>
              <w:suppressAutoHyphens/>
              <w:snapToGrid w:val="0"/>
              <w:spacing w:before="240" w:after="0"/>
              <w:jc w:val="center"/>
              <w:rPr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="00B013C7" w:rsidRPr="00B01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читель</w:t>
            </w:r>
          </w:p>
        </w:tc>
      </w:tr>
      <w:tr w:rsidR="00B013C7" w:rsidRPr="00B013C7" w14:paraId="4DB39F56" w14:textId="77777777" w:rsidTr="001110D5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155603C" w14:textId="77777777" w:rsidR="00B013C7" w:rsidRPr="00B013C7" w:rsidRDefault="00B013C7" w:rsidP="00B013C7">
            <w:pPr>
              <w:suppressAutoHyphens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  <w:p w14:paraId="7359D408" w14:textId="77777777" w:rsidR="00B013C7" w:rsidRPr="00B013C7" w:rsidRDefault="00B013C7" w:rsidP="00B013C7">
            <w:pPr>
              <w:suppressAutoHyphens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82828DF" w14:textId="77777777" w:rsidR="00B013C7" w:rsidRPr="00B013C7" w:rsidRDefault="00B013C7" w:rsidP="00B013C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Хужаберганов</w:t>
            </w:r>
          </w:p>
          <w:p w14:paraId="17B4D77E" w14:textId="77777777" w:rsidR="00B013C7" w:rsidRPr="00B013C7" w:rsidRDefault="00B013C7" w:rsidP="00B013C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Тагир Зайнагабдинович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FBBC682" w14:textId="77777777" w:rsidR="00B013C7" w:rsidRPr="00B013C7" w:rsidRDefault="00B013C7" w:rsidP="00B013C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ГБОУ Сибайская</w:t>
            </w:r>
          </w:p>
          <w:p w14:paraId="31BB1283" w14:textId="77777777" w:rsidR="00B013C7" w:rsidRPr="00B013C7" w:rsidRDefault="00B013C7" w:rsidP="00B013C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специальная (коррекционная)</w:t>
            </w:r>
          </w:p>
          <w:p w14:paraId="70C208A6" w14:textId="77777777" w:rsidR="007B3ED6" w:rsidRDefault="00B013C7" w:rsidP="001110D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общеобразовательная школа</w:t>
            </w:r>
          </w:p>
          <w:p w14:paraId="5ED2B912" w14:textId="77777777" w:rsidR="00B013C7" w:rsidRPr="001110D5" w:rsidRDefault="00B013C7" w:rsidP="001110D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VIII вида</w:t>
            </w: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12CF9D" w14:textId="77777777" w:rsidR="00B013C7" w:rsidRPr="00B013C7" w:rsidRDefault="001110D5" w:rsidP="007B3ED6">
            <w:pPr>
              <w:suppressAutoHyphens/>
              <w:snapToGrid w:val="0"/>
              <w:spacing w:before="24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="00B013C7" w:rsidRPr="00B01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читель</w:t>
            </w:r>
          </w:p>
        </w:tc>
      </w:tr>
    </w:tbl>
    <w:p w14:paraId="7EF49642" w14:textId="77777777" w:rsidR="00B013C7" w:rsidRPr="00B013C7" w:rsidRDefault="00B013C7" w:rsidP="00B013C7">
      <w:pPr>
        <w:spacing w:after="0"/>
        <w:ind w:firstLine="851"/>
        <w:jc w:val="center"/>
        <w:rPr>
          <w:rFonts w:ascii="Times New Roman" w:hAnsi="Times New Roman" w:cs="Times New Roman"/>
          <w:i/>
          <w:color w:val="000000" w:themeColor="text1"/>
          <w:kern w:val="2"/>
          <w:sz w:val="24"/>
          <w:szCs w:val="24"/>
          <w:lang w:eastAsia="ar-SA"/>
        </w:rPr>
      </w:pPr>
    </w:p>
    <w:p w14:paraId="08355106" w14:textId="77777777" w:rsidR="00061946" w:rsidRDefault="00061946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pacing w:val="20"/>
          <w:sz w:val="24"/>
          <w:szCs w:val="24"/>
        </w:rPr>
      </w:pPr>
    </w:p>
    <w:p w14:paraId="00720E01" w14:textId="77777777" w:rsidR="00061946" w:rsidRDefault="00061946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pacing w:val="20"/>
          <w:sz w:val="24"/>
          <w:szCs w:val="24"/>
        </w:rPr>
      </w:pPr>
    </w:p>
    <w:p w14:paraId="328FE008" w14:textId="77777777" w:rsidR="00061946" w:rsidRDefault="00061946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pacing w:val="20"/>
          <w:sz w:val="24"/>
          <w:szCs w:val="24"/>
        </w:rPr>
      </w:pPr>
    </w:p>
    <w:p w14:paraId="54925811" w14:textId="77777777" w:rsidR="00061946" w:rsidRDefault="00061946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pacing w:val="20"/>
          <w:sz w:val="24"/>
          <w:szCs w:val="24"/>
        </w:rPr>
      </w:pPr>
    </w:p>
    <w:p w14:paraId="0D495C42" w14:textId="77777777" w:rsidR="00061946" w:rsidRDefault="00061946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pacing w:val="20"/>
          <w:sz w:val="24"/>
          <w:szCs w:val="24"/>
        </w:rPr>
      </w:pPr>
    </w:p>
    <w:p w14:paraId="52650433" w14:textId="77777777" w:rsidR="00061946" w:rsidRDefault="00061946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pacing w:val="20"/>
          <w:sz w:val="24"/>
          <w:szCs w:val="24"/>
        </w:rPr>
      </w:pPr>
    </w:p>
    <w:p w14:paraId="085F0986" w14:textId="77777777" w:rsidR="00061946" w:rsidRDefault="00061946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pacing w:val="20"/>
          <w:sz w:val="24"/>
          <w:szCs w:val="24"/>
        </w:rPr>
      </w:pPr>
    </w:p>
    <w:p w14:paraId="40FD09DC" w14:textId="77777777" w:rsidR="00061946" w:rsidRDefault="00061946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pacing w:val="20"/>
          <w:sz w:val="24"/>
          <w:szCs w:val="24"/>
        </w:rPr>
      </w:pPr>
    </w:p>
    <w:p w14:paraId="46700EE5" w14:textId="77777777" w:rsidR="00061946" w:rsidRDefault="00061946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pacing w:val="20"/>
          <w:sz w:val="24"/>
          <w:szCs w:val="24"/>
        </w:rPr>
      </w:pPr>
    </w:p>
    <w:p w14:paraId="53F83617" w14:textId="77777777" w:rsidR="00061946" w:rsidRDefault="00061946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pacing w:val="20"/>
          <w:sz w:val="24"/>
          <w:szCs w:val="24"/>
        </w:rPr>
      </w:pPr>
    </w:p>
    <w:p w14:paraId="743FF475" w14:textId="77777777" w:rsidR="00061946" w:rsidRDefault="00061946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pacing w:val="20"/>
          <w:sz w:val="24"/>
          <w:szCs w:val="24"/>
        </w:rPr>
      </w:pPr>
    </w:p>
    <w:p w14:paraId="5492201E" w14:textId="77777777" w:rsidR="00061946" w:rsidRDefault="00061946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pacing w:val="20"/>
          <w:sz w:val="24"/>
          <w:szCs w:val="24"/>
        </w:rPr>
      </w:pPr>
    </w:p>
    <w:p w14:paraId="04E7033B" w14:textId="77777777" w:rsidR="00061946" w:rsidRDefault="00061946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pacing w:val="20"/>
          <w:sz w:val="24"/>
          <w:szCs w:val="24"/>
        </w:rPr>
      </w:pPr>
    </w:p>
    <w:p w14:paraId="2D73AA3A" w14:textId="77777777" w:rsidR="00061946" w:rsidRDefault="00061946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pacing w:val="20"/>
          <w:sz w:val="24"/>
          <w:szCs w:val="24"/>
        </w:rPr>
      </w:pPr>
    </w:p>
    <w:p w14:paraId="49564AF6" w14:textId="77777777" w:rsidR="00061946" w:rsidRDefault="00061946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pacing w:val="20"/>
          <w:sz w:val="24"/>
          <w:szCs w:val="24"/>
        </w:rPr>
      </w:pPr>
    </w:p>
    <w:p w14:paraId="0E869BAF" w14:textId="77777777" w:rsidR="00061946" w:rsidRDefault="00061946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pacing w:val="20"/>
          <w:sz w:val="24"/>
          <w:szCs w:val="24"/>
        </w:rPr>
      </w:pPr>
    </w:p>
    <w:p w14:paraId="5D0F33A8" w14:textId="77777777" w:rsidR="00061946" w:rsidRDefault="00061946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pacing w:val="20"/>
          <w:sz w:val="24"/>
          <w:szCs w:val="24"/>
        </w:rPr>
      </w:pPr>
    </w:p>
    <w:p w14:paraId="2B3D9EE1" w14:textId="77777777" w:rsidR="00061946" w:rsidRDefault="00061946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pacing w:val="20"/>
          <w:sz w:val="24"/>
          <w:szCs w:val="24"/>
        </w:rPr>
      </w:pPr>
    </w:p>
    <w:p w14:paraId="7604F853" w14:textId="77777777" w:rsidR="00061946" w:rsidRDefault="00061946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pacing w:val="20"/>
          <w:sz w:val="24"/>
          <w:szCs w:val="24"/>
        </w:rPr>
      </w:pPr>
    </w:p>
    <w:p w14:paraId="37B77925" w14:textId="77777777" w:rsidR="00061946" w:rsidRDefault="00061946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pacing w:val="20"/>
          <w:sz w:val="24"/>
          <w:szCs w:val="24"/>
        </w:rPr>
      </w:pPr>
    </w:p>
    <w:p w14:paraId="14AF56FD" w14:textId="77777777" w:rsidR="00061946" w:rsidRDefault="00061946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pacing w:val="20"/>
          <w:sz w:val="24"/>
          <w:szCs w:val="24"/>
        </w:rPr>
      </w:pPr>
    </w:p>
    <w:p w14:paraId="25A8D385" w14:textId="77777777" w:rsidR="00061946" w:rsidRDefault="00061946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pacing w:val="20"/>
          <w:sz w:val="24"/>
          <w:szCs w:val="24"/>
        </w:rPr>
      </w:pPr>
    </w:p>
    <w:p w14:paraId="58C76437" w14:textId="77777777" w:rsidR="00061946" w:rsidRDefault="00061946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pacing w:val="20"/>
          <w:sz w:val="24"/>
          <w:szCs w:val="24"/>
        </w:rPr>
      </w:pPr>
    </w:p>
    <w:p w14:paraId="745C7615" w14:textId="77777777" w:rsidR="00061946" w:rsidRDefault="00061946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pacing w:val="20"/>
          <w:sz w:val="24"/>
          <w:szCs w:val="24"/>
        </w:rPr>
      </w:pPr>
    </w:p>
    <w:p w14:paraId="1A2AF73F" w14:textId="77777777" w:rsidR="00061946" w:rsidRDefault="00061946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pacing w:val="20"/>
          <w:sz w:val="24"/>
          <w:szCs w:val="24"/>
        </w:rPr>
      </w:pPr>
    </w:p>
    <w:p w14:paraId="7D5BE9D9" w14:textId="77777777" w:rsidR="00061946" w:rsidRDefault="00061946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pacing w:val="20"/>
          <w:sz w:val="24"/>
          <w:szCs w:val="24"/>
        </w:rPr>
      </w:pPr>
    </w:p>
    <w:p w14:paraId="4A27325A" w14:textId="77777777" w:rsidR="00061946" w:rsidRDefault="00061946" w:rsidP="0006194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Приложение №2  к приказу Министерства образования</w:t>
      </w:r>
    </w:p>
    <w:p w14:paraId="5CC37E96" w14:textId="77777777" w:rsidR="00061946" w:rsidRPr="00BE3CB8" w:rsidRDefault="00061946" w:rsidP="00061946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14:paraId="52DC1CCE" w14:textId="77777777" w:rsidR="00061946" w:rsidRDefault="00061946" w:rsidP="0006194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14:paraId="6149DC48" w14:textId="77777777" w:rsidR="00061946" w:rsidRDefault="00061946" w:rsidP="0006194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14:paraId="6994A100" w14:textId="77777777" w:rsidR="00061946" w:rsidRDefault="00061946" w:rsidP="00061946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14:paraId="05F17DF5" w14:textId="77777777" w:rsidR="00061946" w:rsidRPr="00FD0F2C" w:rsidRDefault="00061946" w:rsidP="00061946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1C79C446" w14:textId="77777777" w:rsidR="00B013C7" w:rsidRPr="00B013C7" w:rsidRDefault="00B013C7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pacing w:val="20"/>
          <w:sz w:val="24"/>
          <w:szCs w:val="24"/>
        </w:rPr>
      </w:pPr>
      <w:r w:rsidRPr="00B013C7">
        <w:rPr>
          <w:rFonts w:ascii="Times New Roman" w:hAnsi="Times New Roman"/>
          <w:b/>
          <w:color w:val="000000" w:themeColor="text1"/>
          <w:spacing w:val="20"/>
          <w:sz w:val="24"/>
          <w:szCs w:val="24"/>
        </w:rPr>
        <w:t xml:space="preserve">ГБОУ Уфимская специальная (коррекционная) общеобразовательная школа-интернат № 13 </w:t>
      </w:r>
      <w:r w:rsidRPr="00B013C7">
        <w:rPr>
          <w:rFonts w:ascii="Times New Roman" w:hAnsi="Times New Roman"/>
          <w:b/>
          <w:color w:val="000000" w:themeColor="text1"/>
          <w:spacing w:val="20"/>
          <w:sz w:val="24"/>
          <w:szCs w:val="24"/>
          <w:lang w:val="en-US"/>
        </w:rPr>
        <w:t>VI</w:t>
      </w:r>
      <w:r w:rsidRPr="00B013C7">
        <w:rPr>
          <w:rFonts w:ascii="Times New Roman" w:hAnsi="Times New Roman"/>
          <w:b/>
          <w:color w:val="000000" w:themeColor="text1"/>
          <w:spacing w:val="20"/>
          <w:sz w:val="24"/>
          <w:szCs w:val="24"/>
        </w:rPr>
        <w:t xml:space="preserve"> вида</w:t>
      </w:r>
    </w:p>
    <w:p w14:paraId="066B619D" w14:textId="77777777" w:rsidR="00B013C7" w:rsidRPr="00B013C7" w:rsidRDefault="00B013C7" w:rsidP="00B013C7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tbl>
      <w:tblPr>
        <w:tblW w:w="11057" w:type="dxa"/>
        <w:tblInd w:w="-1236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7"/>
        <w:gridCol w:w="3403"/>
        <w:gridCol w:w="3969"/>
        <w:gridCol w:w="3118"/>
      </w:tblGrid>
      <w:tr w:rsidR="0059709C" w:rsidRPr="00B013C7" w14:paraId="38FF3FE7" w14:textId="77777777" w:rsidTr="001110D5">
        <w:trPr>
          <w:trHeight w:hRule="exact" w:val="90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8C6FA4" w14:textId="77777777" w:rsidR="0059709C" w:rsidRPr="00C30652" w:rsidRDefault="0059709C" w:rsidP="0029035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A3DBD8" w14:textId="77777777" w:rsidR="0059709C" w:rsidRPr="00C30652" w:rsidRDefault="0059709C" w:rsidP="0029035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b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ИО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35AB35" w14:textId="77777777" w:rsidR="0059709C" w:rsidRPr="00C30652" w:rsidRDefault="0059709C" w:rsidP="0029035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F603DE" w14:textId="77777777" w:rsidR="0059709C" w:rsidRPr="00C30652" w:rsidRDefault="0059709C" w:rsidP="0029035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652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B013C7" w:rsidRPr="00B013C7" w14:paraId="4D6407F8" w14:textId="77777777" w:rsidTr="001110D5">
        <w:trPr>
          <w:trHeight w:hRule="exact" w:val="124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3435C1B" w14:textId="77777777" w:rsidR="00B013C7" w:rsidRPr="00B013C7" w:rsidRDefault="00B013C7" w:rsidP="00215B6B">
            <w:pPr>
              <w:pStyle w:val="a3"/>
              <w:numPr>
                <w:ilvl w:val="0"/>
                <w:numId w:val="12"/>
              </w:num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3153D2" w14:textId="77777777" w:rsidR="00B013C7" w:rsidRPr="00B013C7" w:rsidRDefault="00B013C7" w:rsidP="00B013C7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B013C7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Галина</w:t>
            </w:r>
          </w:p>
          <w:p w14:paraId="11697B3B" w14:textId="77777777" w:rsidR="00B013C7" w:rsidRPr="00B013C7" w:rsidRDefault="00B013C7" w:rsidP="00B013C7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B013C7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Лилия Габдулгаковна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A9350B" w14:textId="77777777" w:rsidR="007B3ED6" w:rsidRDefault="00B013C7" w:rsidP="00B013C7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B013C7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ГБОУ Уфимская специальная (коррекционная) общеобразовательная школа</w:t>
            </w:r>
          </w:p>
          <w:p w14:paraId="746499B8" w14:textId="77777777" w:rsidR="00B013C7" w:rsidRPr="00B013C7" w:rsidRDefault="00B013C7" w:rsidP="00B013C7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B013C7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  <w:lang w:val="en-US"/>
              </w:rPr>
              <w:t>VI</w:t>
            </w:r>
            <w:r w:rsidRPr="00B013C7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 xml:space="preserve"> вида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26A26EC" w14:textId="77777777" w:rsidR="00B013C7" w:rsidRPr="00B013C7" w:rsidRDefault="00B013C7" w:rsidP="00B013C7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B013C7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учитель</w:t>
            </w:r>
          </w:p>
        </w:tc>
      </w:tr>
      <w:tr w:rsidR="00B013C7" w:rsidRPr="00B013C7" w14:paraId="47529D01" w14:textId="77777777" w:rsidTr="001110D5">
        <w:trPr>
          <w:trHeight w:hRule="exact" w:val="127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92A5F0" w14:textId="77777777" w:rsidR="00B013C7" w:rsidRPr="00B013C7" w:rsidRDefault="00B013C7" w:rsidP="00215B6B">
            <w:pPr>
              <w:pStyle w:val="a3"/>
              <w:numPr>
                <w:ilvl w:val="0"/>
                <w:numId w:val="12"/>
              </w:num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F4B0CB" w14:textId="77777777" w:rsidR="00B013C7" w:rsidRPr="00B013C7" w:rsidRDefault="00B013C7" w:rsidP="00B013C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Маричева</w:t>
            </w:r>
          </w:p>
          <w:p w14:paraId="632F35F5" w14:textId="77777777" w:rsidR="00B013C7" w:rsidRPr="00B013C7" w:rsidRDefault="00B013C7" w:rsidP="00B013C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Ирина Павловна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35EC85" w14:textId="77777777" w:rsidR="007B3ED6" w:rsidRDefault="00B013C7" w:rsidP="00B013C7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B013C7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ГБОУ Уфимская специальная (коррекционная) общеобразовательная школа</w:t>
            </w:r>
          </w:p>
          <w:p w14:paraId="20BF6F1A" w14:textId="77777777" w:rsidR="00B013C7" w:rsidRPr="00B013C7" w:rsidRDefault="00B013C7" w:rsidP="00B013C7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B013C7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  <w:lang w:val="en-US"/>
              </w:rPr>
              <w:t>VI</w:t>
            </w:r>
            <w:r w:rsidRPr="00B013C7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 xml:space="preserve"> вида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16088B" w14:textId="77777777" w:rsidR="00B013C7" w:rsidRPr="00B013C7" w:rsidRDefault="00B013C7" w:rsidP="00B013C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B013C7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воспитатель</w:t>
            </w:r>
          </w:p>
        </w:tc>
      </w:tr>
      <w:tr w:rsidR="00B013C7" w:rsidRPr="00B013C7" w14:paraId="3CDA7AD2" w14:textId="77777777" w:rsidTr="001110D5">
        <w:trPr>
          <w:trHeight w:hRule="exact" w:val="126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5E0767" w14:textId="77777777" w:rsidR="00B013C7" w:rsidRPr="00B013C7" w:rsidRDefault="00B013C7" w:rsidP="00215B6B">
            <w:pPr>
              <w:pStyle w:val="a3"/>
              <w:numPr>
                <w:ilvl w:val="0"/>
                <w:numId w:val="12"/>
              </w:num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4EE4AA" w14:textId="77777777" w:rsidR="00B013C7" w:rsidRPr="00B013C7" w:rsidRDefault="00B013C7" w:rsidP="00B013C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Сафиуллина</w:t>
            </w:r>
          </w:p>
          <w:p w14:paraId="56A73D53" w14:textId="77777777" w:rsidR="00B013C7" w:rsidRPr="00B013C7" w:rsidRDefault="00B013C7" w:rsidP="00B013C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1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Валентина Михайловна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E884D2" w14:textId="77777777" w:rsidR="007B3ED6" w:rsidRDefault="00B013C7" w:rsidP="00B013C7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B013C7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ГБОУ Уфимская специальная (коррекционная) общеобразовательная школа</w:t>
            </w:r>
          </w:p>
          <w:p w14:paraId="3B3C6D2B" w14:textId="77777777" w:rsidR="00B013C7" w:rsidRPr="00B013C7" w:rsidRDefault="00B013C7" w:rsidP="00B013C7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B013C7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  <w:lang w:val="en-US"/>
              </w:rPr>
              <w:t>VI</w:t>
            </w:r>
            <w:r w:rsidRPr="00B013C7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 xml:space="preserve"> вида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34CE49" w14:textId="77777777" w:rsidR="00B013C7" w:rsidRPr="00B013C7" w:rsidRDefault="00B013C7" w:rsidP="00B013C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B013C7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воспитатель</w:t>
            </w:r>
          </w:p>
        </w:tc>
      </w:tr>
    </w:tbl>
    <w:p w14:paraId="24A69BE3" w14:textId="77777777" w:rsidR="00B013C7" w:rsidRPr="00B013C7" w:rsidRDefault="00B013C7" w:rsidP="00B013C7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6B725E3" w14:textId="77777777" w:rsidR="00B013C7" w:rsidRPr="00B013C7" w:rsidRDefault="00B013C7" w:rsidP="00B013C7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B3547CF" w14:textId="77777777" w:rsidR="00B013C7" w:rsidRPr="00B013C7" w:rsidRDefault="00B013C7" w:rsidP="00B013C7">
      <w:pPr>
        <w:pStyle w:val="Standard"/>
        <w:spacing w:line="276" w:lineRule="auto"/>
        <w:jc w:val="center"/>
        <w:rPr>
          <w:rFonts w:cs="Times New Roman"/>
          <w:b/>
          <w:bCs/>
          <w:color w:val="000000" w:themeColor="text1"/>
          <w:lang w:val="ru-RU"/>
        </w:rPr>
      </w:pPr>
    </w:p>
    <w:p w14:paraId="2610C1F1" w14:textId="77777777" w:rsidR="005A6E58" w:rsidRDefault="005A6E58" w:rsidP="00B013C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6BED0A0C" w14:textId="77777777" w:rsidR="005A6E58" w:rsidRDefault="005A6E58" w:rsidP="00C3065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7FA763D8" w14:textId="77777777" w:rsidR="005A6E58" w:rsidRPr="00C30652" w:rsidRDefault="005A6E58" w:rsidP="00C3065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53AE4E7A" w14:textId="77777777" w:rsidR="00726C37" w:rsidRPr="00C30652" w:rsidRDefault="00726C37" w:rsidP="00C30652">
      <w:pPr>
        <w:spacing w:after="0"/>
        <w:ind w:firstLine="851"/>
        <w:jc w:val="right"/>
        <w:rPr>
          <w:rFonts w:ascii="Times New Roman" w:hAnsi="Times New Roman" w:cs="Times New Roman"/>
          <w:i/>
          <w:sz w:val="24"/>
          <w:szCs w:val="24"/>
        </w:rPr>
      </w:pPr>
    </w:p>
    <w:p w14:paraId="610585A5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BE4F74A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9EF9E63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89C00E6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3DB5597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06F5A1F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AE1300D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BFD45ED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E7081D1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D311E57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065F3B5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2432339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4AB0B96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0E85714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C616F16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0EF6A26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BC7EE65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0119A8A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E629817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771A337" w14:textId="77777777" w:rsidR="00061946" w:rsidRDefault="00061946" w:rsidP="0006194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Приложение №2  к приказу Министерства образования</w:t>
      </w:r>
    </w:p>
    <w:p w14:paraId="3D8F4E5F" w14:textId="77777777" w:rsidR="00061946" w:rsidRPr="00BE3CB8" w:rsidRDefault="00061946" w:rsidP="00061946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14:paraId="3DBE60BD" w14:textId="77777777" w:rsidR="00061946" w:rsidRDefault="00061946" w:rsidP="0006194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14:paraId="4B91FE6A" w14:textId="77777777" w:rsidR="00061946" w:rsidRDefault="00061946" w:rsidP="0006194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14:paraId="3AD9F47C" w14:textId="77777777" w:rsidR="00061946" w:rsidRDefault="00061946" w:rsidP="00061946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14:paraId="568519EE" w14:textId="77777777" w:rsidR="00061946" w:rsidRPr="00FD0F2C" w:rsidRDefault="00061946" w:rsidP="00061946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4B4093FB" w14:textId="77777777" w:rsidR="00726C37" w:rsidRDefault="00726C37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6E58">
        <w:rPr>
          <w:rFonts w:ascii="Times New Roman" w:hAnsi="Times New Roman" w:cs="Times New Roman"/>
          <w:b/>
          <w:sz w:val="24"/>
          <w:szCs w:val="24"/>
        </w:rPr>
        <w:t>ГАОУ СПО «Уфимский топливно-энергетический колледж», г.Уфа</w:t>
      </w:r>
    </w:p>
    <w:p w14:paraId="0779D9D5" w14:textId="77777777" w:rsidR="005A6E58" w:rsidRPr="005A6E58" w:rsidRDefault="005A6E58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5104"/>
        <w:gridCol w:w="4819"/>
      </w:tblGrid>
      <w:tr w:rsidR="00726C37" w:rsidRPr="005A6E58" w14:paraId="23B7DEEF" w14:textId="77777777" w:rsidTr="005A6E58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A66517" w14:textId="77777777" w:rsidR="00726C37" w:rsidRP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8123B5" w14:textId="77777777" w:rsidR="00726C37" w:rsidRP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Ф.И.О.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43B65D" w14:textId="77777777" w:rsidR="00726C37" w:rsidRP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726C37" w:rsidRPr="005A6E58" w14:paraId="25B394F5" w14:textId="77777777" w:rsidTr="005A6E58">
        <w:trPr>
          <w:trHeight w:val="4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045CC" w14:textId="77777777" w:rsidR="00726C37" w:rsidRP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28E2F" w14:textId="77777777" w:rsid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sz w:val="24"/>
                <w:szCs w:val="24"/>
              </w:rPr>
              <w:t xml:space="preserve">Янгубаева </w:t>
            </w:r>
          </w:p>
          <w:p w14:paraId="20056A35" w14:textId="77777777" w:rsidR="00726C37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sz w:val="24"/>
                <w:szCs w:val="24"/>
              </w:rPr>
              <w:t xml:space="preserve"> Альфия Шакирьяновна</w:t>
            </w:r>
          </w:p>
          <w:p w14:paraId="0AC83186" w14:textId="77777777" w:rsidR="007B3ED6" w:rsidRPr="005A6E58" w:rsidRDefault="007B3ED6" w:rsidP="005A6E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092FC" w14:textId="77777777" w:rsidR="00726C37" w:rsidRP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</w:tbl>
    <w:p w14:paraId="75663273" w14:textId="77777777" w:rsidR="00726C37" w:rsidRPr="005A6E58" w:rsidRDefault="00726C37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CAA4F80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CB8C6BA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7ACB6B2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7E99E6E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86FE502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7B17217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D72B991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545C804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1172137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F61F3B4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BCF0720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0511C16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2AF3A15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753F30C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A9FEEC6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497EC7D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358209F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6E849DA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8662515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1A97E42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E5D6579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00A8EF9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01BD341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6843491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8E14AE3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602A063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DCFB919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4FCEAB2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5C476D3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D0F2D0F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A4058F7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1A1BE44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50D1BEE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2F56283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AD10864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03BC524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0069D45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8CC1377" w14:textId="77777777" w:rsidR="00061946" w:rsidRDefault="00061946" w:rsidP="0006194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Приложение №2  к приказу Министерства образования</w:t>
      </w:r>
    </w:p>
    <w:p w14:paraId="7813BBA9" w14:textId="77777777" w:rsidR="00061946" w:rsidRPr="00BE3CB8" w:rsidRDefault="00061946" w:rsidP="00061946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14:paraId="28134958" w14:textId="77777777" w:rsidR="00061946" w:rsidRDefault="00061946" w:rsidP="0006194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14:paraId="06F16DB1" w14:textId="77777777" w:rsidR="00061946" w:rsidRDefault="00061946" w:rsidP="0006194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14:paraId="7709E608" w14:textId="77777777" w:rsidR="00061946" w:rsidRDefault="00061946" w:rsidP="00061946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14:paraId="51CAACBA" w14:textId="77777777" w:rsidR="00061946" w:rsidRPr="00FD0F2C" w:rsidRDefault="00061946" w:rsidP="00061946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67514418" w14:textId="77777777" w:rsidR="00726C37" w:rsidRDefault="00726C37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6E58">
        <w:rPr>
          <w:rFonts w:ascii="Times New Roman" w:hAnsi="Times New Roman" w:cs="Times New Roman"/>
          <w:b/>
          <w:sz w:val="24"/>
          <w:szCs w:val="24"/>
        </w:rPr>
        <w:t>ГБОУ СПО «Уфимский автотранспортный колледж», г.Уфа</w:t>
      </w:r>
    </w:p>
    <w:p w14:paraId="33AE3578" w14:textId="77777777" w:rsidR="005A6E58" w:rsidRPr="005A6E58" w:rsidRDefault="005A6E58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5104"/>
        <w:gridCol w:w="4819"/>
      </w:tblGrid>
      <w:tr w:rsidR="00726C37" w:rsidRPr="005A6E58" w14:paraId="0B6CBCE1" w14:textId="77777777" w:rsidTr="005A6E58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4613E3" w14:textId="77777777" w:rsidR="00726C37" w:rsidRP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75B665" w14:textId="77777777" w:rsidR="00726C37" w:rsidRP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Ф.И.О.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E30CBE" w14:textId="77777777" w:rsidR="00726C37" w:rsidRP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726C37" w:rsidRPr="005A6E58" w14:paraId="1B4D031C" w14:textId="77777777" w:rsidTr="005A6E58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96ADC5" w14:textId="77777777" w:rsidR="00726C37" w:rsidRP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55AF2" w14:textId="77777777" w:rsid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sz w:val="24"/>
                <w:szCs w:val="24"/>
              </w:rPr>
              <w:t>Ахмерова</w:t>
            </w:r>
          </w:p>
          <w:p w14:paraId="5CCEE3D5" w14:textId="77777777" w:rsidR="00726C37" w:rsidRP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sz w:val="24"/>
                <w:szCs w:val="24"/>
              </w:rPr>
              <w:t xml:space="preserve"> Зиля Рафитовна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74E21" w14:textId="77777777" w:rsidR="00726C37" w:rsidRP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</w:tbl>
    <w:p w14:paraId="747D08B5" w14:textId="77777777" w:rsidR="00726C37" w:rsidRPr="005A6E58" w:rsidRDefault="00726C37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BC40927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AA011AF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9D32B6F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5361865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75290B7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58694E6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70AFBEB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B6F4156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62A4759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F0009A1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F7E5FB2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E2A1364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F36DA76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667D9BA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9188DE2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E0804B8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4A9FD15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85EDA3B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9E6EDD6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B3F13DE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DE9FF7F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4FB686F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BE20DC4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A36EED1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874C73A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30BED37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B981518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46E29D0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146E036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71454AF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201619E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A0AAC08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676B39C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2D50F2A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2B3672C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789BD35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A2C52E6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17527AF" w14:textId="77777777" w:rsidR="00061946" w:rsidRDefault="00061946" w:rsidP="0006194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Приложение №2  к приказу Министерства образования</w:t>
      </w:r>
    </w:p>
    <w:p w14:paraId="26802E28" w14:textId="77777777" w:rsidR="00061946" w:rsidRPr="00BE3CB8" w:rsidRDefault="00061946" w:rsidP="00061946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14:paraId="1E77763F" w14:textId="77777777" w:rsidR="00061946" w:rsidRDefault="00061946" w:rsidP="0006194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14:paraId="68000DD3" w14:textId="77777777" w:rsidR="00061946" w:rsidRDefault="00061946" w:rsidP="0006194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14:paraId="651F47AB" w14:textId="77777777" w:rsidR="00061946" w:rsidRDefault="00061946" w:rsidP="00061946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14:paraId="7C0D5A29" w14:textId="77777777" w:rsidR="00061946" w:rsidRPr="00FD0F2C" w:rsidRDefault="00061946" w:rsidP="00061946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2748DE71" w14:textId="77777777" w:rsidR="00726C37" w:rsidRDefault="00726C37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6E58">
        <w:rPr>
          <w:rFonts w:ascii="Times New Roman" w:hAnsi="Times New Roman" w:cs="Times New Roman"/>
          <w:b/>
          <w:sz w:val="24"/>
          <w:szCs w:val="24"/>
        </w:rPr>
        <w:t>ГАОУ СПО Кумертауский горный колледж, г.Кумертау</w:t>
      </w:r>
    </w:p>
    <w:p w14:paraId="318A5F28" w14:textId="77777777" w:rsidR="005A6E58" w:rsidRPr="005A6E58" w:rsidRDefault="005A6E58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5104"/>
        <w:gridCol w:w="4819"/>
      </w:tblGrid>
      <w:tr w:rsidR="00726C37" w:rsidRPr="005A6E58" w14:paraId="0385E75A" w14:textId="77777777" w:rsidTr="005A6E58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714DA9" w14:textId="77777777" w:rsidR="00726C37" w:rsidRP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BD14DA" w14:textId="77777777" w:rsidR="00726C37" w:rsidRPr="005A6E58" w:rsidRDefault="007B3ED6" w:rsidP="005A6E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</w:t>
            </w:r>
            <w:r w:rsidR="00726C37" w:rsidRPr="005A6E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D5BB79" w14:textId="77777777" w:rsidR="00726C37" w:rsidRP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726C37" w:rsidRPr="005A6E58" w14:paraId="590C1E2B" w14:textId="77777777" w:rsidTr="005A6E58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092BBB" w14:textId="77777777" w:rsidR="00726C37" w:rsidRP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F7C13" w14:textId="77777777" w:rsidR="005A6E58" w:rsidRDefault="00726C37" w:rsidP="005A6E5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sz w:val="24"/>
                <w:szCs w:val="24"/>
              </w:rPr>
              <w:t xml:space="preserve">Хакимова </w:t>
            </w:r>
          </w:p>
          <w:p w14:paraId="05A7C843" w14:textId="77777777" w:rsidR="00726C37" w:rsidRPr="005A6E58" w:rsidRDefault="00726C37" w:rsidP="005A6E5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sz w:val="24"/>
                <w:szCs w:val="24"/>
              </w:rPr>
              <w:t>Оксана Фанисовна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A6046" w14:textId="77777777" w:rsidR="00726C37" w:rsidRP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</w:tbl>
    <w:p w14:paraId="40EE2F10" w14:textId="77777777" w:rsidR="00726C37" w:rsidRPr="005A6E58" w:rsidRDefault="00726C37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C9051AE" w14:textId="77777777" w:rsidR="005A6E58" w:rsidRDefault="005A6E58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79A4406" w14:textId="77777777" w:rsidR="005A6E58" w:rsidRDefault="005A6E58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4305C6B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E563E3A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D9E0A3D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2FBB7D3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DC8089E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DFF95FA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12965F9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C39C63D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F77089E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4929C59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784BB0D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A08CED2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EF313BF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E496ED7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22DE986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6649518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BB88446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0B74102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1459974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61CEC07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E97B02B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C4E4379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17F81B3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39F9CE5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D52FA79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35FC269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BB1F071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461DEAA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9A801C3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D588628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81F912A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E10A990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045C0B9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EFF30A8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EFA6065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650C17B" w14:textId="77777777" w:rsidR="00061946" w:rsidRDefault="00061946" w:rsidP="0006194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Приложение №2  к приказу Министерства образования</w:t>
      </w:r>
    </w:p>
    <w:p w14:paraId="531B6DC4" w14:textId="77777777" w:rsidR="00061946" w:rsidRPr="00BE3CB8" w:rsidRDefault="00061946" w:rsidP="00061946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14:paraId="5E4EC920" w14:textId="77777777" w:rsidR="00061946" w:rsidRDefault="00061946" w:rsidP="0006194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14:paraId="0F86B110" w14:textId="77777777" w:rsidR="00061946" w:rsidRDefault="00061946" w:rsidP="0006194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14:paraId="3D435D86" w14:textId="77777777" w:rsidR="00061946" w:rsidRDefault="00061946" w:rsidP="00061946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14:paraId="5C67A5AF" w14:textId="77777777" w:rsidR="00061946" w:rsidRPr="00FD0F2C" w:rsidRDefault="00061946" w:rsidP="00061946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0F4C19C5" w14:textId="77777777" w:rsidR="00726C37" w:rsidRDefault="00726C37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6E58">
        <w:rPr>
          <w:rFonts w:ascii="Times New Roman" w:hAnsi="Times New Roman" w:cs="Times New Roman"/>
          <w:b/>
          <w:sz w:val="24"/>
          <w:szCs w:val="24"/>
        </w:rPr>
        <w:t>ГБОУ СПО «Туймазинский педагогический колледж», г.Туймазы</w:t>
      </w:r>
    </w:p>
    <w:p w14:paraId="75856352" w14:textId="77777777" w:rsidR="005A6E58" w:rsidRPr="005A6E58" w:rsidRDefault="005A6E58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5104"/>
        <w:gridCol w:w="4819"/>
      </w:tblGrid>
      <w:tr w:rsidR="00726C37" w:rsidRPr="005A6E58" w14:paraId="5DDE5F79" w14:textId="77777777" w:rsidTr="005A6E58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4028F1" w14:textId="77777777" w:rsidR="00726C37" w:rsidRP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6F6B75" w14:textId="77777777" w:rsidR="00726C37" w:rsidRP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Ф.И.О.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7A5367" w14:textId="77777777" w:rsidR="00726C37" w:rsidRP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726C37" w:rsidRPr="005A6E58" w14:paraId="541BCF10" w14:textId="77777777" w:rsidTr="005A6E58">
        <w:trPr>
          <w:trHeight w:val="4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1829E" w14:textId="77777777" w:rsidR="00726C37" w:rsidRP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CC32F" w14:textId="77777777" w:rsid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sz w:val="24"/>
                <w:szCs w:val="24"/>
              </w:rPr>
              <w:t xml:space="preserve">Валиуллина </w:t>
            </w:r>
          </w:p>
          <w:p w14:paraId="2ED8CF79" w14:textId="77777777" w:rsidR="00726C37" w:rsidRP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sz w:val="24"/>
                <w:szCs w:val="24"/>
              </w:rPr>
              <w:t>Эльмира Вилюровна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C0FED" w14:textId="77777777" w:rsidR="00726C37" w:rsidRP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726C37" w:rsidRPr="005A6E58" w14:paraId="09B01A89" w14:textId="77777777" w:rsidTr="005A6E58">
        <w:trPr>
          <w:trHeight w:val="4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37C18" w14:textId="77777777" w:rsidR="00726C37" w:rsidRP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C720C" w14:textId="77777777" w:rsid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sz w:val="24"/>
                <w:szCs w:val="24"/>
              </w:rPr>
              <w:t xml:space="preserve">Живаева </w:t>
            </w:r>
          </w:p>
          <w:p w14:paraId="594FFB38" w14:textId="77777777" w:rsidR="00726C37" w:rsidRP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sz w:val="24"/>
                <w:szCs w:val="24"/>
              </w:rPr>
              <w:t>Кристина Александровна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56A68" w14:textId="77777777" w:rsidR="00726C37" w:rsidRP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726C37" w:rsidRPr="005A6E58" w14:paraId="147CF37E" w14:textId="77777777" w:rsidTr="005A6E58">
        <w:trPr>
          <w:trHeight w:val="4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6ABE6" w14:textId="77777777" w:rsidR="00726C37" w:rsidRP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D5DE2" w14:textId="77777777" w:rsidR="005A6E58" w:rsidRDefault="00726C37" w:rsidP="005A6E5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sz w:val="24"/>
                <w:szCs w:val="24"/>
              </w:rPr>
              <w:t xml:space="preserve">Саитова </w:t>
            </w:r>
          </w:p>
          <w:p w14:paraId="0C77A44F" w14:textId="77777777" w:rsidR="00726C37" w:rsidRPr="005A6E58" w:rsidRDefault="00726C37" w:rsidP="005A6E5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sz w:val="24"/>
                <w:szCs w:val="24"/>
              </w:rPr>
              <w:t>Алия Равилевна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7322E" w14:textId="77777777" w:rsidR="00726C37" w:rsidRP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726C37" w:rsidRPr="005A6E58" w14:paraId="36EEF3F5" w14:textId="77777777" w:rsidTr="005A6E58">
        <w:trPr>
          <w:trHeight w:val="4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5E804" w14:textId="77777777" w:rsidR="00726C37" w:rsidRP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2A09E" w14:textId="77777777" w:rsid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sz w:val="24"/>
                <w:szCs w:val="24"/>
              </w:rPr>
              <w:t xml:space="preserve">Терегулова </w:t>
            </w:r>
          </w:p>
          <w:p w14:paraId="7C08ABF4" w14:textId="77777777" w:rsidR="00726C37" w:rsidRP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sz w:val="24"/>
                <w:szCs w:val="24"/>
              </w:rPr>
              <w:t>Гульшат Миргасимовна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9B8AF" w14:textId="77777777" w:rsidR="00726C37" w:rsidRP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</w:tbl>
    <w:p w14:paraId="0811C484" w14:textId="77777777" w:rsidR="00726C37" w:rsidRPr="005A6E58" w:rsidRDefault="00726C37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CACAC82" w14:textId="77777777" w:rsidR="00726C37" w:rsidRPr="005A6E58" w:rsidRDefault="00726C37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762C5AC" w14:textId="77777777" w:rsidR="005A6E58" w:rsidRDefault="005A6E58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3465E82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DA460D7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623FA1E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D3EF47E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33643F6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3DA2B6E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3C0E67D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A5726D9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C7A19B6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33954E1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979F5A8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6D21789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4DD8CA8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269D11E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0881556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FA748E0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FA3B8E6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6F9559A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655CD22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4AB898A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3C83419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2836910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6627DAE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B7C4137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8DEE658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A37B87A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6ACF97C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4EBE9BB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972830D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91A5494" w14:textId="77777777" w:rsidR="00061946" w:rsidRDefault="00061946" w:rsidP="0006194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Приложение №2  к приказу Министерства образования</w:t>
      </w:r>
    </w:p>
    <w:p w14:paraId="722B76D9" w14:textId="77777777" w:rsidR="00061946" w:rsidRPr="00BE3CB8" w:rsidRDefault="00061946" w:rsidP="00061946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14:paraId="087B4ECF" w14:textId="77777777" w:rsidR="00061946" w:rsidRDefault="00061946" w:rsidP="0006194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14:paraId="7D8B04EE" w14:textId="77777777" w:rsidR="00061946" w:rsidRDefault="00061946" w:rsidP="0006194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14:paraId="59492555" w14:textId="77777777" w:rsidR="00061946" w:rsidRDefault="00061946" w:rsidP="00061946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14:paraId="662A05EB" w14:textId="77777777" w:rsidR="00061946" w:rsidRPr="00FD0F2C" w:rsidRDefault="00061946" w:rsidP="00061946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7531F29E" w14:textId="77777777" w:rsidR="00726C37" w:rsidRDefault="00726C37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6E58">
        <w:rPr>
          <w:rFonts w:ascii="Times New Roman" w:hAnsi="Times New Roman" w:cs="Times New Roman"/>
          <w:b/>
          <w:sz w:val="24"/>
          <w:szCs w:val="24"/>
        </w:rPr>
        <w:t>ГБОУ СПО Кушнаренковский педагогический колледж, с.Кушнаренково</w:t>
      </w:r>
    </w:p>
    <w:p w14:paraId="183586F8" w14:textId="77777777" w:rsidR="005A6E58" w:rsidRPr="005A6E58" w:rsidRDefault="005A6E58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5104"/>
        <w:gridCol w:w="4819"/>
      </w:tblGrid>
      <w:tr w:rsidR="00726C37" w:rsidRPr="005A6E58" w14:paraId="682595B5" w14:textId="77777777" w:rsidTr="005A6E58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879D67" w14:textId="77777777" w:rsidR="00726C37" w:rsidRP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AE52EE" w14:textId="77777777" w:rsidR="00726C37" w:rsidRP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Ф.И.О.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B05E7B" w14:textId="77777777" w:rsidR="00726C37" w:rsidRP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726C37" w:rsidRPr="005A6E58" w14:paraId="532C5F21" w14:textId="77777777" w:rsidTr="005A6E58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ED38B8" w14:textId="77777777" w:rsidR="00726C37" w:rsidRP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596E7" w14:textId="77777777" w:rsid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sz w:val="24"/>
                <w:szCs w:val="24"/>
              </w:rPr>
              <w:t xml:space="preserve">Бикбаева </w:t>
            </w:r>
          </w:p>
          <w:p w14:paraId="3A9AEE44" w14:textId="77777777" w:rsidR="00726C37" w:rsidRP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sz w:val="24"/>
                <w:szCs w:val="24"/>
              </w:rPr>
              <w:t>Эльза Гаетхановна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37214" w14:textId="77777777" w:rsidR="00726C37" w:rsidRP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</w:tbl>
    <w:p w14:paraId="684A441C" w14:textId="77777777" w:rsidR="00726C37" w:rsidRPr="005A6E58" w:rsidRDefault="00726C37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423DF2F" w14:textId="77777777" w:rsidR="00726C37" w:rsidRPr="005A6E58" w:rsidRDefault="00726C37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F35CEF6" w14:textId="77777777" w:rsidR="00726C37" w:rsidRPr="005A6E58" w:rsidRDefault="00726C37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E5198BE" w14:textId="77777777" w:rsidR="00726C37" w:rsidRPr="005A6E58" w:rsidRDefault="00726C37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B5DA816" w14:textId="77777777" w:rsidR="00726C37" w:rsidRPr="005A6E58" w:rsidRDefault="00726C37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3061F98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CF6EE9F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82D32E3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906023C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690947C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39D26F8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EECF4B4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374537E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0B3C1CC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B1E6B5A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9093708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19117DC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64D0041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30F9355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7940164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406272E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B19DEFC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A8C4A21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304B300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653C6C3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6FD16C8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65FDEBC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6F0913C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6009AD2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0400CAE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433575D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0AB50B2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7438233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3E6A796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2B7DCCB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29E0D2C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46C1803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1E232C8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DC32110" w14:textId="77777777" w:rsidR="00061946" w:rsidRDefault="00061946" w:rsidP="0006194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Приложение №2  к приказу Министерства образования</w:t>
      </w:r>
    </w:p>
    <w:p w14:paraId="11D826C7" w14:textId="77777777" w:rsidR="00061946" w:rsidRPr="00BE3CB8" w:rsidRDefault="00061946" w:rsidP="00061946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14:paraId="2C544A1B" w14:textId="77777777" w:rsidR="00061946" w:rsidRDefault="00061946" w:rsidP="0006194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14:paraId="38ABAEEC" w14:textId="77777777" w:rsidR="00061946" w:rsidRDefault="00061946" w:rsidP="0006194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14:paraId="2D6267A8" w14:textId="77777777" w:rsidR="00061946" w:rsidRDefault="00061946" w:rsidP="00061946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14:paraId="332F5C4B" w14:textId="77777777" w:rsidR="00061946" w:rsidRPr="00FD0F2C" w:rsidRDefault="00061946" w:rsidP="00061946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3AF46EEE" w14:textId="77777777" w:rsidR="00726C37" w:rsidRDefault="00726C37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6E58">
        <w:rPr>
          <w:rFonts w:ascii="Times New Roman" w:hAnsi="Times New Roman" w:cs="Times New Roman"/>
          <w:b/>
          <w:sz w:val="24"/>
          <w:szCs w:val="24"/>
        </w:rPr>
        <w:t>ГБОУ СПО «Стерлитамакский технологический колледж», г.Стерлитамак</w:t>
      </w:r>
    </w:p>
    <w:p w14:paraId="4E507774" w14:textId="77777777" w:rsidR="005A6E58" w:rsidRPr="005A6E58" w:rsidRDefault="005A6E58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5104"/>
        <w:gridCol w:w="4819"/>
      </w:tblGrid>
      <w:tr w:rsidR="00726C37" w:rsidRPr="005A6E58" w14:paraId="1D7D385E" w14:textId="77777777" w:rsidTr="005A6E58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037290" w14:textId="77777777" w:rsidR="00726C37" w:rsidRP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4EB47D" w14:textId="77777777" w:rsidR="00726C37" w:rsidRP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Ф.И.О.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6EDF67" w14:textId="77777777" w:rsidR="00726C37" w:rsidRP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726C37" w:rsidRPr="005A6E58" w14:paraId="664CD764" w14:textId="77777777" w:rsidTr="005A6E58">
        <w:trPr>
          <w:trHeight w:val="4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823FB" w14:textId="77777777" w:rsidR="00726C37" w:rsidRP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954B9" w14:textId="77777777" w:rsid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sz w:val="24"/>
                <w:szCs w:val="24"/>
              </w:rPr>
              <w:t xml:space="preserve">Опалева  </w:t>
            </w:r>
          </w:p>
          <w:p w14:paraId="13F41B18" w14:textId="77777777" w:rsidR="00726C37" w:rsidRP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sz w:val="24"/>
                <w:szCs w:val="24"/>
              </w:rPr>
              <w:t>Ирина  Викторовна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0320D" w14:textId="77777777" w:rsidR="00726C37" w:rsidRP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</w:tbl>
    <w:p w14:paraId="2CEFF9C9" w14:textId="77777777" w:rsidR="00726C37" w:rsidRPr="005A6E58" w:rsidRDefault="00726C37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D4E616D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2FC3811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0FF90C1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7613F3E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8C3DC0F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CDDD735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595E917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31BF338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24E7959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792022F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76A770D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A66247C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B927F11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E2176BC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4D4CFAE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33027B2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96F9733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90880ED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6470F8A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F2BFC51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57BB1CD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560E16A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0B44E1C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02587A0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AD0DDEA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9DE3D36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DDF2D56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5DB2B96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423F02F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1C21AFB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E91FC35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1853BBE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F51D498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155ACA1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ECC5510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FE7FF9C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245D160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B7E1136" w14:textId="77777777" w:rsidR="00061946" w:rsidRDefault="00061946" w:rsidP="0006194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Приложение №2  к приказу Министерства образования</w:t>
      </w:r>
    </w:p>
    <w:p w14:paraId="5E672D71" w14:textId="77777777" w:rsidR="00061946" w:rsidRPr="00BE3CB8" w:rsidRDefault="00061946" w:rsidP="00061946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14:paraId="37472663" w14:textId="77777777" w:rsidR="00061946" w:rsidRDefault="00061946" w:rsidP="0006194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14:paraId="3F9871BE" w14:textId="77777777" w:rsidR="00061946" w:rsidRDefault="00061946" w:rsidP="0006194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14:paraId="56504E54" w14:textId="77777777" w:rsidR="00061946" w:rsidRDefault="00061946" w:rsidP="00061946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14:paraId="61D9D138" w14:textId="77777777" w:rsidR="00061946" w:rsidRPr="00FD0F2C" w:rsidRDefault="00061946" w:rsidP="00061946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7C3C2FFA" w14:textId="77777777" w:rsidR="00726C37" w:rsidRDefault="00726C37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6E58">
        <w:rPr>
          <w:rFonts w:ascii="Times New Roman" w:hAnsi="Times New Roman" w:cs="Times New Roman"/>
          <w:b/>
          <w:sz w:val="24"/>
          <w:szCs w:val="24"/>
        </w:rPr>
        <w:t>ГБОУ СПО «Стерлитамакский политехнический техникум», г.Стерлитамак</w:t>
      </w:r>
    </w:p>
    <w:p w14:paraId="2C097379" w14:textId="77777777" w:rsidR="005A6E58" w:rsidRPr="005A6E58" w:rsidRDefault="005A6E58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5104"/>
        <w:gridCol w:w="4819"/>
      </w:tblGrid>
      <w:tr w:rsidR="00726C37" w:rsidRPr="005A6E58" w14:paraId="734938FD" w14:textId="77777777" w:rsidTr="005A6E58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9FA0C8" w14:textId="77777777" w:rsidR="00726C37" w:rsidRP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E7D87E" w14:textId="77777777" w:rsidR="00726C37" w:rsidRP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Ф.И.О.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6950AF" w14:textId="77777777" w:rsidR="00726C37" w:rsidRP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726C37" w:rsidRPr="005A6E58" w14:paraId="3D2ADB31" w14:textId="77777777" w:rsidTr="005A6E58">
        <w:trPr>
          <w:trHeight w:val="4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C45EF" w14:textId="77777777" w:rsidR="00726C37" w:rsidRP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3BD9C" w14:textId="77777777" w:rsid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sz w:val="24"/>
                <w:szCs w:val="24"/>
              </w:rPr>
              <w:t>Лукьянцева</w:t>
            </w:r>
          </w:p>
          <w:p w14:paraId="187DF712" w14:textId="77777777" w:rsidR="00726C37" w:rsidRP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Алексеевна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C2882" w14:textId="77777777" w:rsidR="00726C37" w:rsidRP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726C37" w:rsidRPr="005A6E58" w14:paraId="78F49C95" w14:textId="77777777" w:rsidTr="005A6E58">
        <w:trPr>
          <w:trHeight w:val="4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7CA15" w14:textId="77777777" w:rsidR="00726C37" w:rsidRP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054F6" w14:textId="77777777" w:rsid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sz w:val="24"/>
                <w:szCs w:val="24"/>
              </w:rPr>
              <w:t xml:space="preserve">Петрова </w:t>
            </w:r>
          </w:p>
          <w:p w14:paraId="3347FFDD" w14:textId="77777777" w:rsidR="00726C37" w:rsidRP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sz w:val="24"/>
                <w:szCs w:val="24"/>
              </w:rPr>
              <w:t>Валентина Николаевна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F985A" w14:textId="77777777" w:rsidR="00726C37" w:rsidRP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726C37" w:rsidRPr="005A6E58" w14:paraId="21706B51" w14:textId="77777777" w:rsidTr="005A6E58">
        <w:trPr>
          <w:trHeight w:val="4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7E727" w14:textId="77777777" w:rsidR="00726C37" w:rsidRP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BBA15" w14:textId="77777777" w:rsid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sz w:val="24"/>
                <w:szCs w:val="24"/>
              </w:rPr>
              <w:t xml:space="preserve">Яковлева </w:t>
            </w:r>
          </w:p>
          <w:p w14:paraId="1C7E7539" w14:textId="77777777" w:rsidR="00726C37" w:rsidRP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sz w:val="24"/>
                <w:szCs w:val="24"/>
              </w:rPr>
              <w:t>Екатерина Александровна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3CB06" w14:textId="77777777" w:rsidR="00726C37" w:rsidRP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sz w:val="24"/>
                <w:szCs w:val="24"/>
              </w:rPr>
              <w:t>мастер производственного обучения</w:t>
            </w:r>
          </w:p>
        </w:tc>
      </w:tr>
    </w:tbl>
    <w:p w14:paraId="70D1B680" w14:textId="77777777" w:rsidR="00726C37" w:rsidRPr="005A6E58" w:rsidRDefault="00726C37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8532F8E" w14:textId="77777777" w:rsidR="005A6E58" w:rsidRDefault="005A6E58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A54395E" w14:textId="77777777" w:rsidR="005A6E58" w:rsidRDefault="005A6E58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C29C2BC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9207C3E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E4B171C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1C27D0B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D43C9BE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C9F4116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490C947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1866BEF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CE759B5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2696334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00F6B54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A953A28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9E4C356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826738F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62C336D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8BDCDD1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48D9016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5DD6893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A0174F2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4F01B77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A5A7CDF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C754C49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AFC34C2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880BEB6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E21037D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38FB52A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B25F589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A49441E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7C6E0FC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3B1CBDB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6E68620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4B42CF3" w14:textId="77777777" w:rsidR="00061946" w:rsidRDefault="00061946" w:rsidP="0006194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Приложение №2  к приказу Министерства образования</w:t>
      </w:r>
    </w:p>
    <w:p w14:paraId="1F2D5061" w14:textId="77777777" w:rsidR="00061946" w:rsidRPr="00BE3CB8" w:rsidRDefault="00061946" w:rsidP="00061946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14:paraId="28715482" w14:textId="77777777" w:rsidR="00061946" w:rsidRDefault="00061946" w:rsidP="0006194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14:paraId="1EC3CCB4" w14:textId="77777777" w:rsidR="00061946" w:rsidRDefault="00061946" w:rsidP="0006194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14:paraId="5890E82F" w14:textId="77777777" w:rsidR="00061946" w:rsidRDefault="00061946" w:rsidP="00061946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14:paraId="4A284843" w14:textId="77777777" w:rsidR="00061946" w:rsidRPr="00FD0F2C" w:rsidRDefault="00061946" w:rsidP="00061946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06690F7B" w14:textId="77777777" w:rsidR="00726C37" w:rsidRDefault="00726C37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6E58">
        <w:rPr>
          <w:rFonts w:ascii="Times New Roman" w:hAnsi="Times New Roman" w:cs="Times New Roman"/>
          <w:b/>
          <w:sz w:val="24"/>
          <w:szCs w:val="24"/>
        </w:rPr>
        <w:t>ГБПОУ Стерлитамакский химико-технологический колледж, г.Стерлитамак</w:t>
      </w:r>
    </w:p>
    <w:p w14:paraId="07838CB2" w14:textId="77777777" w:rsidR="005A6E58" w:rsidRPr="005A6E58" w:rsidRDefault="005A6E58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5104"/>
        <w:gridCol w:w="4819"/>
      </w:tblGrid>
      <w:tr w:rsidR="00726C37" w:rsidRPr="005A6E58" w14:paraId="58658379" w14:textId="77777777" w:rsidTr="005A6E58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B9462E" w14:textId="77777777" w:rsidR="00726C37" w:rsidRP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C6316C" w14:textId="77777777" w:rsidR="00726C37" w:rsidRP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Ф.И.О.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62C67D" w14:textId="77777777" w:rsidR="00726C37" w:rsidRP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726C37" w:rsidRPr="005A6E58" w14:paraId="0E6C3FFA" w14:textId="77777777" w:rsidTr="005A6E58">
        <w:trPr>
          <w:trHeight w:val="4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19F89" w14:textId="77777777" w:rsidR="00726C37" w:rsidRP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217CC" w14:textId="77777777" w:rsidR="005A6E58" w:rsidRDefault="00726C37" w:rsidP="005A6E58">
            <w:pPr>
              <w:spacing w:after="0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sz w:val="24"/>
                <w:szCs w:val="24"/>
              </w:rPr>
              <w:t xml:space="preserve">Крылова </w:t>
            </w:r>
          </w:p>
          <w:p w14:paraId="1657BC76" w14:textId="77777777" w:rsidR="00726C37" w:rsidRPr="005A6E58" w:rsidRDefault="00726C37" w:rsidP="005A6E58">
            <w:pPr>
              <w:spacing w:after="0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sz w:val="24"/>
                <w:szCs w:val="24"/>
              </w:rPr>
              <w:t>Валентина Михайловна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5BC0E" w14:textId="77777777" w:rsidR="00726C37" w:rsidRP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726C37" w:rsidRPr="005A6E58" w14:paraId="1D75EB1B" w14:textId="77777777" w:rsidTr="005A6E58">
        <w:trPr>
          <w:trHeight w:val="4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F19F5" w14:textId="77777777" w:rsidR="00726C37" w:rsidRP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3B86D" w14:textId="77777777" w:rsidR="005A6E58" w:rsidRDefault="00726C37" w:rsidP="005A6E58">
            <w:pPr>
              <w:spacing w:after="0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sz w:val="24"/>
                <w:szCs w:val="24"/>
              </w:rPr>
              <w:t xml:space="preserve">Назарова </w:t>
            </w:r>
          </w:p>
          <w:p w14:paraId="56F70111" w14:textId="77777777" w:rsidR="00726C37" w:rsidRPr="005A6E58" w:rsidRDefault="00726C37" w:rsidP="005A6E58">
            <w:pPr>
              <w:spacing w:after="0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sz w:val="24"/>
                <w:szCs w:val="24"/>
              </w:rPr>
              <w:t>Зелида Валеевна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0D05A" w14:textId="77777777" w:rsidR="00726C37" w:rsidRP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726C37" w:rsidRPr="005A6E58" w14:paraId="734DCEFF" w14:textId="77777777" w:rsidTr="005A6E58">
        <w:trPr>
          <w:trHeight w:val="4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93F8D" w14:textId="77777777" w:rsidR="00726C37" w:rsidRP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7EEC5" w14:textId="77777777" w:rsidR="005A6E58" w:rsidRDefault="00726C37" w:rsidP="005A6E58">
            <w:pPr>
              <w:spacing w:after="0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sz w:val="24"/>
                <w:szCs w:val="24"/>
              </w:rPr>
              <w:t xml:space="preserve">Назарова </w:t>
            </w:r>
          </w:p>
          <w:p w14:paraId="3DAFE0A5" w14:textId="77777777" w:rsidR="00726C37" w:rsidRPr="005A6E58" w:rsidRDefault="00726C37" w:rsidP="005A6E58">
            <w:pPr>
              <w:spacing w:after="0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sz w:val="24"/>
                <w:szCs w:val="24"/>
              </w:rPr>
              <w:t>Татьяна Викторовна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9F522" w14:textId="77777777" w:rsidR="00726C37" w:rsidRP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726C37" w:rsidRPr="005A6E58" w14:paraId="01C829C4" w14:textId="77777777" w:rsidTr="005A6E58">
        <w:trPr>
          <w:trHeight w:val="4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B0EF1" w14:textId="77777777" w:rsidR="00726C37" w:rsidRP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8E23B" w14:textId="77777777" w:rsidR="005A6E58" w:rsidRDefault="00726C37" w:rsidP="005A6E58">
            <w:pPr>
              <w:spacing w:after="0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sz w:val="24"/>
                <w:szCs w:val="24"/>
              </w:rPr>
              <w:t xml:space="preserve">Селиверстова </w:t>
            </w:r>
          </w:p>
          <w:p w14:paraId="011BD17F" w14:textId="77777777" w:rsidR="00726C37" w:rsidRPr="005A6E58" w:rsidRDefault="00726C37" w:rsidP="005A6E58">
            <w:pPr>
              <w:spacing w:after="0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sz w:val="24"/>
                <w:szCs w:val="24"/>
              </w:rPr>
              <w:t>Елена Петровна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0A35F" w14:textId="77777777" w:rsidR="00726C37" w:rsidRP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</w:tbl>
    <w:p w14:paraId="76F6F04C" w14:textId="77777777" w:rsidR="00726C37" w:rsidRPr="005A6E58" w:rsidRDefault="00726C37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A6D7C9F" w14:textId="77777777" w:rsidR="005A6E58" w:rsidRDefault="005A6E58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552D33A" w14:textId="77777777" w:rsidR="005A6E58" w:rsidRDefault="005A6E58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57E2E76" w14:textId="77777777" w:rsidR="005A6E58" w:rsidRDefault="005A6E58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4C94F44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9F2BAD9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FF6D3D2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B2919F3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2D54005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A05B0E6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7601A0E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CD47542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DA34D94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CE3F01E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F7FA86E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F6D75A0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5466A19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960F4EE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7A142FA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09335AF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A7F2B47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BAC1F2F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5350020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D52B25A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89101A9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DF97780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66A51CD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7D0F950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6F97C15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C19FB6F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BCFA7F2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86AA17F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DC2298C" w14:textId="77777777" w:rsidR="00061946" w:rsidRDefault="00061946" w:rsidP="0006194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Приложение №2  к приказу Министерства образования</w:t>
      </w:r>
    </w:p>
    <w:p w14:paraId="1CC0EAB4" w14:textId="77777777" w:rsidR="00061946" w:rsidRPr="00BE3CB8" w:rsidRDefault="00061946" w:rsidP="00061946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14:paraId="2FF8C532" w14:textId="77777777" w:rsidR="00061946" w:rsidRDefault="00061946" w:rsidP="0006194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14:paraId="75B1E5C7" w14:textId="77777777" w:rsidR="00061946" w:rsidRDefault="00061946" w:rsidP="0006194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14:paraId="44C90299" w14:textId="77777777" w:rsidR="00061946" w:rsidRDefault="00061946" w:rsidP="00061946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14:paraId="6E75726F" w14:textId="77777777" w:rsidR="00061946" w:rsidRPr="00FD0F2C" w:rsidRDefault="00061946" w:rsidP="00061946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2AB3F7C6" w14:textId="77777777" w:rsidR="00726C37" w:rsidRDefault="00726C37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6E58">
        <w:rPr>
          <w:rFonts w:ascii="Times New Roman" w:hAnsi="Times New Roman" w:cs="Times New Roman"/>
          <w:b/>
          <w:sz w:val="24"/>
          <w:szCs w:val="24"/>
        </w:rPr>
        <w:t>ГБОУ СПО «Стерлитамакский сельскохозяйственный техникум», г.Стерлитамак</w:t>
      </w:r>
    </w:p>
    <w:p w14:paraId="55352C89" w14:textId="77777777" w:rsidR="005A6E58" w:rsidRPr="005A6E58" w:rsidRDefault="005A6E58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5104"/>
        <w:gridCol w:w="4819"/>
      </w:tblGrid>
      <w:tr w:rsidR="00726C37" w:rsidRPr="005A6E58" w14:paraId="135D2CDA" w14:textId="77777777" w:rsidTr="005A6E58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FA7A27" w14:textId="77777777" w:rsidR="00726C37" w:rsidRP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2D2A11" w14:textId="77777777" w:rsidR="00726C37" w:rsidRP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Ф.И.О.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B3D0C7" w14:textId="77777777" w:rsidR="00726C37" w:rsidRP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726C37" w:rsidRPr="005A6E58" w14:paraId="00BAB176" w14:textId="77777777" w:rsidTr="005A6E58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8E5067" w14:textId="77777777" w:rsidR="00726C37" w:rsidRP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F7BE1" w14:textId="77777777" w:rsid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Забиров</w:t>
            </w:r>
          </w:p>
          <w:p w14:paraId="15300EFA" w14:textId="77777777" w:rsidR="00726C37" w:rsidRP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Гильмулла Гафиятович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B550C" w14:textId="77777777" w:rsidR="00726C37" w:rsidRP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преподаватель</w:t>
            </w:r>
          </w:p>
        </w:tc>
      </w:tr>
      <w:tr w:rsidR="00726C37" w:rsidRPr="005A6E58" w14:paraId="0421E01B" w14:textId="77777777" w:rsidTr="005A6E58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36B856" w14:textId="77777777" w:rsidR="00726C37" w:rsidRP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A851F" w14:textId="77777777" w:rsid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Карлова </w:t>
            </w:r>
          </w:p>
          <w:p w14:paraId="18E1DF5A" w14:textId="77777777" w:rsidR="00726C37" w:rsidRP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Ирина Александровна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23CC3" w14:textId="77777777" w:rsidR="00726C37" w:rsidRP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преподаватель</w:t>
            </w:r>
          </w:p>
        </w:tc>
      </w:tr>
      <w:tr w:rsidR="00726C37" w:rsidRPr="005A6E58" w14:paraId="7819DB4F" w14:textId="77777777" w:rsidTr="005A6E58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9F286D" w14:textId="77777777" w:rsidR="00726C37" w:rsidRP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EB56A" w14:textId="77777777" w:rsid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Малышева</w:t>
            </w:r>
          </w:p>
          <w:p w14:paraId="50E278DA" w14:textId="77777777" w:rsidR="00726C37" w:rsidRP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Юлия Валерьевна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318C4" w14:textId="77777777" w:rsidR="00726C37" w:rsidRP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преподаватель</w:t>
            </w:r>
          </w:p>
        </w:tc>
      </w:tr>
      <w:tr w:rsidR="00726C37" w:rsidRPr="005A6E58" w14:paraId="37066552" w14:textId="77777777" w:rsidTr="005A6E58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FF6A2D" w14:textId="77777777" w:rsidR="00726C37" w:rsidRP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8F937" w14:textId="77777777" w:rsid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sz w:val="24"/>
                <w:szCs w:val="24"/>
              </w:rPr>
              <w:t xml:space="preserve">Новодран </w:t>
            </w:r>
          </w:p>
          <w:p w14:paraId="669DAE03" w14:textId="77777777" w:rsidR="00726C37" w:rsidRP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sz w:val="24"/>
                <w:szCs w:val="24"/>
              </w:rPr>
              <w:t>Наталья Николаевна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98CAB" w14:textId="77777777" w:rsidR="00726C37" w:rsidRP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</w:tbl>
    <w:p w14:paraId="0B69D588" w14:textId="77777777" w:rsidR="00726C37" w:rsidRPr="005A6E58" w:rsidRDefault="00726C37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631749B" w14:textId="77777777" w:rsidR="005A6E58" w:rsidRDefault="005A6E58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25352F8" w14:textId="77777777" w:rsidR="005A6E58" w:rsidRDefault="005A6E58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1A2ED41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274A570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FFB96D2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1D5EE06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7194010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EBB5E29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5181526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7F02CDE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3F62739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54BA92C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2A5D34D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EA81468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1238EAE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C258C31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7800B9E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64A81BE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3602B98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B752A55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8E5B6A1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F9BF75D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D6D5917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6FFAAF0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94D7C19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C9EACC9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E5795D4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11BB4B2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EEFB97F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DAC3D1C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3B164AA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76FB396" w14:textId="77777777" w:rsidR="00061946" w:rsidRDefault="00061946" w:rsidP="0006194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Приложение №2  к приказу Министерства образования</w:t>
      </w:r>
    </w:p>
    <w:p w14:paraId="7349558F" w14:textId="77777777" w:rsidR="00061946" w:rsidRPr="00BE3CB8" w:rsidRDefault="00061946" w:rsidP="00061946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14:paraId="5F644782" w14:textId="77777777" w:rsidR="00061946" w:rsidRDefault="00061946" w:rsidP="0006194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14:paraId="25182A1C" w14:textId="77777777" w:rsidR="00061946" w:rsidRDefault="00061946" w:rsidP="0006194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14:paraId="2B142C85" w14:textId="77777777" w:rsidR="00061946" w:rsidRDefault="00061946" w:rsidP="00061946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14:paraId="3FFCB492" w14:textId="77777777" w:rsidR="00061946" w:rsidRPr="00FD0F2C" w:rsidRDefault="00061946" w:rsidP="00061946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5CA81F1A" w14:textId="77777777" w:rsidR="00726C37" w:rsidRDefault="00726C37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6E58">
        <w:rPr>
          <w:rFonts w:ascii="Times New Roman" w:hAnsi="Times New Roman" w:cs="Times New Roman"/>
          <w:b/>
          <w:sz w:val="24"/>
          <w:szCs w:val="24"/>
        </w:rPr>
        <w:t>ГБПОУ Баймакский сельскохозяйственный колледж, г.Баймак</w:t>
      </w:r>
    </w:p>
    <w:p w14:paraId="38BE0F06" w14:textId="77777777" w:rsidR="005A6E58" w:rsidRPr="005A6E58" w:rsidRDefault="005A6E58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5104"/>
        <w:gridCol w:w="4819"/>
      </w:tblGrid>
      <w:tr w:rsidR="00726C37" w:rsidRPr="005A6E58" w14:paraId="12D16FE6" w14:textId="77777777" w:rsidTr="005A6E58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532634" w14:textId="77777777" w:rsidR="00726C37" w:rsidRP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ED8E9B" w14:textId="77777777" w:rsidR="00726C37" w:rsidRP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Ф.И.О.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849192" w14:textId="77777777" w:rsidR="00726C37" w:rsidRP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726C37" w:rsidRPr="005A6E58" w14:paraId="102E534C" w14:textId="77777777" w:rsidTr="005A6E58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BE8693" w14:textId="77777777" w:rsidR="00726C37" w:rsidRP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D7BD6" w14:textId="77777777" w:rsidR="005A6E58" w:rsidRDefault="00726C37" w:rsidP="005A6E58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E58">
              <w:rPr>
                <w:rFonts w:ascii="Times New Roman" w:hAnsi="Times New Roman"/>
                <w:sz w:val="24"/>
                <w:szCs w:val="24"/>
              </w:rPr>
              <w:t xml:space="preserve">Азаматова </w:t>
            </w:r>
          </w:p>
          <w:p w14:paraId="58C490B1" w14:textId="77777777" w:rsidR="00726C37" w:rsidRPr="005A6E58" w:rsidRDefault="00726C37" w:rsidP="005A6E58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E58">
              <w:rPr>
                <w:rFonts w:ascii="Times New Roman" w:hAnsi="Times New Roman"/>
                <w:sz w:val="24"/>
                <w:szCs w:val="24"/>
              </w:rPr>
              <w:t>Гузель Алибаевна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FA8E0" w14:textId="77777777" w:rsidR="00726C37" w:rsidRPr="005A6E58" w:rsidRDefault="00726C37" w:rsidP="005A6E58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E58">
              <w:rPr>
                <w:rFonts w:ascii="Times New Roman" w:hAnsi="Times New Roman"/>
                <w:sz w:val="24"/>
                <w:szCs w:val="24"/>
              </w:rPr>
              <w:t>мастер производственного обучения</w:t>
            </w:r>
          </w:p>
        </w:tc>
      </w:tr>
      <w:tr w:rsidR="00726C37" w:rsidRPr="005A6E58" w14:paraId="412FACDB" w14:textId="77777777" w:rsidTr="005A6E58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3E4DBE" w14:textId="77777777" w:rsidR="00726C37" w:rsidRP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968A2" w14:textId="77777777" w:rsidR="005A6E58" w:rsidRDefault="00726C37" w:rsidP="005A6E58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E58">
              <w:rPr>
                <w:rFonts w:ascii="Times New Roman" w:hAnsi="Times New Roman"/>
                <w:sz w:val="24"/>
                <w:szCs w:val="24"/>
              </w:rPr>
              <w:t xml:space="preserve">Гарифуллина </w:t>
            </w:r>
          </w:p>
          <w:p w14:paraId="7E6FFD4B" w14:textId="77777777" w:rsidR="00726C37" w:rsidRPr="005A6E58" w:rsidRDefault="00726C37" w:rsidP="005A6E58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E58">
              <w:rPr>
                <w:rFonts w:ascii="Times New Roman" w:hAnsi="Times New Roman"/>
                <w:sz w:val="24"/>
                <w:szCs w:val="24"/>
              </w:rPr>
              <w:t>Гульнара Саитгалиевна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51C69" w14:textId="77777777" w:rsidR="00726C37" w:rsidRPr="005A6E58" w:rsidRDefault="00726C37" w:rsidP="005A6E58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E58">
              <w:rPr>
                <w:rFonts w:ascii="Times New Roman" w:hAnsi="Times New Roman"/>
                <w:sz w:val="24"/>
                <w:szCs w:val="24"/>
              </w:rPr>
              <w:t>преподаватель</w:t>
            </w:r>
          </w:p>
        </w:tc>
      </w:tr>
    </w:tbl>
    <w:p w14:paraId="5D0716B0" w14:textId="77777777" w:rsidR="00726C37" w:rsidRPr="005A6E58" w:rsidRDefault="00726C37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3FE4290" w14:textId="77777777" w:rsidR="00726C37" w:rsidRPr="005A6E58" w:rsidRDefault="00726C37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C4C8C57" w14:textId="77777777" w:rsidR="00726C37" w:rsidRPr="005A6E58" w:rsidRDefault="00726C37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FB0D361" w14:textId="77777777" w:rsidR="00726C37" w:rsidRPr="005A6E58" w:rsidRDefault="00726C37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DA9E7C2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A2CEE2B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8B9C8A8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A53911F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2F34606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9D2465F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2E27D74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5F3CE43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53CDB99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AC14EC8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4F80C19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AF4F2D3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2145707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15B813B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E799E88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AC3A909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F38B21C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D15AEF7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3E62EEC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0A2CA82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03FAE9A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61A0775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F9D1893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8C4B005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CA189E2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C336350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A75E773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83D1C7D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B7ACEF6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1628E42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CF83A1E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9DA56F5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846C87A" w14:textId="77777777" w:rsidR="00061946" w:rsidRDefault="00061946" w:rsidP="0006194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Приложение №2  к приказу Министерства образования</w:t>
      </w:r>
    </w:p>
    <w:p w14:paraId="0E85B123" w14:textId="77777777" w:rsidR="00061946" w:rsidRPr="00BE3CB8" w:rsidRDefault="00061946" w:rsidP="00061946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14:paraId="39E943C3" w14:textId="77777777" w:rsidR="00061946" w:rsidRDefault="00061946" w:rsidP="0006194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14:paraId="44D96495" w14:textId="77777777" w:rsidR="00061946" w:rsidRDefault="00061946" w:rsidP="0006194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14:paraId="62F492AD" w14:textId="77777777" w:rsidR="00061946" w:rsidRDefault="00061946" w:rsidP="00061946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14:paraId="5BABDBED" w14:textId="77777777" w:rsidR="00061946" w:rsidRPr="00FD0F2C" w:rsidRDefault="00061946" w:rsidP="00061946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6B20EE35" w14:textId="77777777" w:rsidR="00726C37" w:rsidRDefault="00726C37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6E58">
        <w:rPr>
          <w:rFonts w:ascii="Times New Roman" w:hAnsi="Times New Roman" w:cs="Times New Roman"/>
          <w:b/>
          <w:sz w:val="24"/>
          <w:szCs w:val="24"/>
        </w:rPr>
        <w:t>ГБОУ НПО Профессиональное училище №21, г.Ишимбай</w:t>
      </w:r>
    </w:p>
    <w:p w14:paraId="695F62A9" w14:textId="77777777" w:rsidR="005A6E58" w:rsidRPr="005A6E58" w:rsidRDefault="005A6E58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5104"/>
        <w:gridCol w:w="4819"/>
      </w:tblGrid>
      <w:tr w:rsidR="00726C37" w:rsidRPr="005A6E58" w14:paraId="060E50CF" w14:textId="77777777" w:rsidTr="005A6E58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58CD88" w14:textId="77777777" w:rsidR="00726C37" w:rsidRP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D18F9A" w14:textId="77777777" w:rsidR="00726C37" w:rsidRP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Ф.И.О.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7F05CC" w14:textId="77777777" w:rsidR="00726C37" w:rsidRP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726C37" w:rsidRPr="005A6E58" w14:paraId="79BCBECB" w14:textId="77777777" w:rsidTr="005A6E58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3EC5AD" w14:textId="77777777" w:rsidR="00726C37" w:rsidRPr="005A6E58" w:rsidRDefault="00726C37" w:rsidP="005A6E58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E5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26BB0" w14:textId="77777777" w:rsidR="005A6E58" w:rsidRDefault="00726C37" w:rsidP="005A6E58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E58">
              <w:rPr>
                <w:rFonts w:ascii="Times New Roman" w:hAnsi="Times New Roman"/>
                <w:sz w:val="24"/>
                <w:szCs w:val="24"/>
              </w:rPr>
              <w:t>Мухамедьярова</w:t>
            </w:r>
          </w:p>
          <w:p w14:paraId="1E5A4A15" w14:textId="77777777" w:rsidR="00726C37" w:rsidRPr="005A6E58" w:rsidRDefault="00726C37" w:rsidP="005A6E58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E58">
              <w:rPr>
                <w:rFonts w:ascii="Times New Roman" w:hAnsi="Times New Roman"/>
                <w:sz w:val="24"/>
                <w:szCs w:val="24"/>
              </w:rPr>
              <w:t xml:space="preserve"> Луиза Наильевна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8C6F2" w14:textId="77777777" w:rsidR="00726C37" w:rsidRPr="005A6E58" w:rsidRDefault="00726C37" w:rsidP="005A6E58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E58">
              <w:rPr>
                <w:rFonts w:ascii="Times New Roman" w:hAnsi="Times New Roman"/>
                <w:sz w:val="24"/>
                <w:szCs w:val="24"/>
              </w:rPr>
              <w:t>мастер производственного обучения</w:t>
            </w:r>
          </w:p>
          <w:p w14:paraId="7F54F80B" w14:textId="77777777" w:rsidR="00726C37" w:rsidRPr="005A6E58" w:rsidRDefault="00726C37" w:rsidP="005A6E58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26C37" w:rsidRPr="005A6E58" w14:paraId="05F726BE" w14:textId="77777777" w:rsidTr="005A6E58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F07B3D" w14:textId="77777777" w:rsidR="00726C37" w:rsidRPr="005A6E58" w:rsidRDefault="00726C37" w:rsidP="005A6E58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E58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4B8FD" w14:textId="77777777" w:rsidR="005A6E58" w:rsidRDefault="00726C37" w:rsidP="005A6E58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E58">
              <w:rPr>
                <w:rFonts w:ascii="Times New Roman" w:hAnsi="Times New Roman"/>
                <w:sz w:val="24"/>
                <w:szCs w:val="24"/>
              </w:rPr>
              <w:t xml:space="preserve">Сатаева </w:t>
            </w:r>
          </w:p>
          <w:p w14:paraId="5C2995FA" w14:textId="77777777" w:rsidR="00726C37" w:rsidRPr="005A6E58" w:rsidRDefault="00726C37" w:rsidP="005A6E58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E58">
              <w:rPr>
                <w:rFonts w:ascii="Times New Roman" w:hAnsi="Times New Roman"/>
                <w:sz w:val="24"/>
                <w:szCs w:val="24"/>
              </w:rPr>
              <w:t>Светлана  Радиковна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B9061" w14:textId="77777777" w:rsidR="00726C37" w:rsidRPr="005A6E58" w:rsidRDefault="00726C37" w:rsidP="005A6E58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E58">
              <w:rPr>
                <w:rFonts w:ascii="Times New Roman" w:hAnsi="Times New Roman"/>
                <w:sz w:val="24"/>
                <w:szCs w:val="24"/>
              </w:rPr>
              <w:t>преподаватель</w:t>
            </w:r>
          </w:p>
          <w:p w14:paraId="338EBD0B" w14:textId="77777777" w:rsidR="00726C37" w:rsidRPr="005A6E58" w:rsidRDefault="00726C37" w:rsidP="005A6E58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595EF08" w14:textId="77777777" w:rsidR="00726C37" w:rsidRPr="005A6E58" w:rsidRDefault="00726C37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40005F6" w14:textId="77777777" w:rsidR="005A6E58" w:rsidRDefault="005A6E58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FF1722D" w14:textId="77777777" w:rsidR="005A6E58" w:rsidRDefault="005A6E58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CB610F2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FB503A1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E593105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EBA7E7C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3932393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EC8B802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5481D70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A9E1D24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ED0C48B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A10F9DD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84E6661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2BA81F0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817A0D6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D822AF9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5B78E9D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DE6F620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07D0258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6CF9FD7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633EBF2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0EF9D59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3743187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B9CEBD9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E10BB93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2F8C4C7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CA1DFFC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91A8A48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A37CDC9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9DE8BDB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9A849B7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820E6BD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140EB21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2891E3D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159EE69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21C33B3" w14:textId="77777777" w:rsidR="00061946" w:rsidRDefault="00061946" w:rsidP="0006194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Приложение №2  к приказу Министерства образования</w:t>
      </w:r>
    </w:p>
    <w:p w14:paraId="2EF80FC1" w14:textId="77777777" w:rsidR="00061946" w:rsidRPr="00BE3CB8" w:rsidRDefault="00061946" w:rsidP="00061946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14:paraId="7D811BA7" w14:textId="77777777" w:rsidR="00061946" w:rsidRDefault="00061946" w:rsidP="0006194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14:paraId="5D0ECCE1" w14:textId="77777777" w:rsidR="00061946" w:rsidRDefault="00061946" w:rsidP="0006194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14:paraId="1BD6AD48" w14:textId="77777777" w:rsidR="00061946" w:rsidRDefault="00061946" w:rsidP="00061946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14:paraId="15C258F5" w14:textId="77777777" w:rsidR="00061946" w:rsidRPr="00FD0F2C" w:rsidRDefault="00061946" w:rsidP="00061946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5BDB7283" w14:textId="77777777" w:rsidR="00726C37" w:rsidRDefault="00726C37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6E58">
        <w:rPr>
          <w:rFonts w:ascii="Times New Roman" w:hAnsi="Times New Roman" w:cs="Times New Roman"/>
          <w:b/>
          <w:sz w:val="24"/>
          <w:szCs w:val="24"/>
        </w:rPr>
        <w:t>ГБОУ НПО Профессиональное училище №48, п.Чишмы</w:t>
      </w:r>
    </w:p>
    <w:p w14:paraId="0CC4FEAF" w14:textId="77777777" w:rsidR="005A6E58" w:rsidRPr="005A6E58" w:rsidRDefault="005A6E58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5104"/>
        <w:gridCol w:w="4819"/>
      </w:tblGrid>
      <w:tr w:rsidR="00726C37" w:rsidRPr="005A6E58" w14:paraId="33DE62DB" w14:textId="77777777" w:rsidTr="005A6E58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6B330C" w14:textId="77777777" w:rsidR="00726C37" w:rsidRP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924B65" w14:textId="77777777" w:rsidR="00726C37" w:rsidRP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Ф.И.О.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633B16" w14:textId="77777777" w:rsidR="00726C37" w:rsidRP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726C37" w:rsidRPr="005A6E58" w14:paraId="6B439095" w14:textId="77777777" w:rsidTr="005A6E58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83374F" w14:textId="77777777" w:rsidR="00726C37" w:rsidRP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DDB0B" w14:textId="77777777" w:rsidR="005A6E58" w:rsidRDefault="00726C37" w:rsidP="005A6E58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E58">
              <w:rPr>
                <w:rFonts w:ascii="Times New Roman" w:hAnsi="Times New Roman"/>
                <w:sz w:val="24"/>
                <w:szCs w:val="24"/>
              </w:rPr>
              <w:t xml:space="preserve">Байбурин </w:t>
            </w:r>
          </w:p>
          <w:p w14:paraId="50F90CE3" w14:textId="77777777" w:rsidR="00726C37" w:rsidRPr="005A6E58" w:rsidRDefault="00726C37" w:rsidP="005A6E58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E58">
              <w:rPr>
                <w:rFonts w:ascii="Times New Roman" w:hAnsi="Times New Roman"/>
                <w:sz w:val="24"/>
                <w:szCs w:val="24"/>
              </w:rPr>
              <w:t>Радик Рафикович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03CC6" w14:textId="77777777" w:rsidR="00726C37" w:rsidRPr="005A6E58" w:rsidRDefault="00726C37" w:rsidP="005A6E58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E58">
              <w:rPr>
                <w:rFonts w:ascii="Times New Roman" w:hAnsi="Times New Roman"/>
                <w:sz w:val="24"/>
                <w:szCs w:val="24"/>
              </w:rPr>
              <w:t>мастер производственного обучения</w:t>
            </w:r>
          </w:p>
          <w:p w14:paraId="55D86FBD" w14:textId="77777777" w:rsidR="00726C37" w:rsidRPr="005A6E58" w:rsidRDefault="00726C37" w:rsidP="005A6E58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6C37" w:rsidRPr="005A6E58" w14:paraId="58FD9EF6" w14:textId="77777777" w:rsidTr="005A6E58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0E85B0" w14:textId="77777777" w:rsidR="00726C37" w:rsidRP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B7772" w14:textId="77777777" w:rsidR="005A6E58" w:rsidRDefault="00726C37" w:rsidP="005A6E58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E58">
              <w:rPr>
                <w:rFonts w:ascii="Times New Roman" w:hAnsi="Times New Roman"/>
                <w:sz w:val="24"/>
                <w:szCs w:val="24"/>
              </w:rPr>
              <w:t xml:space="preserve">Галиуллина </w:t>
            </w:r>
          </w:p>
          <w:p w14:paraId="30922755" w14:textId="77777777" w:rsidR="00726C37" w:rsidRPr="005A6E58" w:rsidRDefault="00726C37" w:rsidP="005A6E58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E58">
              <w:rPr>
                <w:rFonts w:ascii="Times New Roman" w:hAnsi="Times New Roman"/>
                <w:sz w:val="24"/>
                <w:szCs w:val="24"/>
              </w:rPr>
              <w:t>Елена Анатольевна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BB653" w14:textId="77777777" w:rsidR="00726C37" w:rsidRPr="005A6E58" w:rsidRDefault="00726C37" w:rsidP="005A6E58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E58">
              <w:rPr>
                <w:rFonts w:ascii="Times New Roman" w:hAnsi="Times New Roman"/>
                <w:sz w:val="24"/>
                <w:szCs w:val="24"/>
              </w:rPr>
              <w:t>мастер производственного обучения</w:t>
            </w:r>
          </w:p>
          <w:p w14:paraId="608E952C" w14:textId="77777777" w:rsidR="00726C37" w:rsidRPr="005A6E58" w:rsidRDefault="00726C37" w:rsidP="005A6E58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4C82560" w14:textId="77777777" w:rsidR="00726C37" w:rsidRPr="005A6E58" w:rsidRDefault="00726C37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D4E9DD4" w14:textId="77777777" w:rsidR="005A6E58" w:rsidRDefault="005A6E58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C09B292" w14:textId="77777777" w:rsidR="005A6E58" w:rsidRDefault="005A6E58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B145BBE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7102D31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2A267E0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B77C342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C8A8E5F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A84B2B8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FC91F5F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1C57A3F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FEF8A98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3A4BC8A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1E1D35F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F76CA29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B368140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50965D8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494D107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C23F747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AD20A53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6E30072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D94FDA5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7D34975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FB5CEEA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CCFD6CD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C70509D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BD15E38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A18533F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23E8DF9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4D96D7C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44A1AB1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9EEE0AD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C2E27AA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1B45DEE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F843DA3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F3D8FAD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7BDA442" w14:textId="77777777" w:rsidR="00061946" w:rsidRDefault="00061946" w:rsidP="0006194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Приложение №2  к приказу Министерства образования</w:t>
      </w:r>
    </w:p>
    <w:p w14:paraId="01534B9A" w14:textId="77777777" w:rsidR="00061946" w:rsidRPr="00BE3CB8" w:rsidRDefault="00061946" w:rsidP="00061946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14:paraId="7387FB54" w14:textId="77777777" w:rsidR="00061946" w:rsidRDefault="00061946" w:rsidP="0006194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14:paraId="42C1C20C" w14:textId="77777777" w:rsidR="00061946" w:rsidRDefault="00061946" w:rsidP="0006194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14:paraId="1E3E2765" w14:textId="77777777" w:rsidR="00061946" w:rsidRDefault="00061946" w:rsidP="00061946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14:paraId="517A09C8" w14:textId="77777777" w:rsidR="00061946" w:rsidRPr="00FD0F2C" w:rsidRDefault="00061946" w:rsidP="00061946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51D6316B" w14:textId="77777777" w:rsidR="00726C37" w:rsidRDefault="00726C37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6E58">
        <w:rPr>
          <w:rFonts w:ascii="Times New Roman" w:hAnsi="Times New Roman" w:cs="Times New Roman"/>
          <w:b/>
          <w:sz w:val="24"/>
          <w:szCs w:val="24"/>
        </w:rPr>
        <w:t>ГБОУ НПО Профессиональный лицей № 72, г.Салават</w:t>
      </w:r>
    </w:p>
    <w:p w14:paraId="2132C810" w14:textId="77777777" w:rsidR="005A6E58" w:rsidRPr="005A6E58" w:rsidRDefault="005A6E58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5104"/>
        <w:gridCol w:w="4819"/>
      </w:tblGrid>
      <w:tr w:rsidR="00726C37" w:rsidRPr="005A6E58" w14:paraId="6B596748" w14:textId="77777777" w:rsidTr="005A6E58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31E0C2" w14:textId="77777777" w:rsidR="00726C37" w:rsidRP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884F3C" w14:textId="77777777" w:rsidR="00726C37" w:rsidRP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Ф.И.О.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54AC0E" w14:textId="77777777" w:rsidR="00726C37" w:rsidRP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726C37" w:rsidRPr="005A6E58" w14:paraId="25F509F6" w14:textId="77777777" w:rsidTr="005A6E58">
        <w:trPr>
          <w:trHeight w:val="4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C18F6" w14:textId="77777777" w:rsidR="00726C37" w:rsidRPr="005A6E58" w:rsidRDefault="00726C37" w:rsidP="005A6E58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E5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66D1C" w14:textId="77777777" w:rsidR="005A6E58" w:rsidRDefault="00726C37" w:rsidP="005A6E58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E58">
              <w:rPr>
                <w:rFonts w:ascii="Times New Roman" w:hAnsi="Times New Roman"/>
                <w:sz w:val="24"/>
                <w:szCs w:val="24"/>
              </w:rPr>
              <w:t xml:space="preserve">Аитов </w:t>
            </w:r>
          </w:p>
          <w:p w14:paraId="0684998D" w14:textId="77777777" w:rsidR="00726C37" w:rsidRPr="005A6E58" w:rsidRDefault="00726C37" w:rsidP="005A6E58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E58">
              <w:rPr>
                <w:rFonts w:ascii="Times New Roman" w:hAnsi="Times New Roman"/>
                <w:sz w:val="24"/>
                <w:szCs w:val="24"/>
              </w:rPr>
              <w:t xml:space="preserve"> Алик  Харисович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3698D" w14:textId="77777777" w:rsidR="00726C37" w:rsidRPr="005A6E58" w:rsidRDefault="00726C37" w:rsidP="005A6E58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E58">
              <w:rPr>
                <w:rFonts w:ascii="Times New Roman" w:hAnsi="Times New Roman"/>
                <w:sz w:val="24"/>
                <w:szCs w:val="24"/>
              </w:rPr>
              <w:t>преподаватель</w:t>
            </w:r>
          </w:p>
        </w:tc>
      </w:tr>
      <w:tr w:rsidR="00726C37" w:rsidRPr="005A6E58" w14:paraId="1E36BC3F" w14:textId="77777777" w:rsidTr="005A6E58">
        <w:trPr>
          <w:trHeight w:val="4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BDDA3" w14:textId="77777777" w:rsidR="00726C37" w:rsidRPr="005A6E58" w:rsidRDefault="00726C37" w:rsidP="005A6E58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E58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283B1" w14:textId="77777777" w:rsidR="005A6E58" w:rsidRDefault="00726C37" w:rsidP="005A6E58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E58">
              <w:rPr>
                <w:rFonts w:ascii="Times New Roman" w:hAnsi="Times New Roman"/>
                <w:sz w:val="24"/>
                <w:szCs w:val="24"/>
              </w:rPr>
              <w:t xml:space="preserve">Аитов  </w:t>
            </w:r>
          </w:p>
          <w:p w14:paraId="7542F018" w14:textId="77777777" w:rsidR="00726C37" w:rsidRPr="005A6E58" w:rsidRDefault="00726C37" w:rsidP="005A6E58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E58">
              <w:rPr>
                <w:rFonts w:ascii="Times New Roman" w:hAnsi="Times New Roman"/>
                <w:sz w:val="24"/>
                <w:szCs w:val="24"/>
              </w:rPr>
              <w:t>Алик  Харисович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1BDE9" w14:textId="77777777" w:rsidR="00726C37" w:rsidRPr="005A6E58" w:rsidRDefault="00726C37" w:rsidP="005A6E58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E58">
              <w:rPr>
                <w:rFonts w:ascii="Times New Roman" w:hAnsi="Times New Roman"/>
                <w:sz w:val="24"/>
                <w:szCs w:val="24"/>
              </w:rPr>
              <w:t>мастер производственного обучения</w:t>
            </w:r>
          </w:p>
          <w:p w14:paraId="71DF4A6A" w14:textId="77777777" w:rsidR="00726C37" w:rsidRPr="005A6E58" w:rsidRDefault="00726C37" w:rsidP="005A6E58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4E07A67" w14:textId="77777777" w:rsidR="00726C37" w:rsidRPr="005A6E58" w:rsidRDefault="00726C37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2C4A021" w14:textId="77777777" w:rsidR="005A6E58" w:rsidRDefault="005A6E58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C3FDC3D" w14:textId="77777777" w:rsidR="005A6E58" w:rsidRDefault="005A6E58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8F11096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3163113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5654C92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A372608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0BAB2BA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5677A22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DC53595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1A556B0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EFB9BAB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58FC105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6ECA4BF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F791B9D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42522EA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FB92C6C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DE9F4AB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35BF7E6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A41F9BC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0169092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CB4DA65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12B5F16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7EBA2FD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5D88F23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FF819A4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BFC7FF2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0C538D0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9214B7E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D5A0901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21811F3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0758607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7A3597D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0ACEAEE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4BD5539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E7B3E59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913E9F2" w14:textId="77777777" w:rsidR="00061946" w:rsidRDefault="00061946" w:rsidP="0006194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Приложение №2  к приказу Министерства образования</w:t>
      </w:r>
    </w:p>
    <w:p w14:paraId="6C02CE4A" w14:textId="77777777" w:rsidR="00061946" w:rsidRPr="00BE3CB8" w:rsidRDefault="00061946" w:rsidP="00061946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14:paraId="42B0E3DE" w14:textId="77777777" w:rsidR="00061946" w:rsidRDefault="00061946" w:rsidP="0006194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14:paraId="1722A693" w14:textId="77777777" w:rsidR="00061946" w:rsidRDefault="00061946" w:rsidP="0006194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14:paraId="275D1099" w14:textId="77777777" w:rsidR="00061946" w:rsidRDefault="00061946" w:rsidP="00061946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14:paraId="38528417" w14:textId="77777777" w:rsidR="00061946" w:rsidRPr="00FD0F2C" w:rsidRDefault="00061946" w:rsidP="00061946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50A23D46" w14:textId="77777777" w:rsidR="00726C37" w:rsidRDefault="00726C37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6E58">
        <w:rPr>
          <w:rFonts w:ascii="Times New Roman" w:hAnsi="Times New Roman" w:cs="Times New Roman"/>
          <w:b/>
          <w:sz w:val="24"/>
          <w:szCs w:val="24"/>
        </w:rPr>
        <w:t>ГАОУ НПО Профессиональное училище №98, с.Учалы</w:t>
      </w:r>
    </w:p>
    <w:p w14:paraId="7B1574E0" w14:textId="77777777" w:rsidR="005A6E58" w:rsidRPr="005A6E58" w:rsidRDefault="005A6E58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5104"/>
        <w:gridCol w:w="4819"/>
      </w:tblGrid>
      <w:tr w:rsidR="00726C37" w:rsidRPr="005A6E58" w14:paraId="771DF57A" w14:textId="77777777" w:rsidTr="005A6E58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31BC66" w14:textId="77777777" w:rsidR="00726C37" w:rsidRP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1554AB" w14:textId="77777777" w:rsidR="00726C37" w:rsidRP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Ф.И.О.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5E0622" w14:textId="77777777" w:rsidR="00726C37" w:rsidRP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726C37" w:rsidRPr="005A6E58" w14:paraId="6280C5B2" w14:textId="77777777" w:rsidTr="005A6E58">
        <w:trPr>
          <w:trHeight w:val="4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F5330" w14:textId="77777777" w:rsidR="00726C37" w:rsidRP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73AAC" w14:textId="77777777" w:rsid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sz w:val="24"/>
                <w:szCs w:val="24"/>
              </w:rPr>
              <w:t>Давлетшина</w:t>
            </w:r>
          </w:p>
          <w:p w14:paraId="2F6290FB" w14:textId="77777777" w:rsidR="00726C37" w:rsidRP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sz w:val="24"/>
                <w:szCs w:val="24"/>
              </w:rPr>
              <w:t xml:space="preserve">  Лилия  Маннуровна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0C55F" w14:textId="77777777" w:rsidR="00726C37" w:rsidRP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726C37" w:rsidRPr="005A6E58" w14:paraId="2E08A0A6" w14:textId="77777777" w:rsidTr="005A6E58">
        <w:trPr>
          <w:trHeight w:val="4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D24FF" w14:textId="77777777" w:rsidR="00726C37" w:rsidRP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0EA42" w14:textId="77777777" w:rsid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sz w:val="24"/>
                <w:szCs w:val="24"/>
              </w:rPr>
              <w:t xml:space="preserve">Сунагатуллин </w:t>
            </w:r>
          </w:p>
          <w:p w14:paraId="2457B27B" w14:textId="77777777" w:rsidR="00726C37" w:rsidRP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sz w:val="24"/>
                <w:szCs w:val="24"/>
              </w:rPr>
              <w:t xml:space="preserve"> Мардан Рамазанович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6E915" w14:textId="77777777" w:rsidR="00726C37" w:rsidRP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726C37" w:rsidRPr="005A6E58" w14:paraId="2957E3BE" w14:textId="77777777" w:rsidTr="005A6E58">
        <w:trPr>
          <w:trHeight w:val="4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7C7DD" w14:textId="77777777" w:rsidR="00726C37" w:rsidRP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B2EAB" w14:textId="77777777" w:rsid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sz w:val="24"/>
                <w:szCs w:val="24"/>
              </w:rPr>
              <w:t>Шагимуратов</w:t>
            </w:r>
          </w:p>
          <w:p w14:paraId="038A379B" w14:textId="77777777" w:rsidR="00726C37" w:rsidRP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sz w:val="24"/>
                <w:szCs w:val="24"/>
              </w:rPr>
              <w:t xml:space="preserve"> Даян Альтафович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3F4EC" w14:textId="77777777" w:rsidR="00726C37" w:rsidRP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</w:tbl>
    <w:p w14:paraId="2BC8B9FB" w14:textId="77777777" w:rsidR="00726C37" w:rsidRPr="005A6E58" w:rsidRDefault="00726C37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E939060" w14:textId="77777777" w:rsidR="005A6E58" w:rsidRDefault="005A6E58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E168393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0C269EF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D66ACE6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703BA70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5142E16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238BBD7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58AE346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C3DC8CC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94D282E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00B4008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AA44C26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C0A0E18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8CB82B7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26271B5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5B114AE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5732EA7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ED19589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9626C94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FEC525D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820A981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8138D1D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1193D71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05702D2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5142C59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1F62821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B6E2CA3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CB36154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8A9A483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F191CFE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17A093A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1C0BE73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A572D73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D776F4B" w14:textId="77777777" w:rsidR="00061946" w:rsidRDefault="00061946" w:rsidP="0006194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Приложение №2  к приказу Министерства образования</w:t>
      </w:r>
    </w:p>
    <w:p w14:paraId="29F553E8" w14:textId="77777777" w:rsidR="00061946" w:rsidRPr="00BE3CB8" w:rsidRDefault="00061946" w:rsidP="00061946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14:paraId="43A0C5F2" w14:textId="77777777" w:rsidR="00061946" w:rsidRDefault="00061946" w:rsidP="0006194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14:paraId="09D6A684" w14:textId="77777777" w:rsidR="00061946" w:rsidRDefault="00061946" w:rsidP="0006194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14:paraId="0ABEC204" w14:textId="77777777" w:rsidR="00061946" w:rsidRDefault="00061946" w:rsidP="00061946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14:paraId="5325BF6F" w14:textId="77777777" w:rsidR="00061946" w:rsidRPr="00FD0F2C" w:rsidRDefault="00061946" w:rsidP="00061946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6A2DF710" w14:textId="77777777" w:rsidR="00726C37" w:rsidRDefault="00726C37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6E58">
        <w:rPr>
          <w:rFonts w:ascii="Times New Roman" w:hAnsi="Times New Roman" w:cs="Times New Roman"/>
          <w:b/>
          <w:sz w:val="24"/>
          <w:szCs w:val="24"/>
        </w:rPr>
        <w:t>ГБОУ НПО Профессиональное училище №140, с.Ермекеево</w:t>
      </w:r>
    </w:p>
    <w:p w14:paraId="006C16AE" w14:textId="77777777" w:rsidR="005A6E58" w:rsidRPr="005A6E58" w:rsidRDefault="005A6E58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5104"/>
        <w:gridCol w:w="4819"/>
      </w:tblGrid>
      <w:tr w:rsidR="00726C37" w:rsidRPr="005A6E58" w14:paraId="6B679241" w14:textId="77777777" w:rsidTr="005A6E58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AEB9F9" w14:textId="77777777" w:rsidR="00726C37" w:rsidRP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21581B" w14:textId="77777777" w:rsidR="00726C37" w:rsidRP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Ф.И.О.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3DD028" w14:textId="77777777" w:rsidR="00726C37" w:rsidRP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726C37" w:rsidRPr="005A6E58" w14:paraId="552E2BBF" w14:textId="77777777" w:rsidTr="005A6E58">
        <w:trPr>
          <w:trHeight w:val="4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2ADE3" w14:textId="77777777" w:rsidR="00726C37" w:rsidRP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5DB6C" w14:textId="77777777" w:rsid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sz w:val="24"/>
                <w:szCs w:val="24"/>
              </w:rPr>
              <w:t>Зайнуллин</w:t>
            </w:r>
          </w:p>
          <w:p w14:paraId="66AF7EBF" w14:textId="77777777" w:rsidR="00726C37" w:rsidRP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sz w:val="24"/>
                <w:szCs w:val="24"/>
              </w:rPr>
              <w:t xml:space="preserve"> Азат Ирекович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E4E49" w14:textId="77777777" w:rsidR="00726C37" w:rsidRPr="005A6E58" w:rsidRDefault="00726C37" w:rsidP="003770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sz w:val="24"/>
                <w:szCs w:val="24"/>
              </w:rPr>
              <w:t>мас</w:t>
            </w:r>
            <w:r w:rsidR="00377002">
              <w:rPr>
                <w:rFonts w:ascii="Times New Roman" w:hAnsi="Times New Roman" w:cs="Times New Roman"/>
                <w:sz w:val="24"/>
                <w:szCs w:val="24"/>
              </w:rPr>
              <w:t>тер производственного обучения</w:t>
            </w:r>
          </w:p>
        </w:tc>
      </w:tr>
      <w:tr w:rsidR="00726C37" w:rsidRPr="005A6E58" w14:paraId="76B40B52" w14:textId="77777777" w:rsidTr="005A6E58">
        <w:trPr>
          <w:trHeight w:val="4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12782" w14:textId="77777777" w:rsidR="00726C37" w:rsidRP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5A05C" w14:textId="77777777" w:rsid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sz w:val="24"/>
                <w:szCs w:val="24"/>
              </w:rPr>
              <w:t>Зайнуллин</w:t>
            </w:r>
          </w:p>
          <w:p w14:paraId="68C5C61B" w14:textId="77777777" w:rsidR="00726C37" w:rsidRP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sz w:val="24"/>
                <w:szCs w:val="24"/>
              </w:rPr>
              <w:t>Азат Ирекович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DEE1A" w14:textId="77777777" w:rsidR="00726C37" w:rsidRP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726C37" w:rsidRPr="005A6E58" w14:paraId="6884F3DE" w14:textId="77777777" w:rsidTr="005A6E58">
        <w:trPr>
          <w:trHeight w:val="4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34B9C" w14:textId="77777777" w:rsidR="00726C37" w:rsidRP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8A56C" w14:textId="77777777" w:rsid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sz w:val="24"/>
                <w:szCs w:val="24"/>
              </w:rPr>
              <w:t>Хакимова</w:t>
            </w:r>
          </w:p>
          <w:p w14:paraId="118EDC8E" w14:textId="77777777" w:rsidR="00726C37" w:rsidRP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sz w:val="24"/>
                <w:szCs w:val="24"/>
              </w:rPr>
              <w:t xml:space="preserve"> Наиля Лябибовна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FEF88" w14:textId="77777777" w:rsidR="00726C37" w:rsidRP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</w:tbl>
    <w:p w14:paraId="4F8C8615" w14:textId="77777777" w:rsidR="00726C37" w:rsidRPr="005A6E58" w:rsidRDefault="00726C37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D00A5D3" w14:textId="77777777" w:rsidR="00726C37" w:rsidRDefault="00726C37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CE67374" w14:textId="77777777" w:rsidR="005A6E58" w:rsidRPr="005A6E58" w:rsidRDefault="005A6E58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FE8273F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8366A55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A9A45E6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B786E88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635396B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2E86176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7EFD06B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61B8FEE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A6D8F5B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8214D21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098D83C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2AC4930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680BD02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3DFD842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D783058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6E38E09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2CCE8F4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A11B1E1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3E1EB64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D102F53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0F44E61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76FC72B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6386DA0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DD26506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B7A5F1C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09F9D66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6661F02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6C0581C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C00EF7C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AF01C33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8769431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81FD01A" w14:textId="77777777" w:rsidR="00061946" w:rsidRDefault="00061946" w:rsidP="0006194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Приложение №2  к приказу Министерства образования</w:t>
      </w:r>
    </w:p>
    <w:p w14:paraId="077F470C" w14:textId="77777777" w:rsidR="00061946" w:rsidRPr="00BE3CB8" w:rsidRDefault="00061946" w:rsidP="00061946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14:paraId="38D5436B" w14:textId="77777777" w:rsidR="00061946" w:rsidRDefault="00061946" w:rsidP="0006194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14:paraId="68883237" w14:textId="77777777" w:rsidR="00061946" w:rsidRDefault="00061946" w:rsidP="0006194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14:paraId="4BFB59B9" w14:textId="77777777" w:rsidR="00061946" w:rsidRDefault="00061946" w:rsidP="00061946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14:paraId="04ADDDB6" w14:textId="77777777" w:rsidR="00061946" w:rsidRPr="00FD0F2C" w:rsidRDefault="00061946" w:rsidP="00061946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1D1F37E1" w14:textId="77777777" w:rsidR="00726C37" w:rsidRDefault="00726C37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6E58">
        <w:rPr>
          <w:rFonts w:ascii="Times New Roman" w:hAnsi="Times New Roman" w:cs="Times New Roman"/>
          <w:b/>
          <w:sz w:val="24"/>
          <w:szCs w:val="24"/>
        </w:rPr>
        <w:t>ГАОУ НПО Профессиональное училище №151, с.Буль-Кайпаново</w:t>
      </w:r>
    </w:p>
    <w:p w14:paraId="51AF8562" w14:textId="77777777" w:rsidR="005A6E58" w:rsidRPr="005A6E58" w:rsidRDefault="005A6E58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5104"/>
        <w:gridCol w:w="4819"/>
      </w:tblGrid>
      <w:tr w:rsidR="00726C37" w:rsidRPr="005A6E58" w14:paraId="3264DC1A" w14:textId="77777777" w:rsidTr="005A6E58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9CE7DA" w14:textId="77777777" w:rsidR="00726C37" w:rsidRP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777B92" w14:textId="77777777" w:rsidR="00726C37" w:rsidRP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Ф.И.О.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CC8707" w14:textId="77777777" w:rsidR="00726C37" w:rsidRP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726C37" w:rsidRPr="005A6E58" w14:paraId="10B30EF4" w14:textId="77777777" w:rsidTr="005A6E58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5CB300" w14:textId="77777777" w:rsidR="00726C37" w:rsidRP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BF3E0" w14:textId="77777777" w:rsid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sz w:val="24"/>
                <w:szCs w:val="24"/>
              </w:rPr>
              <w:t xml:space="preserve">Фахртдинова </w:t>
            </w:r>
          </w:p>
          <w:p w14:paraId="11D788EF" w14:textId="77777777" w:rsidR="00726C37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sz w:val="24"/>
                <w:szCs w:val="24"/>
              </w:rPr>
              <w:t>Луиза Мухаматгарифовна</w:t>
            </w:r>
          </w:p>
          <w:p w14:paraId="14ACE0EA" w14:textId="77777777" w:rsidR="00377002" w:rsidRPr="005A6E58" w:rsidRDefault="00377002" w:rsidP="005A6E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D2B4D" w14:textId="77777777" w:rsidR="00726C37" w:rsidRPr="005A6E58" w:rsidRDefault="00726C37" w:rsidP="00377002">
            <w:pPr>
              <w:spacing w:before="24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</w:tbl>
    <w:p w14:paraId="40516249" w14:textId="77777777" w:rsidR="00726C37" w:rsidRPr="005A6E58" w:rsidRDefault="00726C37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D34547A" w14:textId="77777777" w:rsidR="00726C37" w:rsidRPr="005A6E58" w:rsidRDefault="00726C37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B998A83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C63944A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33CA669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8C8E794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E690603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E18747D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B399941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BB93525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B38A0D0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67E1344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DB61164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CC5DC35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D9D9D8A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2B1B17D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5F2FA15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57099CC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BC8FA5A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8394754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8724C4A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3E58681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765D19E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8274A33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6568262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FD4CD1A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1CD670B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FF6C991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99F9ED6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B9D4572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B7DE7C0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8309994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B807ABC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AF17270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BBFFAFE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F0CC6F9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83A4374" w14:textId="77777777" w:rsidR="00061946" w:rsidRDefault="00061946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E3AA2DD" w14:textId="77777777" w:rsidR="00061946" w:rsidRDefault="00061946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3A86DD70" w14:textId="77777777" w:rsidR="00061946" w:rsidRDefault="00061946" w:rsidP="0006194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Приложение №2  к приказу Министерства образования</w:t>
      </w:r>
    </w:p>
    <w:p w14:paraId="62E9F3C4" w14:textId="77777777" w:rsidR="00061946" w:rsidRPr="00BE3CB8" w:rsidRDefault="00061946" w:rsidP="00061946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14:paraId="44399D7D" w14:textId="77777777" w:rsidR="00061946" w:rsidRDefault="00061946" w:rsidP="0006194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14:paraId="715BA4D7" w14:textId="77777777" w:rsidR="00061946" w:rsidRDefault="00061946" w:rsidP="0006194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14:paraId="63CFC38A" w14:textId="77777777" w:rsidR="00061946" w:rsidRDefault="00061946" w:rsidP="00061946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14:paraId="348D7381" w14:textId="77777777" w:rsidR="00061946" w:rsidRPr="00FD0F2C" w:rsidRDefault="00061946" w:rsidP="00061946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3194E4B2" w14:textId="77777777" w:rsidR="00726C37" w:rsidRDefault="00726C37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6E58">
        <w:rPr>
          <w:rFonts w:ascii="Times New Roman" w:hAnsi="Times New Roman" w:cs="Times New Roman"/>
          <w:b/>
          <w:sz w:val="24"/>
          <w:szCs w:val="24"/>
        </w:rPr>
        <w:t>Негосударственное образовательное учреждение средняя  общеобразовательная школа Альфа с углубленным изучением отдельных предметов, г.Уфа</w:t>
      </w:r>
    </w:p>
    <w:p w14:paraId="3816496C" w14:textId="77777777" w:rsidR="005A6E58" w:rsidRPr="005A6E58" w:rsidRDefault="005A6E58" w:rsidP="005A6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5104"/>
        <w:gridCol w:w="4819"/>
      </w:tblGrid>
      <w:tr w:rsidR="00726C37" w:rsidRPr="005A6E58" w14:paraId="2A5E48E3" w14:textId="77777777" w:rsidTr="005A6E58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0B7605" w14:textId="77777777" w:rsidR="00726C37" w:rsidRP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BB8A17" w14:textId="77777777" w:rsidR="00726C37" w:rsidRP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Ф.И.О.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AD59E4" w14:textId="77777777" w:rsidR="00726C37" w:rsidRP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726C37" w:rsidRPr="005A6E58" w14:paraId="5294822A" w14:textId="77777777" w:rsidTr="005A6E58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1EE3C2" w14:textId="77777777" w:rsidR="00726C37" w:rsidRP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48BA2" w14:textId="77777777" w:rsid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sz w:val="24"/>
                <w:szCs w:val="24"/>
              </w:rPr>
              <w:t xml:space="preserve">Жаркова </w:t>
            </w:r>
          </w:p>
          <w:p w14:paraId="693D6698" w14:textId="77777777" w:rsidR="00726C37" w:rsidRP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sz w:val="24"/>
                <w:szCs w:val="24"/>
              </w:rPr>
              <w:t>Римма Ивановна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5BD85" w14:textId="77777777" w:rsidR="00726C37" w:rsidRP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726C37" w:rsidRPr="005A6E58" w14:paraId="17BF6ACD" w14:textId="77777777" w:rsidTr="005A6E58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525FD9" w14:textId="77777777" w:rsidR="00726C37" w:rsidRP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3D276" w14:textId="77777777" w:rsid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sz w:val="24"/>
                <w:szCs w:val="24"/>
              </w:rPr>
              <w:t>Муллагулова</w:t>
            </w:r>
          </w:p>
          <w:p w14:paraId="7C1DCF68" w14:textId="77777777" w:rsidR="00726C37" w:rsidRP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sz w:val="24"/>
                <w:szCs w:val="24"/>
              </w:rPr>
              <w:t xml:space="preserve"> Сажида Наиловна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AC11E" w14:textId="77777777" w:rsidR="00726C37" w:rsidRP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726C37" w:rsidRPr="005A6E58" w14:paraId="2D3698A3" w14:textId="77777777" w:rsidTr="005A6E58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70F837" w14:textId="77777777" w:rsidR="00726C37" w:rsidRP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F233A" w14:textId="77777777" w:rsid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sz w:val="24"/>
                <w:szCs w:val="24"/>
              </w:rPr>
              <w:t xml:space="preserve">Редникова </w:t>
            </w:r>
          </w:p>
          <w:p w14:paraId="662772B0" w14:textId="77777777" w:rsidR="00726C37" w:rsidRP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sz w:val="24"/>
                <w:szCs w:val="24"/>
              </w:rPr>
              <w:t>Людмила Александровна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7A521" w14:textId="77777777" w:rsidR="00726C37" w:rsidRP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726C37" w:rsidRPr="005A6E58" w14:paraId="7EDC3975" w14:textId="77777777" w:rsidTr="005A6E58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8A8127" w14:textId="77777777" w:rsidR="00726C37" w:rsidRP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98A23" w14:textId="77777777" w:rsid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sz w:val="24"/>
                <w:szCs w:val="24"/>
              </w:rPr>
              <w:t>Тугузбаева</w:t>
            </w:r>
          </w:p>
          <w:p w14:paraId="558539CE" w14:textId="77777777" w:rsidR="00726C37" w:rsidRP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sz w:val="24"/>
                <w:szCs w:val="24"/>
              </w:rPr>
              <w:t xml:space="preserve"> Олеся Васильевна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76C8C" w14:textId="77777777" w:rsidR="00726C37" w:rsidRPr="005A6E58" w:rsidRDefault="00726C37" w:rsidP="005A6E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E58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</w:tbl>
    <w:p w14:paraId="61952E6B" w14:textId="77777777" w:rsidR="00726C37" w:rsidRDefault="00726C37" w:rsidP="00C306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322B4E2" w14:textId="77777777" w:rsidR="00016BDB" w:rsidRDefault="00016BDB" w:rsidP="00C306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5821F29" w14:textId="77777777" w:rsidR="00016BDB" w:rsidRDefault="00016BDB" w:rsidP="00C306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BF258A9" w14:textId="77777777" w:rsidR="00016BDB" w:rsidRDefault="00016BDB" w:rsidP="00C306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B403366" w14:textId="77777777" w:rsidR="00016BDB" w:rsidRDefault="00016BDB" w:rsidP="00C306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9008808" w14:textId="77777777" w:rsidR="00016BDB" w:rsidRDefault="00016BDB" w:rsidP="00C306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46F4251" w14:textId="77777777" w:rsidR="00016BDB" w:rsidRDefault="00016BDB" w:rsidP="00C306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B500C18" w14:textId="77777777" w:rsidR="00016BDB" w:rsidRDefault="00016BDB" w:rsidP="00C306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8ECD97F" w14:textId="77777777" w:rsidR="00016BDB" w:rsidRDefault="00016BDB" w:rsidP="00C306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160C2D1" w14:textId="77777777" w:rsidR="00016BDB" w:rsidRDefault="00016BDB" w:rsidP="00C306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81E9222" w14:textId="77777777" w:rsidR="00016BDB" w:rsidRDefault="00016BDB" w:rsidP="00C306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7D903C1" w14:textId="77777777" w:rsidR="00016BDB" w:rsidRDefault="00016BDB" w:rsidP="00C306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B720869" w14:textId="77777777" w:rsidR="00016BDB" w:rsidRDefault="00016BDB" w:rsidP="00C306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0B98361" w14:textId="77777777" w:rsidR="00016BDB" w:rsidRDefault="00016BDB" w:rsidP="00C306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7F1F4E9" w14:textId="77777777" w:rsidR="00016BDB" w:rsidRDefault="00016BDB" w:rsidP="00C306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84D4BDD" w14:textId="77777777" w:rsidR="00016BDB" w:rsidRDefault="00016BDB" w:rsidP="00C306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8642020" w14:textId="77777777" w:rsidR="00016BDB" w:rsidRDefault="00016BDB" w:rsidP="00C306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4312000" w14:textId="77777777" w:rsidR="00016BDB" w:rsidRDefault="00016BDB" w:rsidP="00C306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BA57890" w14:textId="77777777" w:rsidR="00016BDB" w:rsidRDefault="00016BDB" w:rsidP="00C306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60F20FB" w14:textId="77777777" w:rsidR="00016BDB" w:rsidRDefault="00016BDB" w:rsidP="00C306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D70E99D" w14:textId="77777777" w:rsidR="00016BDB" w:rsidRDefault="00016BDB" w:rsidP="00C306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FBF2139" w14:textId="77777777" w:rsidR="00016BDB" w:rsidRDefault="00016BDB" w:rsidP="00C306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26A64D7" w14:textId="77777777" w:rsidR="00016BDB" w:rsidRDefault="00016BDB" w:rsidP="00C306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6AB83D6" w14:textId="77777777" w:rsidR="00016BDB" w:rsidRDefault="00016BDB" w:rsidP="00C306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CEDB2FD" w14:textId="77777777" w:rsidR="00016BDB" w:rsidRDefault="00016BDB" w:rsidP="00C306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5F84C55" w14:textId="77777777" w:rsidR="00016BDB" w:rsidRDefault="00016BDB" w:rsidP="00C306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1952A1B" w14:textId="77777777" w:rsidR="00016BDB" w:rsidRDefault="00016BDB" w:rsidP="00C306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27CFD64" w14:textId="77777777" w:rsidR="00016BDB" w:rsidRDefault="00016BDB" w:rsidP="00C306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011A5EB" w14:textId="77777777" w:rsidR="00016BDB" w:rsidRDefault="00016BDB" w:rsidP="00C306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016F1E1" w14:textId="77777777" w:rsidR="00016BDB" w:rsidRDefault="00016BDB" w:rsidP="00C306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B49FF7B" w14:textId="77777777" w:rsidR="00016BDB" w:rsidRPr="00C30652" w:rsidRDefault="00016BDB" w:rsidP="00C306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0DAFB1B" w14:textId="77777777" w:rsidR="00061946" w:rsidRDefault="00061946" w:rsidP="0006194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Приложение №2  к приказу Министерства образования</w:t>
      </w:r>
    </w:p>
    <w:p w14:paraId="4BE02A87" w14:textId="77777777" w:rsidR="00061946" w:rsidRPr="00BE3CB8" w:rsidRDefault="00061946" w:rsidP="00061946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14:paraId="71CC5036" w14:textId="77777777" w:rsidR="00061946" w:rsidRDefault="00061946" w:rsidP="0006194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14:paraId="462E1949" w14:textId="77777777" w:rsidR="00061946" w:rsidRDefault="00061946" w:rsidP="0006194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14:paraId="718CCE1F" w14:textId="77777777" w:rsidR="00061946" w:rsidRDefault="00061946" w:rsidP="00061946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14:paraId="41CC7BD7" w14:textId="77777777" w:rsidR="00061946" w:rsidRPr="00FD0F2C" w:rsidRDefault="00061946" w:rsidP="00061946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5CB7B541" w14:textId="77777777" w:rsidR="00061946" w:rsidRDefault="00061946" w:rsidP="00061946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 xml:space="preserve">Муниципальные учреждения дополнительного образования сферы культуры </w:t>
      </w:r>
    </w:p>
    <w:p w14:paraId="0EB169C4" w14:textId="77777777" w:rsidR="00061946" w:rsidRDefault="00061946" w:rsidP="000619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3ECC">
        <w:rPr>
          <w:rFonts w:ascii="Times New Roman" w:hAnsi="Times New Roman" w:cs="Times New Roman"/>
          <w:b/>
          <w:sz w:val="24"/>
          <w:szCs w:val="24"/>
        </w:rPr>
        <w:t>МР Архангельский район  Республики Башкортостан</w:t>
      </w:r>
    </w:p>
    <w:p w14:paraId="47332DF0" w14:textId="77777777" w:rsidR="00E97934" w:rsidRPr="00A83ECC" w:rsidRDefault="00E97934" w:rsidP="000619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0" w:type="auto"/>
        <w:tblInd w:w="-1026" w:type="dxa"/>
        <w:tblLook w:val="04A0" w:firstRow="1" w:lastRow="0" w:firstColumn="1" w:lastColumn="0" w:noHBand="0" w:noVBand="1"/>
      </w:tblPr>
      <w:tblGrid>
        <w:gridCol w:w="567"/>
        <w:gridCol w:w="3261"/>
        <w:gridCol w:w="3969"/>
        <w:gridCol w:w="3118"/>
      </w:tblGrid>
      <w:tr w:rsidR="00E97934" w:rsidRPr="00A83ECC" w14:paraId="27004F41" w14:textId="77777777" w:rsidTr="00E97934">
        <w:tc>
          <w:tcPr>
            <w:tcW w:w="567" w:type="dxa"/>
            <w:vAlign w:val="center"/>
          </w:tcPr>
          <w:p w14:paraId="117630B3" w14:textId="77777777" w:rsidR="00E97934" w:rsidRPr="00C30652" w:rsidRDefault="00E97934" w:rsidP="001F3C20">
            <w:pPr>
              <w:jc w:val="center"/>
              <w:rPr>
                <w:b/>
                <w:sz w:val="24"/>
                <w:szCs w:val="24"/>
              </w:rPr>
            </w:pPr>
            <w:r w:rsidRPr="00C30652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3261" w:type="dxa"/>
            <w:vAlign w:val="center"/>
          </w:tcPr>
          <w:p w14:paraId="7E36F4B4" w14:textId="77777777" w:rsidR="00E97934" w:rsidRPr="00C30652" w:rsidRDefault="00E97934" w:rsidP="001F3C20">
            <w:pPr>
              <w:jc w:val="center"/>
              <w:rPr>
                <w:b/>
                <w:sz w:val="24"/>
                <w:szCs w:val="24"/>
              </w:rPr>
            </w:pPr>
            <w:r w:rsidRPr="00C30652">
              <w:rPr>
                <w:b/>
                <w:sz w:val="24"/>
                <w:szCs w:val="24"/>
              </w:rPr>
              <w:t>Ф</w:t>
            </w:r>
            <w:r>
              <w:rPr>
                <w:b/>
                <w:sz w:val="24"/>
                <w:szCs w:val="24"/>
              </w:rPr>
              <w:t>ИО</w:t>
            </w:r>
          </w:p>
        </w:tc>
        <w:tc>
          <w:tcPr>
            <w:tcW w:w="3969" w:type="dxa"/>
            <w:vAlign w:val="center"/>
          </w:tcPr>
          <w:p w14:paraId="1D5687A4" w14:textId="77777777" w:rsidR="00E97934" w:rsidRPr="00C30652" w:rsidRDefault="00E97934" w:rsidP="001F3C20">
            <w:pPr>
              <w:jc w:val="center"/>
              <w:rPr>
                <w:b/>
                <w:sz w:val="24"/>
                <w:szCs w:val="24"/>
              </w:rPr>
            </w:pPr>
            <w:r w:rsidRPr="00C30652">
              <w:rPr>
                <w:b/>
                <w:sz w:val="24"/>
                <w:szCs w:val="24"/>
              </w:rPr>
              <w:t>Место работы</w:t>
            </w:r>
          </w:p>
        </w:tc>
        <w:tc>
          <w:tcPr>
            <w:tcW w:w="3118" w:type="dxa"/>
            <w:vAlign w:val="center"/>
          </w:tcPr>
          <w:p w14:paraId="1B9E67C9" w14:textId="77777777" w:rsidR="00E97934" w:rsidRPr="00C30652" w:rsidRDefault="00E97934" w:rsidP="001F3C20">
            <w:pPr>
              <w:jc w:val="center"/>
              <w:rPr>
                <w:b/>
                <w:sz w:val="24"/>
                <w:szCs w:val="24"/>
              </w:rPr>
            </w:pPr>
            <w:r w:rsidRPr="00C30652">
              <w:rPr>
                <w:b/>
                <w:sz w:val="24"/>
                <w:szCs w:val="24"/>
              </w:rPr>
              <w:t>Должность</w:t>
            </w:r>
          </w:p>
        </w:tc>
      </w:tr>
      <w:tr w:rsidR="00061946" w:rsidRPr="00A83ECC" w14:paraId="46011E41" w14:textId="77777777" w:rsidTr="00E97934">
        <w:tc>
          <w:tcPr>
            <w:tcW w:w="567" w:type="dxa"/>
          </w:tcPr>
          <w:p w14:paraId="51ED4428" w14:textId="77777777" w:rsidR="00061946" w:rsidRPr="00B000DD" w:rsidRDefault="00061946" w:rsidP="00061946">
            <w:pPr>
              <w:pStyle w:val="a5"/>
              <w:numPr>
                <w:ilvl w:val="0"/>
                <w:numId w:val="29"/>
              </w:numPr>
              <w:ind w:left="57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165CA0AE" w14:textId="77777777" w:rsidR="00061946" w:rsidRDefault="00061946" w:rsidP="00E97934">
            <w:pPr>
              <w:jc w:val="center"/>
              <w:rPr>
                <w:sz w:val="24"/>
                <w:szCs w:val="24"/>
              </w:rPr>
            </w:pPr>
            <w:r w:rsidRPr="00A83ECC">
              <w:rPr>
                <w:sz w:val="24"/>
                <w:szCs w:val="24"/>
              </w:rPr>
              <w:t>Пинягина</w:t>
            </w:r>
          </w:p>
          <w:p w14:paraId="7A8CE722" w14:textId="77777777" w:rsidR="00061946" w:rsidRPr="00A83ECC" w:rsidRDefault="00061946" w:rsidP="00E97934">
            <w:pPr>
              <w:jc w:val="center"/>
              <w:rPr>
                <w:sz w:val="24"/>
                <w:szCs w:val="24"/>
              </w:rPr>
            </w:pPr>
            <w:r w:rsidRPr="00A83ECC">
              <w:rPr>
                <w:sz w:val="24"/>
                <w:szCs w:val="24"/>
              </w:rPr>
              <w:t>Ирина Юрьевна</w:t>
            </w:r>
          </w:p>
        </w:tc>
        <w:tc>
          <w:tcPr>
            <w:tcW w:w="3969" w:type="dxa"/>
          </w:tcPr>
          <w:p w14:paraId="0A8BFED6" w14:textId="77777777" w:rsidR="00061946" w:rsidRPr="00A83ECC" w:rsidRDefault="00061946" w:rsidP="00E97934">
            <w:pPr>
              <w:jc w:val="center"/>
              <w:rPr>
                <w:sz w:val="24"/>
                <w:szCs w:val="24"/>
              </w:rPr>
            </w:pPr>
            <w:r w:rsidRPr="00A83ECC">
              <w:rPr>
                <w:sz w:val="24"/>
                <w:szCs w:val="24"/>
              </w:rPr>
              <w:t>МАОУ ДОД «Детская школа искусств»</w:t>
            </w:r>
          </w:p>
        </w:tc>
        <w:tc>
          <w:tcPr>
            <w:tcW w:w="3118" w:type="dxa"/>
          </w:tcPr>
          <w:p w14:paraId="37BC1868" w14:textId="77777777" w:rsidR="00061946" w:rsidRPr="00A83ECC" w:rsidRDefault="00061946" w:rsidP="00E97934">
            <w:pPr>
              <w:pStyle w:val="a7"/>
              <w:ind w:left="-66"/>
              <w:rPr>
                <w:sz w:val="24"/>
                <w:szCs w:val="24"/>
              </w:rPr>
            </w:pPr>
            <w:r w:rsidRPr="00A35B33">
              <w:rPr>
                <w:b w:val="0"/>
                <w:spacing w:val="0"/>
                <w:sz w:val="24"/>
                <w:szCs w:val="24"/>
              </w:rPr>
              <w:t>преподаватель</w:t>
            </w:r>
          </w:p>
        </w:tc>
      </w:tr>
    </w:tbl>
    <w:p w14:paraId="33F2809A" w14:textId="77777777" w:rsidR="00E97934" w:rsidRDefault="00E97934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793C5761" w14:textId="77777777" w:rsidR="00E97934" w:rsidRDefault="00E97934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1AF1105D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2D0D7775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78AC9BC4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10E0AD5C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16675F57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16C159EF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12A3EAB0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356F12A4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012AF9F8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68C45125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4E69DF2B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4EA35B0C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6BE8C0CF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5B39C327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5200960B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7B890CE4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53C0926B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1DBDFBFF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1C793969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719C2777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0EA2F486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1C8B6890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2B37126A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7ACA2586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380E8EA6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218351A5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45DFEA87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3A3510BD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20CFF861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65787348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58EB8D63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5F9BEEF2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7C2AADE6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0C5E57A7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1A556854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59901D01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08B59BF0" w14:textId="77777777" w:rsidR="00061946" w:rsidRDefault="00061946" w:rsidP="0006194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Приложение №2  к приказу Министерства образования</w:t>
      </w:r>
    </w:p>
    <w:p w14:paraId="3A2C013B" w14:textId="77777777" w:rsidR="00061946" w:rsidRPr="00BE3CB8" w:rsidRDefault="00061946" w:rsidP="00061946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14:paraId="4538135E" w14:textId="77777777" w:rsidR="00061946" w:rsidRDefault="00061946" w:rsidP="0006194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14:paraId="134BDC4F" w14:textId="77777777" w:rsidR="00061946" w:rsidRDefault="00061946" w:rsidP="0006194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14:paraId="604F9066" w14:textId="77777777" w:rsidR="00061946" w:rsidRDefault="00061946" w:rsidP="00061946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14:paraId="676380C1" w14:textId="77777777" w:rsidR="00016BDB" w:rsidRDefault="00016BDB" w:rsidP="00061946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14:paraId="6F4F54EF" w14:textId="77777777" w:rsidR="00061946" w:rsidRDefault="00061946" w:rsidP="00061946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 xml:space="preserve">Муниципальные учреждения дополнительного образования сферы культуры </w:t>
      </w:r>
    </w:p>
    <w:p w14:paraId="517A5972" w14:textId="77777777" w:rsidR="00061946" w:rsidRDefault="00061946" w:rsidP="000619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3ECC">
        <w:rPr>
          <w:rFonts w:ascii="Times New Roman" w:hAnsi="Times New Roman" w:cs="Times New Roman"/>
          <w:b/>
          <w:sz w:val="24"/>
          <w:szCs w:val="24"/>
        </w:rPr>
        <w:t>МР Баймакский район  Республики Башкортостан</w:t>
      </w:r>
    </w:p>
    <w:p w14:paraId="5DC65795" w14:textId="77777777" w:rsidR="00E97934" w:rsidRPr="00A83ECC" w:rsidRDefault="00E97934" w:rsidP="000619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0" w:type="auto"/>
        <w:tblInd w:w="-1026" w:type="dxa"/>
        <w:tblLook w:val="04A0" w:firstRow="1" w:lastRow="0" w:firstColumn="1" w:lastColumn="0" w:noHBand="0" w:noVBand="1"/>
      </w:tblPr>
      <w:tblGrid>
        <w:gridCol w:w="567"/>
        <w:gridCol w:w="3261"/>
        <w:gridCol w:w="3969"/>
        <w:gridCol w:w="3118"/>
      </w:tblGrid>
      <w:tr w:rsidR="00E97934" w:rsidRPr="00A83ECC" w14:paraId="24464F0B" w14:textId="77777777" w:rsidTr="00E97934">
        <w:tc>
          <w:tcPr>
            <w:tcW w:w="567" w:type="dxa"/>
            <w:vAlign w:val="center"/>
          </w:tcPr>
          <w:p w14:paraId="1D1AE1EC" w14:textId="77777777" w:rsidR="00E97934" w:rsidRPr="00C30652" w:rsidRDefault="00E97934" w:rsidP="00E97934">
            <w:pPr>
              <w:jc w:val="center"/>
              <w:rPr>
                <w:b/>
                <w:sz w:val="24"/>
                <w:szCs w:val="24"/>
              </w:rPr>
            </w:pPr>
            <w:r w:rsidRPr="00C30652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3261" w:type="dxa"/>
            <w:vAlign w:val="center"/>
          </w:tcPr>
          <w:p w14:paraId="2B59D8B4" w14:textId="77777777" w:rsidR="00E97934" w:rsidRPr="00C30652" w:rsidRDefault="00E97934" w:rsidP="00E97934">
            <w:pPr>
              <w:jc w:val="center"/>
              <w:rPr>
                <w:b/>
                <w:sz w:val="24"/>
                <w:szCs w:val="24"/>
              </w:rPr>
            </w:pPr>
            <w:r w:rsidRPr="00C30652">
              <w:rPr>
                <w:b/>
                <w:sz w:val="24"/>
                <w:szCs w:val="24"/>
              </w:rPr>
              <w:t>Ф</w:t>
            </w:r>
            <w:r>
              <w:rPr>
                <w:b/>
                <w:sz w:val="24"/>
                <w:szCs w:val="24"/>
              </w:rPr>
              <w:t>ИО</w:t>
            </w:r>
          </w:p>
        </w:tc>
        <w:tc>
          <w:tcPr>
            <w:tcW w:w="3969" w:type="dxa"/>
            <w:vAlign w:val="center"/>
          </w:tcPr>
          <w:p w14:paraId="30DB2D2F" w14:textId="77777777" w:rsidR="00E97934" w:rsidRPr="00C30652" w:rsidRDefault="00E97934" w:rsidP="00E97934">
            <w:pPr>
              <w:jc w:val="center"/>
              <w:rPr>
                <w:b/>
                <w:sz w:val="24"/>
                <w:szCs w:val="24"/>
              </w:rPr>
            </w:pPr>
            <w:r w:rsidRPr="00C30652">
              <w:rPr>
                <w:b/>
                <w:sz w:val="24"/>
                <w:szCs w:val="24"/>
              </w:rPr>
              <w:t>Место работы</w:t>
            </w:r>
          </w:p>
        </w:tc>
        <w:tc>
          <w:tcPr>
            <w:tcW w:w="3118" w:type="dxa"/>
            <w:vAlign w:val="center"/>
          </w:tcPr>
          <w:p w14:paraId="63613BF7" w14:textId="77777777" w:rsidR="00E97934" w:rsidRPr="00C30652" w:rsidRDefault="00E97934" w:rsidP="00E97934">
            <w:pPr>
              <w:jc w:val="center"/>
              <w:rPr>
                <w:b/>
                <w:sz w:val="24"/>
                <w:szCs w:val="24"/>
              </w:rPr>
            </w:pPr>
            <w:r w:rsidRPr="00C30652">
              <w:rPr>
                <w:b/>
                <w:sz w:val="24"/>
                <w:szCs w:val="24"/>
              </w:rPr>
              <w:t>Должность</w:t>
            </w:r>
          </w:p>
        </w:tc>
      </w:tr>
      <w:tr w:rsidR="00061946" w:rsidRPr="00A83ECC" w14:paraId="526DE7AD" w14:textId="77777777" w:rsidTr="00E97934">
        <w:tc>
          <w:tcPr>
            <w:tcW w:w="567" w:type="dxa"/>
          </w:tcPr>
          <w:p w14:paraId="38532A72" w14:textId="77777777" w:rsidR="00061946" w:rsidRPr="00B000DD" w:rsidRDefault="00061946" w:rsidP="00E97934">
            <w:pPr>
              <w:pStyle w:val="a5"/>
              <w:numPr>
                <w:ilvl w:val="0"/>
                <w:numId w:val="28"/>
              </w:numPr>
              <w:ind w:left="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69901BE5" w14:textId="77777777" w:rsidR="00061946" w:rsidRDefault="00061946" w:rsidP="00E97934">
            <w:pPr>
              <w:jc w:val="center"/>
              <w:rPr>
                <w:sz w:val="24"/>
                <w:szCs w:val="24"/>
              </w:rPr>
            </w:pPr>
            <w:r w:rsidRPr="00A83ECC">
              <w:rPr>
                <w:sz w:val="24"/>
                <w:szCs w:val="24"/>
              </w:rPr>
              <w:t>Мусин</w:t>
            </w:r>
          </w:p>
          <w:p w14:paraId="588B2124" w14:textId="77777777" w:rsidR="00061946" w:rsidRPr="00A83ECC" w:rsidRDefault="00061946" w:rsidP="00E97934">
            <w:pPr>
              <w:jc w:val="center"/>
              <w:rPr>
                <w:sz w:val="24"/>
                <w:szCs w:val="24"/>
              </w:rPr>
            </w:pPr>
            <w:r w:rsidRPr="00A83ECC">
              <w:rPr>
                <w:sz w:val="24"/>
                <w:szCs w:val="24"/>
              </w:rPr>
              <w:t>Айдар Ахатович</w:t>
            </w:r>
          </w:p>
        </w:tc>
        <w:tc>
          <w:tcPr>
            <w:tcW w:w="3969" w:type="dxa"/>
          </w:tcPr>
          <w:p w14:paraId="6C835311" w14:textId="77777777" w:rsidR="00061946" w:rsidRPr="00A83ECC" w:rsidRDefault="00061946" w:rsidP="00E97934">
            <w:pPr>
              <w:jc w:val="center"/>
              <w:rPr>
                <w:sz w:val="24"/>
                <w:szCs w:val="24"/>
              </w:rPr>
            </w:pPr>
            <w:r w:rsidRPr="00A83ECC">
              <w:rPr>
                <w:sz w:val="24"/>
                <w:szCs w:val="24"/>
              </w:rPr>
              <w:t>МАОУ ДОД Детская школа искусств им. Г.Сулейманова</w:t>
            </w:r>
          </w:p>
        </w:tc>
        <w:tc>
          <w:tcPr>
            <w:tcW w:w="3118" w:type="dxa"/>
          </w:tcPr>
          <w:p w14:paraId="0516B016" w14:textId="77777777" w:rsidR="00061946" w:rsidRPr="00A83ECC" w:rsidRDefault="00061946" w:rsidP="00E97934">
            <w:pPr>
              <w:pStyle w:val="a7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A83ECC">
              <w:rPr>
                <w:b w:val="0"/>
                <w:spacing w:val="0"/>
                <w:sz w:val="24"/>
                <w:szCs w:val="24"/>
              </w:rPr>
              <w:t>преподаватель</w:t>
            </w:r>
          </w:p>
        </w:tc>
      </w:tr>
      <w:tr w:rsidR="00061946" w:rsidRPr="00A83ECC" w14:paraId="140DBAC6" w14:textId="77777777" w:rsidTr="00E97934">
        <w:trPr>
          <w:trHeight w:val="70"/>
        </w:trPr>
        <w:tc>
          <w:tcPr>
            <w:tcW w:w="567" w:type="dxa"/>
          </w:tcPr>
          <w:p w14:paraId="5D5DADB7" w14:textId="77777777" w:rsidR="00061946" w:rsidRPr="00B000DD" w:rsidRDefault="00061946" w:rsidP="00E97934">
            <w:pPr>
              <w:pStyle w:val="a5"/>
              <w:numPr>
                <w:ilvl w:val="0"/>
                <w:numId w:val="28"/>
              </w:numPr>
              <w:ind w:left="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6DDE2576" w14:textId="77777777" w:rsidR="00061946" w:rsidRDefault="00061946" w:rsidP="00E97934">
            <w:pPr>
              <w:jc w:val="center"/>
              <w:rPr>
                <w:sz w:val="24"/>
                <w:szCs w:val="24"/>
              </w:rPr>
            </w:pPr>
            <w:r w:rsidRPr="00A83ECC">
              <w:rPr>
                <w:sz w:val="24"/>
                <w:szCs w:val="24"/>
              </w:rPr>
              <w:t>Новоселов</w:t>
            </w:r>
          </w:p>
          <w:p w14:paraId="7E5013DA" w14:textId="77777777" w:rsidR="00061946" w:rsidRPr="00A83ECC" w:rsidRDefault="00061946" w:rsidP="00E97934">
            <w:pPr>
              <w:jc w:val="center"/>
              <w:rPr>
                <w:sz w:val="24"/>
                <w:szCs w:val="24"/>
              </w:rPr>
            </w:pPr>
            <w:r w:rsidRPr="00A83ECC">
              <w:rPr>
                <w:sz w:val="24"/>
                <w:szCs w:val="24"/>
              </w:rPr>
              <w:t>Владимир Николаевич</w:t>
            </w:r>
          </w:p>
        </w:tc>
        <w:tc>
          <w:tcPr>
            <w:tcW w:w="3969" w:type="dxa"/>
          </w:tcPr>
          <w:p w14:paraId="6116994A" w14:textId="77777777" w:rsidR="00061946" w:rsidRPr="00A83ECC" w:rsidRDefault="00061946" w:rsidP="00E97934">
            <w:pPr>
              <w:jc w:val="center"/>
              <w:rPr>
                <w:sz w:val="24"/>
                <w:szCs w:val="24"/>
              </w:rPr>
            </w:pPr>
            <w:r w:rsidRPr="00A83ECC">
              <w:rPr>
                <w:sz w:val="24"/>
                <w:szCs w:val="24"/>
              </w:rPr>
              <w:t>МАОУ ДОД Детская школа искусств им. Г.Сулейманова</w:t>
            </w:r>
          </w:p>
        </w:tc>
        <w:tc>
          <w:tcPr>
            <w:tcW w:w="3118" w:type="dxa"/>
          </w:tcPr>
          <w:p w14:paraId="3B0398E7" w14:textId="77777777" w:rsidR="00061946" w:rsidRPr="00A83ECC" w:rsidRDefault="00061946" w:rsidP="00E97934">
            <w:pPr>
              <w:pStyle w:val="a7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A83ECC">
              <w:rPr>
                <w:b w:val="0"/>
                <w:spacing w:val="0"/>
                <w:sz w:val="24"/>
                <w:szCs w:val="24"/>
              </w:rPr>
              <w:t>преподаватель</w:t>
            </w:r>
          </w:p>
        </w:tc>
      </w:tr>
    </w:tbl>
    <w:p w14:paraId="6DC30423" w14:textId="77777777" w:rsidR="00061946" w:rsidRDefault="00061946" w:rsidP="000619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highlight w:val="red"/>
        </w:rPr>
      </w:pPr>
    </w:p>
    <w:p w14:paraId="6D82941F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45794832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58D38566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45B16EB9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42F192C9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48991238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335CC915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099B0333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1AD66377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2DB29EF4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3888BE7F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7100EF64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4BECC6B0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558F356A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7200F76D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2A20FB39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4E527F77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4DF0D631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2B55E719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198F86FF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323AA11B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0E4352B1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47C80786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5FD5747F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1AE31DA8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15F570A1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03EE859E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7088A98E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45DD9E67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6212ABF5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015BCE58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3A07AE81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53BE6EF8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4BB3F8CF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525CF96F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53DA082A" w14:textId="77777777" w:rsidR="00061946" w:rsidRDefault="00061946" w:rsidP="0006194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Приложение №2  к приказу Министерства образования</w:t>
      </w:r>
    </w:p>
    <w:p w14:paraId="6E782239" w14:textId="77777777" w:rsidR="00061946" w:rsidRPr="00BE3CB8" w:rsidRDefault="00061946" w:rsidP="00061946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14:paraId="11C5E54A" w14:textId="77777777" w:rsidR="00061946" w:rsidRDefault="00061946" w:rsidP="0006194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14:paraId="6FF9EFAB" w14:textId="77777777" w:rsidR="00061946" w:rsidRDefault="00061946" w:rsidP="0006194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14:paraId="626C5E44" w14:textId="77777777" w:rsidR="00061946" w:rsidRDefault="00061946" w:rsidP="00061946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14:paraId="72694D29" w14:textId="77777777" w:rsidR="00061946" w:rsidRPr="00FD0F2C" w:rsidRDefault="00061946" w:rsidP="00061946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4CC224C4" w14:textId="77777777" w:rsidR="00061946" w:rsidRDefault="00061946" w:rsidP="00061946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 xml:space="preserve">Муниципальные учреждения дополнительного образования сферы культуры </w:t>
      </w:r>
    </w:p>
    <w:p w14:paraId="4F094B3E" w14:textId="77777777" w:rsidR="00061946" w:rsidRDefault="00061946" w:rsidP="000619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7516">
        <w:rPr>
          <w:rFonts w:ascii="Times New Roman" w:hAnsi="Times New Roman" w:cs="Times New Roman"/>
          <w:b/>
          <w:sz w:val="24"/>
          <w:szCs w:val="24"/>
        </w:rPr>
        <w:t>МР Бурзянский район  Республики Башкортостан</w:t>
      </w:r>
    </w:p>
    <w:p w14:paraId="329873C6" w14:textId="77777777" w:rsidR="00A12A1A" w:rsidRPr="00BB7516" w:rsidRDefault="00A12A1A" w:rsidP="000619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0" w:type="auto"/>
        <w:tblInd w:w="-1026" w:type="dxa"/>
        <w:tblLook w:val="04A0" w:firstRow="1" w:lastRow="0" w:firstColumn="1" w:lastColumn="0" w:noHBand="0" w:noVBand="1"/>
      </w:tblPr>
      <w:tblGrid>
        <w:gridCol w:w="567"/>
        <w:gridCol w:w="3261"/>
        <w:gridCol w:w="3969"/>
        <w:gridCol w:w="3118"/>
      </w:tblGrid>
      <w:tr w:rsidR="00061946" w:rsidRPr="00BB7516" w14:paraId="33197A9D" w14:textId="77777777" w:rsidTr="00E97934">
        <w:tc>
          <w:tcPr>
            <w:tcW w:w="567" w:type="dxa"/>
            <w:vAlign w:val="center"/>
          </w:tcPr>
          <w:p w14:paraId="1D9E3C23" w14:textId="77777777" w:rsidR="00061946" w:rsidRPr="00C30652" w:rsidRDefault="00061946" w:rsidP="00E9793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C30652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3261" w:type="dxa"/>
            <w:vAlign w:val="center"/>
          </w:tcPr>
          <w:p w14:paraId="5A75CFF3" w14:textId="77777777" w:rsidR="00061946" w:rsidRPr="00C30652" w:rsidRDefault="00061946" w:rsidP="00E9793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C30652">
              <w:rPr>
                <w:b/>
                <w:sz w:val="24"/>
                <w:szCs w:val="24"/>
              </w:rPr>
              <w:t>Ф</w:t>
            </w:r>
            <w:r>
              <w:rPr>
                <w:b/>
                <w:sz w:val="24"/>
                <w:szCs w:val="24"/>
              </w:rPr>
              <w:t>ИО</w:t>
            </w:r>
          </w:p>
        </w:tc>
        <w:tc>
          <w:tcPr>
            <w:tcW w:w="3969" w:type="dxa"/>
            <w:vAlign w:val="center"/>
          </w:tcPr>
          <w:p w14:paraId="74B770D2" w14:textId="77777777" w:rsidR="00061946" w:rsidRPr="00C30652" w:rsidRDefault="00061946" w:rsidP="00E9793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C30652">
              <w:rPr>
                <w:b/>
                <w:sz w:val="24"/>
                <w:szCs w:val="24"/>
              </w:rPr>
              <w:t>Место работы</w:t>
            </w:r>
          </w:p>
        </w:tc>
        <w:tc>
          <w:tcPr>
            <w:tcW w:w="3118" w:type="dxa"/>
            <w:vAlign w:val="center"/>
          </w:tcPr>
          <w:p w14:paraId="3C70166F" w14:textId="77777777" w:rsidR="00061946" w:rsidRPr="00C30652" w:rsidRDefault="00061946" w:rsidP="00E9793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C30652">
              <w:rPr>
                <w:b/>
                <w:sz w:val="24"/>
                <w:szCs w:val="24"/>
              </w:rPr>
              <w:t>Должность</w:t>
            </w:r>
          </w:p>
        </w:tc>
      </w:tr>
      <w:tr w:rsidR="00061946" w:rsidRPr="00BB7516" w14:paraId="322CE77A" w14:textId="77777777" w:rsidTr="00E97934">
        <w:tc>
          <w:tcPr>
            <w:tcW w:w="567" w:type="dxa"/>
          </w:tcPr>
          <w:p w14:paraId="7381AE27" w14:textId="77777777" w:rsidR="00061946" w:rsidRPr="00B000DD" w:rsidRDefault="00061946" w:rsidP="00E97934">
            <w:pPr>
              <w:pStyle w:val="a5"/>
              <w:numPr>
                <w:ilvl w:val="0"/>
                <w:numId w:val="27"/>
              </w:numPr>
              <w:spacing w:line="276" w:lineRule="auto"/>
              <w:ind w:left="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5102F532" w14:textId="77777777" w:rsidR="00061946" w:rsidRDefault="00061946" w:rsidP="00E9793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B7516">
              <w:rPr>
                <w:sz w:val="24"/>
                <w:szCs w:val="24"/>
              </w:rPr>
              <w:t>Имангулов</w:t>
            </w:r>
          </w:p>
          <w:p w14:paraId="79854FB5" w14:textId="77777777" w:rsidR="00061946" w:rsidRPr="00BB7516" w:rsidRDefault="00061946" w:rsidP="00E9793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B7516">
              <w:rPr>
                <w:sz w:val="24"/>
                <w:szCs w:val="24"/>
              </w:rPr>
              <w:t>РамильКаримович</w:t>
            </w:r>
          </w:p>
        </w:tc>
        <w:tc>
          <w:tcPr>
            <w:tcW w:w="3969" w:type="dxa"/>
          </w:tcPr>
          <w:p w14:paraId="0A4FDD13" w14:textId="77777777" w:rsidR="00061946" w:rsidRPr="00BB7516" w:rsidRDefault="00061946" w:rsidP="00E97934">
            <w:pPr>
              <w:tabs>
                <w:tab w:val="left" w:pos="915"/>
                <w:tab w:val="center" w:pos="1734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BB7516">
              <w:rPr>
                <w:sz w:val="24"/>
                <w:szCs w:val="24"/>
              </w:rPr>
              <w:t>АУ ДОД Детская школа искусств им. Камиля Рахимова</w:t>
            </w:r>
          </w:p>
        </w:tc>
        <w:tc>
          <w:tcPr>
            <w:tcW w:w="3118" w:type="dxa"/>
          </w:tcPr>
          <w:p w14:paraId="34E0E138" w14:textId="77777777" w:rsidR="00061946" w:rsidRPr="00BB7516" w:rsidRDefault="00061946" w:rsidP="00E97934">
            <w:pPr>
              <w:pStyle w:val="a7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BB7516">
              <w:rPr>
                <w:b w:val="0"/>
                <w:spacing w:val="0"/>
                <w:sz w:val="24"/>
                <w:szCs w:val="24"/>
              </w:rPr>
              <w:t>преподаватель</w:t>
            </w:r>
          </w:p>
        </w:tc>
      </w:tr>
    </w:tbl>
    <w:p w14:paraId="7FB90DC1" w14:textId="77777777" w:rsidR="00061946" w:rsidRDefault="00061946" w:rsidP="0006194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highlight w:val="red"/>
        </w:rPr>
      </w:pPr>
    </w:p>
    <w:p w14:paraId="7951AE87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4DA17631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46400719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215D26FF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0DADC11B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5DD5F2B0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73CC2785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7A15147F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15C03DA8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0B0A10B4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1C2F857C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6620B372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0F910E9C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4AEA2341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13575161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17D9A4C6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1392EBB1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06689BC7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762CD6CA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3138F7BF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718537AB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1EB5A0CC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38E66762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7A18FA0F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2B3DFB06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03D3EC7A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7423A8E2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1712D885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490927E1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7F4BBA1A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172F6FB5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11DD3AC3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6F2413AB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5613763D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43ABEA63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354BA4D8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31FFB3E2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39A4AE88" w14:textId="77777777" w:rsidR="00061946" w:rsidRDefault="00061946" w:rsidP="0006194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Приложение №2  к приказу Министерства образования</w:t>
      </w:r>
    </w:p>
    <w:p w14:paraId="7DC8718B" w14:textId="77777777" w:rsidR="00061946" w:rsidRPr="00BE3CB8" w:rsidRDefault="00061946" w:rsidP="00061946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14:paraId="0DB8CF0B" w14:textId="77777777" w:rsidR="00061946" w:rsidRDefault="00061946" w:rsidP="0006194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14:paraId="05EBA1E8" w14:textId="77777777" w:rsidR="00061946" w:rsidRDefault="00061946" w:rsidP="0006194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14:paraId="3BAEEAA4" w14:textId="77777777" w:rsidR="00061946" w:rsidRDefault="00061946" w:rsidP="00061946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14:paraId="406C799C" w14:textId="77777777" w:rsidR="00061946" w:rsidRPr="00FD0F2C" w:rsidRDefault="00061946" w:rsidP="00061946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1C821BF5" w14:textId="77777777" w:rsidR="00061946" w:rsidRDefault="00061946" w:rsidP="00061946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 xml:space="preserve">Муниципальные учреждения дополнительного образования сферы культуры </w:t>
      </w:r>
    </w:p>
    <w:p w14:paraId="46774804" w14:textId="77777777" w:rsidR="00061946" w:rsidRDefault="00061946" w:rsidP="0006194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462F">
        <w:rPr>
          <w:rFonts w:ascii="Times New Roman" w:hAnsi="Times New Roman" w:cs="Times New Roman"/>
          <w:b/>
          <w:sz w:val="24"/>
          <w:szCs w:val="24"/>
        </w:rPr>
        <w:t>МР Кугарчинский район  Республики Башкортостан</w:t>
      </w:r>
    </w:p>
    <w:p w14:paraId="69129C44" w14:textId="77777777" w:rsidR="00E97934" w:rsidRPr="00E6462F" w:rsidRDefault="00E97934" w:rsidP="0006194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0" w:type="auto"/>
        <w:tblInd w:w="-1026" w:type="dxa"/>
        <w:tblLook w:val="04A0" w:firstRow="1" w:lastRow="0" w:firstColumn="1" w:lastColumn="0" w:noHBand="0" w:noVBand="1"/>
      </w:tblPr>
      <w:tblGrid>
        <w:gridCol w:w="567"/>
        <w:gridCol w:w="3261"/>
        <w:gridCol w:w="3969"/>
        <w:gridCol w:w="3118"/>
      </w:tblGrid>
      <w:tr w:rsidR="00061946" w:rsidRPr="00E6462F" w14:paraId="12CF1319" w14:textId="77777777" w:rsidTr="00E97934">
        <w:tc>
          <w:tcPr>
            <w:tcW w:w="567" w:type="dxa"/>
            <w:vAlign w:val="center"/>
          </w:tcPr>
          <w:p w14:paraId="0A01BC3E" w14:textId="77777777" w:rsidR="00061946" w:rsidRPr="00C30652" w:rsidRDefault="00061946" w:rsidP="00E9793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C30652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3261" w:type="dxa"/>
            <w:vAlign w:val="center"/>
          </w:tcPr>
          <w:p w14:paraId="7F9F3A56" w14:textId="77777777" w:rsidR="00061946" w:rsidRPr="00C30652" w:rsidRDefault="00061946" w:rsidP="00E9793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C30652">
              <w:rPr>
                <w:b/>
                <w:sz w:val="24"/>
                <w:szCs w:val="24"/>
              </w:rPr>
              <w:t>Ф</w:t>
            </w:r>
            <w:r>
              <w:rPr>
                <w:b/>
                <w:sz w:val="24"/>
                <w:szCs w:val="24"/>
              </w:rPr>
              <w:t>ИО</w:t>
            </w:r>
          </w:p>
        </w:tc>
        <w:tc>
          <w:tcPr>
            <w:tcW w:w="3969" w:type="dxa"/>
            <w:vAlign w:val="center"/>
          </w:tcPr>
          <w:p w14:paraId="1A8DEEB4" w14:textId="77777777" w:rsidR="00061946" w:rsidRPr="00C30652" w:rsidRDefault="00061946" w:rsidP="00E9793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C30652">
              <w:rPr>
                <w:b/>
                <w:sz w:val="24"/>
                <w:szCs w:val="24"/>
              </w:rPr>
              <w:t>Место работы</w:t>
            </w:r>
          </w:p>
        </w:tc>
        <w:tc>
          <w:tcPr>
            <w:tcW w:w="3118" w:type="dxa"/>
            <w:vAlign w:val="center"/>
          </w:tcPr>
          <w:p w14:paraId="520B33CD" w14:textId="77777777" w:rsidR="00061946" w:rsidRPr="00C30652" w:rsidRDefault="00061946" w:rsidP="00E9793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C30652">
              <w:rPr>
                <w:b/>
                <w:sz w:val="24"/>
                <w:szCs w:val="24"/>
              </w:rPr>
              <w:t>Должность</w:t>
            </w:r>
          </w:p>
        </w:tc>
      </w:tr>
      <w:tr w:rsidR="00061946" w:rsidRPr="00E6462F" w14:paraId="45733450" w14:textId="77777777" w:rsidTr="00E97934">
        <w:tc>
          <w:tcPr>
            <w:tcW w:w="567" w:type="dxa"/>
          </w:tcPr>
          <w:p w14:paraId="2D1C4E78" w14:textId="77777777" w:rsidR="00061946" w:rsidRPr="00B000DD" w:rsidRDefault="00061946" w:rsidP="00E97934">
            <w:pPr>
              <w:pStyle w:val="a5"/>
              <w:numPr>
                <w:ilvl w:val="0"/>
                <w:numId w:val="26"/>
              </w:numPr>
              <w:spacing w:line="276" w:lineRule="auto"/>
              <w:ind w:left="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31FB27C3" w14:textId="77777777" w:rsidR="00061946" w:rsidRPr="00E6462F" w:rsidRDefault="00061946" w:rsidP="00E97934">
            <w:pPr>
              <w:pStyle w:val="a7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E6462F">
              <w:rPr>
                <w:b w:val="0"/>
                <w:spacing w:val="0"/>
                <w:sz w:val="24"/>
                <w:szCs w:val="24"/>
              </w:rPr>
              <w:t>Аюпова</w:t>
            </w:r>
          </w:p>
          <w:p w14:paraId="0B313956" w14:textId="77777777" w:rsidR="00061946" w:rsidRPr="00E6462F" w:rsidRDefault="00061946" w:rsidP="00E97934">
            <w:pPr>
              <w:pStyle w:val="a7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E6462F">
              <w:rPr>
                <w:b w:val="0"/>
                <w:spacing w:val="0"/>
                <w:sz w:val="24"/>
                <w:szCs w:val="24"/>
              </w:rPr>
              <w:t>Расима</w:t>
            </w:r>
            <w:r w:rsidR="00377002">
              <w:rPr>
                <w:b w:val="0"/>
                <w:spacing w:val="0"/>
                <w:sz w:val="24"/>
                <w:szCs w:val="24"/>
              </w:rPr>
              <w:t xml:space="preserve"> </w:t>
            </w:r>
            <w:r w:rsidRPr="00E6462F">
              <w:rPr>
                <w:b w:val="0"/>
                <w:spacing w:val="0"/>
                <w:sz w:val="24"/>
                <w:szCs w:val="24"/>
              </w:rPr>
              <w:t>Уразаевна</w:t>
            </w:r>
          </w:p>
        </w:tc>
        <w:tc>
          <w:tcPr>
            <w:tcW w:w="3969" w:type="dxa"/>
          </w:tcPr>
          <w:p w14:paraId="7A715561" w14:textId="77777777" w:rsidR="00061946" w:rsidRPr="00E6462F" w:rsidRDefault="00061946" w:rsidP="00E97934">
            <w:pPr>
              <w:pStyle w:val="a7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E6462F">
              <w:rPr>
                <w:b w:val="0"/>
                <w:spacing w:val="0"/>
                <w:sz w:val="24"/>
                <w:szCs w:val="24"/>
              </w:rPr>
              <w:t>МАОУ ДОД Юмагузинская Детская школа искусств</w:t>
            </w:r>
          </w:p>
        </w:tc>
        <w:tc>
          <w:tcPr>
            <w:tcW w:w="3118" w:type="dxa"/>
          </w:tcPr>
          <w:p w14:paraId="68E572D5" w14:textId="77777777" w:rsidR="00061946" w:rsidRPr="00E6462F" w:rsidRDefault="00061946" w:rsidP="00E97934">
            <w:pPr>
              <w:pStyle w:val="a7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E6462F">
              <w:rPr>
                <w:b w:val="0"/>
                <w:spacing w:val="0"/>
                <w:sz w:val="24"/>
                <w:szCs w:val="24"/>
              </w:rPr>
              <w:t>преподаватель</w:t>
            </w:r>
          </w:p>
        </w:tc>
      </w:tr>
      <w:tr w:rsidR="00061946" w:rsidRPr="00E6462F" w14:paraId="67577F6B" w14:textId="77777777" w:rsidTr="00E97934">
        <w:tc>
          <w:tcPr>
            <w:tcW w:w="567" w:type="dxa"/>
          </w:tcPr>
          <w:p w14:paraId="6FAAC038" w14:textId="77777777" w:rsidR="00061946" w:rsidRPr="00B000DD" w:rsidRDefault="00061946" w:rsidP="00E97934">
            <w:pPr>
              <w:pStyle w:val="a5"/>
              <w:numPr>
                <w:ilvl w:val="0"/>
                <w:numId w:val="26"/>
              </w:numPr>
              <w:spacing w:line="276" w:lineRule="auto"/>
              <w:ind w:left="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049D1869" w14:textId="77777777" w:rsidR="00061946" w:rsidRPr="00E6462F" w:rsidRDefault="00061946" w:rsidP="00E97934">
            <w:pPr>
              <w:pStyle w:val="a7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E6462F">
              <w:rPr>
                <w:b w:val="0"/>
                <w:spacing w:val="0"/>
                <w:sz w:val="24"/>
                <w:szCs w:val="24"/>
              </w:rPr>
              <w:t>Каримова</w:t>
            </w:r>
          </w:p>
          <w:p w14:paraId="19BE358F" w14:textId="77777777" w:rsidR="00061946" w:rsidRPr="00E6462F" w:rsidRDefault="00061946" w:rsidP="00E97934">
            <w:pPr>
              <w:pStyle w:val="a7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E6462F">
              <w:rPr>
                <w:b w:val="0"/>
                <w:spacing w:val="0"/>
                <w:sz w:val="24"/>
                <w:szCs w:val="24"/>
              </w:rPr>
              <w:t>Флорида Закиевна</w:t>
            </w:r>
          </w:p>
        </w:tc>
        <w:tc>
          <w:tcPr>
            <w:tcW w:w="3969" w:type="dxa"/>
          </w:tcPr>
          <w:p w14:paraId="31197861" w14:textId="77777777" w:rsidR="00061946" w:rsidRPr="00E6462F" w:rsidRDefault="00061946" w:rsidP="00E97934">
            <w:pPr>
              <w:pStyle w:val="a7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E6462F">
              <w:rPr>
                <w:b w:val="0"/>
                <w:spacing w:val="0"/>
                <w:sz w:val="24"/>
                <w:szCs w:val="24"/>
              </w:rPr>
              <w:t>МАОУ ДОД Мраковская детская школа искусств им. З. Биишевой</w:t>
            </w:r>
          </w:p>
        </w:tc>
        <w:tc>
          <w:tcPr>
            <w:tcW w:w="3118" w:type="dxa"/>
          </w:tcPr>
          <w:p w14:paraId="392BFB61" w14:textId="77777777" w:rsidR="00061946" w:rsidRPr="00E6462F" w:rsidRDefault="00061946" w:rsidP="00E97934">
            <w:pPr>
              <w:pStyle w:val="a7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E6462F">
              <w:rPr>
                <w:b w:val="0"/>
                <w:spacing w:val="0"/>
                <w:sz w:val="24"/>
                <w:szCs w:val="24"/>
              </w:rPr>
              <w:t>преподаватель</w:t>
            </w:r>
          </w:p>
        </w:tc>
      </w:tr>
    </w:tbl>
    <w:p w14:paraId="22C01B24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3EDE03CD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6644B380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74A72225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4AD5CDD1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0745A5D1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15F70311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403D693C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0EFAF645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4CC675E1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74A51725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7C75E18C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515AA27B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1D1834CF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44AEA0CC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7A5B8367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23CD09B2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0BF9AE22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049A183C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26A06D05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73832DA2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0A7A915F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1B27A42F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5AD25B2A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53004E05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4DBE0802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0E4607AD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2FA12E3F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5577FBC8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7702F9C6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48352421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39B7E1ED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5E631611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1A526345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65B7006B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3897E51C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363D2DA7" w14:textId="77777777" w:rsidR="00061946" w:rsidRDefault="00061946" w:rsidP="0006194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Приложение №2  к приказу Министерства образования</w:t>
      </w:r>
    </w:p>
    <w:p w14:paraId="640D2846" w14:textId="77777777" w:rsidR="00061946" w:rsidRPr="00BE3CB8" w:rsidRDefault="00061946" w:rsidP="00061946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14:paraId="67CEDFA4" w14:textId="77777777" w:rsidR="00061946" w:rsidRDefault="00061946" w:rsidP="0006194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14:paraId="06668B18" w14:textId="77777777" w:rsidR="00061946" w:rsidRDefault="00061946" w:rsidP="0006194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14:paraId="26F2DC81" w14:textId="77777777" w:rsidR="00061946" w:rsidRDefault="00061946" w:rsidP="00061946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14:paraId="4E0210F6" w14:textId="77777777" w:rsidR="00061946" w:rsidRPr="00FD0F2C" w:rsidRDefault="00061946" w:rsidP="00061946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40518DE0" w14:textId="77777777" w:rsidR="00061946" w:rsidRDefault="00061946" w:rsidP="00061946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 xml:space="preserve">Муниципальные учреждения дополнительного образования сферы культуры </w:t>
      </w:r>
    </w:p>
    <w:p w14:paraId="13BCA26B" w14:textId="77777777" w:rsidR="00061946" w:rsidRDefault="00061946" w:rsidP="0006194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6FCC">
        <w:rPr>
          <w:rFonts w:ascii="Times New Roman" w:hAnsi="Times New Roman" w:cs="Times New Roman"/>
          <w:b/>
          <w:sz w:val="24"/>
          <w:szCs w:val="24"/>
        </w:rPr>
        <w:t>МР Учалинский район  Республики Башкортостан</w:t>
      </w:r>
    </w:p>
    <w:p w14:paraId="46AFA6C2" w14:textId="77777777" w:rsidR="00E97934" w:rsidRPr="00526FCC" w:rsidRDefault="00E97934" w:rsidP="0006194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0" w:type="auto"/>
        <w:tblInd w:w="-1026" w:type="dxa"/>
        <w:tblLook w:val="04A0" w:firstRow="1" w:lastRow="0" w:firstColumn="1" w:lastColumn="0" w:noHBand="0" w:noVBand="1"/>
      </w:tblPr>
      <w:tblGrid>
        <w:gridCol w:w="567"/>
        <w:gridCol w:w="3261"/>
        <w:gridCol w:w="3969"/>
        <w:gridCol w:w="3118"/>
      </w:tblGrid>
      <w:tr w:rsidR="00061946" w:rsidRPr="00526FCC" w14:paraId="794CBDE8" w14:textId="77777777" w:rsidTr="00E97934">
        <w:tc>
          <w:tcPr>
            <w:tcW w:w="567" w:type="dxa"/>
            <w:vAlign w:val="center"/>
          </w:tcPr>
          <w:p w14:paraId="5B9D29AE" w14:textId="77777777" w:rsidR="00061946" w:rsidRPr="00C30652" w:rsidRDefault="00061946" w:rsidP="00E97934">
            <w:pPr>
              <w:jc w:val="center"/>
              <w:rPr>
                <w:b/>
                <w:sz w:val="24"/>
                <w:szCs w:val="24"/>
              </w:rPr>
            </w:pPr>
            <w:r w:rsidRPr="00C30652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3261" w:type="dxa"/>
            <w:vAlign w:val="center"/>
          </w:tcPr>
          <w:p w14:paraId="3754E3CF" w14:textId="77777777" w:rsidR="00061946" w:rsidRPr="00C30652" w:rsidRDefault="00061946" w:rsidP="00E97934">
            <w:pPr>
              <w:jc w:val="center"/>
              <w:rPr>
                <w:b/>
                <w:sz w:val="24"/>
                <w:szCs w:val="24"/>
              </w:rPr>
            </w:pPr>
            <w:r w:rsidRPr="00C30652">
              <w:rPr>
                <w:b/>
                <w:sz w:val="24"/>
                <w:szCs w:val="24"/>
              </w:rPr>
              <w:t>Ф</w:t>
            </w:r>
            <w:r>
              <w:rPr>
                <w:b/>
                <w:sz w:val="24"/>
                <w:szCs w:val="24"/>
              </w:rPr>
              <w:t>ИО</w:t>
            </w:r>
          </w:p>
        </w:tc>
        <w:tc>
          <w:tcPr>
            <w:tcW w:w="3969" w:type="dxa"/>
            <w:vAlign w:val="center"/>
          </w:tcPr>
          <w:p w14:paraId="4EB44FBE" w14:textId="77777777" w:rsidR="00061946" w:rsidRPr="00C30652" w:rsidRDefault="00061946" w:rsidP="00E97934">
            <w:pPr>
              <w:jc w:val="center"/>
              <w:rPr>
                <w:b/>
                <w:sz w:val="24"/>
                <w:szCs w:val="24"/>
              </w:rPr>
            </w:pPr>
            <w:r w:rsidRPr="00C30652">
              <w:rPr>
                <w:b/>
                <w:sz w:val="24"/>
                <w:szCs w:val="24"/>
              </w:rPr>
              <w:t>Место работы</w:t>
            </w:r>
          </w:p>
        </w:tc>
        <w:tc>
          <w:tcPr>
            <w:tcW w:w="3118" w:type="dxa"/>
            <w:vAlign w:val="center"/>
          </w:tcPr>
          <w:p w14:paraId="76641A2A" w14:textId="77777777" w:rsidR="00061946" w:rsidRPr="00C30652" w:rsidRDefault="00061946" w:rsidP="00E97934">
            <w:pPr>
              <w:jc w:val="center"/>
              <w:rPr>
                <w:b/>
                <w:sz w:val="24"/>
                <w:szCs w:val="24"/>
              </w:rPr>
            </w:pPr>
            <w:r w:rsidRPr="00C30652">
              <w:rPr>
                <w:b/>
                <w:sz w:val="24"/>
                <w:szCs w:val="24"/>
              </w:rPr>
              <w:t>Должность</w:t>
            </w:r>
          </w:p>
        </w:tc>
      </w:tr>
      <w:tr w:rsidR="00061946" w:rsidRPr="00526FCC" w14:paraId="061303FA" w14:textId="77777777" w:rsidTr="00E97934">
        <w:tc>
          <w:tcPr>
            <w:tcW w:w="567" w:type="dxa"/>
          </w:tcPr>
          <w:p w14:paraId="101E68D7" w14:textId="77777777" w:rsidR="00061946" w:rsidRPr="00B000DD" w:rsidRDefault="00061946" w:rsidP="00E97934">
            <w:pPr>
              <w:pStyle w:val="a5"/>
              <w:numPr>
                <w:ilvl w:val="0"/>
                <w:numId w:val="25"/>
              </w:numPr>
              <w:ind w:left="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79A8C7CF" w14:textId="77777777" w:rsidR="00061946" w:rsidRPr="00526FCC" w:rsidRDefault="00061946" w:rsidP="00E97934">
            <w:pPr>
              <w:pStyle w:val="a7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526FCC">
              <w:rPr>
                <w:b w:val="0"/>
                <w:spacing w:val="0"/>
                <w:sz w:val="24"/>
                <w:szCs w:val="24"/>
              </w:rPr>
              <w:t>Абдрахимова</w:t>
            </w:r>
          </w:p>
          <w:p w14:paraId="5B0649E2" w14:textId="77777777" w:rsidR="00061946" w:rsidRPr="00526FCC" w:rsidRDefault="00061946" w:rsidP="00E97934">
            <w:pPr>
              <w:pStyle w:val="a7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526FCC">
              <w:rPr>
                <w:b w:val="0"/>
                <w:spacing w:val="0"/>
                <w:sz w:val="24"/>
                <w:szCs w:val="24"/>
              </w:rPr>
              <w:t>Виля  Ишмухаметовна</w:t>
            </w:r>
          </w:p>
        </w:tc>
        <w:tc>
          <w:tcPr>
            <w:tcW w:w="3969" w:type="dxa"/>
          </w:tcPr>
          <w:p w14:paraId="1B4D3C58" w14:textId="77777777" w:rsidR="00061946" w:rsidRPr="00526FCC" w:rsidRDefault="00061946" w:rsidP="00E97934">
            <w:pPr>
              <w:pStyle w:val="a7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526FCC">
              <w:rPr>
                <w:b w:val="0"/>
                <w:spacing w:val="0"/>
                <w:sz w:val="24"/>
                <w:szCs w:val="24"/>
              </w:rPr>
              <w:t>МАОУ ДОД Детская музыкальная школа № 1</w:t>
            </w:r>
          </w:p>
        </w:tc>
        <w:tc>
          <w:tcPr>
            <w:tcW w:w="3118" w:type="dxa"/>
          </w:tcPr>
          <w:p w14:paraId="7D10BC41" w14:textId="77777777" w:rsidR="00061946" w:rsidRPr="00526FCC" w:rsidRDefault="00061946" w:rsidP="00E97934">
            <w:pPr>
              <w:pStyle w:val="a7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526FCC">
              <w:rPr>
                <w:b w:val="0"/>
                <w:spacing w:val="0"/>
                <w:sz w:val="24"/>
                <w:szCs w:val="24"/>
              </w:rPr>
              <w:t>преподаватель</w:t>
            </w:r>
          </w:p>
        </w:tc>
      </w:tr>
      <w:tr w:rsidR="00061946" w:rsidRPr="00526FCC" w14:paraId="1797EE68" w14:textId="77777777" w:rsidTr="00E97934">
        <w:tc>
          <w:tcPr>
            <w:tcW w:w="567" w:type="dxa"/>
          </w:tcPr>
          <w:p w14:paraId="228C32C3" w14:textId="77777777" w:rsidR="00061946" w:rsidRPr="00B000DD" w:rsidRDefault="00061946" w:rsidP="00E97934">
            <w:pPr>
              <w:pStyle w:val="a5"/>
              <w:numPr>
                <w:ilvl w:val="0"/>
                <w:numId w:val="25"/>
              </w:numPr>
              <w:ind w:left="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77842B5E" w14:textId="77777777" w:rsidR="00061946" w:rsidRDefault="00061946" w:rsidP="00E97934">
            <w:pPr>
              <w:pStyle w:val="a7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526FCC">
              <w:rPr>
                <w:b w:val="0"/>
                <w:spacing w:val="0"/>
                <w:sz w:val="24"/>
                <w:szCs w:val="24"/>
              </w:rPr>
              <w:t>Гайсин</w:t>
            </w:r>
          </w:p>
          <w:p w14:paraId="2480AEC2" w14:textId="77777777" w:rsidR="00061946" w:rsidRPr="00526FCC" w:rsidRDefault="00061946" w:rsidP="00E97934">
            <w:pPr>
              <w:pStyle w:val="a7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526FCC">
              <w:rPr>
                <w:b w:val="0"/>
                <w:spacing w:val="0"/>
                <w:sz w:val="24"/>
                <w:szCs w:val="24"/>
              </w:rPr>
              <w:t>РамильАхмедгалеевич</w:t>
            </w:r>
          </w:p>
        </w:tc>
        <w:tc>
          <w:tcPr>
            <w:tcW w:w="3969" w:type="dxa"/>
          </w:tcPr>
          <w:p w14:paraId="77BD1AD2" w14:textId="77777777" w:rsidR="00061946" w:rsidRPr="00526FCC" w:rsidRDefault="00061946" w:rsidP="00E97934">
            <w:pPr>
              <w:pStyle w:val="a7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526FCC">
              <w:rPr>
                <w:b w:val="0"/>
                <w:spacing w:val="0"/>
                <w:sz w:val="24"/>
                <w:szCs w:val="24"/>
              </w:rPr>
              <w:t>МБОУ ДОД Детская художественная школа</w:t>
            </w:r>
          </w:p>
        </w:tc>
        <w:tc>
          <w:tcPr>
            <w:tcW w:w="3118" w:type="dxa"/>
          </w:tcPr>
          <w:p w14:paraId="2CBADC08" w14:textId="77777777" w:rsidR="00061946" w:rsidRPr="00526FCC" w:rsidRDefault="00061946" w:rsidP="00E97934">
            <w:pPr>
              <w:pStyle w:val="a7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526FCC">
              <w:rPr>
                <w:b w:val="0"/>
                <w:spacing w:val="0"/>
                <w:sz w:val="24"/>
                <w:szCs w:val="24"/>
              </w:rPr>
              <w:t>преподаватель</w:t>
            </w:r>
          </w:p>
        </w:tc>
      </w:tr>
      <w:tr w:rsidR="00061946" w:rsidRPr="00526FCC" w14:paraId="09D0ED96" w14:textId="77777777" w:rsidTr="00E97934">
        <w:tc>
          <w:tcPr>
            <w:tcW w:w="567" w:type="dxa"/>
          </w:tcPr>
          <w:p w14:paraId="3AA1DAE8" w14:textId="77777777" w:rsidR="00061946" w:rsidRPr="00B000DD" w:rsidRDefault="00061946" w:rsidP="00E97934">
            <w:pPr>
              <w:pStyle w:val="a5"/>
              <w:numPr>
                <w:ilvl w:val="0"/>
                <w:numId w:val="25"/>
              </w:numPr>
              <w:ind w:left="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6E57C8ED" w14:textId="77777777" w:rsidR="00061946" w:rsidRPr="00526FCC" w:rsidRDefault="00061946" w:rsidP="00E97934">
            <w:pPr>
              <w:pStyle w:val="a7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526FCC">
              <w:rPr>
                <w:b w:val="0"/>
                <w:spacing w:val="0"/>
                <w:sz w:val="24"/>
                <w:szCs w:val="24"/>
              </w:rPr>
              <w:t>Гильманов</w:t>
            </w:r>
          </w:p>
          <w:p w14:paraId="38C41359" w14:textId="77777777" w:rsidR="00061946" w:rsidRPr="00526FCC" w:rsidRDefault="00061946" w:rsidP="00E97934">
            <w:pPr>
              <w:pStyle w:val="a7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526FCC">
              <w:rPr>
                <w:b w:val="0"/>
                <w:spacing w:val="0"/>
                <w:sz w:val="24"/>
                <w:szCs w:val="24"/>
              </w:rPr>
              <w:t>РамильХаевич</w:t>
            </w:r>
          </w:p>
        </w:tc>
        <w:tc>
          <w:tcPr>
            <w:tcW w:w="3969" w:type="dxa"/>
          </w:tcPr>
          <w:p w14:paraId="552722B6" w14:textId="77777777" w:rsidR="00061946" w:rsidRPr="00526FCC" w:rsidRDefault="00061946" w:rsidP="00E97934">
            <w:pPr>
              <w:pStyle w:val="a7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526FCC">
              <w:rPr>
                <w:b w:val="0"/>
                <w:spacing w:val="0"/>
                <w:sz w:val="24"/>
                <w:szCs w:val="24"/>
              </w:rPr>
              <w:t>МБОУ ДОД Детская художественная школа</w:t>
            </w:r>
          </w:p>
        </w:tc>
        <w:tc>
          <w:tcPr>
            <w:tcW w:w="3118" w:type="dxa"/>
          </w:tcPr>
          <w:p w14:paraId="596B70BD" w14:textId="77777777" w:rsidR="00061946" w:rsidRPr="00526FCC" w:rsidRDefault="00061946" w:rsidP="00E97934">
            <w:pPr>
              <w:pStyle w:val="a7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526FCC">
              <w:rPr>
                <w:b w:val="0"/>
                <w:spacing w:val="0"/>
                <w:sz w:val="24"/>
                <w:szCs w:val="24"/>
              </w:rPr>
              <w:t>преподаватель</w:t>
            </w:r>
          </w:p>
        </w:tc>
      </w:tr>
    </w:tbl>
    <w:p w14:paraId="2F374EB0" w14:textId="77777777" w:rsidR="00061946" w:rsidRDefault="00061946" w:rsidP="00061946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red"/>
        </w:rPr>
      </w:pPr>
    </w:p>
    <w:p w14:paraId="77D27C71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60FCF854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63CFA354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2FB9AE2D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015BB3F7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3613C660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2FAE1AD5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45482709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7C0E4CF2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4BAAE775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767E63F8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69CE1395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21D229F3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16A01B8F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174DECFB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23891D38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5E32C47C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5CA8AC66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4DEABFB6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41C99038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6CAE8BC8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7F3576E2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411EA646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4FDDB41B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07534023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1FD02767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0F846619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654D9217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6BEA615B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19A5DA92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0ABEC5EB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53BB88A9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5C768F63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4B67BA8E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656CC182" w14:textId="77777777" w:rsidR="00061946" w:rsidRDefault="00061946" w:rsidP="0006194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Приложение №2  к приказу Министерства образования</w:t>
      </w:r>
    </w:p>
    <w:p w14:paraId="184895F5" w14:textId="77777777" w:rsidR="00061946" w:rsidRPr="00BE3CB8" w:rsidRDefault="00061946" w:rsidP="00061946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14:paraId="33ADA9E7" w14:textId="77777777" w:rsidR="00061946" w:rsidRDefault="00061946" w:rsidP="0006194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14:paraId="285BCADA" w14:textId="77777777" w:rsidR="00061946" w:rsidRDefault="00061946" w:rsidP="0006194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14:paraId="6481CF0E" w14:textId="77777777" w:rsidR="00061946" w:rsidRDefault="00061946" w:rsidP="00061946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14:paraId="62F13F53" w14:textId="77777777" w:rsidR="00061946" w:rsidRPr="00FD0F2C" w:rsidRDefault="00061946" w:rsidP="00061946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5C173AED" w14:textId="77777777" w:rsidR="00061946" w:rsidRDefault="00061946" w:rsidP="00061946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 xml:space="preserve">Муниципальные учреждения дополнительного образования сферы культуры </w:t>
      </w:r>
    </w:p>
    <w:p w14:paraId="023C85E5" w14:textId="77777777" w:rsidR="00061946" w:rsidRDefault="00061946" w:rsidP="0006194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55C7">
        <w:rPr>
          <w:rFonts w:ascii="Times New Roman" w:hAnsi="Times New Roman" w:cs="Times New Roman"/>
          <w:b/>
          <w:sz w:val="24"/>
          <w:szCs w:val="24"/>
        </w:rPr>
        <w:tab/>
      </w:r>
      <w:r w:rsidRPr="00E055C7">
        <w:rPr>
          <w:rFonts w:ascii="Times New Roman" w:hAnsi="Times New Roman" w:cs="Times New Roman"/>
          <w:b/>
          <w:sz w:val="24"/>
          <w:szCs w:val="24"/>
        </w:rPr>
        <w:tab/>
        <w:t xml:space="preserve">Городской округ город Нефтекамск Республики Башкортостан </w:t>
      </w:r>
    </w:p>
    <w:p w14:paraId="66E955F7" w14:textId="77777777" w:rsidR="00E97934" w:rsidRPr="00E055C7" w:rsidRDefault="00E97934" w:rsidP="0006194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0" w:type="auto"/>
        <w:tblInd w:w="-1026" w:type="dxa"/>
        <w:tblLook w:val="04A0" w:firstRow="1" w:lastRow="0" w:firstColumn="1" w:lastColumn="0" w:noHBand="0" w:noVBand="1"/>
      </w:tblPr>
      <w:tblGrid>
        <w:gridCol w:w="567"/>
        <w:gridCol w:w="3261"/>
        <w:gridCol w:w="3969"/>
        <w:gridCol w:w="3118"/>
      </w:tblGrid>
      <w:tr w:rsidR="00061946" w:rsidRPr="00E055C7" w14:paraId="39A11230" w14:textId="77777777" w:rsidTr="00E97934">
        <w:tc>
          <w:tcPr>
            <w:tcW w:w="567" w:type="dxa"/>
            <w:vAlign w:val="center"/>
          </w:tcPr>
          <w:p w14:paraId="2093D248" w14:textId="77777777" w:rsidR="00061946" w:rsidRPr="00C30652" w:rsidRDefault="00061946" w:rsidP="00061946">
            <w:pPr>
              <w:jc w:val="center"/>
              <w:rPr>
                <w:b/>
                <w:sz w:val="24"/>
                <w:szCs w:val="24"/>
              </w:rPr>
            </w:pPr>
            <w:r w:rsidRPr="00C30652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3261" w:type="dxa"/>
            <w:vAlign w:val="center"/>
          </w:tcPr>
          <w:p w14:paraId="61F6CDB3" w14:textId="77777777" w:rsidR="00061946" w:rsidRPr="00C30652" w:rsidRDefault="00061946" w:rsidP="00061946">
            <w:pPr>
              <w:jc w:val="center"/>
              <w:rPr>
                <w:b/>
                <w:sz w:val="24"/>
                <w:szCs w:val="24"/>
              </w:rPr>
            </w:pPr>
            <w:r w:rsidRPr="00C30652">
              <w:rPr>
                <w:b/>
                <w:sz w:val="24"/>
                <w:szCs w:val="24"/>
              </w:rPr>
              <w:t>Ф</w:t>
            </w:r>
            <w:r>
              <w:rPr>
                <w:b/>
                <w:sz w:val="24"/>
                <w:szCs w:val="24"/>
              </w:rPr>
              <w:t>ИО</w:t>
            </w:r>
          </w:p>
        </w:tc>
        <w:tc>
          <w:tcPr>
            <w:tcW w:w="3969" w:type="dxa"/>
            <w:vAlign w:val="center"/>
          </w:tcPr>
          <w:p w14:paraId="543E390C" w14:textId="77777777" w:rsidR="00061946" w:rsidRPr="00C30652" w:rsidRDefault="00061946" w:rsidP="00061946">
            <w:pPr>
              <w:jc w:val="center"/>
              <w:rPr>
                <w:b/>
                <w:sz w:val="24"/>
                <w:szCs w:val="24"/>
              </w:rPr>
            </w:pPr>
            <w:r w:rsidRPr="00C30652">
              <w:rPr>
                <w:b/>
                <w:sz w:val="24"/>
                <w:szCs w:val="24"/>
              </w:rPr>
              <w:t>Место работы</w:t>
            </w:r>
          </w:p>
        </w:tc>
        <w:tc>
          <w:tcPr>
            <w:tcW w:w="3118" w:type="dxa"/>
            <w:vAlign w:val="center"/>
          </w:tcPr>
          <w:p w14:paraId="721F6636" w14:textId="77777777" w:rsidR="00061946" w:rsidRPr="00C30652" w:rsidRDefault="00061946" w:rsidP="00061946">
            <w:pPr>
              <w:jc w:val="center"/>
              <w:rPr>
                <w:b/>
                <w:sz w:val="24"/>
                <w:szCs w:val="24"/>
              </w:rPr>
            </w:pPr>
            <w:r w:rsidRPr="00C30652">
              <w:rPr>
                <w:b/>
                <w:sz w:val="24"/>
                <w:szCs w:val="24"/>
              </w:rPr>
              <w:t>Должность</w:t>
            </w:r>
          </w:p>
        </w:tc>
      </w:tr>
      <w:tr w:rsidR="00061946" w:rsidRPr="00E055C7" w14:paraId="0A8DF432" w14:textId="77777777" w:rsidTr="00E97934">
        <w:tc>
          <w:tcPr>
            <w:tcW w:w="567" w:type="dxa"/>
          </w:tcPr>
          <w:p w14:paraId="73439CEB" w14:textId="77777777" w:rsidR="00061946" w:rsidRPr="00B000DD" w:rsidRDefault="00061946" w:rsidP="00061946">
            <w:pPr>
              <w:pStyle w:val="a5"/>
              <w:numPr>
                <w:ilvl w:val="0"/>
                <w:numId w:val="32"/>
              </w:numPr>
              <w:ind w:left="57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03E7C947" w14:textId="77777777" w:rsidR="00061946" w:rsidRPr="00E055C7" w:rsidRDefault="00061946" w:rsidP="00377002">
            <w:pPr>
              <w:pStyle w:val="a7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E055C7">
              <w:rPr>
                <w:b w:val="0"/>
                <w:spacing w:val="0"/>
                <w:sz w:val="24"/>
                <w:szCs w:val="24"/>
              </w:rPr>
              <w:t>Тукмачева</w:t>
            </w:r>
          </w:p>
          <w:p w14:paraId="6E215D77" w14:textId="77777777" w:rsidR="00061946" w:rsidRPr="00E055C7" w:rsidRDefault="00061946" w:rsidP="00377002">
            <w:pPr>
              <w:pStyle w:val="a7"/>
              <w:ind w:left="-66"/>
              <w:rPr>
                <w:sz w:val="20"/>
              </w:rPr>
            </w:pPr>
            <w:r w:rsidRPr="00E055C7">
              <w:rPr>
                <w:b w:val="0"/>
                <w:spacing w:val="0"/>
                <w:sz w:val="24"/>
                <w:szCs w:val="24"/>
              </w:rPr>
              <w:t>Лариса Сабирьяновна</w:t>
            </w:r>
          </w:p>
        </w:tc>
        <w:tc>
          <w:tcPr>
            <w:tcW w:w="3969" w:type="dxa"/>
          </w:tcPr>
          <w:p w14:paraId="110B92AC" w14:textId="77777777" w:rsidR="00061946" w:rsidRPr="00E055C7" w:rsidRDefault="00061946" w:rsidP="00377002">
            <w:pPr>
              <w:pStyle w:val="a7"/>
              <w:ind w:left="-66"/>
              <w:rPr>
                <w:sz w:val="20"/>
              </w:rPr>
            </w:pPr>
            <w:r w:rsidRPr="00E055C7">
              <w:rPr>
                <w:b w:val="0"/>
                <w:spacing w:val="0"/>
                <w:sz w:val="24"/>
                <w:szCs w:val="24"/>
              </w:rPr>
              <w:t>МОБУ ДОД «Детская художественная школа»</w:t>
            </w:r>
          </w:p>
        </w:tc>
        <w:tc>
          <w:tcPr>
            <w:tcW w:w="3118" w:type="dxa"/>
          </w:tcPr>
          <w:p w14:paraId="04068E4E" w14:textId="77777777" w:rsidR="00061946" w:rsidRPr="00E055C7" w:rsidRDefault="00061946" w:rsidP="00377002">
            <w:pPr>
              <w:pStyle w:val="a7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E055C7">
              <w:rPr>
                <w:b w:val="0"/>
                <w:spacing w:val="0"/>
                <w:sz w:val="24"/>
                <w:szCs w:val="24"/>
              </w:rPr>
              <w:t>преподаватель</w:t>
            </w:r>
          </w:p>
        </w:tc>
      </w:tr>
    </w:tbl>
    <w:p w14:paraId="02DDDBF0" w14:textId="77777777" w:rsidR="00E97934" w:rsidRDefault="00E97934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144B3B64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25321D76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0EA0EFD8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4F1DD8E1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47161E68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3699607C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351753AF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5AF223DC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16568D1C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11702B04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172EE2A4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7CB96B2A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7051364C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769CEE2D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7D6A3C30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6F9409C7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1D47F960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6D36A8DF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64F95A69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4D0E6175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3BBDB440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77B8C08E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05C00877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331180E4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418A857E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7A30045E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1F2482EF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56BFDD2B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1994AC5D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77A53B48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18E02EA6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6B6A4296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66895BBE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3E916D67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6C1ED90A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76793F8D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24880C38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12498DE6" w14:textId="77777777" w:rsidR="00061946" w:rsidRDefault="00061946" w:rsidP="0006194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Приложение №2  к приказу Министерства образования</w:t>
      </w:r>
    </w:p>
    <w:p w14:paraId="2AD563F5" w14:textId="77777777" w:rsidR="00061946" w:rsidRPr="00BE3CB8" w:rsidRDefault="00061946" w:rsidP="00061946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14:paraId="576878B5" w14:textId="77777777" w:rsidR="00061946" w:rsidRDefault="00061946" w:rsidP="0006194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14:paraId="5DEB9543" w14:textId="77777777" w:rsidR="00061946" w:rsidRDefault="00061946" w:rsidP="0006194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14:paraId="31CA1F8E" w14:textId="77777777" w:rsidR="00061946" w:rsidRDefault="00061946" w:rsidP="00061946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14:paraId="322959DC" w14:textId="77777777" w:rsidR="00061946" w:rsidRPr="00FD0F2C" w:rsidRDefault="00061946" w:rsidP="00061946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77692D80" w14:textId="77777777" w:rsidR="00061946" w:rsidRDefault="00061946" w:rsidP="00061946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 xml:space="preserve">Муниципальные учреждения дополнительного образования сферы культуры </w:t>
      </w:r>
    </w:p>
    <w:p w14:paraId="19038CE0" w14:textId="77777777" w:rsidR="00061946" w:rsidRDefault="00061946" w:rsidP="0006194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79ED">
        <w:rPr>
          <w:rFonts w:ascii="Times New Roman" w:hAnsi="Times New Roman" w:cs="Times New Roman"/>
          <w:b/>
          <w:sz w:val="24"/>
          <w:szCs w:val="24"/>
        </w:rPr>
        <w:t xml:space="preserve">Городской округ город Уфа Республики Башкортостан </w:t>
      </w:r>
    </w:p>
    <w:p w14:paraId="38402D24" w14:textId="77777777" w:rsidR="00E97934" w:rsidRPr="00E479ED" w:rsidRDefault="00E97934" w:rsidP="0006194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0" w:type="auto"/>
        <w:tblInd w:w="-1026" w:type="dxa"/>
        <w:tblLook w:val="04A0" w:firstRow="1" w:lastRow="0" w:firstColumn="1" w:lastColumn="0" w:noHBand="0" w:noVBand="1"/>
      </w:tblPr>
      <w:tblGrid>
        <w:gridCol w:w="567"/>
        <w:gridCol w:w="3402"/>
        <w:gridCol w:w="3828"/>
        <w:gridCol w:w="3118"/>
      </w:tblGrid>
      <w:tr w:rsidR="00061946" w:rsidRPr="00E479ED" w14:paraId="1889538F" w14:textId="77777777" w:rsidTr="00E97934">
        <w:tc>
          <w:tcPr>
            <w:tcW w:w="567" w:type="dxa"/>
            <w:vAlign w:val="center"/>
          </w:tcPr>
          <w:p w14:paraId="111087A9" w14:textId="77777777" w:rsidR="00061946" w:rsidRPr="00C30652" w:rsidRDefault="00061946" w:rsidP="00E97934">
            <w:pPr>
              <w:jc w:val="center"/>
              <w:rPr>
                <w:b/>
                <w:sz w:val="24"/>
                <w:szCs w:val="24"/>
              </w:rPr>
            </w:pPr>
            <w:r w:rsidRPr="00C30652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3402" w:type="dxa"/>
            <w:vAlign w:val="center"/>
          </w:tcPr>
          <w:p w14:paraId="4231201B" w14:textId="77777777" w:rsidR="00061946" w:rsidRPr="00C30652" w:rsidRDefault="00061946" w:rsidP="00E97934">
            <w:pPr>
              <w:jc w:val="center"/>
              <w:rPr>
                <w:b/>
                <w:sz w:val="24"/>
                <w:szCs w:val="24"/>
              </w:rPr>
            </w:pPr>
            <w:r w:rsidRPr="00C30652">
              <w:rPr>
                <w:b/>
                <w:sz w:val="24"/>
                <w:szCs w:val="24"/>
              </w:rPr>
              <w:t>Ф</w:t>
            </w:r>
            <w:r>
              <w:rPr>
                <w:b/>
                <w:sz w:val="24"/>
                <w:szCs w:val="24"/>
              </w:rPr>
              <w:t>ИО</w:t>
            </w:r>
          </w:p>
        </w:tc>
        <w:tc>
          <w:tcPr>
            <w:tcW w:w="3828" w:type="dxa"/>
            <w:vAlign w:val="center"/>
          </w:tcPr>
          <w:p w14:paraId="71A9911C" w14:textId="77777777" w:rsidR="00061946" w:rsidRPr="00C30652" w:rsidRDefault="00061946" w:rsidP="00E97934">
            <w:pPr>
              <w:jc w:val="center"/>
              <w:rPr>
                <w:b/>
                <w:sz w:val="24"/>
                <w:szCs w:val="24"/>
              </w:rPr>
            </w:pPr>
            <w:r w:rsidRPr="00C30652">
              <w:rPr>
                <w:b/>
                <w:sz w:val="24"/>
                <w:szCs w:val="24"/>
              </w:rPr>
              <w:t>Место работы</w:t>
            </w:r>
          </w:p>
        </w:tc>
        <w:tc>
          <w:tcPr>
            <w:tcW w:w="3118" w:type="dxa"/>
            <w:vAlign w:val="center"/>
          </w:tcPr>
          <w:p w14:paraId="1130CF31" w14:textId="77777777" w:rsidR="00061946" w:rsidRPr="00C30652" w:rsidRDefault="00061946" w:rsidP="00E97934">
            <w:pPr>
              <w:jc w:val="center"/>
              <w:rPr>
                <w:b/>
                <w:sz w:val="24"/>
                <w:szCs w:val="24"/>
              </w:rPr>
            </w:pPr>
            <w:r w:rsidRPr="00C30652">
              <w:rPr>
                <w:b/>
                <w:sz w:val="24"/>
                <w:szCs w:val="24"/>
              </w:rPr>
              <w:t>Должность</w:t>
            </w:r>
          </w:p>
        </w:tc>
      </w:tr>
      <w:tr w:rsidR="00061946" w:rsidRPr="00CA2DC7" w14:paraId="0DBBF90C" w14:textId="77777777" w:rsidTr="00E97934">
        <w:tc>
          <w:tcPr>
            <w:tcW w:w="567" w:type="dxa"/>
          </w:tcPr>
          <w:p w14:paraId="675756BC" w14:textId="77777777" w:rsidR="00061946" w:rsidRPr="001F63BC" w:rsidRDefault="00061946" w:rsidP="00E97934">
            <w:pPr>
              <w:pStyle w:val="a5"/>
              <w:numPr>
                <w:ilvl w:val="0"/>
                <w:numId w:val="24"/>
              </w:numPr>
              <w:ind w:left="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1CA75692" w14:textId="77777777" w:rsidR="00061946" w:rsidRDefault="00061946" w:rsidP="00E97934">
            <w:pPr>
              <w:jc w:val="center"/>
              <w:rPr>
                <w:sz w:val="24"/>
                <w:szCs w:val="24"/>
              </w:rPr>
            </w:pPr>
            <w:r w:rsidRPr="00CA2DC7">
              <w:rPr>
                <w:sz w:val="24"/>
                <w:szCs w:val="24"/>
              </w:rPr>
              <w:t>Ахметова</w:t>
            </w:r>
          </w:p>
          <w:p w14:paraId="5AB0E492" w14:textId="77777777" w:rsidR="00061946" w:rsidRPr="00CA2DC7" w:rsidRDefault="00061946" w:rsidP="00E97934">
            <w:pPr>
              <w:jc w:val="center"/>
              <w:rPr>
                <w:sz w:val="24"/>
                <w:szCs w:val="24"/>
              </w:rPr>
            </w:pPr>
            <w:r w:rsidRPr="00CA2DC7">
              <w:rPr>
                <w:sz w:val="24"/>
                <w:szCs w:val="24"/>
              </w:rPr>
              <w:t>Альфия Муратовна</w:t>
            </w:r>
          </w:p>
        </w:tc>
        <w:tc>
          <w:tcPr>
            <w:tcW w:w="3828" w:type="dxa"/>
          </w:tcPr>
          <w:p w14:paraId="4F3DA475" w14:textId="77777777" w:rsidR="00061946" w:rsidRPr="00CA2DC7" w:rsidRDefault="00061946" w:rsidP="00E97934">
            <w:pPr>
              <w:jc w:val="center"/>
              <w:rPr>
                <w:sz w:val="24"/>
                <w:szCs w:val="24"/>
              </w:rPr>
            </w:pPr>
            <w:r w:rsidRPr="00CA2DC7">
              <w:rPr>
                <w:sz w:val="24"/>
                <w:szCs w:val="24"/>
              </w:rPr>
              <w:t>МБОУ ДОД «Детская музыкальная школа № 7» Ленинского района</w:t>
            </w:r>
          </w:p>
        </w:tc>
        <w:tc>
          <w:tcPr>
            <w:tcW w:w="3118" w:type="dxa"/>
            <w:vAlign w:val="center"/>
          </w:tcPr>
          <w:p w14:paraId="0ADAFA2B" w14:textId="77777777" w:rsidR="00061946" w:rsidRPr="00CA2DC7" w:rsidRDefault="00061946" w:rsidP="00E97934">
            <w:pPr>
              <w:jc w:val="center"/>
              <w:rPr>
                <w:sz w:val="24"/>
                <w:szCs w:val="24"/>
              </w:rPr>
            </w:pPr>
            <w:r w:rsidRPr="00CA2DC7">
              <w:rPr>
                <w:sz w:val="24"/>
                <w:szCs w:val="24"/>
              </w:rPr>
              <w:t>преподаватель</w:t>
            </w:r>
          </w:p>
        </w:tc>
      </w:tr>
      <w:tr w:rsidR="00061946" w:rsidRPr="00705781" w14:paraId="799DB7CB" w14:textId="77777777" w:rsidTr="00E97934">
        <w:tc>
          <w:tcPr>
            <w:tcW w:w="567" w:type="dxa"/>
          </w:tcPr>
          <w:p w14:paraId="7F4E0863" w14:textId="77777777" w:rsidR="00061946" w:rsidRPr="001F63BC" w:rsidRDefault="00061946" w:rsidP="00E97934">
            <w:pPr>
              <w:pStyle w:val="a5"/>
              <w:numPr>
                <w:ilvl w:val="0"/>
                <w:numId w:val="24"/>
              </w:numPr>
              <w:ind w:left="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6FA4C5A8" w14:textId="77777777" w:rsidR="00061946" w:rsidRDefault="00061946" w:rsidP="00E97934">
            <w:pPr>
              <w:jc w:val="center"/>
              <w:rPr>
                <w:sz w:val="24"/>
                <w:szCs w:val="24"/>
              </w:rPr>
            </w:pPr>
            <w:r w:rsidRPr="00705781">
              <w:rPr>
                <w:sz w:val="24"/>
                <w:szCs w:val="24"/>
              </w:rPr>
              <w:t>Баимова</w:t>
            </w:r>
          </w:p>
          <w:p w14:paraId="1F3FBC70" w14:textId="77777777" w:rsidR="00061946" w:rsidRPr="00705781" w:rsidRDefault="00061946" w:rsidP="00E97934">
            <w:pPr>
              <w:jc w:val="center"/>
              <w:rPr>
                <w:sz w:val="24"/>
                <w:szCs w:val="24"/>
              </w:rPr>
            </w:pPr>
            <w:r w:rsidRPr="00705781">
              <w:rPr>
                <w:sz w:val="24"/>
                <w:szCs w:val="24"/>
              </w:rPr>
              <w:t>Венера Маратовна</w:t>
            </w:r>
          </w:p>
        </w:tc>
        <w:tc>
          <w:tcPr>
            <w:tcW w:w="3828" w:type="dxa"/>
          </w:tcPr>
          <w:p w14:paraId="6B2CD8A5" w14:textId="77777777" w:rsidR="00061946" w:rsidRPr="00705781" w:rsidRDefault="00061946" w:rsidP="00E97934">
            <w:pPr>
              <w:jc w:val="center"/>
              <w:rPr>
                <w:sz w:val="24"/>
                <w:szCs w:val="24"/>
              </w:rPr>
            </w:pPr>
            <w:r w:rsidRPr="00705781">
              <w:rPr>
                <w:sz w:val="24"/>
                <w:szCs w:val="24"/>
              </w:rPr>
              <w:t>МБОУ ДОД «Детская музыкальная школа № 8» Советского района</w:t>
            </w:r>
          </w:p>
        </w:tc>
        <w:tc>
          <w:tcPr>
            <w:tcW w:w="3118" w:type="dxa"/>
          </w:tcPr>
          <w:p w14:paraId="3280287B" w14:textId="77777777" w:rsidR="00061946" w:rsidRPr="00705781" w:rsidRDefault="00061946" w:rsidP="00E97934">
            <w:pPr>
              <w:jc w:val="center"/>
              <w:rPr>
                <w:sz w:val="24"/>
                <w:szCs w:val="24"/>
              </w:rPr>
            </w:pPr>
            <w:r w:rsidRPr="00705781">
              <w:rPr>
                <w:sz w:val="24"/>
                <w:szCs w:val="24"/>
              </w:rPr>
              <w:t>концертмейстер</w:t>
            </w:r>
          </w:p>
        </w:tc>
      </w:tr>
      <w:tr w:rsidR="00061946" w:rsidRPr="00A20481" w14:paraId="3A87925C" w14:textId="77777777" w:rsidTr="00E97934">
        <w:tc>
          <w:tcPr>
            <w:tcW w:w="567" w:type="dxa"/>
          </w:tcPr>
          <w:p w14:paraId="32A0E108" w14:textId="77777777" w:rsidR="00061946" w:rsidRPr="001F63BC" w:rsidRDefault="00061946" w:rsidP="00E97934">
            <w:pPr>
              <w:pStyle w:val="a5"/>
              <w:numPr>
                <w:ilvl w:val="0"/>
                <w:numId w:val="24"/>
              </w:numPr>
              <w:ind w:left="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60E5B42A" w14:textId="77777777" w:rsidR="00061946" w:rsidRDefault="00061946" w:rsidP="00E97934">
            <w:pPr>
              <w:jc w:val="center"/>
              <w:rPr>
                <w:sz w:val="24"/>
                <w:szCs w:val="24"/>
              </w:rPr>
            </w:pPr>
            <w:r w:rsidRPr="00A20481">
              <w:rPr>
                <w:sz w:val="24"/>
                <w:szCs w:val="24"/>
              </w:rPr>
              <w:t>Борисова</w:t>
            </w:r>
          </w:p>
          <w:p w14:paraId="673D9B4D" w14:textId="77777777" w:rsidR="00061946" w:rsidRPr="00A20481" w:rsidRDefault="00061946" w:rsidP="00E97934">
            <w:pPr>
              <w:jc w:val="center"/>
              <w:rPr>
                <w:sz w:val="24"/>
                <w:szCs w:val="24"/>
              </w:rPr>
            </w:pPr>
            <w:r w:rsidRPr="00A20481">
              <w:rPr>
                <w:sz w:val="24"/>
                <w:szCs w:val="24"/>
              </w:rPr>
              <w:t>Наталья Петровна</w:t>
            </w:r>
          </w:p>
        </w:tc>
        <w:tc>
          <w:tcPr>
            <w:tcW w:w="3828" w:type="dxa"/>
          </w:tcPr>
          <w:p w14:paraId="417BD654" w14:textId="77777777" w:rsidR="00061946" w:rsidRPr="00A20481" w:rsidRDefault="00061946" w:rsidP="00E97934">
            <w:pPr>
              <w:jc w:val="center"/>
              <w:rPr>
                <w:sz w:val="24"/>
                <w:szCs w:val="24"/>
              </w:rPr>
            </w:pPr>
            <w:r w:rsidRPr="00A20481">
              <w:rPr>
                <w:sz w:val="24"/>
                <w:szCs w:val="24"/>
              </w:rPr>
              <w:t>МБОУ ДОД «Детская художественная школа № 2» Советского района</w:t>
            </w:r>
          </w:p>
        </w:tc>
        <w:tc>
          <w:tcPr>
            <w:tcW w:w="3118" w:type="dxa"/>
          </w:tcPr>
          <w:p w14:paraId="46DA29EF" w14:textId="77777777" w:rsidR="00061946" w:rsidRPr="00A20481" w:rsidRDefault="00061946" w:rsidP="00E97934">
            <w:pPr>
              <w:jc w:val="center"/>
              <w:rPr>
                <w:sz w:val="24"/>
                <w:szCs w:val="24"/>
              </w:rPr>
            </w:pPr>
            <w:r w:rsidRPr="00A20481">
              <w:rPr>
                <w:sz w:val="24"/>
                <w:szCs w:val="24"/>
              </w:rPr>
              <w:t>преподаватель</w:t>
            </w:r>
          </w:p>
        </w:tc>
      </w:tr>
      <w:tr w:rsidR="00061946" w:rsidRPr="00E479ED" w14:paraId="7553859B" w14:textId="77777777" w:rsidTr="00E97934">
        <w:tc>
          <w:tcPr>
            <w:tcW w:w="567" w:type="dxa"/>
          </w:tcPr>
          <w:p w14:paraId="7E06B9C5" w14:textId="77777777" w:rsidR="00061946" w:rsidRPr="001F63BC" w:rsidRDefault="00061946" w:rsidP="00E97934">
            <w:pPr>
              <w:pStyle w:val="a5"/>
              <w:numPr>
                <w:ilvl w:val="0"/>
                <w:numId w:val="24"/>
              </w:numPr>
              <w:ind w:left="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6311BF6A" w14:textId="77777777" w:rsidR="00061946" w:rsidRDefault="00061946" w:rsidP="00E97934">
            <w:pPr>
              <w:jc w:val="center"/>
              <w:rPr>
                <w:sz w:val="24"/>
                <w:szCs w:val="24"/>
              </w:rPr>
            </w:pPr>
            <w:r w:rsidRPr="00507F63">
              <w:rPr>
                <w:sz w:val="24"/>
                <w:szCs w:val="24"/>
              </w:rPr>
              <w:t>Войцех</w:t>
            </w:r>
          </w:p>
          <w:p w14:paraId="3AE9214C" w14:textId="77777777" w:rsidR="00061946" w:rsidRPr="00507F63" w:rsidRDefault="00061946" w:rsidP="00E97934">
            <w:pPr>
              <w:jc w:val="center"/>
              <w:rPr>
                <w:sz w:val="24"/>
                <w:szCs w:val="24"/>
              </w:rPr>
            </w:pPr>
            <w:r w:rsidRPr="00507F63">
              <w:rPr>
                <w:sz w:val="24"/>
                <w:szCs w:val="24"/>
              </w:rPr>
              <w:t>Маргарита Владимировна</w:t>
            </w:r>
          </w:p>
        </w:tc>
        <w:tc>
          <w:tcPr>
            <w:tcW w:w="3828" w:type="dxa"/>
          </w:tcPr>
          <w:p w14:paraId="1CAF27A5" w14:textId="77777777" w:rsidR="00061946" w:rsidRPr="000572E8" w:rsidRDefault="00061946" w:rsidP="00E97934">
            <w:pPr>
              <w:jc w:val="center"/>
              <w:rPr>
                <w:color w:val="FF0000"/>
                <w:sz w:val="24"/>
                <w:szCs w:val="24"/>
              </w:rPr>
            </w:pPr>
            <w:r w:rsidRPr="00507F63">
              <w:rPr>
                <w:sz w:val="24"/>
                <w:szCs w:val="24"/>
              </w:rPr>
              <w:t>МБОУ ДОД «Детская музыкальная школа № 10» Орджоникидзевского района</w:t>
            </w:r>
          </w:p>
        </w:tc>
        <w:tc>
          <w:tcPr>
            <w:tcW w:w="3118" w:type="dxa"/>
          </w:tcPr>
          <w:p w14:paraId="06909FEA" w14:textId="77777777" w:rsidR="00061946" w:rsidRPr="000572E8" w:rsidRDefault="00061946" w:rsidP="00E97934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преподаватель</w:t>
            </w:r>
          </w:p>
        </w:tc>
      </w:tr>
      <w:tr w:rsidR="00061946" w:rsidRPr="00E968DC" w14:paraId="341616DD" w14:textId="77777777" w:rsidTr="00E97934">
        <w:tc>
          <w:tcPr>
            <w:tcW w:w="567" w:type="dxa"/>
          </w:tcPr>
          <w:p w14:paraId="203994F4" w14:textId="77777777" w:rsidR="00061946" w:rsidRPr="001F63BC" w:rsidRDefault="00061946" w:rsidP="00E97934">
            <w:pPr>
              <w:pStyle w:val="a5"/>
              <w:numPr>
                <w:ilvl w:val="0"/>
                <w:numId w:val="24"/>
              </w:numPr>
              <w:ind w:left="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5C14220A" w14:textId="77777777" w:rsidR="00061946" w:rsidRDefault="00061946" w:rsidP="00E97934">
            <w:pPr>
              <w:jc w:val="center"/>
              <w:rPr>
                <w:sz w:val="24"/>
                <w:szCs w:val="24"/>
              </w:rPr>
            </w:pPr>
            <w:r w:rsidRPr="00E968DC">
              <w:rPr>
                <w:sz w:val="24"/>
                <w:szCs w:val="24"/>
              </w:rPr>
              <w:t>Гарданова</w:t>
            </w:r>
          </w:p>
          <w:p w14:paraId="0B6ACBD4" w14:textId="77777777" w:rsidR="00061946" w:rsidRPr="00E968DC" w:rsidRDefault="00061946" w:rsidP="00E97934">
            <w:pPr>
              <w:jc w:val="center"/>
              <w:rPr>
                <w:sz w:val="24"/>
                <w:szCs w:val="24"/>
              </w:rPr>
            </w:pPr>
            <w:r w:rsidRPr="00E968DC">
              <w:rPr>
                <w:sz w:val="24"/>
                <w:szCs w:val="24"/>
              </w:rPr>
              <w:t>Римма Гандалифовна</w:t>
            </w:r>
          </w:p>
        </w:tc>
        <w:tc>
          <w:tcPr>
            <w:tcW w:w="3828" w:type="dxa"/>
          </w:tcPr>
          <w:p w14:paraId="1B1A309A" w14:textId="77777777" w:rsidR="00061946" w:rsidRPr="00E968DC" w:rsidRDefault="00061946" w:rsidP="00E97934">
            <w:pPr>
              <w:jc w:val="center"/>
              <w:rPr>
                <w:sz w:val="24"/>
                <w:szCs w:val="24"/>
              </w:rPr>
            </w:pPr>
            <w:r w:rsidRPr="00E968DC">
              <w:rPr>
                <w:sz w:val="24"/>
                <w:szCs w:val="24"/>
              </w:rPr>
              <w:t>МБОУ ДОД Детская школа искусств  № 2 имени ФаритаКамаева Октябрьского района</w:t>
            </w:r>
          </w:p>
        </w:tc>
        <w:tc>
          <w:tcPr>
            <w:tcW w:w="3118" w:type="dxa"/>
          </w:tcPr>
          <w:p w14:paraId="56C73A58" w14:textId="77777777" w:rsidR="00061946" w:rsidRPr="00E968DC" w:rsidRDefault="00061946" w:rsidP="00E97934">
            <w:pPr>
              <w:jc w:val="center"/>
              <w:rPr>
                <w:sz w:val="24"/>
                <w:szCs w:val="24"/>
              </w:rPr>
            </w:pPr>
            <w:r w:rsidRPr="00E968DC">
              <w:rPr>
                <w:sz w:val="24"/>
                <w:szCs w:val="24"/>
              </w:rPr>
              <w:t>преподаватель</w:t>
            </w:r>
          </w:p>
        </w:tc>
      </w:tr>
      <w:tr w:rsidR="00061946" w:rsidRPr="00705781" w14:paraId="63C56544" w14:textId="77777777" w:rsidTr="00E97934">
        <w:tc>
          <w:tcPr>
            <w:tcW w:w="567" w:type="dxa"/>
          </w:tcPr>
          <w:p w14:paraId="4E77EE68" w14:textId="77777777" w:rsidR="00061946" w:rsidRPr="001F63BC" w:rsidRDefault="00061946" w:rsidP="00E97934">
            <w:pPr>
              <w:pStyle w:val="a5"/>
              <w:numPr>
                <w:ilvl w:val="0"/>
                <w:numId w:val="24"/>
              </w:numPr>
              <w:ind w:left="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6A01E89D" w14:textId="77777777" w:rsidR="00061946" w:rsidRDefault="00061946" w:rsidP="00E97934">
            <w:pPr>
              <w:jc w:val="center"/>
              <w:rPr>
                <w:sz w:val="24"/>
                <w:szCs w:val="24"/>
              </w:rPr>
            </w:pPr>
            <w:r w:rsidRPr="00705781">
              <w:rPr>
                <w:sz w:val="24"/>
                <w:szCs w:val="24"/>
              </w:rPr>
              <w:t>Гизетдинова</w:t>
            </w:r>
          </w:p>
          <w:p w14:paraId="6645D142" w14:textId="77777777" w:rsidR="00061946" w:rsidRPr="00705781" w:rsidRDefault="00061946" w:rsidP="00E97934">
            <w:pPr>
              <w:jc w:val="center"/>
              <w:rPr>
                <w:sz w:val="24"/>
                <w:szCs w:val="24"/>
              </w:rPr>
            </w:pPr>
            <w:r w:rsidRPr="00705781">
              <w:rPr>
                <w:sz w:val="24"/>
                <w:szCs w:val="24"/>
              </w:rPr>
              <w:t>Гулира</w:t>
            </w:r>
            <w:r w:rsidR="00377002">
              <w:rPr>
                <w:sz w:val="24"/>
                <w:szCs w:val="24"/>
              </w:rPr>
              <w:t xml:space="preserve"> </w:t>
            </w:r>
            <w:r w:rsidRPr="00705781">
              <w:rPr>
                <w:sz w:val="24"/>
                <w:szCs w:val="24"/>
              </w:rPr>
              <w:t>Зайниевна</w:t>
            </w:r>
          </w:p>
        </w:tc>
        <w:tc>
          <w:tcPr>
            <w:tcW w:w="3828" w:type="dxa"/>
          </w:tcPr>
          <w:p w14:paraId="1F79C558" w14:textId="77777777" w:rsidR="00061946" w:rsidRPr="00705781" w:rsidRDefault="00061946" w:rsidP="00E97934">
            <w:pPr>
              <w:jc w:val="center"/>
              <w:rPr>
                <w:sz w:val="24"/>
                <w:szCs w:val="24"/>
              </w:rPr>
            </w:pPr>
            <w:r w:rsidRPr="00705781">
              <w:rPr>
                <w:sz w:val="24"/>
                <w:szCs w:val="24"/>
              </w:rPr>
              <w:t>МБОУ ДОД Детская музыкальная школа № 4 Советского района</w:t>
            </w:r>
          </w:p>
        </w:tc>
        <w:tc>
          <w:tcPr>
            <w:tcW w:w="3118" w:type="dxa"/>
          </w:tcPr>
          <w:p w14:paraId="1D9477D2" w14:textId="77777777" w:rsidR="00061946" w:rsidRPr="00705781" w:rsidRDefault="00061946" w:rsidP="00E97934">
            <w:pPr>
              <w:jc w:val="center"/>
              <w:rPr>
                <w:sz w:val="24"/>
                <w:szCs w:val="24"/>
              </w:rPr>
            </w:pPr>
            <w:r w:rsidRPr="00705781">
              <w:rPr>
                <w:sz w:val="24"/>
                <w:szCs w:val="24"/>
              </w:rPr>
              <w:t>преподаватель</w:t>
            </w:r>
          </w:p>
        </w:tc>
      </w:tr>
      <w:tr w:rsidR="00061946" w:rsidRPr="00507F63" w14:paraId="43CE4E4C" w14:textId="77777777" w:rsidTr="00E97934">
        <w:tc>
          <w:tcPr>
            <w:tcW w:w="567" w:type="dxa"/>
          </w:tcPr>
          <w:p w14:paraId="26CAC177" w14:textId="77777777" w:rsidR="00061946" w:rsidRPr="001F63BC" w:rsidRDefault="00061946" w:rsidP="00E97934">
            <w:pPr>
              <w:pStyle w:val="a5"/>
              <w:numPr>
                <w:ilvl w:val="0"/>
                <w:numId w:val="24"/>
              </w:numPr>
              <w:ind w:left="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4B6CAAF3" w14:textId="77777777" w:rsidR="00061946" w:rsidRDefault="00061946" w:rsidP="00E97934">
            <w:pPr>
              <w:jc w:val="center"/>
              <w:rPr>
                <w:sz w:val="24"/>
                <w:szCs w:val="24"/>
              </w:rPr>
            </w:pPr>
            <w:r w:rsidRPr="00507F63">
              <w:rPr>
                <w:sz w:val="24"/>
                <w:szCs w:val="24"/>
              </w:rPr>
              <w:t>Желтова</w:t>
            </w:r>
          </w:p>
          <w:p w14:paraId="22E71960" w14:textId="77777777" w:rsidR="00061946" w:rsidRPr="00507F63" w:rsidRDefault="00061946" w:rsidP="00E97934">
            <w:pPr>
              <w:jc w:val="center"/>
              <w:rPr>
                <w:sz w:val="24"/>
                <w:szCs w:val="24"/>
              </w:rPr>
            </w:pPr>
            <w:r w:rsidRPr="00507F63">
              <w:rPr>
                <w:sz w:val="24"/>
                <w:szCs w:val="24"/>
              </w:rPr>
              <w:t>Кристина Витальевна</w:t>
            </w:r>
          </w:p>
        </w:tc>
        <w:tc>
          <w:tcPr>
            <w:tcW w:w="3828" w:type="dxa"/>
          </w:tcPr>
          <w:p w14:paraId="16C53D56" w14:textId="77777777" w:rsidR="00061946" w:rsidRPr="00507F63" w:rsidRDefault="00061946" w:rsidP="00E97934">
            <w:pPr>
              <w:jc w:val="center"/>
              <w:rPr>
                <w:sz w:val="24"/>
                <w:szCs w:val="24"/>
              </w:rPr>
            </w:pPr>
            <w:r w:rsidRPr="00507F63">
              <w:rPr>
                <w:sz w:val="24"/>
                <w:szCs w:val="24"/>
              </w:rPr>
              <w:t>МБОУ ДОД «Детская музыкальная школа № 9 имени А.Д. Искужина» Ленинского района</w:t>
            </w:r>
          </w:p>
        </w:tc>
        <w:tc>
          <w:tcPr>
            <w:tcW w:w="3118" w:type="dxa"/>
          </w:tcPr>
          <w:p w14:paraId="27CECE55" w14:textId="77777777" w:rsidR="00061946" w:rsidRPr="00507F63" w:rsidRDefault="00061946" w:rsidP="00E97934">
            <w:pPr>
              <w:jc w:val="center"/>
              <w:rPr>
                <w:sz w:val="24"/>
                <w:szCs w:val="24"/>
              </w:rPr>
            </w:pPr>
            <w:r w:rsidRPr="00507F63">
              <w:rPr>
                <w:sz w:val="24"/>
                <w:szCs w:val="24"/>
              </w:rPr>
              <w:t>концертмейстер</w:t>
            </w:r>
          </w:p>
        </w:tc>
      </w:tr>
      <w:tr w:rsidR="00061946" w:rsidRPr="00A20481" w14:paraId="6C03475F" w14:textId="77777777" w:rsidTr="00E97934">
        <w:tc>
          <w:tcPr>
            <w:tcW w:w="567" w:type="dxa"/>
          </w:tcPr>
          <w:p w14:paraId="5C9E9505" w14:textId="77777777" w:rsidR="00061946" w:rsidRPr="001F63BC" w:rsidRDefault="00061946" w:rsidP="00E97934">
            <w:pPr>
              <w:pStyle w:val="a5"/>
              <w:numPr>
                <w:ilvl w:val="0"/>
                <w:numId w:val="24"/>
              </w:numPr>
              <w:ind w:left="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4AC7D1BC" w14:textId="77777777" w:rsidR="00061946" w:rsidRDefault="00061946" w:rsidP="00E97934">
            <w:pPr>
              <w:jc w:val="center"/>
              <w:rPr>
                <w:sz w:val="24"/>
                <w:szCs w:val="24"/>
              </w:rPr>
            </w:pPr>
            <w:r w:rsidRPr="00A20481">
              <w:rPr>
                <w:sz w:val="24"/>
                <w:szCs w:val="24"/>
              </w:rPr>
              <w:t>Иванова</w:t>
            </w:r>
          </w:p>
          <w:p w14:paraId="6EC5E8DE" w14:textId="77777777" w:rsidR="00061946" w:rsidRPr="00A20481" w:rsidRDefault="00061946" w:rsidP="00E97934">
            <w:pPr>
              <w:jc w:val="center"/>
              <w:rPr>
                <w:sz w:val="24"/>
                <w:szCs w:val="24"/>
              </w:rPr>
            </w:pPr>
            <w:r w:rsidRPr="00A20481">
              <w:rPr>
                <w:sz w:val="24"/>
                <w:szCs w:val="24"/>
              </w:rPr>
              <w:t>Елена Леонидовна</w:t>
            </w:r>
          </w:p>
        </w:tc>
        <w:tc>
          <w:tcPr>
            <w:tcW w:w="3828" w:type="dxa"/>
          </w:tcPr>
          <w:p w14:paraId="3983891B" w14:textId="77777777" w:rsidR="00061946" w:rsidRPr="00A20481" w:rsidRDefault="00061946" w:rsidP="00E97934">
            <w:pPr>
              <w:jc w:val="center"/>
              <w:rPr>
                <w:sz w:val="24"/>
                <w:szCs w:val="24"/>
              </w:rPr>
            </w:pPr>
            <w:r w:rsidRPr="00A20481">
              <w:rPr>
                <w:sz w:val="24"/>
                <w:szCs w:val="24"/>
              </w:rPr>
              <w:t>МБОУ ДОД Детская музыкальная школа № 5 Калининского района</w:t>
            </w:r>
          </w:p>
        </w:tc>
        <w:tc>
          <w:tcPr>
            <w:tcW w:w="3118" w:type="dxa"/>
          </w:tcPr>
          <w:p w14:paraId="062F9F6A" w14:textId="77777777" w:rsidR="00061946" w:rsidRPr="00A20481" w:rsidRDefault="00061946" w:rsidP="00E97934">
            <w:pPr>
              <w:jc w:val="center"/>
              <w:rPr>
                <w:sz w:val="24"/>
                <w:szCs w:val="24"/>
              </w:rPr>
            </w:pPr>
            <w:r w:rsidRPr="00A20481">
              <w:rPr>
                <w:sz w:val="24"/>
                <w:szCs w:val="24"/>
              </w:rPr>
              <w:t>преподаватель</w:t>
            </w:r>
          </w:p>
        </w:tc>
      </w:tr>
      <w:tr w:rsidR="00061946" w:rsidRPr="002101FF" w14:paraId="05F3EBEE" w14:textId="77777777" w:rsidTr="00E97934">
        <w:tc>
          <w:tcPr>
            <w:tcW w:w="567" w:type="dxa"/>
          </w:tcPr>
          <w:p w14:paraId="54D60B9C" w14:textId="77777777" w:rsidR="00061946" w:rsidRPr="001F63BC" w:rsidRDefault="00061946" w:rsidP="00E97934">
            <w:pPr>
              <w:pStyle w:val="a5"/>
              <w:numPr>
                <w:ilvl w:val="0"/>
                <w:numId w:val="24"/>
              </w:numPr>
              <w:ind w:left="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32884281" w14:textId="77777777" w:rsidR="00061946" w:rsidRDefault="00061946" w:rsidP="00E97934">
            <w:pPr>
              <w:jc w:val="center"/>
              <w:rPr>
                <w:sz w:val="24"/>
                <w:szCs w:val="24"/>
              </w:rPr>
            </w:pPr>
            <w:r w:rsidRPr="002101FF">
              <w:rPr>
                <w:sz w:val="24"/>
                <w:szCs w:val="24"/>
              </w:rPr>
              <w:t>Имангулова</w:t>
            </w:r>
          </w:p>
          <w:p w14:paraId="306C18BE" w14:textId="77777777" w:rsidR="00061946" w:rsidRPr="002101FF" w:rsidRDefault="00061946" w:rsidP="00E97934">
            <w:pPr>
              <w:jc w:val="center"/>
              <w:rPr>
                <w:sz w:val="24"/>
                <w:szCs w:val="24"/>
              </w:rPr>
            </w:pPr>
            <w:r w:rsidRPr="002101FF">
              <w:rPr>
                <w:sz w:val="24"/>
                <w:szCs w:val="24"/>
              </w:rPr>
              <w:t>Светлана Мидхадовна</w:t>
            </w:r>
          </w:p>
        </w:tc>
        <w:tc>
          <w:tcPr>
            <w:tcW w:w="3828" w:type="dxa"/>
          </w:tcPr>
          <w:p w14:paraId="3DFE0E9C" w14:textId="77777777" w:rsidR="00061946" w:rsidRPr="002101FF" w:rsidRDefault="00061946" w:rsidP="00E97934">
            <w:pPr>
              <w:jc w:val="center"/>
              <w:rPr>
                <w:sz w:val="24"/>
                <w:szCs w:val="24"/>
              </w:rPr>
            </w:pPr>
            <w:r w:rsidRPr="002101FF">
              <w:rPr>
                <w:sz w:val="24"/>
                <w:szCs w:val="24"/>
              </w:rPr>
              <w:t>МБОУ ДОД Детская музыкальная школа № 4Советского района</w:t>
            </w:r>
          </w:p>
        </w:tc>
        <w:tc>
          <w:tcPr>
            <w:tcW w:w="3118" w:type="dxa"/>
          </w:tcPr>
          <w:p w14:paraId="56834B7D" w14:textId="77777777" w:rsidR="00061946" w:rsidRPr="002101FF" w:rsidRDefault="00061946" w:rsidP="00E97934">
            <w:pPr>
              <w:jc w:val="center"/>
              <w:rPr>
                <w:sz w:val="24"/>
                <w:szCs w:val="24"/>
              </w:rPr>
            </w:pPr>
            <w:r w:rsidRPr="002101FF">
              <w:rPr>
                <w:sz w:val="24"/>
                <w:szCs w:val="24"/>
              </w:rPr>
              <w:t>концертмейстер</w:t>
            </w:r>
          </w:p>
        </w:tc>
      </w:tr>
      <w:tr w:rsidR="00061946" w:rsidRPr="00F70A94" w14:paraId="13404396" w14:textId="77777777" w:rsidTr="00E97934">
        <w:tc>
          <w:tcPr>
            <w:tcW w:w="567" w:type="dxa"/>
          </w:tcPr>
          <w:p w14:paraId="79AEC40D" w14:textId="77777777" w:rsidR="00061946" w:rsidRPr="001F63BC" w:rsidRDefault="00061946" w:rsidP="00E97934">
            <w:pPr>
              <w:pStyle w:val="a5"/>
              <w:numPr>
                <w:ilvl w:val="0"/>
                <w:numId w:val="24"/>
              </w:numPr>
              <w:ind w:left="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40A42893" w14:textId="77777777" w:rsidR="00061946" w:rsidRDefault="00061946" w:rsidP="00E97934">
            <w:pPr>
              <w:jc w:val="center"/>
              <w:rPr>
                <w:sz w:val="24"/>
                <w:szCs w:val="24"/>
              </w:rPr>
            </w:pPr>
            <w:r w:rsidRPr="00F70A94">
              <w:rPr>
                <w:sz w:val="24"/>
                <w:szCs w:val="24"/>
              </w:rPr>
              <w:t>Калинина</w:t>
            </w:r>
          </w:p>
          <w:p w14:paraId="74B560FF" w14:textId="77777777" w:rsidR="00061946" w:rsidRPr="00F70A94" w:rsidRDefault="00061946" w:rsidP="00E97934">
            <w:pPr>
              <w:jc w:val="center"/>
              <w:rPr>
                <w:sz w:val="24"/>
                <w:szCs w:val="24"/>
              </w:rPr>
            </w:pPr>
            <w:r w:rsidRPr="00F70A94">
              <w:rPr>
                <w:sz w:val="24"/>
                <w:szCs w:val="24"/>
              </w:rPr>
              <w:t>Людмила Павловна</w:t>
            </w:r>
          </w:p>
        </w:tc>
        <w:tc>
          <w:tcPr>
            <w:tcW w:w="3828" w:type="dxa"/>
          </w:tcPr>
          <w:p w14:paraId="6D570F6B" w14:textId="77777777" w:rsidR="00061946" w:rsidRPr="00F70A94" w:rsidRDefault="00061946" w:rsidP="00E97934">
            <w:pPr>
              <w:jc w:val="center"/>
              <w:rPr>
                <w:sz w:val="24"/>
                <w:szCs w:val="24"/>
              </w:rPr>
            </w:pPr>
            <w:r w:rsidRPr="00F70A94">
              <w:rPr>
                <w:sz w:val="24"/>
                <w:szCs w:val="24"/>
              </w:rPr>
              <w:t>МБОУ ДОД</w:t>
            </w:r>
            <w:r>
              <w:rPr>
                <w:sz w:val="24"/>
                <w:szCs w:val="24"/>
              </w:rPr>
              <w:t xml:space="preserve"> Детская музыкальная школа № 4</w:t>
            </w:r>
            <w:r w:rsidRPr="00F70A94">
              <w:rPr>
                <w:sz w:val="24"/>
                <w:szCs w:val="24"/>
              </w:rPr>
              <w:t>Советского район</w:t>
            </w:r>
          </w:p>
        </w:tc>
        <w:tc>
          <w:tcPr>
            <w:tcW w:w="3118" w:type="dxa"/>
          </w:tcPr>
          <w:p w14:paraId="3FF77495" w14:textId="77777777" w:rsidR="00061946" w:rsidRPr="00F70A94" w:rsidRDefault="00061946" w:rsidP="00E97934">
            <w:pPr>
              <w:jc w:val="center"/>
              <w:rPr>
                <w:sz w:val="24"/>
                <w:szCs w:val="24"/>
              </w:rPr>
            </w:pPr>
            <w:r w:rsidRPr="00F70A94">
              <w:rPr>
                <w:sz w:val="24"/>
                <w:szCs w:val="24"/>
              </w:rPr>
              <w:t>преподаватель</w:t>
            </w:r>
          </w:p>
        </w:tc>
      </w:tr>
      <w:tr w:rsidR="00061946" w:rsidRPr="00A20481" w14:paraId="35FC6BCF" w14:textId="77777777" w:rsidTr="00E97934">
        <w:tc>
          <w:tcPr>
            <w:tcW w:w="567" w:type="dxa"/>
          </w:tcPr>
          <w:p w14:paraId="236D8199" w14:textId="77777777" w:rsidR="00061946" w:rsidRPr="001F63BC" w:rsidRDefault="00061946" w:rsidP="00E97934">
            <w:pPr>
              <w:pStyle w:val="a5"/>
              <w:numPr>
                <w:ilvl w:val="0"/>
                <w:numId w:val="24"/>
              </w:numPr>
              <w:ind w:left="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3B119596" w14:textId="77777777" w:rsidR="00061946" w:rsidRDefault="00061946" w:rsidP="00E97934">
            <w:pPr>
              <w:jc w:val="center"/>
              <w:rPr>
                <w:sz w:val="24"/>
                <w:szCs w:val="24"/>
              </w:rPr>
            </w:pPr>
            <w:r w:rsidRPr="00A20481">
              <w:rPr>
                <w:sz w:val="24"/>
                <w:szCs w:val="24"/>
              </w:rPr>
              <w:t>Карасов</w:t>
            </w:r>
          </w:p>
          <w:p w14:paraId="2CA46E84" w14:textId="77777777" w:rsidR="00061946" w:rsidRPr="00A20481" w:rsidRDefault="00061946" w:rsidP="00E97934">
            <w:pPr>
              <w:jc w:val="center"/>
              <w:rPr>
                <w:sz w:val="24"/>
                <w:szCs w:val="24"/>
              </w:rPr>
            </w:pPr>
            <w:r w:rsidRPr="00A20481">
              <w:rPr>
                <w:sz w:val="24"/>
                <w:szCs w:val="24"/>
              </w:rPr>
              <w:t>Айрат Салаватович</w:t>
            </w:r>
          </w:p>
        </w:tc>
        <w:tc>
          <w:tcPr>
            <w:tcW w:w="3828" w:type="dxa"/>
          </w:tcPr>
          <w:p w14:paraId="3B307B52" w14:textId="77777777" w:rsidR="00061946" w:rsidRPr="00A20481" w:rsidRDefault="00061946" w:rsidP="00E97934">
            <w:pPr>
              <w:jc w:val="center"/>
              <w:rPr>
                <w:sz w:val="24"/>
                <w:szCs w:val="24"/>
              </w:rPr>
            </w:pPr>
            <w:r w:rsidRPr="00A20481">
              <w:rPr>
                <w:sz w:val="24"/>
                <w:szCs w:val="24"/>
              </w:rPr>
              <w:t>МБОУ ДОД Детская музыкальная школа № 5 Калининского района</w:t>
            </w:r>
          </w:p>
        </w:tc>
        <w:tc>
          <w:tcPr>
            <w:tcW w:w="3118" w:type="dxa"/>
          </w:tcPr>
          <w:p w14:paraId="4DF7C990" w14:textId="77777777" w:rsidR="00061946" w:rsidRPr="00A20481" w:rsidRDefault="00061946" w:rsidP="00E97934">
            <w:pPr>
              <w:jc w:val="center"/>
              <w:rPr>
                <w:sz w:val="24"/>
                <w:szCs w:val="24"/>
              </w:rPr>
            </w:pPr>
            <w:r w:rsidRPr="00A20481">
              <w:rPr>
                <w:sz w:val="24"/>
                <w:szCs w:val="24"/>
              </w:rPr>
              <w:t>преподаватель</w:t>
            </w:r>
          </w:p>
        </w:tc>
      </w:tr>
      <w:tr w:rsidR="00061946" w:rsidRPr="00F70A94" w14:paraId="585B67EB" w14:textId="77777777" w:rsidTr="00E97934">
        <w:tc>
          <w:tcPr>
            <w:tcW w:w="567" w:type="dxa"/>
          </w:tcPr>
          <w:p w14:paraId="2FC0BD84" w14:textId="77777777" w:rsidR="00061946" w:rsidRPr="001F63BC" w:rsidRDefault="00061946" w:rsidP="00E97934">
            <w:pPr>
              <w:pStyle w:val="a5"/>
              <w:numPr>
                <w:ilvl w:val="0"/>
                <w:numId w:val="24"/>
              </w:numPr>
              <w:ind w:left="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10333837" w14:textId="77777777" w:rsidR="00061946" w:rsidRDefault="00061946" w:rsidP="00E97934">
            <w:pPr>
              <w:jc w:val="center"/>
              <w:rPr>
                <w:sz w:val="24"/>
                <w:szCs w:val="24"/>
              </w:rPr>
            </w:pPr>
            <w:r w:rsidRPr="00F70A94">
              <w:rPr>
                <w:sz w:val="24"/>
                <w:szCs w:val="24"/>
              </w:rPr>
              <w:t>Качкаева</w:t>
            </w:r>
          </w:p>
          <w:p w14:paraId="18003F7E" w14:textId="77777777" w:rsidR="00061946" w:rsidRPr="00F70A94" w:rsidRDefault="00061946" w:rsidP="00E97934">
            <w:pPr>
              <w:jc w:val="center"/>
              <w:rPr>
                <w:sz w:val="24"/>
                <w:szCs w:val="24"/>
              </w:rPr>
            </w:pPr>
            <w:r w:rsidRPr="00F70A94">
              <w:rPr>
                <w:sz w:val="24"/>
                <w:szCs w:val="24"/>
              </w:rPr>
              <w:t>Лариса Петровна</w:t>
            </w:r>
          </w:p>
        </w:tc>
        <w:tc>
          <w:tcPr>
            <w:tcW w:w="3828" w:type="dxa"/>
          </w:tcPr>
          <w:p w14:paraId="5C909060" w14:textId="77777777" w:rsidR="00061946" w:rsidRPr="00F70A94" w:rsidRDefault="00061946" w:rsidP="00E97934">
            <w:pPr>
              <w:jc w:val="center"/>
              <w:rPr>
                <w:sz w:val="24"/>
                <w:szCs w:val="24"/>
              </w:rPr>
            </w:pPr>
            <w:r w:rsidRPr="00F70A94">
              <w:rPr>
                <w:sz w:val="24"/>
                <w:szCs w:val="24"/>
              </w:rPr>
              <w:t>МБОУ ДОД Детская музыкальная школа № 1 имени  Наримана</w:t>
            </w:r>
            <w:r w:rsidR="00377002">
              <w:rPr>
                <w:sz w:val="24"/>
                <w:szCs w:val="24"/>
              </w:rPr>
              <w:t xml:space="preserve"> </w:t>
            </w:r>
            <w:r w:rsidRPr="00F70A94">
              <w:rPr>
                <w:sz w:val="24"/>
                <w:szCs w:val="24"/>
              </w:rPr>
              <w:t>Сабитова Кировского района</w:t>
            </w:r>
          </w:p>
        </w:tc>
        <w:tc>
          <w:tcPr>
            <w:tcW w:w="3118" w:type="dxa"/>
          </w:tcPr>
          <w:p w14:paraId="30FF9748" w14:textId="77777777" w:rsidR="00061946" w:rsidRPr="00F70A94" w:rsidRDefault="00061946" w:rsidP="00E97934">
            <w:pPr>
              <w:jc w:val="center"/>
              <w:rPr>
                <w:sz w:val="24"/>
                <w:szCs w:val="24"/>
              </w:rPr>
            </w:pPr>
            <w:r w:rsidRPr="00F70A94">
              <w:rPr>
                <w:sz w:val="24"/>
                <w:szCs w:val="24"/>
              </w:rPr>
              <w:t>преподаватель</w:t>
            </w:r>
          </w:p>
        </w:tc>
      </w:tr>
      <w:tr w:rsidR="00061946" w:rsidRPr="00A20481" w14:paraId="3D756F93" w14:textId="77777777" w:rsidTr="00E97934">
        <w:tc>
          <w:tcPr>
            <w:tcW w:w="567" w:type="dxa"/>
          </w:tcPr>
          <w:p w14:paraId="45AE7624" w14:textId="77777777" w:rsidR="00061946" w:rsidRPr="001F63BC" w:rsidRDefault="00061946" w:rsidP="00E97934">
            <w:pPr>
              <w:pStyle w:val="a5"/>
              <w:numPr>
                <w:ilvl w:val="0"/>
                <w:numId w:val="24"/>
              </w:numPr>
              <w:ind w:left="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50F71FC4" w14:textId="77777777" w:rsidR="00061946" w:rsidRDefault="00061946" w:rsidP="00E97934">
            <w:pPr>
              <w:jc w:val="center"/>
              <w:rPr>
                <w:sz w:val="24"/>
                <w:szCs w:val="24"/>
              </w:rPr>
            </w:pPr>
            <w:r w:rsidRPr="00A20481">
              <w:rPr>
                <w:sz w:val="24"/>
                <w:szCs w:val="24"/>
              </w:rPr>
              <w:t>Кинзикеева</w:t>
            </w:r>
          </w:p>
          <w:p w14:paraId="338A7021" w14:textId="77777777" w:rsidR="00061946" w:rsidRPr="00A20481" w:rsidRDefault="00061946" w:rsidP="00E97934">
            <w:pPr>
              <w:jc w:val="center"/>
              <w:rPr>
                <w:sz w:val="24"/>
                <w:szCs w:val="24"/>
              </w:rPr>
            </w:pPr>
            <w:r w:rsidRPr="00A20481">
              <w:rPr>
                <w:sz w:val="24"/>
                <w:szCs w:val="24"/>
              </w:rPr>
              <w:t>Лилия Магруфовна</w:t>
            </w:r>
          </w:p>
        </w:tc>
        <w:tc>
          <w:tcPr>
            <w:tcW w:w="3828" w:type="dxa"/>
          </w:tcPr>
          <w:p w14:paraId="60FC783B" w14:textId="77777777" w:rsidR="00061946" w:rsidRPr="00A20481" w:rsidRDefault="00061946" w:rsidP="00E97934">
            <w:pPr>
              <w:jc w:val="center"/>
              <w:rPr>
                <w:sz w:val="24"/>
                <w:szCs w:val="24"/>
              </w:rPr>
            </w:pPr>
            <w:r w:rsidRPr="00A20481">
              <w:rPr>
                <w:sz w:val="24"/>
                <w:szCs w:val="24"/>
              </w:rPr>
              <w:t>МБОУ ДОД «Уфимская детская школа искусств» Орджоникидзевского района</w:t>
            </w:r>
          </w:p>
        </w:tc>
        <w:tc>
          <w:tcPr>
            <w:tcW w:w="3118" w:type="dxa"/>
          </w:tcPr>
          <w:p w14:paraId="509D4BE5" w14:textId="77777777" w:rsidR="00061946" w:rsidRPr="00A20481" w:rsidRDefault="00061946" w:rsidP="00E97934">
            <w:pPr>
              <w:jc w:val="center"/>
              <w:rPr>
                <w:sz w:val="24"/>
                <w:szCs w:val="24"/>
              </w:rPr>
            </w:pPr>
            <w:r w:rsidRPr="00A20481">
              <w:rPr>
                <w:sz w:val="24"/>
                <w:szCs w:val="24"/>
              </w:rPr>
              <w:t>преподаватель</w:t>
            </w:r>
          </w:p>
        </w:tc>
      </w:tr>
      <w:tr w:rsidR="00061946" w:rsidRPr="00E479ED" w14:paraId="1C9B4E68" w14:textId="77777777" w:rsidTr="00E97934">
        <w:tc>
          <w:tcPr>
            <w:tcW w:w="567" w:type="dxa"/>
          </w:tcPr>
          <w:p w14:paraId="5D463D02" w14:textId="77777777" w:rsidR="00061946" w:rsidRPr="001F63BC" w:rsidRDefault="00061946" w:rsidP="00E97934">
            <w:pPr>
              <w:pStyle w:val="a5"/>
              <w:numPr>
                <w:ilvl w:val="0"/>
                <w:numId w:val="24"/>
              </w:numPr>
              <w:ind w:left="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6A9F5110" w14:textId="77777777" w:rsidR="00061946" w:rsidRDefault="00061946" w:rsidP="00E97934">
            <w:pPr>
              <w:jc w:val="center"/>
              <w:rPr>
                <w:sz w:val="24"/>
                <w:szCs w:val="24"/>
              </w:rPr>
            </w:pPr>
            <w:r w:rsidRPr="00507F63">
              <w:rPr>
                <w:sz w:val="24"/>
                <w:szCs w:val="24"/>
              </w:rPr>
              <w:t>Ковырзина</w:t>
            </w:r>
          </w:p>
          <w:p w14:paraId="7CF5BCC2" w14:textId="77777777" w:rsidR="00061946" w:rsidRPr="00507F63" w:rsidRDefault="00061946" w:rsidP="00E97934">
            <w:pPr>
              <w:jc w:val="center"/>
              <w:rPr>
                <w:sz w:val="24"/>
                <w:szCs w:val="24"/>
              </w:rPr>
            </w:pPr>
            <w:r w:rsidRPr="00507F63">
              <w:rPr>
                <w:sz w:val="24"/>
                <w:szCs w:val="24"/>
              </w:rPr>
              <w:t>Людмила Викторовна</w:t>
            </w:r>
          </w:p>
        </w:tc>
        <w:tc>
          <w:tcPr>
            <w:tcW w:w="3828" w:type="dxa"/>
          </w:tcPr>
          <w:p w14:paraId="7A575888" w14:textId="77777777" w:rsidR="00061946" w:rsidRPr="000572E8" w:rsidRDefault="00061946" w:rsidP="00E97934">
            <w:pPr>
              <w:jc w:val="center"/>
              <w:rPr>
                <w:color w:val="FF0000"/>
                <w:sz w:val="24"/>
                <w:szCs w:val="24"/>
              </w:rPr>
            </w:pPr>
            <w:r w:rsidRPr="00507F63">
              <w:rPr>
                <w:sz w:val="24"/>
                <w:szCs w:val="24"/>
              </w:rPr>
              <w:t>МБОУ ДОД «Детская музыкальная школа № 10» Орджоникидзевского района</w:t>
            </w:r>
          </w:p>
        </w:tc>
        <w:tc>
          <w:tcPr>
            <w:tcW w:w="3118" w:type="dxa"/>
          </w:tcPr>
          <w:p w14:paraId="03EC5591" w14:textId="77777777" w:rsidR="00061946" w:rsidRPr="000572E8" w:rsidRDefault="00061946" w:rsidP="00E97934">
            <w:pPr>
              <w:jc w:val="center"/>
              <w:rPr>
                <w:color w:val="FF0000"/>
                <w:sz w:val="24"/>
                <w:szCs w:val="24"/>
              </w:rPr>
            </w:pPr>
            <w:r w:rsidRPr="00507F63">
              <w:rPr>
                <w:sz w:val="24"/>
                <w:szCs w:val="24"/>
              </w:rPr>
              <w:t>преподаватель</w:t>
            </w:r>
          </w:p>
        </w:tc>
      </w:tr>
    </w:tbl>
    <w:p w14:paraId="0D1B9E23" w14:textId="77777777" w:rsidR="00061946" w:rsidRDefault="00061946" w:rsidP="00E979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highlight w:val="red"/>
        </w:rPr>
      </w:pPr>
    </w:p>
    <w:p w14:paraId="778E5A96" w14:textId="77777777" w:rsidR="00061946" w:rsidRDefault="00061946" w:rsidP="00061946">
      <w:pPr>
        <w:rPr>
          <w:rFonts w:ascii="Times New Roman" w:hAnsi="Times New Roman" w:cs="Times New Roman"/>
          <w:sz w:val="24"/>
          <w:szCs w:val="24"/>
          <w:highlight w:val="red"/>
        </w:rPr>
      </w:pPr>
    </w:p>
    <w:p w14:paraId="2B361D56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561034D9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46C8430C" w14:textId="77777777" w:rsidR="00061946" w:rsidRDefault="00061946" w:rsidP="0006194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Приложение №2  к приказу Министерства образования</w:t>
      </w:r>
    </w:p>
    <w:p w14:paraId="0BC0F183" w14:textId="77777777" w:rsidR="00061946" w:rsidRPr="00BE3CB8" w:rsidRDefault="00061946" w:rsidP="00061946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14:paraId="03FDF361" w14:textId="77777777" w:rsidR="00061946" w:rsidRDefault="00061946" w:rsidP="0006194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14:paraId="406E79F9" w14:textId="77777777" w:rsidR="00061946" w:rsidRDefault="00061946" w:rsidP="0006194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14:paraId="694A25F6" w14:textId="77777777" w:rsidR="00061946" w:rsidRDefault="00061946" w:rsidP="00061946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14:paraId="5C9F4CC5" w14:textId="77777777" w:rsidR="00061946" w:rsidRPr="00FD0F2C" w:rsidRDefault="00061946" w:rsidP="00061946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66510BD0" w14:textId="77777777" w:rsidR="00061946" w:rsidRDefault="00061946" w:rsidP="00061946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 xml:space="preserve">Муниципальные учреждения дополнительного образования сферы культуры </w:t>
      </w:r>
    </w:p>
    <w:p w14:paraId="4E3F1A21" w14:textId="77777777" w:rsidR="00061946" w:rsidRDefault="00061946" w:rsidP="0006194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79ED">
        <w:rPr>
          <w:rFonts w:ascii="Times New Roman" w:hAnsi="Times New Roman" w:cs="Times New Roman"/>
          <w:b/>
          <w:sz w:val="24"/>
          <w:szCs w:val="24"/>
        </w:rPr>
        <w:t xml:space="preserve">Городской округ город Уфа Республики Башкортостан </w:t>
      </w:r>
      <w:r w:rsidR="0037700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5DA4F95" w14:textId="77777777" w:rsidR="00E97934" w:rsidRPr="00E479ED" w:rsidRDefault="00E97934" w:rsidP="0006194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0" w:type="auto"/>
        <w:tblInd w:w="-1026" w:type="dxa"/>
        <w:tblLook w:val="04A0" w:firstRow="1" w:lastRow="0" w:firstColumn="1" w:lastColumn="0" w:noHBand="0" w:noVBand="1"/>
      </w:tblPr>
      <w:tblGrid>
        <w:gridCol w:w="567"/>
        <w:gridCol w:w="3402"/>
        <w:gridCol w:w="3828"/>
        <w:gridCol w:w="3118"/>
      </w:tblGrid>
      <w:tr w:rsidR="00061946" w:rsidRPr="00E479ED" w14:paraId="52054B65" w14:textId="77777777" w:rsidTr="00E97934">
        <w:tc>
          <w:tcPr>
            <w:tcW w:w="567" w:type="dxa"/>
            <w:vAlign w:val="center"/>
          </w:tcPr>
          <w:p w14:paraId="032C010B" w14:textId="77777777" w:rsidR="00061946" w:rsidRPr="00C30652" w:rsidRDefault="00061946" w:rsidP="00E97934">
            <w:pPr>
              <w:jc w:val="center"/>
              <w:rPr>
                <w:b/>
                <w:sz w:val="24"/>
                <w:szCs w:val="24"/>
              </w:rPr>
            </w:pPr>
            <w:r w:rsidRPr="00C30652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3402" w:type="dxa"/>
            <w:vAlign w:val="center"/>
          </w:tcPr>
          <w:p w14:paraId="4A30A46A" w14:textId="77777777" w:rsidR="00061946" w:rsidRPr="00C30652" w:rsidRDefault="00061946" w:rsidP="00E97934">
            <w:pPr>
              <w:jc w:val="center"/>
              <w:rPr>
                <w:b/>
                <w:sz w:val="24"/>
                <w:szCs w:val="24"/>
              </w:rPr>
            </w:pPr>
            <w:r w:rsidRPr="00C30652">
              <w:rPr>
                <w:b/>
                <w:sz w:val="24"/>
                <w:szCs w:val="24"/>
              </w:rPr>
              <w:t>Ф</w:t>
            </w:r>
            <w:r>
              <w:rPr>
                <w:b/>
                <w:sz w:val="24"/>
                <w:szCs w:val="24"/>
              </w:rPr>
              <w:t>ИО</w:t>
            </w:r>
          </w:p>
        </w:tc>
        <w:tc>
          <w:tcPr>
            <w:tcW w:w="3828" w:type="dxa"/>
            <w:vAlign w:val="center"/>
          </w:tcPr>
          <w:p w14:paraId="472050CC" w14:textId="77777777" w:rsidR="00061946" w:rsidRPr="00C30652" w:rsidRDefault="00061946" w:rsidP="00E97934">
            <w:pPr>
              <w:jc w:val="center"/>
              <w:rPr>
                <w:b/>
                <w:sz w:val="24"/>
                <w:szCs w:val="24"/>
              </w:rPr>
            </w:pPr>
            <w:r w:rsidRPr="00C30652">
              <w:rPr>
                <w:b/>
                <w:sz w:val="24"/>
                <w:szCs w:val="24"/>
              </w:rPr>
              <w:t>Место работы</w:t>
            </w:r>
          </w:p>
        </w:tc>
        <w:tc>
          <w:tcPr>
            <w:tcW w:w="3118" w:type="dxa"/>
            <w:vAlign w:val="center"/>
          </w:tcPr>
          <w:p w14:paraId="3DC88E3B" w14:textId="77777777" w:rsidR="00061946" w:rsidRPr="00C30652" w:rsidRDefault="00061946" w:rsidP="00E97934">
            <w:pPr>
              <w:jc w:val="center"/>
              <w:rPr>
                <w:b/>
                <w:sz w:val="24"/>
                <w:szCs w:val="24"/>
              </w:rPr>
            </w:pPr>
            <w:r w:rsidRPr="00C30652">
              <w:rPr>
                <w:b/>
                <w:sz w:val="24"/>
                <w:szCs w:val="24"/>
              </w:rPr>
              <w:t>Должность</w:t>
            </w:r>
          </w:p>
        </w:tc>
      </w:tr>
      <w:tr w:rsidR="00061946" w:rsidRPr="00A20481" w14:paraId="39132694" w14:textId="77777777" w:rsidTr="00E97934">
        <w:tc>
          <w:tcPr>
            <w:tcW w:w="567" w:type="dxa"/>
          </w:tcPr>
          <w:p w14:paraId="302A32FD" w14:textId="77777777" w:rsidR="00061946" w:rsidRPr="001F63BC" w:rsidRDefault="00061946" w:rsidP="00E97934">
            <w:pPr>
              <w:pStyle w:val="a5"/>
              <w:numPr>
                <w:ilvl w:val="0"/>
                <w:numId w:val="35"/>
              </w:numPr>
              <w:ind w:left="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5DF2F0D2" w14:textId="77777777" w:rsidR="00061946" w:rsidRDefault="00061946" w:rsidP="00E97934">
            <w:pPr>
              <w:jc w:val="center"/>
              <w:rPr>
                <w:sz w:val="24"/>
                <w:szCs w:val="24"/>
              </w:rPr>
            </w:pPr>
            <w:r w:rsidRPr="00A20481">
              <w:rPr>
                <w:sz w:val="24"/>
                <w:szCs w:val="24"/>
              </w:rPr>
              <w:t>Колесникова</w:t>
            </w:r>
          </w:p>
          <w:p w14:paraId="4C0D8B1E" w14:textId="77777777" w:rsidR="00061946" w:rsidRPr="00A20481" w:rsidRDefault="00061946" w:rsidP="00E97934">
            <w:pPr>
              <w:jc w:val="center"/>
              <w:rPr>
                <w:sz w:val="24"/>
                <w:szCs w:val="24"/>
              </w:rPr>
            </w:pPr>
            <w:r w:rsidRPr="00A20481">
              <w:rPr>
                <w:sz w:val="24"/>
                <w:szCs w:val="24"/>
              </w:rPr>
              <w:t>Мария Яковлевна</w:t>
            </w:r>
          </w:p>
        </w:tc>
        <w:tc>
          <w:tcPr>
            <w:tcW w:w="3828" w:type="dxa"/>
          </w:tcPr>
          <w:p w14:paraId="3E9EEE24" w14:textId="77777777" w:rsidR="00061946" w:rsidRPr="00A20481" w:rsidRDefault="00061946" w:rsidP="00E97934">
            <w:pPr>
              <w:jc w:val="center"/>
              <w:rPr>
                <w:sz w:val="24"/>
                <w:szCs w:val="24"/>
              </w:rPr>
            </w:pPr>
            <w:r w:rsidRPr="00A20481">
              <w:rPr>
                <w:sz w:val="24"/>
                <w:szCs w:val="24"/>
              </w:rPr>
              <w:t>МБОУ ДОД Детская музыкальная школа № 1 имени  НариманаСабитова Кировского района</w:t>
            </w:r>
          </w:p>
        </w:tc>
        <w:tc>
          <w:tcPr>
            <w:tcW w:w="3118" w:type="dxa"/>
          </w:tcPr>
          <w:p w14:paraId="7222B8A9" w14:textId="77777777" w:rsidR="00061946" w:rsidRPr="00A20481" w:rsidRDefault="00061946" w:rsidP="00E97934">
            <w:pPr>
              <w:jc w:val="center"/>
              <w:rPr>
                <w:sz w:val="24"/>
                <w:szCs w:val="24"/>
              </w:rPr>
            </w:pPr>
            <w:r w:rsidRPr="00A20481">
              <w:rPr>
                <w:sz w:val="24"/>
                <w:szCs w:val="24"/>
              </w:rPr>
              <w:t>концертмейстер</w:t>
            </w:r>
          </w:p>
        </w:tc>
      </w:tr>
      <w:tr w:rsidR="00061946" w:rsidRPr="00705781" w14:paraId="1C73B9BB" w14:textId="77777777" w:rsidTr="00E97934">
        <w:tc>
          <w:tcPr>
            <w:tcW w:w="567" w:type="dxa"/>
          </w:tcPr>
          <w:p w14:paraId="2EBBC6EC" w14:textId="77777777" w:rsidR="00061946" w:rsidRPr="001F63BC" w:rsidRDefault="00061946" w:rsidP="00E97934">
            <w:pPr>
              <w:pStyle w:val="a5"/>
              <w:numPr>
                <w:ilvl w:val="0"/>
                <w:numId w:val="35"/>
              </w:numPr>
              <w:ind w:left="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74CB0653" w14:textId="77777777" w:rsidR="00061946" w:rsidRDefault="00061946" w:rsidP="00E97934">
            <w:pPr>
              <w:jc w:val="center"/>
              <w:rPr>
                <w:sz w:val="24"/>
                <w:szCs w:val="24"/>
              </w:rPr>
            </w:pPr>
            <w:r w:rsidRPr="00705781">
              <w:rPr>
                <w:sz w:val="24"/>
                <w:szCs w:val="24"/>
              </w:rPr>
              <w:t>Локтионов</w:t>
            </w:r>
          </w:p>
          <w:p w14:paraId="2BBEA001" w14:textId="77777777" w:rsidR="00061946" w:rsidRPr="00705781" w:rsidRDefault="00061946" w:rsidP="00E97934">
            <w:pPr>
              <w:jc w:val="center"/>
              <w:rPr>
                <w:sz w:val="24"/>
                <w:szCs w:val="24"/>
              </w:rPr>
            </w:pPr>
            <w:r w:rsidRPr="00705781">
              <w:rPr>
                <w:sz w:val="24"/>
                <w:szCs w:val="24"/>
              </w:rPr>
              <w:t>Александр Петрович</w:t>
            </w:r>
          </w:p>
        </w:tc>
        <w:tc>
          <w:tcPr>
            <w:tcW w:w="3828" w:type="dxa"/>
          </w:tcPr>
          <w:p w14:paraId="4B0D17F6" w14:textId="77777777" w:rsidR="00061946" w:rsidRPr="00705781" w:rsidRDefault="00061946" w:rsidP="00E97934">
            <w:pPr>
              <w:jc w:val="center"/>
              <w:rPr>
                <w:sz w:val="24"/>
                <w:szCs w:val="24"/>
              </w:rPr>
            </w:pPr>
            <w:r w:rsidRPr="00705781">
              <w:rPr>
                <w:sz w:val="24"/>
                <w:szCs w:val="24"/>
              </w:rPr>
              <w:t>МБОУ ДОД «Детская музыкальная школа № 7» Ленинского района</w:t>
            </w:r>
          </w:p>
        </w:tc>
        <w:tc>
          <w:tcPr>
            <w:tcW w:w="3118" w:type="dxa"/>
          </w:tcPr>
          <w:p w14:paraId="505D0ACA" w14:textId="77777777" w:rsidR="00061946" w:rsidRPr="00705781" w:rsidRDefault="00061946" w:rsidP="00E97934">
            <w:pPr>
              <w:jc w:val="center"/>
              <w:rPr>
                <w:sz w:val="24"/>
                <w:szCs w:val="24"/>
              </w:rPr>
            </w:pPr>
            <w:r w:rsidRPr="00705781">
              <w:rPr>
                <w:sz w:val="24"/>
                <w:szCs w:val="24"/>
              </w:rPr>
              <w:t>преподаватель</w:t>
            </w:r>
          </w:p>
        </w:tc>
      </w:tr>
      <w:tr w:rsidR="00061946" w:rsidRPr="00705781" w14:paraId="3AA40750" w14:textId="77777777" w:rsidTr="00E97934">
        <w:tc>
          <w:tcPr>
            <w:tcW w:w="567" w:type="dxa"/>
          </w:tcPr>
          <w:p w14:paraId="1EA90650" w14:textId="77777777" w:rsidR="00061946" w:rsidRPr="001F63BC" w:rsidRDefault="00061946" w:rsidP="00E97934">
            <w:pPr>
              <w:pStyle w:val="a5"/>
              <w:numPr>
                <w:ilvl w:val="0"/>
                <w:numId w:val="35"/>
              </w:numPr>
              <w:ind w:left="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5563FA8F" w14:textId="77777777" w:rsidR="00061946" w:rsidRDefault="00061946" w:rsidP="00E97934">
            <w:pPr>
              <w:jc w:val="center"/>
              <w:rPr>
                <w:sz w:val="24"/>
                <w:szCs w:val="24"/>
              </w:rPr>
            </w:pPr>
            <w:r w:rsidRPr="00705781">
              <w:rPr>
                <w:sz w:val="24"/>
                <w:szCs w:val="24"/>
              </w:rPr>
              <w:t>Медведев</w:t>
            </w:r>
          </w:p>
          <w:p w14:paraId="7790356F" w14:textId="77777777" w:rsidR="00061946" w:rsidRPr="00705781" w:rsidRDefault="00061946" w:rsidP="00E97934">
            <w:pPr>
              <w:jc w:val="center"/>
              <w:rPr>
                <w:sz w:val="24"/>
                <w:szCs w:val="24"/>
              </w:rPr>
            </w:pPr>
            <w:r w:rsidRPr="00705781">
              <w:rPr>
                <w:sz w:val="24"/>
                <w:szCs w:val="24"/>
              </w:rPr>
              <w:t>Анатолий Фёдорович</w:t>
            </w:r>
          </w:p>
        </w:tc>
        <w:tc>
          <w:tcPr>
            <w:tcW w:w="3828" w:type="dxa"/>
          </w:tcPr>
          <w:p w14:paraId="725EDC55" w14:textId="77777777" w:rsidR="00061946" w:rsidRPr="00705781" w:rsidRDefault="00061946" w:rsidP="00E97934">
            <w:pPr>
              <w:jc w:val="center"/>
              <w:rPr>
                <w:sz w:val="24"/>
                <w:szCs w:val="24"/>
              </w:rPr>
            </w:pPr>
            <w:r w:rsidRPr="00705781">
              <w:rPr>
                <w:sz w:val="24"/>
                <w:szCs w:val="24"/>
              </w:rPr>
              <w:t>МБОУ ДОД «Детская музыкальная школа № 10» Орджоникидзевского района</w:t>
            </w:r>
          </w:p>
        </w:tc>
        <w:tc>
          <w:tcPr>
            <w:tcW w:w="3118" w:type="dxa"/>
          </w:tcPr>
          <w:p w14:paraId="3C379035" w14:textId="77777777" w:rsidR="00061946" w:rsidRPr="00705781" w:rsidRDefault="00061946" w:rsidP="00E97934">
            <w:pPr>
              <w:jc w:val="center"/>
              <w:rPr>
                <w:sz w:val="24"/>
                <w:szCs w:val="24"/>
              </w:rPr>
            </w:pPr>
            <w:r w:rsidRPr="00705781">
              <w:rPr>
                <w:sz w:val="24"/>
                <w:szCs w:val="24"/>
              </w:rPr>
              <w:t>преподаватель</w:t>
            </w:r>
          </w:p>
        </w:tc>
      </w:tr>
      <w:tr w:rsidR="00061946" w:rsidRPr="00507F63" w14:paraId="01EF04D1" w14:textId="77777777" w:rsidTr="00E97934">
        <w:tc>
          <w:tcPr>
            <w:tcW w:w="567" w:type="dxa"/>
          </w:tcPr>
          <w:p w14:paraId="41B95B88" w14:textId="77777777" w:rsidR="00061946" w:rsidRPr="001F63BC" w:rsidRDefault="00061946" w:rsidP="00E97934">
            <w:pPr>
              <w:pStyle w:val="a5"/>
              <w:numPr>
                <w:ilvl w:val="0"/>
                <w:numId w:val="35"/>
              </w:numPr>
              <w:ind w:left="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7EF95794" w14:textId="77777777" w:rsidR="00061946" w:rsidRDefault="00061946" w:rsidP="00E97934">
            <w:pPr>
              <w:jc w:val="center"/>
              <w:rPr>
                <w:sz w:val="24"/>
                <w:szCs w:val="24"/>
              </w:rPr>
            </w:pPr>
            <w:r w:rsidRPr="00507F63">
              <w:rPr>
                <w:sz w:val="24"/>
                <w:szCs w:val="24"/>
              </w:rPr>
              <w:t>Сидоренко</w:t>
            </w:r>
          </w:p>
          <w:p w14:paraId="3EA1CD8A" w14:textId="77777777" w:rsidR="00061946" w:rsidRPr="00507F63" w:rsidRDefault="00061946" w:rsidP="00E97934">
            <w:pPr>
              <w:jc w:val="center"/>
              <w:rPr>
                <w:sz w:val="24"/>
                <w:szCs w:val="24"/>
              </w:rPr>
            </w:pPr>
            <w:r w:rsidRPr="00507F63">
              <w:rPr>
                <w:sz w:val="24"/>
                <w:szCs w:val="24"/>
              </w:rPr>
              <w:t>Ирина Владимировна</w:t>
            </w:r>
          </w:p>
        </w:tc>
        <w:tc>
          <w:tcPr>
            <w:tcW w:w="3828" w:type="dxa"/>
          </w:tcPr>
          <w:p w14:paraId="6056FBE0" w14:textId="77777777" w:rsidR="00061946" w:rsidRPr="00507F63" w:rsidRDefault="00061946" w:rsidP="00E97934">
            <w:pPr>
              <w:jc w:val="center"/>
              <w:rPr>
                <w:sz w:val="24"/>
                <w:szCs w:val="24"/>
              </w:rPr>
            </w:pPr>
            <w:r w:rsidRPr="00507F63">
              <w:rPr>
                <w:sz w:val="24"/>
                <w:szCs w:val="24"/>
              </w:rPr>
              <w:t>МБОУ ДОД Детская музыкальная школа № 1 имени  НариманаСабитова Кировского района</w:t>
            </w:r>
          </w:p>
        </w:tc>
        <w:tc>
          <w:tcPr>
            <w:tcW w:w="3118" w:type="dxa"/>
          </w:tcPr>
          <w:p w14:paraId="0409AAED" w14:textId="77777777" w:rsidR="00061946" w:rsidRPr="00507F63" w:rsidRDefault="00061946" w:rsidP="00E97934">
            <w:pPr>
              <w:jc w:val="center"/>
              <w:rPr>
                <w:sz w:val="24"/>
                <w:szCs w:val="24"/>
              </w:rPr>
            </w:pPr>
            <w:r w:rsidRPr="00507F63">
              <w:rPr>
                <w:sz w:val="24"/>
                <w:szCs w:val="24"/>
              </w:rPr>
              <w:t>преподаватель</w:t>
            </w:r>
          </w:p>
        </w:tc>
      </w:tr>
      <w:tr w:rsidR="00061946" w:rsidRPr="00507F63" w14:paraId="554306E9" w14:textId="77777777" w:rsidTr="00E97934">
        <w:tc>
          <w:tcPr>
            <w:tcW w:w="567" w:type="dxa"/>
          </w:tcPr>
          <w:p w14:paraId="49987AAD" w14:textId="77777777" w:rsidR="00061946" w:rsidRPr="001F63BC" w:rsidRDefault="00061946" w:rsidP="00E97934">
            <w:pPr>
              <w:pStyle w:val="a5"/>
              <w:numPr>
                <w:ilvl w:val="0"/>
                <w:numId w:val="35"/>
              </w:numPr>
              <w:ind w:left="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79A713E4" w14:textId="77777777" w:rsidR="00061946" w:rsidRDefault="00061946" w:rsidP="00E97934">
            <w:pPr>
              <w:jc w:val="center"/>
              <w:rPr>
                <w:sz w:val="24"/>
                <w:szCs w:val="24"/>
              </w:rPr>
            </w:pPr>
            <w:r w:rsidRPr="00507F63">
              <w:rPr>
                <w:sz w:val="24"/>
                <w:szCs w:val="24"/>
              </w:rPr>
              <w:t>Туркина</w:t>
            </w:r>
          </w:p>
          <w:p w14:paraId="19B308E4" w14:textId="77777777" w:rsidR="00061946" w:rsidRPr="00507F63" w:rsidRDefault="00061946" w:rsidP="00E97934">
            <w:pPr>
              <w:jc w:val="center"/>
              <w:rPr>
                <w:sz w:val="24"/>
                <w:szCs w:val="24"/>
              </w:rPr>
            </w:pPr>
            <w:r w:rsidRPr="00507F63">
              <w:rPr>
                <w:sz w:val="24"/>
                <w:szCs w:val="24"/>
              </w:rPr>
              <w:t>Светлана Ивановна</w:t>
            </w:r>
          </w:p>
        </w:tc>
        <w:tc>
          <w:tcPr>
            <w:tcW w:w="3828" w:type="dxa"/>
          </w:tcPr>
          <w:p w14:paraId="0468DE6F" w14:textId="77777777" w:rsidR="00061946" w:rsidRPr="00507F63" w:rsidRDefault="00061946" w:rsidP="00E97934">
            <w:pPr>
              <w:jc w:val="center"/>
              <w:rPr>
                <w:sz w:val="24"/>
                <w:szCs w:val="24"/>
              </w:rPr>
            </w:pPr>
            <w:r w:rsidRPr="00507F63">
              <w:rPr>
                <w:sz w:val="24"/>
                <w:szCs w:val="24"/>
              </w:rPr>
              <w:t>МБОУ ДОД «Детская музыкальная школа № 8» Советского района</w:t>
            </w:r>
          </w:p>
        </w:tc>
        <w:tc>
          <w:tcPr>
            <w:tcW w:w="3118" w:type="dxa"/>
          </w:tcPr>
          <w:p w14:paraId="462A065D" w14:textId="77777777" w:rsidR="00061946" w:rsidRPr="00507F63" w:rsidRDefault="00061946" w:rsidP="00E97934">
            <w:pPr>
              <w:jc w:val="center"/>
              <w:rPr>
                <w:sz w:val="24"/>
                <w:szCs w:val="24"/>
              </w:rPr>
            </w:pPr>
            <w:r w:rsidRPr="00507F63">
              <w:rPr>
                <w:sz w:val="24"/>
                <w:szCs w:val="24"/>
              </w:rPr>
              <w:t>преподаватель</w:t>
            </w:r>
          </w:p>
        </w:tc>
      </w:tr>
      <w:tr w:rsidR="00061946" w:rsidRPr="00507F63" w14:paraId="23385662" w14:textId="77777777" w:rsidTr="00E97934">
        <w:tc>
          <w:tcPr>
            <w:tcW w:w="567" w:type="dxa"/>
          </w:tcPr>
          <w:p w14:paraId="076CEC6B" w14:textId="77777777" w:rsidR="00061946" w:rsidRPr="001F63BC" w:rsidRDefault="00061946" w:rsidP="00E97934">
            <w:pPr>
              <w:pStyle w:val="a5"/>
              <w:numPr>
                <w:ilvl w:val="0"/>
                <w:numId w:val="35"/>
              </w:numPr>
              <w:ind w:left="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78B67B31" w14:textId="77777777" w:rsidR="00061946" w:rsidRDefault="00061946" w:rsidP="00E97934">
            <w:pPr>
              <w:jc w:val="center"/>
              <w:rPr>
                <w:sz w:val="24"/>
                <w:szCs w:val="24"/>
              </w:rPr>
            </w:pPr>
            <w:r w:rsidRPr="00507F63">
              <w:rPr>
                <w:sz w:val="24"/>
                <w:szCs w:val="24"/>
              </w:rPr>
              <w:t>Тутаева</w:t>
            </w:r>
          </w:p>
          <w:p w14:paraId="0BA0FB18" w14:textId="77777777" w:rsidR="00061946" w:rsidRPr="00507F63" w:rsidRDefault="00061946" w:rsidP="00E97934">
            <w:pPr>
              <w:jc w:val="center"/>
              <w:rPr>
                <w:sz w:val="24"/>
                <w:szCs w:val="24"/>
              </w:rPr>
            </w:pPr>
            <w:r w:rsidRPr="00507F63">
              <w:rPr>
                <w:sz w:val="24"/>
                <w:szCs w:val="24"/>
              </w:rPr>
              <w:t>Лариса Викторовна</w:t>
            </w:r>
          </w:p>
        </w:tc>
        <w:tc>
          <w:tcPr>
            <w:tcW w:w="3828" w:type="dxa"/>
          </w:tcPr>
          <w:p w14:paraId="39CD7799" w14:textId="77777777" w:rsidR="00061946" w:rsidRPr="00507F63" w:rsidRDefault="00061946" w:rsidP="00E97934">
            <w:pPr>
              <w:jc w:val="center"/>
              <w:rPr>
                <w:sz w:val="24"/>
                <w:szCs w:val="24"/>
              </w:rPr>
            </w:pPr>
            <w:r w:rsidRPr="00507F63">
              <w:rPr>
                <w:sz w:val="24"/>
                <w:szCs w:val="24"/>
              </w:rPr>
              <w:t>МБОУ ДОД «Детская музыкальная школа № 10» Орджоникидзевского района</w:t>
            </w:r>
          </w:p>
        </w:tc>
        <w:tc>
          <w:tcPr>
            <w:tcW w:w="3118" w:type="dxa"/>
          </w:tcPr>
          <w:p w14:paraId="1A72050C" w14:textId="77777777" w:rsidR="00061946" w:rsidRPr="00507F63" w:rsidRDefault="00061946" w:rsidP="00E97934">
            <w:pPr>
              <w:jc w:val="center"/>
              <w:rPr>
                <w:sz w:val="24"/>
                <w:szCs w:val="24"/>
              </w:rPr>
            </w:pPr>
            <w:r w:rsidRPr="00507F63">
              <w:rPr>
                <w:sz w:val="24"/>
                <w:szCs w:val="24"/>
              </w:rPr>
              <w:t>концертмейстер</w:t>
            </w:r>
          </w:p>
        </w:tc>
      </w:tr>
      <w:tr w:rsidR="00061946" w:rsidRPr="00A20481" w14:paraId="792E5892" w14:textId="77777777" w:rsidTr="00E97934">
        <w:tc>
          <w:tcPr>
            <w:tcW w:w="567" w:type="dxa"/>
          </w:tcPr>
          <w:p w14:paraId="4356A9D8" w14:textId="77777777" w:rsidR="00061946" w:rsidRPr="001F63BC" w:rsidRDefault="00061946" w:rsidP="00E97934">
            <w:pPr>
              <w:pStyle w:val="a5"/>
              <w:numPr>
                <w:ilvl w:val="0"/>
                <w:numId w:val="35"/>
              </w:numPr>
              <w:ind w:left="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6EBE9ECE" w14:textId="77777777" w:rsidR="00061946" w:rsidRDefault="00061946" w:rsidP="00E97934">
            <w:pPr>
              <w:jc w:val="center"/>
              <w:rPr>
                <w:sz w:val="24"/>
                <w:szCs w:val="24"/>
              </w:rPr>
            </w:pPr>
            <w:r w:rsidRPr="00A20481">
              <w:rPr>
                <w:sz w:val="24"/>
                <w:szCs w:val="24"/>
              </w:rPr>
              <w:t>Харько</w:t>
            </w:r>
          </w:p>
          <w:p w14:paraId="21DF2EC9" w14:textId="77777777" w:rsidR="00061946" w:rsidRPr="00A20481" w:rsidRDefault="00061946" w:rsidP="00E97934">
            <w:pPr>
              <w:jc w:val="center"/>
              <w:rPr>
                <w:sz w:val="24"/>
                <w:szCs w:val="24"/>
              </w:rPr>
            </w:pPr>
            <w:r w:rsidRPr="00A20481">
              <w:rPr>
                <w:sz w:val="24"/>
                <w:szCs w:val="24"/>
              </w:rPr>
              <w:t>Лилия Маратовна</w:t>
            </w:r>
          </w:p>
        </w:tc>
        <w:tc>
          <w:tcPr>
            <w:tcW w:w="3828" w:type="dxa"/>
          </w:tcPr>
          <w:p w14:paraId="0A12A8B8" w14:textId="77777777" w:rsidR="00061946" w:rsidRPr="00A20481" w:rsidRDefault="00061946" w:rsidP="00E97934">
            <w:pPr>
              <w:jc w:val="center"/>
              <w:rPr>
                <w:sz w:val="24"/>
                <w:szCs w:val="24"/>
              </w:rPr>
            </w:pPr>
            <w:r w:rsidRPr="00A20481">
              <w:rPr>
                <w:sz w:val="24"/>
                <w:szCs w:val="24"/>
              </w:rPr>
              <w:t>МБОУ ДОД Детская школа искусств  № 2 имени ФаритаКамаева Октябрьского района</w:t>
            </w:r>
          </w:p>
        </w:tc>
        <w:tc>
          <w:tcPr>
            <w:tcW w:w="3118" w:type="dxa"/>
          </w:tcPr>
          <w:p w14:paraId="08DF4A34" w14:textId="77777777" w:rsidR="00061946" w:rsidRPr="00A20481" w:rsidRDefault="00061946" w:rsidP="00E97934">
            <w:pPr>
              <w:jc w:val="center"/>
              <w:rPr>
                <w:sz w:val="24"/>
                <w:szCs w:val="24"/>
              </w:rPr>
            </w:pPr>
            <w:r w:rsidRPr="00A20481">
              <w:rPr>
                <w:sz w:val="24"/>
                <w:szCs w:val="24"/>
              </w:rPr>
              <w:t>преподаватель</w:t>
            </w:r>
          </w:p>
        </w:tc>
      </w:tr>
      <w:tr w:rsidR="00061946" w:rsidRPr="00C44BF6" w14:paraId="4DA1055D" w14:textId="77777777" w:rsidTr="00E97934">
        <w:tc>
          <w:tcPr>
            <w:tcW w:w="567" w:type="dxa"/>
          </w:tcPr>
          <w:p w14:paraId="0208D546" w14:textId="77777777" w:rsidR="00061946" w:rsidRPr="001F63BC" w:rsidRDefault="00061946" w:rsidP="00E97934">
            <w:pPr>
              <w:pStyle w:val="a5"/>
              <w:numPr>
                <w:ilvl w:val="0"/>
                <w:numId w:val="35"/>
              </w:numPr>
              <w:ind w:left="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27EA980D" w14:textId="77777777" w:rsidR="00061946" w:rsidRDefault="00061946" w:rsidP="00E97934">
            <w:pPr>
              <w:jc w:val="center"/>
              <w:rPr>
                <w:sz w:val="24"/>
                <w:szCs w:val="24"/>
              </w:rPr>
            </w:pPr>
            <w:r w:rsidRPr="00C44BF6">
              <w:rPr>
                <w:sz w:val="24"/>
                <w:szCs w:val="24"/>
              </w:rPr>
              <w:t>Чернов</w:t>
            </w:r>
          </w:p>
          <w:p w14:paraId="6DD7F859" w14:textId="77777777" w:rsidR="00061946" w:rsidRPr="00C44BF6" w:rsidRDefault="00061946" w:rsidP="00E97934">
            <w:pPr>
              <w:jc w:val="center"/>
              <w:rPr>
                <w:sz w:val="24"/>
                <w:szCs w:val="24"/>
              </w:rPr>
            </w:pPr>
            <w:r w:rsidRPr="00C44BF6">
              <w:rPr>
                <w:sz w:val="24"/>
                <w:szCs w:val="24"/>
              </w:rPr>
              <w:t>Александр Владимирович</w:t>
            </w:r>
          </w:p>
        </w:tc>
        <w:tc>
          <w:tcPr>
            <w:tcW w:w="3828" w:type="dxa"/>
          </w:tcPr>
          <w:p w14:paraId="115F6612" w14:textId="77777777" w:rsidR="00061946" w:rsidRDefault="00061946" w:rsidP="00E97934">
            <w:pPr>
              <w:jc w:val="center"/>
              <w:rPr>
                <w:sz w:val="24"/>
                <w:szCs w:val="24"/>
              </w:rPr>
            </w:pPr>
            <w:r w:rsidRPr="00C44BF6">
              <w:rPr>
                <w:sz w:val="24"/>
                <w:szCs w:val="24"/>
              </w:rPr>
              <w:t>МБОУ ДОД Детская музыкальная школа № 4 Советского района</w:t>
            </w:r>
          </w:p>
          <w:p w14:paraId="13DB7E0F" w14:textId="77777777" w:rsidR="00377002" w:rsidRPr="00C44BF6" w:rsidRDefault="00377002" w:rsidP="00E979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667FBDCB" w14:textId="77777777" w:rsidR="00061946" w:rsidRPr="00C44BF6" w:rsidRDefault="00061946" w:rsidP="00E97934">
            <w:pPr>
              <w:jc w:val="center"/>
              <w:rPr>
                <w:sz w:val="24"/>
                <w:szCs w:val="24"/>
              </w:rPr>
            </w:pPr>
            <w:r w:rsidRPr="00C44BF6">
              <w:rPr>
                <w:sz w:val="24"/>
                <w:szCs w:val="24"/>
              </w:rPr>
              <w:t>преподаватель</w:t>
            </w:r>
          </w:p>
        </w:tc>
      </w:tr>
    </w:tbl>
    <w:p w14:paraId="35579ADA" w14:textId="77777777" w:rsidR="00061946" w:rsidRDefault="00061946" w:rsidP="00061946">
      <w:pPr>
        <w:tabs>
          <w:tab w:val="left" w:pos="2685"/>
        </w:tabs>
        <w:rPr>
          <w:rFonts w:ascii="Times New Roman" w:hAnsi="Times New Roman" w:cs="Times New Roman"/>
          <w:sz w:val="24"/>
          <w:szCs w:val="24"/>
          <w:highlight w:val="red"/>
        </w:rPr>
      </w:pPr>
    </w:p>
    <w:p w14:paraId="7CDC5D68" w14:textId="77777777" w:rsidR="00061946" w:rsidRDefault="00061946" w:rsidP="0006194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highlight w:val="red"/>
        </w:rPr>
      </w:pPr>
    </w:p>
    <w:p w14:paraId="2CF8522C" w14:textId="77777777" w:rsidR="00061946" w:rsidRDefault="00061946" w:rsidP="00061946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red"/>
        </w:rPr>
      </w:pPr>
    </w:p>
    <w:p w14:paraId="4D753155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23F2716F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26F663DA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55616255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1406434E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4F50B471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66273A3A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09F1A17C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15CCC06E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6AFF0025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53B57085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72AA7980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110425E1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672DDE4F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65B67807" w14:textId="77777777" w:rsidR="00061946" w:rsidRDefault="00061946" w:rsidP="0006194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Приложение №2  к приказу Министерства образования</w:t>
      </w:r>
    </w:p>
    <w:p w14:paraId="2427A3FF" w14:textId="77777777" w:rsidR="00061946" w:rsidRPr="00BE3CB8" w:rsidRDefault="00061946" w:rsidP="00061946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14:paraId="1FCB465B" w14:textId="77777777" w:rsidR="00061946" w:rsidRDefault="00061946" w:rsidP="0006194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14:paraId="5456C6EE" w14:textId="77777777" w:rsidR="00061946" w:rsidRDefault="00061946" w:rsidP="0006194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14:paraId="201A894E" w14:textId="77777777" w:rsidR="00061946" w:rsidRDefault="00061946" w:rsidP="00061946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14:paraId="35123DF1" w14:textId="77777777" w:rsidR="00061946" w:rsidRDefault="00061946" w:rsidP="00061946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5510DE">
        <w:rPr>
          <w:rFonts w:ascii="Times New Roman" w:hAnsi="Times New Roman" w:cs="Times New Roman"/>
          <w:b/>
          <w:iCs/>
          <w:sz w:val="24"/>
          <w:szCs w:val="24"/>
        </w:rPr>
        <w:tab/>
      </w:r>
    </w:p>
    <w:p w14:paraId="17DF20C4" w14:textId="77777777" w:rsidR="00061946" w:rsidRDefault="00061946" w:rsidP="00061946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5510DE">
        <w:rPr>
          <w:rFonts w:ascii="Times New Roman" w:hAnsi="Times New Roman" w:cs="Times New Roman"/>
          <w:b/>
          <w:iCs/>
          <w:sz w:val="24"/>
          <w:szCs w:val="24"/>
        </w:rPr>
        <w:t>ГБОУ СПОКИ РБ «Башкирский хореографический колледж им. Рудольфа Нур</w:t>
      </w:r>
      <w:r w:rsidR="00B66A89">
        <w:rPr>
          <w:rFonts w:ascii="Times New Roman" w:hAnsi="Times New Roman" w:cs="Times New Roman"/>
          <w:b/>
          <w:iCs/>
          <w:sz w:val="24"/>
          <w:szCs w:val="24"/>
        </w:rPr>
        <w:t>е</w:t>
      </w:r>
      <w:r w:rsidRPr="005510DE">
        <w:rPr>
          <w:rFonts w:ascii="Times New Roman" w:hAnsi="Times New Roman" w:cs="Times New Roman"/>
          <w:b/>
          <w:iCs/>
          <w:sz w:val="24"/>
          <w:szCs w:val="24"/>
        </w:rPr>
        <w:t>ева»</w:t>
      </w:r>
    </w:p>
    <w:p w14:paraId="65F8CD5A" w14:textId="77777777" w:rsidR="00E97934" w:rsidRPr="005510DE" w:rsidRDefault="00E97934" w:rsidP="00061946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tbl>
      <w:tblPr>
        <w:tblStyle w:val="a6"/>
        <w:tblW w:w="0" w:type="auto"/>
        <w:tblInd w:w="-1026" w:type="dxa"/>
        <w:tblLook w:val="04A0" w:firstRow="1" w:lastRow="0" w:firstColumn="1" w:lastColumn="0" w:noHBand="0" w:noVBand="1"/>
      </w:tblPr>
      <w:tblGrid>
        <w:gridCol w:w="567"/>
        <w:gridCol w:w="3402"/>
        <w:gridCol w:w="3828"/>
        <w:gridCol w:w="3118"/>
      </w:tblGrid>
      <w:tr w:rsidR="00061946" w:rsidRPr="00E479ED" w14:paraId="364A32C9" w14:textId="77777777" w:rsidTr="00E97934">
        <w:tc>
          <w:tcPr>
            <w:tcW w:w="567" w:type="dxa"/>
            <w:vAlign w:val="center"/>
          </w:tcPr>
          <w:p w14:paraId="14EAE0D9" w14:textId="77777777" w:rsidR="00061946" w:rsidRPr="00C30652" w:rsidRDefault="00061946" w:rsidP="00E97934">
            <w:pPr>
              <w:jc w:val="center"/>
              <w:rPr>
                <w:b/>
                <w:sz w:val="24"/>
                <w:szCs w:val="24"/>
              </w:rPr>
            </w:pPr>
            <w:r w:rsidRPr="00C30652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3402" w:type="dxa"/>
            <w:vAlign w:val="center"/>
          </w:tcPr>
          <w:p w14:paraId="11C08E92" w14:textId="77777777" w:rsidR="00061946" w:rsidRPr="00C30652" w:rsidRDefault="00061946" w:rsidP="00E97934">
            <w:pPr>
              <w:jc w:val="center"/>
              <w:rPr>
                <w:b/>
                <w:sz w:val="24"/>
                <w:szCs w:val="24"/>
              </w:rPr>
            </w:pPr>
            <w:r w:rsidRPr="00C30652">
              <w:rPr>
                <w:b/>
                <w:sz w:val="24"/>
                <w:szCs w:val="24"/>
              </w:rPr>
              <w:t>Ф</w:t>
            </w:r>
            <w:r>
              <w:rPr>
                <w:b/>
                <w:sz w:val="24"/>
                <w:szCs w:val="24"/>
              </w:rPr>
              <w:t>ИО</w:t>
            </w:r>
          </w:p>
        </w:tc>
        <w:tc>
          <w:tcPr>
            <w:tcW w:w="3828" w:type="dxa"/>
            <w:vAlign w:val="center"/>
          </w:tcPr>
          <w:p w14:paraId="232A312F" w14:textId="77777777" w:rsidR="00061946" w:rsidRPr="00C30652" w:rsidRDefault="00061946" w:rsidP="00E97934">
            <w:pPr>
              <w:jc w:val="center"/>
              <w:rPr>
                <w:b/>
                <w:sz w:val="24"/>
                <w:szCs w:val="24"/>
              </w:rPr>
            </w:pPr>
            <w:r w:rsidRPr="00C30652">
              <w:rPr>
                <w:b/>
                <w:sz w:val="24"/>
                <w:szCs w:val="24"/>
              </w:rPr>
              <w:t>Место работы</w:t>
            </w:r>
          </w:p>
        </w:tc>
        <w:tc>
          <w:tcPr>
            <w:tcW w:w="3118" w:type="dxa"/>
            <w:vAlign w:val="center"/>
          </w:tcPr>
          <w:p w14:paraId="24ADB01E" w14:textId="77777777" w:rsidR="00061946" w:rsidRPr="00C30652" w:rsidRDefault="00061946" w:rsidP="00E97934">
            <w:pPr>
              <w:jc w:val="center"/>
              <w:rPr>
                <w:b/>
                <w:sz w:val="24"/>
                <w:szCs w:val="24"/>
              </w:rPr>
            </w:pPr>
            <w:r w:rsidRPr="00C30652">
              <w:rPr>
                <w:b/>
                <w:sz w:val="24"/>
                <w:szCs w:val="24"/>
              </w:rPr>
              <w:t>Должность</w:t>
            </w:r>
          </w:p>
        </w:tc>
      </w:tr>
      <w:tr w:rsidR="00061946" w:rsidRPr="00E479ED" w14:paraId="750C6D4F" w14:textId="77777777" w:rsidTr="00E97934">
        <w:tc>
          <w:tcPr>
            <w:tcW w:w="567" w:type="dxa"/>
          </w:tcPr>
          <w:p w14:paraId="578B1239" w14:textId="77777777" w:rsidR="00061946" w:rsidRPr="001F63BC" w:rsidRDefault="00061946" w:rsidP="00E97934">
            <w:pPr>
              <w:pStyle w:val="a5"/>
              <w:numPr>
                <w:ilvl w:val="0"/>
                <w:numId w:val="33"/>
              </w:numPr>
              <w:ind w:left="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0D47004F" w14:textId="77777777" w:rsidR="00061946" w:rsidRDefault="00061946" w:rsidP="00E97934">
            <w:pPr>
              <w:jc w:val="center"/>
              <w:rPr>
                <w:sz w:val="24"/>
                <w:szCs w:val="24"/>
              </w:rPr>
            </w:pPr>
            <w:r w:rsidRPr="00E479ED">
              <w:rPr>
                <w:sz w:val="24"/>
                <w:szCs w:val="24"/>
              </w:rPr>
              <w:t>Ильясова</w:t>
            </w:r>
          </w:p>
          <w:p w14:paraId="77E383E1" w14:textId="77777777" w:rsidR="00061946" w:rsidRPr="00E479ED" w:rsidRDefault="00061946" w:rsidP="00E97934">
            <w:pPr>
              <w:jc w:val="center"/>
              <w:rPr>
                <w:sz w:val="24"/>
                <w:szCs w:val="24"/>
              </w:rPr>
            </w:pPr>
            <w:r w:rsidRPr="00E479ED">
              <w:rPr>
                <w:sz w:val="24"/>
                <w:szCs w:val="24"/>
              </w:rPr>
              <w:t>ЗухраХамитовна</w:t>
            </w:r>
          </w:p>
        </w:tc>
        <w:tc>
          <w:tcPr>
            <w:tcW w:w="3828" w:type="dxa"/>
          </w:tcPr>
          <w:p w14:paraId="6E473CE1" w14:textId="77777777" w:rsidR="00377002" w:rsidRDefault="00061946" w:rsidP="00E97934">
            <w:pPr>
              <w:jc w:val="center"/>
              <w:rPr>
                <w:sz w:val="24"/>
                <w:szCs w:val="24"/>
              </w:rPr>
            </w:pPr>
            <w:r w:rsidRPr="00E479ED">
              <w:rPr>
                <w:sz w:val="24"/>
                <w:szCs w:val="24"/>
              </w:rPr>
              <w:t xml:space="preserve">ГБОУ СПОКИ РБ «Башкирский хореографический колледж </w:t>
            </w:r>
          </w:p>
          <w:p w14:paraId="3DF78464" w14:textId="77777777" w:rsidR="00061946" w:rsidRPr="00E479ED" w:rsidRDefault="00061946" w:rsidP="00E97934">
            <w:pPr>
              <w:jc w:val="center"/>
            </w:pPr>
            <w:r w:rsidRPr="00E479ED">
              <w:rPr>
                <w:sz w:val="24"/>
                <w:szCs w:val="24"/>
              </w:rPr>
              <w:t xml:space="preserve">им. Рудольфа </w:t>
            </w:r>
            <w:r w:rsidR="00B66A89">
              <w:rPr>
                <w:sz w:val="24"/>
                <w:szCs w:val="24"/>
              </w:rPr>
              <w:t>Нуреева</w:t>
            </w:r>
            <w:r w:rsidRPr="00E479ED">
              <w:rPr>
                <w:sz w:val="24"/>
                <w:szCs w:val="24"/>
              </w:rPr>
              <w:t>»</w:t>
            </w:r>
          </w:p>
        </w:tc>
        <w:tc>
          <w:tcPr>
            <w:tcW w:w="3118" w:type="dxa"/>
            <w:vAlign w:val="center"/>
          </w:tcPr>
          <w:p w14:paraId="5B9EC585" w14:textId="77777777" w:rsidR="00061946" w:rsidRPr="00E479ED" w:rsidRDefault="00061946" w:rsidP="00E97934">
            <w:pPr>
              <w:jc w:val="center"/>
              <w:rPr>
                <w:sz w:val="24"/>
                <w:szCs w:val="24"/>
              </w:rPr>
            </w:pPr>
            <w:r w:rsidRPr="00E479ED">
              <w:rPr>
                <w:sz w:val="24"/>
                <w:szCs w:val="24"/>
              </w:rPr>
              <w:t>преподаватель</w:t>
            </w:r>
          </w:p>
        </w:tc>
      </w:tr>
      <w:tr w:rsidR="00061946" w:rsidRPr="00E479ED" w14:paraId="6DF6A446" w14:textId="77777777" w:rsidTr="00E97934">
        <w:tc>
          <w:tcPr>
            <w:tcW w:w="567" w:type="dxa"/>
          </w:tcPr>
          <w:p w14:paraId="78CA6269" w14:textId="77777777" w:rsidR="00061946" w:rsidRPr="001F63BC" w:rsidRDefault="00061946" w:rsidP="00E97934">
            <w:pPr>
              <w:pStyle w:val="a5"/>
              <w:numPr>
                <w:ilvl w:val="0"/>
                <w:numId w:val="33"/>
              </w:numPr>
              <w:ind w:left="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072E59F2" w14:textId="77777777" w:rsidR="00061946" w:rsidRDefault="00061946" w:rsidP="00E97934">
            <w:pPr>
              <w:jc w:val="center"/>
              <w:rPr>
                <w:sz w:val="24"/>
                <w:szCs w:val="24"/>
              </w:rPr>
            </w:pPr>
            <w:r w:rsidRPr="00E479ED">
              <w:rPr>
                <w:sz w:val="24"/>
                <w:szCs w:val="24"/>
              </w:rPr>
              <w:t>Сорокина</w:t>
            </w:r>
          </w:p>
          <w:p w14:paraId="183D5FE0" w14:textId="77777777" w:rsidR="00061946" w:rsidRPr="00E479ED" w:rsidRDefault="00061946" w:rsidP="00E97934">
            <w:pPr>
              <w:jc w:val="center"/>
              <w:rPr>
                <w:sz w:val="24"/>
                <w:szCs w:val="24"/>
              </w:rPr>
            </w:pPr>
            <w:r w:rsidRPr="00E479ED">
              <w:rPr>
                <w:sz w:val="24"/>
                <w:szCs w:val="24"/>
              </w:rPr>
              <w:t>Оксана Федоровна</w:t>
            </w:r>
          </w:p>
        </w:tc>
        <w:tc>
          <w:tcPr>
            <w:tcW w:w="3828" w:type="dxa"/>
          </w:tcPr>
          <w:p w14:paraId="0593C861" w14:textId="77777777" w:rsidR="00377002" w:rsidRDefault="00061946" w:rsidP="00E97934">
            <w:pPr>
              <w:jc w:val="center"/>
              <w:rPr>
                <w:sz w:val="24"/>
                <w:szCs w:val="24"/>
              </w:rPr>
            </w:pPr>
            <w:r w:rsidRPr="00E479ED">
              <w:rPr>
                <w:sz w:val="24"/>
                <w:szCs w:val="24"/>
              </w:rPr>
              <w:t xml:space="preserve">ГБОУ СПОКИ РБ «Башкирский хореографический колледж </w:t>
            </w:r>
          </w:p>
          <w:p w14:paraId="117AE6F7" w14:textId="77777777" w:rsidR="00061946" w:rsidRPr="00E479ED" w:rsidRDefault="00061946" w:rsidP="00E97934">
            <w:pPr>
              <w:jc w:val="center"/>
            </w:pPr>
            <w:r w:rsidRPr="00E479ED">
              <w:rPr>
                <w:sz w:val="24"/>
                <w:szCs w:val="24"/>
              </w:rPr>
              <w:t xml:space="preserve">им. Рудольфа </w:t>
            </w:r>
            <w:r w:rsidR="00B66A89">
              <w:rPr>
                <w:sz w:val="24"/>
                <w:szCs w:val="24"/>
              </w:rPr>
              <w:t>Нуреева</w:t>
            </w:r>
            <w:r w:rsidRPr="00E479ED">
              <w:rPr>
                <w:sz w:val="24"/>
                <w:szCs w:val="24"/>
              </w:rPr>
              <w:t>»</w:t>
            </w:r>
          </w:p>
        </w:tc>
        <w:tc>
          <w:tcPr>
            <w:tcW w:w="3118" w:type="dxa"/>
            <w:vAlign w:val="center"/>
          </w:tcPr>
          <w:p w14:paraId="32FB4E46" w14:textId="77777777" w:rsidR="00061946" w:rsidRPr="00E479ED" w:rsidRDefault="00061946" w:rsidP="00E97934">
            <w:pPr>
              <w:jc w:val="center"/>
              <w:rPr>
                <w:sz w:val="24"/>
                <w:szCs w:val="24"/>
              </w:rPr>
            </w:pPr>
            <w:r w:rsidRPr="00E479ED">
              <w:rPr>
                <w:sz w:val="24"/>
                <w:szCs w:val="24"/>
              </w:rPr>
              <w:t>преподаватель</w:t>
            </w:r>
          </w:p>
        </w:tc>
      </w:tr>
      <w:tr w:rsidR="00061946" w:rsidRPr="00E479ED" w14:paraId="7ECBA04A" w14:textId="77777777" w:rsidTr="00E97934">
        <w:tc>
          <w:tcPr>
            <w:tcW w:w="567" w:type="dxa"/>
          </w:tcPr>
          <w:p w14:paraId="2A091142" w14:textId="77777777" w:rsidR="00061946" w:rsidRPr="001F63BC" w:rsidRDefault="00061946" w:rsidP="00E97934">
            <w:pPr>
              <w:pStyle w:val="a5"/>
              <w:numPr>
                <w:ilvl w:val="0"/>
                <w:numId w:val="33"/>
              </w:numPr>
              <w:ind w:left="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38E7E62C" w14:textId="77777777" w:rsidR="00061946" w:rsidRDefault="00061946" w:rsidP="00E97934">
            <w:pPr>
              <w:jc w:val="center"/>
              <w:rPr>
                <w:sz w:val="24"/>
                <w:szCs w:val="24"/>
              </w:rPr>
            </w:pPr>
            <w:r w:rsidRPr="00E479ED">
              <w:rPr>
                <w:sz w:val="24"/>
                <w:szCs w:val="24"/>
              </w:rPr>
              <w:t>Хамитова</w:t>
            </w:r>
          </w:p>
          <w:p w14:paraId="3375ED9E" w14:textId="77777777" w:rsidR="00061946" w:rsidRPr="00E479ED" w:rsidRDefault="00061946" w:rsidP="00E97934">
            <w:pPr>
              <w:jc w:val="center"/>
              <w:rPr>
                <w:sz w:val="24"/>
                <w:szCs w:val="24"/>
              </w:rPr>
            </w:pPr>
            <w:r w:rsidRPr="00E479ED">
              <w:rPr>
                <w:sz w:val="24"/>
                <w:szCs w:val="24"/>
              </w:rPr>
              <w:t>Асия Маратовна</w:t>
            </w:r>
          </w:p>
        </w:tc>
        <w:tc>
          <w:tcPr>
            <w:tcW w:w="3828" w:type="dxa"/>
          </w:tcPr>
          <w:p w14:paraId="4E2992C0" w14:textId="77777777" w:rsidR="00377002" w:rsidRDefault="00061946" w:rsidP="00E97934">
            <w:pPr>
              <w:jc w:val="center"/>
              <w:rPr>
                <w:sz w:val="24"/>
                <w:szCs w:val="24"/>
              </w:rPr>
            </w:pPr>
            <w:r w:rsidRPr="00E479ED">
              <w:rPr>
                <w:sz w:val="24"/>
                <w:szCs w:val="24"/>
              </w:rPr>
              <w:t xml:space="preserve">ГБОУ СПОКИ РБ «Башкирский хореографический колледж </w:t>
            </w:r>
          </w:p>
          <w:p w14:paraId="2BEFAD1D" w14:textId="77777777" w:rsidR="00061946" w:rsidRPr="00E479ED" w:rsidRDefault="00061946" w:rsidP="00E97934">
            <w:pPr>
              <w:jc w:val="center"/>
              <w:rPr>
                <w:sz w:val="24"/>
                <w:szCs w:val="24"/>
              </w:rPr>
            </w:pPr>
            <w:r w:rsidRPr="00E479ED">
              <w:rPr>
                <w:sz w:val="24"/>
                <w:szCs w:val="24"/>
              </w:rPr>
              <w:t xml:space="preserve">им. Рудольфа </w:t>
            </w:r>
            <w:r w:rsidR="00B66A89">
              <w:rPr>
                <w:sz w:val="24"/>
                <w:szCs w:val="24"/>
              </w:rPr>
              <w:t>Нуреева</w:t>
            </w:r>
            <w:r w:rsidRPr="00E479ED">
              <w:rPr>
                <w:sz w:val="24"/>
                <w:szCs w:val="24"/>
              </w:rPr>
              <w:t>»</w:t>
            </w:r>
          </w:p>
        </w:tc>
        <w:tc>
          <w:tcPr>
            <w:tcW w:w="3118" w:type="dxa"/>
            <w:vAlign w:val="center"/>
          </w:tcPr>
          <w:p w14:paraId="24D0F173" w14:textId="77777777" w:rsidR="00061946" w:rsidRPr="00E479ED" w:rsidRDefault="00061946" w:rsidP="00E97934">
            <w:pPr>
              <w:jc w:val="center"/>
              <w:rPr>
                <w:sz w:val="24"/>
                <w:szCs w:val="24"/>
              </w:rPr>
            </w:pPr>
            <w:r w:rsidRPr="00E479ED">
              <w:rPr>
                <w:sz w:val="24"/>
                <w:szCs w:val="24"/>
              </w:rPr>
              <w:t>концертмейстер</w:t>
            </w:r>
          </w:p>
        </w:tc>
      </w:tr>
      <w:tr w:rsidR="00061946" w:rsidRPr="00E479ED" w14:paraId="549A028C" w14:textId="77777777" w:rsidTr="00E97934">
        <w:tc>
          <w:tcPr>
            <w:tcW w:w="567" w:type="dxa"/>
          </w:tcPr>
          <w:p w14:paraId="64D13D14" w14:textId="77777777" w:rsidR="00061946" w:rsidRPr="001F63BC" w:rsidRDefault="00061946" w:rsidP="00E97934">
            <w:pPr>
              <w:pStyle w:val="a5"/>
              <w:numPr>
                <w:ilvl w:val="0"/>
                <w:numId w:val="33"/>
              </w:numPr>
              <w:ind w:left="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4A210E65" w14:textId="77777777" w:rsidR="00061946" w:rsidRDefault="00061946" w:rsidP="00E97934">
            <w:pPr>
              <w:jc w:val="center"/>
              <w:rPr>
                <w:sz w:val="24"/>
                <w:szCs w:val="24"/>
              </w:rPr>
            </w:pPr>
            <w:r w:rsidRPr="00E479ED">
              <w:rPr>
                <w:sz w:val="24"/>
                <w:szCs w:val="24"/>
              </w:rPr>
              <w:t>Шпирная</w:t>
            </w:r>
          </w:p>
          <w:p w14:paraId="71320245" w14:textId="77777777" w:rsidR="00061946" w:rsidRPr="00E479ED" w:rsidRDefault="00061946" w:rsidP="00E97934">
            <w:pPr>
              <w:jc w:val="center"/>
              <w:rPr>
                <w:sz w:val="24"/>
                <w:szCs w:val="24"/>
              </w:rPr>
            </w:pPr>
            <w:r w:rsidRPr="00E479ED">
              <w:rPr>
                <w:sz w:val="24"/>
                <w:szCs w:val="24"/>
              </w:rPr>
              <w:t>Ирина Андреевна</w:t>
            </w:r>
          </w:p>
        </w:tc>
        <w:tc>
          <w:tcPr>
            <w:tcW w:w="3828" w:type="dxa"/>
          </w:tcPr>
          <w:p w14:paraId="268DF925" w14:textId="77777777" w:rsidR="00377002" w:rsidRDefault="00061946" w:rsidP="00E97934">
            <w:pPr>
              <w:jc w:val="center"/>
              <w:rPr>
                <w:sz w:val="24"/>
                <w:szCs w:val="24"/>
              </w:rPr>
            </w:pPr>
            <w:r w:rsidRPr="00E479ED">
              <w:rPr>
                <w:sz w:val="24"/>
                <w:szCs w:val="24"/>
              </w:rPr>
              <w:t xml:space="preserve">ГБОУ СПОКИ РБ «Башкирский хореографический колледж </w:t>
            </w:r>
          </w:p>
          <w:p w14:paraId="2F9BBF75" w14:textId="77777777" w:rsidR="00061946" w:rsidRPr="00E479ED" w:rsidRDefault="00061946" w:rsidP="00E97934">
            <w:pPr>
              <w:jc w:val="center"/>
            </w:pPr>
            <w:r w:rsidRPr="00E479ED">
              <w:rPr>
                <w:sz w:val="24"/>
                <w:szCs w:val="24"/>
              </w:rPr>
              <w:t xml:space="preserve">им. Рудольфа </w:t>
            </w:r>
            <w:r w:rsidR="00B66A89">
              <w:rPr>
                <w:sz w:val="24"/>
                <w:szCs w:val="24"/>
              </w:rPr>
              <w:t>Нуреева</w:t>
            </w:r>
            <w:r w:rsidRPr="00E479ED">
              <w:rPr>
                <w:sz w:val="24"/>
                <w:szCs w:val="24"/>
              </w:rPr>
              <w:t>»</w:t>
            </w:r>
          </w:p>
        </w:tc>
        <w:tc>
          <w:tcPr>
            <w:tcW w:w="3118" w:type="dxa"/>
            <w:vAlign w:val="center"/>
          </w:tcPr>
          <w:p w14:paraId="050CBC21" w14:textId="77777777" w:rsidR="00061946" w:rsidRPr="00E479ED" w:rsidRDefault="00061946" w:rsidP="00E97934">
            <w:pPr>
              <w:jc w:val="center"/>
              <w:rPr>
                <w:sz w:val="24"/>
                <w:szCs w:val="24"/>
              </w:rPr>
            </w:pPr>
            <w:r w:rsidRPr="00E479ED">
              <w:rPr>
                <w:sz w:val="24"/>
                <w:szCs w:val="24"/>
              </w:rPr>
              <w:t>преподаватель</w:t>
            </w:r>
          </w:p>
        </w:tc>
      </w:tr>
    </w:tbl>
    <w:p w14:paraId="3360966B" w14:textId="77777777" w:rsidR="00E97934" w:rsidRDefault="00E97934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bookmarkStart w:id="0" w:name="_GoBack"/>
      <w:bookmarkEnd w:id="0"/>
    </w:p>
    <w:p w14:paraId="1B774D62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4AE05928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1BC921FC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0E297AD8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685A7015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708AB7A2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14B3B22C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4CC70040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09616EEB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79E8F4C6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7903541A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0FBE532C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13897DDA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1CADD6E2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541968E7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6DDA46B9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69D81B1E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22954E1A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54E20D1E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7F1E1149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3F8A121C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2EE587ED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369C5B13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275EC8C9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7A499B89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74E0D2C6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7002E772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3A75E172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5756B4F2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34687C49" w14:textId="77777777" w:rsidR="00061946" w:rsidRDefault="00061946" w:rsidP="0006194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Приложение №2  к приказу Министерства образования</w:t>
      </w:r>
    </w:p>
    <w:p w14:paraId="2774C43A" w14:textId="77777777" w:rsidR="00061946" w:rsidRPr="00BE3CB8" w:rsidRDefault="00061946" w:rsidP="00061946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14:paraId="4598B864" w14:textId="77777777" w:rsidR="00061946" w:rsidRDefault="00061946" w:rsidP="0006194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14:paraId="0EE6AD92" w14:textId="77777777" w:rsidR="00061946" w:rsidRDefault="00061946" w:rsidP="0006194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14:paraId="429D7A54" w14:textId="77777777" w:rsidR="00061946" w:rsidRDefault="00061946" w:rsidP="00061946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14:paraId="2E6ABC83" w14:textId="77777777" w:rsidR="00061946" w:rsidRPr="00EE6F14" w:rsidRDefault="00061946" w:rsidP="00061946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14:paraId="4FCEB8D1" w14:textId="77777777" w:rsidR="00061946" w:rsidRDefault="00061946" w:rsidP="00061946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EE6F14">
        <w:rPr>
          <w:rFonts w:ascii="Times New Roman" w:hAnsi="Times New Roman" w:cs="Times New Roman"/>
          <w:b/>
          <w:iCs/>
          <w:sz w:val="24"/>
          <w:szCs w:val="24"/>
        </w:rPr>
        <w:t>ГБОУ СПОКиИ РБ Салаватский музыкальный колледж</w:t>
      </w:r>
    </w:p>
    <w:p w14:paraId="489511DA" w14:textId="77777777" w:rsidR="00E97934" w:rsidRPr="00EE6F14" w:rsidRDefault="00E97934" w:rsidP="00061946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tbl>
      <w:tblPr>
        <w:tblStyle w:val="a6"/>
        <w:tblW w:w="0" w:type="auto"/>
        <w:tblInd w:w="-1026" w:type="dxa"/>
        <w:tblLook w:val="04A0" w:firstRow="1" w:lastRow="0" w:firstColumn="1" w:lastColumn="0" w:noHBand="0" w:noVBand="1"/>
      </w:tblPr>
      <w:tblGrid>
        <w:gridCol w:w="567"/>
        <w:gridCol w:w="3402"/>
        <w:gridCol w:w="3828"/>
        <w:gridCol w:w="3118"/>
      </w:tblGrid>
      <w:tr w:rsidR="00061946" w:rsidRPr="00E00872" w14:paraId="7C6583DE" w14:textId="77777777" w:rsidTr="00E97934">
        <w:tc>
          <w:tcPr>
            <w:tcW w:w="567" w:type="dxa"/>
            <w:vAlign w:val="center"/>
          </w:tcPr>
          <w:p w14:paraId="19DAAF90" w14:textId="77777777" w:rsidR="00061946" w:rsidRPr="00C30652" w:rsidRDefault="00061946" w:rsidP="00E6325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C30652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3402" w:type="dxa"/>
            <w:vAlign w:val="center"/>
          </w:tcPr>
          <w:p w14:paraId="758DF935" w14:textId="77777777" w:rsidR="00061946" w:rsidRPr="00C30652" w:rsidRDefault="00061946" w:rsidP="00E6325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C30652">
              <w:rPr>
                <w:b/>
                <w:sz w:val="24"/>
                <w:szCs w:val="24"/>
              </w:rPr>
              <w:t>Ф</w:t>
            </w:r>
            <w:r>
              <w:rPr>
                <w:b/>
                <w:sz w:val="24"/>
                <w:szCs w:val="24"/>
              </w:rPr>
              <w:t>ИО</w:t>
            </w:r>
          </w:p>
        </w:tc>
        <w:tc>
          <w:tcPr>
            <w:tcW w:w="3828" w:type="dxa"/>
            <w:vAlign w:val="center"/>
          </w:tcPr>
          <w:p w14:paraId="629E548C" w14:textId="77777777" w:rsidR="00061946" w:rsidRPr="00C30652" w:rsidRDefault="00061946" w:rsidP="00E6325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C30652">
              <w:rPr>
                <w:b/>
                <w:sz w:val="24"/>
                <w:szCs w:val="24"/>
              </w:rPr>
              <w:t>Место работы</w:t>
            </w:r>
          </w:p>
        </w:tc>
        <w:tc>
          <w:tcPr>
            <w:tcW w:w="3118" w:type="dxa"/>
            <w:vAlign w:val="center"/>
          </w:tcPr>
          <w:p w14:paraId="6F1E6715" w14:textId="77777777" w:rsidR="00061946" w:rsidRPr="00C30652" w:rsidRDefault="00061946" w:rsidP="00E6325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C30652">
              <w:rPr>
                <w:b/>
                <w:sz w:val="24"/>
                <w:szCs w:val="24"/>
              </w:rPr>
              <w:t>Должность</w:t>
            </w:r>
          </w:p>
        </w:tc>
      </w:tr>
      <w:tr w:rsidR="00061946" w:rsidRPr="00507127" w14:paraId="2BAF39B2" w14:textId="77777777" w:rsidTr="00E97934">
        <w:tc>
          <w:tcPr>
            <w:tcW w:w="567" w:type="dxa"/>
          </w:tcPr>
          <w:p w14:paraId="5D80C36C" w14:textId="77777777" w:rsidR="00061946" w:rsidRPr="00B000DD" w:rsidRDefault="00061946" w:rsidP="00E63252">
            <w:pPr>
              <w:pStyle w:val="a5"/>
              <w:numPr>
                <w:ilvl w:val="0"/>
                <w:numId w:val="31"/>
              </w:numPr>
              <w:spacing w:line="276" w:lineRule="auto"/>
              <w:ind w:left="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2FD5F61B" w14:textId="77777777" w:rsidR="00061946" w:rsidRPr="00507127" w:rsidRDefault="00061946" w:rsidP="00E632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7127">
              <w:rPr>
                <w:sz w:val="24"/>
                <w:szCs w:val="24"/>
              </w:rPr>
              <w:t>Гагнидзе</w:t>
            </w:r>
          </w:p>
          <w:p w14:paraId="3E4F248E" w14:textId="77777777" w:rsidR="00061946" w:rsidRPr="00507127" w:rsidRDefault="00061946" w:rsidP="00E632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7127">
              <w:rPr>
                <w:sz w:val="24"/>
                <w:szCs w:val="24"/>
              </w:rPr>
              <w:t>Тамара Ивановна</w:t>
            </w:r>
          </w:p>
        </w:tc>
        <w:tc>
          <w:tcPr>
            <w:tcW w:w="3828" w:type="dxa"/>
          </w:tcPr>
          <w:p w14:paraId="7D3A1EA5" w14:textId="77777777" w:rsidR="00061946" w:rsidRPr="00507127" w:rsidRDefault="00061946" w:rsidP="00E632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7127">
              <w:rPr>
                <w:sz w:val="24"/>
                <w:szCs w:val="24"/>
              </w:rPr>
              <w:t>ГБОУ СПОКиИ РБ Салаватский музыкальный колледж</w:t>
            </w:r>
          </w:p>
        </w:tc>
        <w:tc>
          <w:tcPr>
            <w:tcW w:w="3118" w:type="dxa"/>
          </w:tcPr>
          <w:p w14:paraId="39B68F96" w14:textId="77777777" w:rsidR="00061946" w:rsidRPr="00507127" w:rsidRDefault="00061946" w:rsidP="00E632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7127">
              <w:rPr>
                <w:sz w:val="24"/>
                <w:szCs w:val="24"/>
              </w:rPr>
              <w:t>преподаватель</w:t>
            </w:r>
          </w:p>
        </w:tc>
      </w:tr>
      <w:tr w:rsidR="00061946" w:rsidRPr="00507127" w14:paraId="279AC3A4" w14:textId="77777777" w:rsidTr="00E97934">
        <w:tc>
          <w:tcPr>
            <w:tcW w:w="567" w:type="dxa"/>
          </w:tcPr>
          <w:p w14:paraId="7C453116" w14:textId="77777777" w:rsidR="00061946" w:rsidRPr="00B000DD" w:rsidRDefault="00061946" w:rsidP="00E63252">
            <w:pPr>
              <w:pStyle w:val="a5"/>
              <w:numPr>
                <w:ilvl w:val="0"/>
                <w:numId w:val="31"/>
              </w:numPr>
              <w:spacing w:line="276" w:lineRule="auto"/>
              <w:ind w:left="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05790784" w14:textId="77777777" w:rsidR="00061946" w:rsidRDefault="00061946" w:rsidP="00E632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7127">
              <w:rPr>
                <w:sz w:val="24"/>
                <w:szCs w:val="24"/>
              </w:rPr>
              <w:t>Сафаргулова</w:t>
            </w:r>
          </w:p>
          <w:p w14:paraId="0F22036F" w14:textId="77777777" w:rsidR="00061946" w:rsidRPr="00507127" w:rsidRDefault="00061946" w:rsidP="00E632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7127">
              <w:rPr>
                <w:sz w:val="24"/>
                <w:szCs w:val="24"/>
              </w:rPr>
              <w:t>ФирузаИсмагиловна</w:t>
            </w:r>
          </w:p>
        </w:tc>
        <w:tc>
          <w:tcPr>
            <w:tcW w:w="3828" w:type="dxa"/>
          </w:tcPr>
          <w:p w14:paraId="26EA80CF" w14:textId="77777777" w:rsidR="00061946" w:rsidRPr="00507127" w:rsidRDefault="00061946" w:rsidP="00E632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7127">
              <w:rPr>
                <w:sz w:val="24"/>
                <w:szCs w:val="24"/>
              </w:rPr>
              <w:t>ГБОУ СПОКиИ РБ Салаватский музыкальный колледж</w:t>
            </w:r>
          </w:p>
        </w:tc>
        <w:tc>
          <w:tcPr>
            <w:tcW w:w="3118" w:type="dxa"/>
          </w:tcPr>
          <w:p w14:paraId="0D5C439E" w14:textId="77777777" w:rsidR="00061946" w:rsidRPr="00507127" w:rsidRDefault="00061946" w:rsidP="00E632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7127">
              <w:rPr>
                <w:sz w:val="24"/>
                <w:szCs w:val="24"/>
              </w:rPr>
              <w:t>преподаватель</w:t>
            </w:r>
          </w:p>
        </w:tc>
      </w:tr>
      <w:tr w:rsidR="00061946" w:rsidRPr="00507127" w14:paraId="426ED55F" w14:textId="77777777" w:rsidTr="00E97934">
        <w:tc>
          <w:tcPr>
            <w:tcW w:w="567" w:type="dxa"/>
          </w:tcPr>
          <w:p w14:paraId="775029BD" w14:textId="77777777" w:rsidR="00061946" w:rsidRPr="00B000DD" w:rsidRDefault="00061946" w:rsidP="00E63252">
            <w:pPr>
              <w:pStyle w:val="a5"/>
              <w:numPr>
                <w:ilvl w:val="0"/>
                <w:numId w:val="31"/>
              </w:numPr>
              <w:spacing w:line="276" w:lineRule="auto"/>
              <w:ind w:left="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595E3C95" w14:textId="77777777" w:rsidR="00061946" w:rsidRDefault="00061946" w:rsidP="00E632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7127">
              <w:rPr>
                <w:sz w:val="24"/>
                <w:szCs w:val="24"/>
              </w:rPr>
              <w:t>Яковлева</w:t>
            </w:r>
          </w:p>
          <w:p w14:paraId="0F4702D0" w14:textId="77777777" w:rsidR="00061946" w:rsidRPr="00507127" w:rsidRDefault="00061946" w:rsidP="00E632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7127">
              <w:rPr>
                <w:sz w:val="24"/>
                <w:szCs w:val="24"/>
              </w:rPr>
              <w:t>Светлана Николаевна</w:t>
            </w:r>
          </w:p>
        </w:tc>
        <w:tc>
          <w:tcPr>
            <w:tcW w:w="3828" w:type="dxa"/>
          </w:tcPr>
          <w:p w14:paraId="3243A182" w14:textId="77777777" w:rsidR="00061946" w:rsidRPr="00507127" w:rsidRDefault="00061946" w:rsidP="00E632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7127">
              <w:rPr>
                <w:sz w:val="24"/>
                <w:szCs w:val="24"/>
              </w:rPr>
              <w:t>ГБОУ СПОКиИ РБ Салаватский музыкальный колледж</w:t>
            </w:r>
          </w:p>
        </w:tc>
        <w:tc>
          <w:tcPr>
            <w:tcW w:w="3118" w:type="dxa"/>
          </w:tcPr>
          <w:p w14:paraId="6797B7B0" w14:textId="77777777" w:rsidR="00061946" w:rsidRPr="00507127" w:rsidRDefault="00061946" w:rsidP="00E632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7127">
              <w:rPr>
                <w:sz w:val="24"/>
                <w:szCs w:val="24"/>
              </w:rPr>
              <w:t>преподаватель</w:t>
            </w:r>
          </w:p>
        </w:tc>
      </w:tr>
    </w:tbl>
    <w:p w14:paraId="30FC6FB6" w14:textId="77777777" w:rsidR="00061946" w:rsidRDefault="00061946" w:rsidP="00061946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red"/>
        </w:rPr>
      </w:pPr>
    </w:p>
    <w:p w14:paraId="5F56568F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0E4383B2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4F1FEBAD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16A1258A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3F29E2DE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44F14048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763BD7A1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70CC34A5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650C9334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2E781612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4FF384C2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4C38E69C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3DF3CA3C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4CA23849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06563638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346AB2D3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7C5B1021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4C86CD21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6A7850AA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24BB7642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46B4760D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1421B3C8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6BFAB813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0C74A87E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7270995A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64B7F8A5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00CAC1D0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7D7A034E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4CDDB0C3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6FD2FD95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0C5727AE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0699FCEE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5C88EB36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0BB44BAA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1EC77274" w14:textId="77777777" w:rsidR="00061946" w:rsidRDefault="00061946" w:rsidP="0006194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Приложение №2  к приказу Министерства образования</w:t>
      </w:r>
    </w:p>
    <w:p w14:paraId="647EA0BC" w14:textId="77777777" w:rsidR="00061946" w:rsidRPr="00BE3CB8" w:rsidRDefault="00061946" w:rsidP="00061946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14:paraId="68E928E8" w14:textId="77777777" w:rsidR="00061946" w:rsidRDefault="00061946" w:rsidP="0006194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14:paraId="53D3399A" w14:textId="77777777" w:rsidR="00061946" w:rsidRDefault="00061946" w:rsidP="0006194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14:paraId="6955A34E" w14:textId="77777777" w:rsidR="00061946" w:rsidRDefault="00061946" w:rsidP="00061946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14:paraId="1566E9CA" w14:textId="77777777" w:rsidR="00061946" w:rsidRPr="00FD0F2C" w:rsidRDefault="00061946" w:rsidP="00061946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2823A6ED" w14:textId="77777777" w:rsidR="00016BDB" w:rsidRDefault="00061946" w:rsidP="00016BDB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F5182E">
        <w:rPr>
          <w:rFonts w:ascii="Times New Roman" w:hAnsi="Times New Roman" w:cs="Times New Roman"/>
          <w:b/>
          <w:iCs/>
          <w:sz w:val="24"/>
          <w:szCs w:val="24"/>
        </w:rPr>
        <w:t>ГБОУ СПО РБ Средний специальный музыкальный колледж</w:t>
      </w:r>
    </w:p>
    <w:p w14:paraId="7AC7A2F1" w14:textId="77777777" w:rsidR="00061946" w:rsidRDefault="00061946" w:rsidP="00016BDB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tbl>
      <w:tblPr>
        <w:tblStyle w:val="a6"/>
        <w:tblW w:w="0" w:type="auto"/>
        <w:tblInd w:w="-1026" w:type="dxa"/>
        <w:tblLook w:val="04A0" w:firstRow="1" w:lastRow="0" w:firstColumn="1" w:lastColumn="0" w:noHBand="0" w:noVBand="1"/>
      </w:tblPr>
      <w:tblGrid>
        <w:gridCol w:w="567"/>
        <w:gridCol w:w="3402"/>
        <w:gridCol w:w="3828"/>
        <w:gridCol w:w="3118"/>
      </w:tblGrid>
      <w:tr w:rsidR="00061946" w:rsidRPr="00E479ED" w14:paraId="07AB056C" w14:textId="77777777" w:rsidTr="00E97934">
        <w:tc>
          <w:tcPr>
            <w:tcW w:w="567" w:type="dxa"/>
            <w:vAlign w:val="center"/>
          </w:tcPr>
          <w:p w14:paraId="57C2F761" w14:textId="77777777" w:rsidR="00061946" w:rsidRPr="00C30652" w:rsidRDefault="00061946" w:rsidP="00016BDB">
            <w:pPr>
              <w:jc w:val="center"/>
              <w:rPr>
                <w:b/>
                <w:sz w:val="24"/>
                <w:szCs w:val="24"/>
              </w:rPr>
            </w:pPr>
            <w:r w:rsidRPr="00C30652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3402" w:type="dxa"/>
            <w:vAlign w:val="center"/>
          </w:tcPr>
          <w:p w14:paraId="6D99196E" w14:textId="77777777" w:rsidR="00061946" w:rsidRPr="00C30652" w:rsidRDefault="00061946" w:rsidP="00016BDB">
            <w:pPr>
              <w:jc w:val="center"/>
              <w:rPr>
                <w:b/>
                <w:sz w:val="24"/>
                <w:szCs w:val="24"/>
              </w:rPr>
            </w:pPr>
            <w:r w:rsidRPr="00C30652">
              <w:rPr>
                <w:b/>
                <w:sz w:val="24"/>
                <w:szCs w:val="24"/>
              </w:rPr>
              <w:t>Ф</w:t>
            </w:r>
            <w:r>
              <w:rPr>
                <w:b/>
                <w:sz w:val="24"/>
                <w:szCs w:val="24"/>
              </w:rPr>
              <w:t>ИО</w:t>
            </w:r>
          </w:p>
        </w:tc>
        <w:tc>
          <w:tcPr>
            <w:tcW w:w="3828" w:type="dxa"/>
            <w:vAlign w:val="center"/>
          </w:tcPr>
          <w:p w14:paraId="25717EF5" w14:textId="77777777" w:rsidR="00061946" w:rsidRPr="00C30652" w:rsidRDefault="00061946" w:rsidP="00016BDB">
            <w:pPr>
              <w:jc w:val="center"/>
              <w:rPr>
                <w:b/>
                <w:sz w:val="24"/>
                <w:szCs w:val="24"/>
              </w:rPr>
            </w:pPr>
            <w:r w:rsidRPr="00C30652">
              <w:rPr>
                <w:b/>
                <w:sz w:val="24"/>
                <w:szCs w:val="24"/>
              </w:rPr>
              <w:t>Место работы</w:t>
            </w:r>
          </w:p>
        </w:tc>
        <w:tc>
          <w:tcPr>
            <w:tcW w:w="3118" w:type="dxa"/>
            <w:vAlign w:val="center"/>
          </w:tcPr>
          <w:p w14:paraId="0E20495C" w14:textId="77777777" w:rsidR="00061946" w:rsidRPr="00C30652" w:rsidRDefault="00061946" w:rsidP="00016BDB">
            <w:pPr>
              <w:jc w:val="center"/>
              <w:rPr>
                <w:b/>
                <w:sz w:val="24"/>
                <w:szCs w:val="24"/>
              </w:rPr>
            </w:pPr>
            <w:r w:rsidRPr="00C30652">
              <w:rPr>
                <w:b/>
                <w:sz w:val="24"/>
                <w:szCs w:val="24"/>
              </w:rPr>
              <w:t>Должность</w:t>
            </w:r>
          </w:p>
        </w:tc>
      </w:tr>
      <w:tr w:rsidR="00061946" w:rsidRPr="00E479ED" w14:paraId="3A5E5EF7" w14:textId="77777777" w:rsidTr="00E97934">
        <w:tc>
          <w:tcPr>
            <w:tcW w:w="567" w:type="dxa"/>
          </w:tcPr>
          <w:p w14:paraId="46FBC026" w14:textId="77777777" w:rsidR="00061946" w:rsidRPr="001F63BC" w:rsidRDefault="00061946" w:rsidP="00016BDB">
            <w:pPr>
              <w:pStyle w:val="a5"/>
              <w:numPr>
                <w:ilvl w:val="0"/>
                <w:numId w:val="34"/>
              </w:numPr>
              <w:ind w:left="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43074952" w14:textId="77777777" w:rsidR="00061946" w:rsidRDefault="00061946" w:rsidP="00016BDB">
            <w:pPr>
              <w:jc w:val="center"/>
              <w:rPr>
                <w:sz w:val="24"/>
                <w:szCs w:val="24"/>
              </w:rPr>
            </w:pPr>
            <w:r w:rsidRPr="00E479ED">
              <w:rPr>
                <w:sz w:val="24"/>
                <w:szCs w:val="24"/>
              </w:rPr>
              <w:t>Карасова</w:t>
            </w:r>
          </w:p>
          <w:p w14:paraId="0994AEA0" w14:textId="77777777" w:rsidR="00061946" w:rsidRPr="00E479ED" w:rsidRDefault="00061946" w:rsidP="00016BDB">
            <w:pPr>
              <w:jc w:val="center"/>
              <w:rPr>
                <w:sz w:val="24"/>
                <w:szCs w:val="24"/>
              </w:rPr>
            </w:pPr>
            <w:r w:rsidRPr="00E479ED">
              <w:rPr>
                <w:sz w:val="24"/>
                <w:szCs w:val="24"/>
              </w:rPr>
              <w:t>ЛяйсанСаматовна</w:t>
            </w:r>
          </w:p>
        </w:tc>
        <w:tc>
          <w:tcPr>
            <w:tcW w:w="3828" w:type="dxa"/>
          </w:tcPr>
          <w:p w14:paraId="27FBEFD1" w14:textId="77777777" w:rsidR="00061946" w:rsidRPr="00E479ED" w:rsidRDefault="00061946" w:rsidP="00016BDB">
            <w:pPr>
              <w:jc w:val="center"/>
              <w:rPr>
                <w:sz w:val="24"/>
                <w:szCs w:val="24"/>
              </w:rPr>
            </w:pPr>
            <w:r w:rsidRPr="00E479ED">
              <w:rPr>
                <w:sz w:val="24"/>
                <w:szCs w:val="24"/>
              </w:rPr>
              <w:t>ГБОУ СПО РБ Средний специальный музыкальный колледж</w:t>
            </w:r>
          </w:p>
        </w:tc>
        <w:tc>
          <w:tcPr>
            <w:tcW w:w="3118" w:type="dxa"/>
            <w:vAlign w:val="center"/>
          </w:tcPr>
          <w:p w14:paraId="072BE78A" w14:textId="77777777" w:rsidR="00061946" w:rsidRPr="00E479ED" w:rsidRDefault="00061946" w:rsidP="00016BDB">
            <w:pPr>
              <w:jc w:val="center"/>
              <w:rPr>
                <w:sz w:val="24"/>
                <w:szCs w:val="24"/>
              </w:rPr>
            </w:pPr>
            <w:r w:rsidRPr="00E479ED">
              <w:rPr>
                <w:sz w:val="24"/>
                <w:szCs w:val="24"/>
              </w:rPr>
              <w:t>преподаватель</w:t>
            </w:r>
          </w:p>
        </w:tc>
      </w:tr>
    </w:tbl>
    <w:p w14:paraId="516E0EA8" w14:textId="77777777" w:rsidR="00061946" w:rsidRDefault="00061946" w:rsidP="00061946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red"/>
        </w:rPr>
      </w:pPr>
    </w:p>
    <w:p w14:paraId="06353693" w14:textId="77777777" w:rsidR="00061946" w:rsidRDefault="00061946" w:rsidP="00061946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red"/>
        </w:rPr>
      </w:pPr>
    </w:p>
    <w:p w14:paraId="427B5C53" w14:textId="77777777" w:rsidR="00061946" w:rsidRPr="00F5182E" w:rsidRDefault="00061946" w:rsidP="00061946">
      <w:pPr>
        <w:rPr>
          <w:rFonts w:ascii="Times New Roman" w:hAnsi="Times New Roman" w:cs="Times New Roman"/>
          <w:sz w:val="24"/>
          <w:szCs w:val="24"/>
          <w:highlight w:val="red"/>
        </w:rPr>
      </w:pPr>
    </w:p>
    <w:p w14:paraId="1191BB77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1ED17982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652F2952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5D51185D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0B207F01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78B50D52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54CCF953" w14:textId="77777777" w:rsidR="00A12A1A" w:rsidRDefault="00A12A1A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5685CCA1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66081068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5E6A5067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2F9B6B77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78768B38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76C7DF1F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6CC7AB29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42FE2A52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2BAA7152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44CA0EFC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16ADBC3B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221ADF61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7BF84BB3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7F7D0C75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7B53DD0F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5B5492B1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568C6F16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648E7036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4773C3EC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3F301BB0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33A2F871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0E21E829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45D42FF5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78409348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605F23B8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3CEA3FB5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019AD1E2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2B727763" w14:textId="77777777" w:rsidR="00016BDB" w:rsidRDefault="00016BDB" w:rsidP="0006194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615AD1DA" w14:textId="77777777" w:rsidR="00061946" w:rsidRDefault="00061946" w:rsidP="0006194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Приложение №2  к приказу Министерства образования</w:t>
      </w:r>
    </w:p>
    <w:p w14:paraId="74318912" w14:textId="77777777" w:rsidR="00061946" w:rsidRPr="00BE3CB8" w:rsidRDefault="00061946" w:rsidP="00061946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16.02.2015   № 240</w:t>
      </w:r>
    </w:p>
    <w:p w14:paraId="2B647D36" w14:textId="77777777" w:rsidR="00061946" w:rsidRDefault="00061946" w:rsidP="0006194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 1  от «22» января 2015  года заседания Комиссии</w:t>
      </w:r>
    </w:p>
    <w:p w14:paraId="49245C41" w14:textId="77777777" w:rsidR="00061946" w:rsidRDefault="00061946" w:rsidP="0006194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14:paraId="12F40913" w14:textId="77777777" w:rsidR="00061946" w:rsidRDefault="00061946" w:rsidP="00061946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14:paraId="370CE11D" w14:textId="77777777" w:rsidR="00061946" w:rsidRPr="00B666CB" w:rsidRDefault="00061946" w:rsidP="00061946">
      <w:pPr>
        <w:tabs>
          <w:tab w:val="left" w:pos="643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666CB">
        <w:rPr>
          <w:rFonts w:ascii="Times New Roman" w:hAnsi="Times New Roman" w:cs="Times New Roman"/>
          <w:b/>
          <w:sz w:val="24"/>
          <w:szCs w:val="24"/>
        </w:rPr>
        <w:tab/>
      </w:r>
    </w:p>
    <w:p w14:paraId="0424ECC1" w14:textId="77777777" w:rsidR="00061946" w:rsidRDefault="00061946" w:rsidP="00016BDB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5510DE">
        <w:rPr>
          <w:rFonts w:ascii="Times New Roman" w:hAnsi="Times New Roman" w:cs="Times New Roman"/>
          <w:b/>
          <w:iCs/>
          <w:sz w:val="24"/>
          <w:szCs w:val="24"/>
        </w:rPr>
        <w:t>ГБОУ СПО КиИ РБ  Учалинский колледж искусств и культуры</w:t>
      </w:r>
    </w:p>
    <w:p w14:paraId="179B6C13" w14:textId="77777777" w:rsidR="00016BDB" w:rsidRPr="005510DE" w:rsidRDefault="00016BDB" w:rsidP="00016BDB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tbl>
      <w:tblPr>
        <w:tblStyle w:val="a6"/>
        <w:tblW w:w="0" w:type="auto"/>
        <w:tblInd w:w="-1026" w:type="dxa"/>
        <w:tblLook w:val="04A0" w:firstRow="1" w:lastRow="0" w:firstColumn="1" w:lastColumn="0" w:noHBand="0" w:noVBand="1"/>
      </w:tblPr>
      <w:tblGrid>
        <w:gridCol w:w="567"/>
        <w:gridCol w:w="3402"/>
        <w:gridCol w:w="3828"/>
        <w:gridCol w:w="3118"/>
      </w:tblGrid>
      <w:tr w:rsidR="00061946" w:rsidRPr="002B1F49" w14:paraId="1EF62338" w14:textId="77777777" w:rsidTr="00016BDB">
        <w:tc>
          <w:tcPr>
            <w:tcW w:w="567" w:type="dxa"/>
            <w:vAlign w:val="center"/>
          </w:tcPr>
          <w:p w14:paraId="408DE513" w14:textId="77777777" w:rsidR="00061946" w:rsidRPr="00C30652" w:rsidRDefault="00061946" w:rsidP="00E6325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C30652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3402" w:type="dxa"/>
            <w:vAlign w:val="center"/>
          </w:tcPr>
          <w:p w14:paraId="1E99F161" w14:textId="77777777" w:rsidR="00061946" w:rsidRPr="00C30652" w:rsidRDefault="00061946" w:rsidP="00E6325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C30652">
              <w:rPr>
                <w:b/>
                <w:sz w:val="24"/>
                <w:szCs w:val="24"/>
              </w:rPr>
              <w:t>Ф</w:t>
            </w:r>
            <w:r>
              <w:rPr>
                <w:b/>
                <w:sz w:val="24"/>
                <w:szCs w:val="24"/>
              </w:rPr>
              <w:t>ИО</w:t>
            </w:r>
          </w:p>
        </w:tc>
        <w:tc>
          <w:tcPr>
            <w:tcW w:w="3828" w:type="dxa"/>
            <w:vAlign w:val="center"/>
          </w:tcPr>
          <w:p w14:paraId="12CDEA29" w14:textId="77777777" w:rsidR="00061946" w:rsidRPr="00C30652" w:rsidRDefault="00061946" w:rsidP="00E6325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C30652">
              <w:rPr>
                <w:b/>
                <w:sz w:val="24"/>
                <w:szCs w:val="24"/>
              </w:rPr>
              <w:t>Место работы</w:t>
            </w:r>
          </w:p>
        </w:tc>
        <w:tc>
          <w:tcPr>
            <w:tcW w:w="3118" w:type="dxa"/>
            <w:vAlign w:val="center"/>
          </w:tcPr>
          <w:p w14:paraId="009CEB29" w14:textId="77777777" w:rsidR="00061946" w:rsidRPr="00C30652" w:rsidRDefault="00061946" w:rsidP="00E6325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C30652">
              <w:rPr>
                <w:b/>
                <w:sz w:val="24"/>
                <w:szCs w:val="24"/>
              </w:rPr>
              <w:t>Должность</w:t>
            </w:r>
          </w:p>
        </w:tc>
      </w:tr>
      <w:tr w:rsidR="00061946" w:rsidRPr="002B1F49" w14:paraId="1D800238" w14:textId="77777777" w:rsidTr="00016BDB">
        <w:tc>
          <w:tcPr>
            <w:tcW w:w="567" w:type="dxa"/>
          </w:tcPr>
          <w:p w14:paraId="63B1CBF9" w14:textId="77777777" w:rsidR="00061946" w:rsidRPr="00B000DD" w:rsidRDefault="00061946" w:rsidP="00E63252">
            <w:pPr>
              <w:pStyle w:val="a5"/>
              <w:numPr>
                <w:ilvl w:val="0"/>
                <w:numId w:val="30"/>
              </w:numPr>
              <w:spacing w:line="276" w:lineRule="auto"/>
              <w:ind w:left="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36EAF061" w14:textId="77777777" w:rsidR="00061946" w:rsidRPr="002B1F49" w:rsidRDefault="00061946" w:rsidP="00E63252">
            <w:pPr>
              <w:pStyle w:val="a7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2B1F49">
              <w:rPr>
                <w:b w:val="0"/>
                <w:spacing w:val="0"/>
                <w:sz w:val="24"/>
                <w:szCs w:val="24"/>
              </w:rPr>
              <w:t>Валеева</w:t>
            </w:r>
          </w:p>
          <w:p w14:paraId="6E147E18" w14:textId="77777777" w:rsidR="00061946" w:rsidRPr="002B1F49" w:rsidRDefault="00061946" w:rsidP="00E63252">
            <w:pPr>
              <w:pStyle w:val="a7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2B1F49">
              <w:rPr>
                <w:b w:val="0"/>
                <w:spacing w:val="0"/>
                <w:sz w:val="24"/>
                <w:szCs w:val="24"/>
              </w:rPr>
              <w:t>МинзифаТаиповна</w:t>
            </w:r>
          </w:p>
        </w:tc>
        <w:tc>
          <w:tcPr>
            <w:tcW w:w="3828" w:type="dxa"/>
          </w:tcPr>
          <w:p w14:paraId="23365C27" w14:textId="77777777" w:rsidR="00061946" w:rsidRPr="002B1F49" w:rsidRDefault="00061946" w:rsidP="00E63252">
            <w:pPr>
              <w:pStyle w:val="a7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2B1F49">
              <w:rPr>
                <w:b w:val="0"/>
                <w:spacing w:val="0"/>
                <w:sz w:val="24"/>
                <w:szCs w:val="24"/>
              </w:rPr>
              <w:t>ГБОУ СПО КиИ РБ  Учалинский колледж искусств и культуры</w:t>
            </w:r>
          </w:p>
        </w:tc>
        <w:tc>
          <w:tcPr>
            <w:tcW w:w="3118" w:type="dxa"/>
          </w:tcPr>
          <w:p w14:paraId="7779FA30" w14:textId="77777777" w:rsidR="00061946" w:rsidRPr="002B1F49" w:rsidRDefault="00061946" w:rsidP="00E63252">
            <w:pPr>
              <w:pStyle w:val="a7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2B1F49">
              <w:rPr>
                <w:b w:val="0"/>
                <w:spacing w:val="0"/>
                <w:sz w:val="24"/>
                <w:szCs w:val="24"/>
              </w:rPr>
              <w:t>преподаватель</w:t>
            </w:r>
          </w:p>
        </w:tc>
      </w:tr>
      <w:tr w:rsidR="00061946" w:rsidRPr="002B1F49" w14:paraId="01F26055" w14:textId="77777777" w:rsidTr="00016BDB">
        <w:tc>
          <w:tcPr>
            <w:tcW w:w="567" w:type="dxa"/>
          </w:tcPr>
          <w:p w14:paraId="52E1DEB5" w14:textId="77777777" w:rsidR="00061946" w:rsidRPr="00B000DD" w:rsidRDefault="00061946" w:rsidP="00E63252">
            <w:pPr>
              <w:pStyle w:val="a5"/>
              <w:numPr>
                <w:ilvl w:val="0"/>
                <w:numId w:val="30"/>
              </w:numPr>
              <w:spacing w:line="276" w:lineRule="auto"/>
              <w:ind w:left="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3E29A0B8" w14:textId="77777777" w:rsidR="00061946" w:rsidRPr="002B1F49" w:rsidRDefault="00061946" w:rsidP="00E63252">
            <w:pPr>
              <w:pStyle w:val="a7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2B1F49">
              <w:rPr>
                <w:b w:val="0"/>
                <w:spacing w:val="0"/>
                <w:sz w:val="24"/>
                <w:szCs w:val="24"/>
              </w:rPr>
              <w:t>Воронина</w:t>
            </w:r>
          </w:p>
          <w:p w14:paraId="5E0779F3" w14:textId="77777777" w:rsidR="00061946" w:rsidRPr="002B1F49" w:rsidRDefault="00061946" w:rsidP="00E63252">
            <w:pPr>
              <w:pStyle w:val="a7"/>
              <w:tabs>
                <w:tab w:val="center" w:pos="1232"/>
              </w:tabs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2B1F49">
              <w:rPr>
                <w:b w:val="0"/>
                <w:spacing w:val="0"/>
                <w:sz w:val="24"/>
                <w:szCs w:val="24"/>
              </w:rPr>
              <w:t>Елена</w:t>
            </w:r>
            <w:r w:rsidRPr="002B1F49">
              <w:rPr>
                <w:b w:val="0"/>
                <w:spacing w:val="0"/>
                <w:sz w:val="24"/>
                <w:szCs w:val="24"/>
              </w:rPr>
              <w:tab/>
              <w:t>Витальевна</w:t>
            </w:r>
          </w:p>
        </w:tc>
        <w:tc>
          <w:tcPr>
            <w:tcW w:w="3828" w:type="dxa"/>
          </w:tcPr>
          <w:p w14:paraId="5FDE4793" w14:textId="77777777" w:rsidR="00061946" w:rsidRPr="002B1F49" w:rsidRDefault="00061946" w:rsidP="00E63252">
            <w:pPr>
              <w:pStyle w:val="a7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2B1F49">
              <w:rPr>
                <w:b w:val="0"/>
                <w:spacing w:val="0"/>
                <w:sz w:val="24"/>
                <w:szCs w:val="24"/>
              </w:rPr>
              <w:t>ГБОУ СПО КиИ РБ  Учалинский колледж искусств и культуры</w:t>
            </w:r>
          </w:p>
        </w:tc>
        <w:tc>
          <w:tcPr>
            <w:tcW w:w="3118" w:type="dxa"/>
          </w:tcPr>
          <w:p w14:paraId="6D6CCC9C" w14:textId="77777777" w:rsidR="00061946" w:rsidRPr="002B1F49" w:rsidRDefault="00061946" w:rsidP="00E63252">
            <w:pPr>
              <w:pStyle w:val="a7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2B1F49">
              <w:rPr>
                <w:b w:val="0"/>
                <w:spacing w:val="0"/>
                <w:sz w:val="24"/>
                <w:szCs w:val="24"/>
              </w:rPr>
              <w:t>преподаватель</w:t>
            </w:r>
          </w:p>
        </w:tc>
      </w:tr>
      <w:tr w:rsidR="00061946" w:rsidRPr="002B1F49" w14:paraId="08F96D87" w14:textId="77777777" w:rsidTr="00016BDB">
        <w:tc>
          <w:tcPr>
            <w:tcW w:w="567" w:type="dxa"/>
          </w:tcPr>
          <w:p w14:paraId="4A664052" w14:textId="77777777" w:rsidR="00061946" w:rsidRPr="00B000DD" w:rsidRDefault="00061946" w:rsidP="00E63252">
            <w:pPr>
              <w:pStyle w:val="a5"/>
              <w:numPr>
                <w:ilvl w:val="0"/>
                <w:numId w:val="30"/>
              </w:numPr>
              <w:spacing w:line="276" w:lineRule="auto"/>
              <w:ind w:left="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4FBE6068" w14:textId="77777777" w:rsidR="00061946" w:rsidRPr="002B1F49" w:rsidRDefault="00061946" w:rsidP="00E63252">
            <w:pPr>
              <w:pStyle w:val="a7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2B1F49">
              <w:rPr>
                <w:b w:val="0"/>
                <w:spacing w:val="0"/>
                <w:sz w:val="24"/>
                <w:szCs w:val="24"/>
              </w:rPr>
              <w:t>Узакбаева</w:t>
            </w:r>
          </w:p>
          <w:p w14:paraId="558565B9" w14:textId="77777777" w:rsidR="00061946" w:rsidRPr="002B1F49" w:rsidRDefault="00061946" w:rsidP="00E63252">
            <w:pPr>
              <w:pStyle w:val="a7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2B1F49">
              <w:rPr>
                <w:b w:val="0"/>
                <w:spacing w:val="0"/>
                <w:sz w:val="24"/>
                <w:szCs w:val="24"/>
              </w:rPr>
              <w:t>Гузель Миннагалиевна</w:t>
            </w:r>
          </w:p>
        </w:tc>
        <w:tc>
          <w:tcPr>
            <w:tcW w:w="3828" w:type="dxa"/>
          </w:tcPr>
          <w:p w14:paraId="799C5247" w14:textId="77777777" w:rsidR="00061946" w:rsidRPr="002B1F49" w:rsidRDefault="00061946" w:rsidP="00E63252">
            <w:pPr>
              <w:pStyle w:val="a7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2B1F49">
              <w:rPr>
                <w:b w:val="0"/>
                <w:spacing w:val="0"/>
                <w:sz w:val="24"/>
                <w:szCs w:val="24"/>
              </w:rPr>
              <w:t>ГБОУ СПО КиИ РБ  Учалинский колледж искусств и культуры</w:t>
            </w:r>
          </w:p>
        </w:tc>
        <w:tc>
          <w:tcPr>
            <w:tcW w:w="3118" w:type="dxa"/>
          </w:tcPr>
          <w:p w14:paraId="7D0D7975" w14:textId="77777777" w:rsidR="00061946" w:rsidRPr="002B1F49" w:rsidRDefault="00061946" w:rsidP="00E63252">
            <w:pPr>
              <w:pStyle w:val="a7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2B1F49">
              <w:rPr>
                <w:b w:val="0"/>
                <w:spacing w:val="0"/>
                <w:sz w:val="24"/>
                <w:szCs w:val="24"/>
              </w:rPr>
              <w:t>преподаватель</w:t>
            </w:r>
          </w:p>
        </w:tc>
      </w:tr>
    </w:tbl>
    <w:p w14:paraId="63EB766F" w14:textId="77777777" w:rsidR="00061946" w:rsidRDefault="00061946" w:rsidP="00016B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highlight w:val="red"/>
        </w:rPr>
      </w:pPr>
    </w:p>
    <w:p w14:paraId="5B2B6879" w14:textId="77777777" w:rsidR="00061946" w:rsidRPr="00F5182E" w:rsidRDefault="00061946" w:rsidP="00061946">
      <w:pPr>
        <w:jc w:val="center"/>
        <w:rPr>
          <w:rFonts w:ascii="Times New Roman" w:hAnsi="Times New Roman" w:cs="Times New Roman"/>
          <w:sz w:val="24"/>
          <w:szCs w:val="24"/>
          <w:highlight w:val="red"/>
        </w:rPr>
      </w:pPr>
    </w:p>
    <w:p w14:paraId="2B53D63B" w14:textId="77777777" w:rsidR="00726C37" w:rsidRDefault="00726C37" w:rsidP="00C3065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4A4E5AF7" w14:textId="77777777" w:rsidR="00A12A1A" w:rsidRPr="00C30652" w:rsidRDefault="00A12A1A" w:rsidP="00C3065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A12A1A" w:rsidRPr="00C30652" w:rsidSect="007704EB">
      <w:footerReference w:type="default" r:id="rId8"/>
      <w:pgSz w:w="11906" w:h="16838"/>
      <w:pgMar w:top="284" w:right="424" w:bottom="709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099E41" w14:textId="77777777" w:rsidR="00844113" w:rsidRDefault="00844113" w:rsidP="007704EB">
      <w:pPr>
        <w:spacing w:after="0" w:line="240" w:lineRule="auto"/>
      </w:pPr>
      <w:r>
        <w:separator/>
      </w:r>
    </w:p>
  </w:endnote>
  <w:endnote w:type="continuationSeparator" w:id="0">
    <w:p w14:paraId="5BBCB629" w14:textId="77777777" w:rsidR="00844113" w:rsidRDefault="00844113" w:rsidP="007704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1">
    <w:altName w:val="Arial"/>
    <w:charset w:val="00"/>
    <w:family w:val="swiss"/>
    <w:pitch w:val="variable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47598"/>
      <w:docPartObj>
        <w:docPartGallery w:val="Page Numbers (Bottom of Page)"/>
        <w:docPartUnique/>
      </w:docPartObj>
    </w:sdtPr>
    <w:sdtEndPr/>
    <w:sdtContent>
      <w:p w14:paraId="689D1538" w14:textId="77777777" w:rsidR="001F3C20" w:rsidRDefault="00844113">
        <w:pPr>
          <w:pStyle w:val="a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66A89">
          <w:rPr>
            <w:noProof/>
          </w:rPr>
          <w:t>97</w:t>
        </w:r>
        <w:r>
          <w:rPr>
            <w:noProof/>
          </w:rPr>
          <w:fldChar w:fldCharType="end"/>
        </w:r>
      </w:p>
    </w:sdtContent>
  </w:sdt>
  <w:p w14:paraId="6D43FF40" w14:textId="77777777" w:rsidR="001F3C20" w:rsidRDefault="001F3C20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0495EF" w14:textId="77777777" w:rsidR="00844113" w:rsidRDefault="00844113" w:rsidP="007704EB">
      <w:pPr>
        <w:spacing w:after="0" w:line="240" w:lineRule="auto"/>
      </w:pPr>
      <w:r>
        <w:separator/>
      </w:r>
    </w:p>
  </w:footnote>
  <w:footnote w:type="continuationSeparator" w:id="0">
    <w:p w14:paraId="5002FAE9" w14:textId="77777777" w:rsidR="00844113" w:rsidRDefault="00844113" w:rsidP="007704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A5702"/>
    <w:multiLevelType w:val="hybridMultilevel"/>
    <w:tmpl w:val="837474C8"/>
    <w:lvl w:ilvl="0" w:tplc="5020329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686" w:hanging="360"/>
      </w:pPr>
    </w:lvl>
    <w:lvl w:ilvl="2" w:tplc="0419001B" w:tentative="1">
      <w:start w:val="1"/>
      <w:numFmt w:val="lowerRoman"/>
      <w:lvlText w:val="%3."/>
      <w:lvlJc w:val="right"/>
      <w:pPr>
        <w:ind w:left="1406" w:hanging="180"/>
      </w:pPr>
    </w:lvl>
    <w:lvl w:ilvl="3" w:tplc="0419000F" w:tentative="1">
      <w:start w:val="1"/>
      <w:numFmt w:val="decimal"/>
      <w:lvlText w:val="%4."/>
      <w:lvlJc w:val="left"/>
      <w:pPr>
        <w:ind w:left="2126" w:hanging="360"/>
      </w:pPr>
    </w:lvl>
    <w:lvl w:ilvl="4" w:tplc="04190019" w:tentative="1">
      <w:start w:val="1"/>
      <w:numFmt w:val="lowerLetter"/>
      <w:lvlText w:val="%5."/>
      <w:lvlJc w:val="left"/>
      <w:pPr>
        <w:ind w:left="2846" w:hanging="360"/>
      </w:pPr>
    </w:lvl>
    <w:lvl w:ilvl="5" w:tplc="0419001B" w:tentative="1">
      <w:start w:val="1"/>
      <w:numFmt w:val="lowerRoman"/>
      <w:lvlText w:val="%6."/>
      <w:lvlJc w:val="right"/>
      <w:pPr>
        <w:ind w:left="3566" w:hanging="180"/>
      </w:pPr>
    </w:lvl>
    <w:lvl w:ilvl="6" w:tplc="0419000F" w:tentative="1">
      <w:start w:val="1"/>
      <w:numFmt w:val="decimal"/>
      <w:lvlText w:val="%7."/>
      <w:lvlJc w:val="left"/>
      <w:pPr>
        <w:ind w:left="4286" w:hanging="360"/>
      </w:pPr>
    </w:lvl>
    <w:lvl w:ilvl="7" w:tplc="04190019" w:tentative="1">
      <w:start w:val="1"/>
      <w:numFmt w:val="lowerLetter"/>
      <w:lvlText w:val="%8."/>
      <w:lvlJc w:val="left"/>
      <w:pPr>
        <w:ind w:left="5006" w:hanging="360"/>
      </w:pPr>
    </w:lvl>
    <w:lvl w:ilvl="8" w:tplc="0419001B" w:tentative="1">
      <w:start w:val="1"/>
      <w:numFmt w:val="lowerRoman"/>
      <w:lvlText w:val="%9."/>
      <w:lvlJc w:val="right"/>
      <w:pPr>
        <w:ind w:left="5726" w:hanging="180"/>
      </w:pPr>
    </w:lvl>
  </w:abstractNum>
  <w:abstractNum w:abstractNumId="1">
    <w:nsid w:val="03771AF0"/>
    <w:multiLevelType w:val="hybridMultilevel"/>
    <w:tmpl w:val="F1C489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FB4A77"/>
    <w:multiLevelType w:val="hybridMultilevel"/>
    <w:tmpl w:val="1F0EBA72"/>
    <w:lvl w:ilvl="0" w:tplc="50203296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686" w:hanging="360"/>
      </w:pPr>
    </w:lvl>
    <w:lvl w:ilvl="2" w:tplc="0419001B" w:tentative="1">
      <w:start w:val="1"/>
      <w:numFmt w:val="lowerRoman"/>
      <w:lvlText w:val="%3."/>
      <w:lvlJc w:val="right"/>
      <w:pPr>
        <w:ind w:left="1406" w:hanging="180"/>
      </w:pPr>
    </w:lvl>
    <w:lvl w:ilvl="3" w:tplc="0419000F" w:tentative="1">
      <w:start w:val="1"/>
      <w:numFmt w:val="decimal"/>
      <w:lvlText w:val="%4."/>
      <w:lvlJc w:val="left"/>
      <w:pPr>
        <w:ind w:left="2126" w:hanging="360"/>
      </w:pPr>
    </w:lvl>
    <w:lvl w:ilvl="4" w:tplc="04190019" w:tentative="1">
      <w:start w:val="1"/>
      <w:numFmt w:val="lowerLetter"/>
      <w:lvlText w:val="%5."/>
      <w:lvlJc w:val="left"/>
      <w:pPr>
        <w:ind w:left="2846" w:hanging="360"/>
      </w:pPr>
    </w:lvl>
    <w:lvl w:ilvl="5" w:tplc="0419001B" w:tentative="1">
      <w:start w:val="1"/>
      <w:numFmt w:val="lowerRoman"/>
      <w:lvlText w:val="%6."/>
      <w:lvlJc w:val="right"/>
      <w:pPr>
        <w:ind w:left="3566" w:hanging="180"/>
      </w:pPr>
    </w:lvl>
    <w:lvl w:ilvl="6" w:tplc="0419000F" w:tentative="1">
      <w:start w:val="1"/>
      <w:numFmt w:val="decimal"/>
      <w:lvlText w:val="%7."/>
      <w:lvlJc w:val="left"/>
      <w:pPr>
        <w:ind w:left="4286" w:hanging="360"/>
      </w:pPr>
    </w:lvl>
    <w:lvl w:ilvl="7" w:tplc="04190019" w:tentative="1">
      <w:start w:val="1"/>
      <w:numFmt w:val="lowerLetter"/>
      <w:lvlText w:val="%8."/>
      <w:lvlJc w:val="left"/>
      <w:pPr>
        <w:ind w:left="5006" w:hanging="360"/>
      </w:pPr>
    </w:lvl>
    <w:lvl w:ilvl="8" w:tplc="0419001B" w:tentative="1">
      <w:start w:val="1"/>
      <w:numFmt w:val="lowerRoman"/>
      <w:lvlText w:val="%9."/>
      <w:lvlJc w:val="right"/>
      <w:pPr>
        <w:ind w:left="5726" w:hanging="180"/>
      </w:pPr>
    </w:lvl>
  </w:abstractNum>
  <w:abstractNum w:abstractNumId="3">
    <w:nsid w:val="114251AC"/>
    <w:multiLevelType w:val="hybridMultilevel"/>
    <w:tmpl w:val="1F844C5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8D1E23"/>
    <w:multiLevelType w:val="hybridMultilevel"/>
    <w:tmpl w:val="13E833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F37ECB"/>
    <w:multiLevelType w:val="hybridMultilevel"/>
    <w:tmpl w:val="F782EFB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2F2889"/>
    <w:multiLevelType w:val="hybridMultilevel"/>
    <w:tmpl w:val="A004516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38E48B3"/>
    <w:multiLevelType w:val="hybridMultilevel"/>
    <w:tmpl w:val="8A2641C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>
    <w:nsid w:val="25A8490C"/>
    <w:multiLevelType w:val="hybridMultilevel"/>
    <w:tmpl w:val="0E9A693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7CE48B2"/>
    <w:multiLevelType w:val="multilevel"/>
    <w:tmpl w:val="0BEC9F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0">
    <w:nsid w:val="2A6C39F3"/>
    <w:multiLevelType w:val="multilevel"/>
    <w:tmpl w:val="ED3A6F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>
    <w:nsid w:val="2DD160D6"/>
    <w:multiLevelType w:val="hybridMultilevel"/>
    <w:tmpl w:val="ABB6169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686" w:hanging="360"/>
      </w:pPr>
    </w:lvl>
    <w:lvl w:ilvl="2" w:tplc="0419001B" w:tentative="1">
      <w:start w:val="1"/>
      <w:numFmt w:val="lowerRoman"/>
      <w:lvlText w:val="%3."/>
      <w:lvlJc w:val="right"/>
      <w:pPr>
        <w:ind w:left="1406" w:hanging="180"/>
      </w:pPr>
    </w:lvl>
    <w:lvl w:ilvl="3" w:tplc="0419000F" w:tentative="1">
      <w:start w:val="1"/>
      <w:numFmt w:val="decimal"/>
      <w:lvlText w:val="%4."/>
      <w:lvlJc w:val="left"/>
      <w:pPr>
        <w:ind w:left="2126" w:hanging="360"/>
      </w:pPr>
    </w:lvl>
    <w:lvl w:ilvl="4" w:tplc="04190019" w:tentative="1">
      <w:start w:val="1"/>
      <w:numFmt w:val="lowerLetter"/>
      <w:lvlText w:val="%5."/>
      <w:lvlJc w:val="left"/>
      <w:pPr>
        <w:ind w:left="2846" w:hanging="360"/>
      </w:pPr>
    </w:lvl>
    <w:lvl w:ilvl="5" w:tplc="0419001B" w:tentative="1">
      <w:start w:val="1"/>
      <w:numFmt w:val="lowerRoman"/>
      <w:lvlText w:val="%6."/>
      <w:lvlJc w:val="right"/>
      <w:pPr>
        <w:ind w:left="3566" w:hanging="180"/>
      </w:pPr>
    </w:lvl>
    <w:lvl w:ilvl="6" w:tplc="0419000F" w:tentative="1">
      <w:start w:val="1"/>
      <w:numFmt w:val="decimal"/>
      <w:lvlText w:val="%7."/>
      <w:lvlJc w:val="left"/>
      <w:pPr>
        <w:ind w:left="4286" w:hanging="360"/>
      </w:pPr>
    </w:lvl>
    <w:lvl w:ilvl="7" w:tplc="04190019" w:tentative="1">
      <w:start w:val="1"/>
      <w:numFmt w:val="lowerLetter"/>
      <w:lvlText w:val="%8."/>
      <w:lvlJc w:val="left"/>
      <w:pPr>
        <w:ind w:left="5006" w:hanging="360"/>
      </w:pPr>
    </w:lvl>
    <w:lvl w:ilvl="8" w:tplc="0419001B" w:tentative="1">
      <w:start w:val="1"/>
      <w:numFmt w:val="lowerRoman"/>
      <w:lvlText w:val="%9."/>
      <w:lvlJc w:val="right"/>
      <w:pPr>
        <w:ind w:left="5726" w:hanging="180"/>
      </w:pPr>
    </w:lvl>
  </w:abstractNum>
  <w:abstractNum w:abstractNumId="12">
    <w:nsid w:val="2F853A44"/>
    <w:multiLevelType w:val="hybridMultilevel"/>
    <w:tmpl w:val="F1C489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96007A"/>
    <w:multiLevelType w:val="hybridMultilevel"/>
    <w:tmpl w:val="E4D8DBB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A9A52C7"/>
    <w:multiLevelType w:val="hybridMultilevel"/>
    <w:tmpl w:val="21ECAA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7338C8"/>
    <w:multiLevelType w:val="hybridMultilevel"/>
    <w:tmpl w:val="1F844C5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CD86FF5"/>
    <w:multiLevelType w:val="hybridMultilevel"/>
    <w:tmpl w:val="C3E6C0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6405316"/>
    <w:multiLevelType w:val="hybridMultilevel"/>
    <w:tmpl w:val="E99226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F339AC"/>
    <w:multiLevelType w:val="hybridMultilevel"/>
    <w:tmpl w:val="92FC60C6"/>
    <w:lvl w:ilvl="0" w:tplc="5020329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686" w:hanging="360"/>
      </w:pPr>
    </w:lvl>
    <w:lvl w:ilvl="2" w:tplc="0419001B" w:tentative="1">
      <w:start w:val="1"/>
      <w:numFmt w:val="lowerRoman"/>
      <w:lvlText w:val="%3."/>
      <w:lvlJc w:val="right"/>
      <w:pPr>
        <w:ind w:left="1406" w:hanging="180"/>
      </w:pPr>
    </w:lvl>
    <w:lvl w:ilvl="3" w:tplc="0419000F" w:tentative="1">
      <w:start w:val="1"/>
      <w:numFmt w:val="decimal"/>
      <w:lvlText w:val="%4."/>
      <w:lvlJc w:val="left"/>
      <w:pPr>
        <w:ind w:left="2126" w:hanging="360"/>
      </w:pPr>
    </w:lvl>
    <w:lvl w:ilvl="4" w:tplc="04190019" w:tentative="1">
      <w:start w:val="1"/>
      <w:numFmt w:val="lowerLetter"/>
      <w:lvlText w:val="%5."/>
      <w:lvlJc w:val="left"/>
      <w:pPr>
        <w:ind w:left="2846" w:hanging="360"/>
      </w:pPr>
    </w:lvl>
    <w:lvl w:ilvl="5" w:tplc="0419001B" w:tentative="1">
      <w:start w:val="1"/>
      <w:numFmt w:val="lowerRoman"/>
      <w:lvlText w:val="%6."/>
      <w:lvlJc w:val="right"/>
      <w:pPr>
        <w:ind w:left="3566" w:hanging="180"/>
      </w:pPr>
    </w:lvl>
    <w:lvl w:ilvl="6" w:tplc="0419000F" w:tentative="1">
      <w:start w:val="1"/>
      <w:numFmt w:val="decimal"/>
      <w:lvlText w:val="%7."/>
      <w:lvlJc w:val="left"/>
      <w:pPr>
        <w:ind w:left="4286" w:hanging="360"/>
      </w:pPr>
    </w:lvl>
    <w:lvl w:ilvl="7" w:tplc="04190019" w:tentative="1">
      <w:start w:val="1"/>
      <w:numFmt w:val="lowerLetter"/>
      <w:lvlText w:val="%8."/>
      <w:lvlJc w:val="left"/>
      <w:pPr>
        <w:ind w:left="5006" w:hanging="360"/>
      </w:pPr>
    </w:lvl>
    <w:lvl w:ilvl="8" w:tplc="0419001B" w:tentative="1">
      <w:start w:val="1"/>
      <w:numFmt w:val="lowerRoman"/>
      <w:lvlText w:val="%9."/>
      <w:lvlJc w:val="right"/>
      <w:pPr>
        <w:ind w:left="5726" w:hanging="180"/>
      </w:pPr>
    </w:lvl>
  </w:abstractNum>
  <w:abstractNum w:abstractNumId="19">
    <w:nsid w:val="51D470F3"/>
    <w:multiLevelType w:val="hybridMultilevel"/>
    <w:tmpl w:val="F782EFB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23D387D"/>
    <w:multiLevelType w:val="hybridMultilevel"/>
    <w:tmpl w:val="9A84671E"/>
    <w:lvl w:ilvl="0" w:tplc="5E94DC4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4981233"/>
    <w:multiLevelType w:val="hybridMultilevel"/>
    <w:tmpl w:val="1F844C5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27419F"/>
    <w:multiLevelType w:val="hybridMultilevel"/>
    <w:tmpl w:val="E924A2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591166"/>
    <w:multiLevelType w:val="hybridMultilevel"/>
    <w:tmpl w:val="5D54CA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AD861E0"/>
    <w:multiLevelType w:val="hybridMultilevel"/>
    <w:tmpl w:val="F782EFB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B1B6527"/>
    <w:multiLevelType w:val="hybridMultilevel"/>
    <w:tmpl w:val="F782EFB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7A2718"/>
    <w:multiLevelType w:val="hybridMultilevel"/>
    <w:tmpl w:val="F1C489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153F2F"/>
    <w:multiLevelType w:val="hybridMultilevel"/>
    <w:tmpl w:val="3A7C2D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6AB7651"/>
    <w:multiLevelType w:val="hybridMultilevel"/>
    <w:tmpl w:val="F1C489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70D1EE9"/>
    <w:multiLevelType w:val="multilevel"/>
    <w:tmpl w:val="2B86F95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0">
    <w:nsid w:val="6F4B56DF"/>
    <w:multiLevelType w:val="hybridMultilevel"/>
    <w:tmpl w:val="F1C4899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749C5E68"/>
    <w:multiLevelType w:val="hybridMultilevel"/>
    <w:tmpl w:val="9D4E39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81D5016"/>
    <w:multiLevelType w:val="hybridMultilevel"/>
    <w:tmpl w:val="DEAAE3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68446A"/>
    <w:multiLevelType w:val="hybridMultilevel"/>
    <w:tmpl w:val="F1CA96DE"/>
    <w:lvl w:ilvl="0" w:tplc="4FDC3864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B124152"/>
    <w:multiLevelType w:val="hybridMultilevel"/>
    <w:tmpl w:val="C8DC4F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9"/>
  </w:num>
  <w:num w:numId="3">
    <w:abstractNumId w:val="9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13"/>
  </w:num>
  <w:num w:numId="7">
    <w:abstractNumId w:val="32"/>
  </w:num>
  <w:num w:numId="8">
    <w:abstractNumId w:val="33"/>
  </w:num>
  <w:num w:numId="9">
    <w:abstractNumId w:val="11"/>
  </w:num>
  <w:num w:numId="10">
    <w:abstractNumId w:val="18"/>
  </w:num>
  <w:num w:numId="11">
    <w:abstractNumId w:val="0"/>
  </w:num>
  <w:num w:numId="12">
    <w:abstractNumId w:val="2"/>
  </w:num>
  <w:num w:numId="13">
    <w:abstractNumId w:val="16"/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15"/>
  </w:num>
  <w:num w:numId="17">
    <w:abstractNumId w:val="3"/>
  </w:num>
  <w:num w:numId="18">
    <w:abstractNumId w:val="21"/>
  </w:num>
  <w:num w:numId="19">
    <w:abstractNumId w:val="5"/>
  </w:num>
  <w:num w:numId="20">
    <w:abstractNumId w:val="25"/>
  </w:num>
  <w:num w:numId="21">
    <w:abstractNumId w:val="19"/>
  </w:num>
  <w:num w:numId="22">
    <w:abstractNumId w:val="24"/>
  </w:num>
  <w:num w:numId="23">
    <w:abstractNumId w:val="20"/>
  </w:num>
  <w:num w:numId="24">
    <w:abstractNumId w:val="28"/>
  </w:num>
  <w:num w:numId="25">
    <w:abstractNumId w:val="31"/>
  </w:num>
  <w:num w:numId="26">
    <w:abstractNumId w:val="22"/>
  </w:num>
  <w:num w:numId="27">
    <w:abstractNumId w:val="14"/>
  </w:num>
  <w:num w:numId="28">
    <w:abstractNumId w:val="34"/>
  </w:num>
  <w:num w:numId="29">
    <w:abstractNumId w:val="17"/>
  </w:num>
  <w:num w:numId="30">
    <w:abstractNumId w:val="4"/>
  </w:num>
  <w:num w:numId="31">
    <w:abstractNumId w:val="27"/>
  </w:num>
  <w:num w:numId="32">
    <w:abstractNumId w:val="30"/>
  </w:num>
  <w:num w:numId="33">
    <w:abstractNumId w:val="26"/>
  </w:num>
  <w:num w:numId="34">
    <w:abstractNumId w:val="1"/>
  </w:num>
  <w:num w:numId="35">
    <w:abstractNumId w:val="1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94B6C"/>
    <w:rsid w:val="00016BDB"/>
    <w:rsid w:val="00061946"/>
    <w:rsid w:val="00096CC6"/>
    <w:rsid w:val="000A089A"/>
    <w:rsid w:val="000A22DF"/>
    <w:rsid w:val="000E7C82"/>
    <w:rsid w:val="00107F01"/>
    <w:rsid w:val="001110D5"/>
    <w:rsid w:val="00121F54"/>
    <w:rsid w:val="00140843"/>
    <w:rsid w:val="00177E3D"/>
    <w:rsid w:val="0019544F"/>
    <w:rsid w:val="001D3A75"/>
    <w:rsid w:val="001F1297"/>
    <w:rsid w:val="001F3C20"/>
    <w:rsid w:val="00215B6B"/>
    <w:rsid w:val="00290352"/>
    <w:rsid w:val="002E23F2"/>
    <w:rsid w:val="002F12CF"/>
    <w:rsid w:val="002F2FBF"/>
    <w:rsid w:val="00306556"/>
    <w:rsid w:val="003336A3"/>
    <w:rsid w:val="00373A22"/>
    <w:rsid w:val="00375AFB"/>
    <w:rsid w:val="00376279"/>
    <w:rsid w:val="00377002"/>
    <w:rsid w:val="00380DEC"/>
    <w:rsid w:val="003B4EE3"/>
    <w:rsid w:val="00411AF6"/>
    <w:rsid w:val="00413B9C"/>
    <w:rsid w:val="0044617D"/>
    <w:rsid w:val="00506783"/>
    <w:rsid w:val="00523821"/>
    <w:rsid w:val="00546751"/>
    <w:rsid w:val="005568CF"/>
    <w:rsid w:val="00582ECC"/>
    <w:rsid w:val="005912DE"/>
    <w:rsid w:val="0059709C"/>
    <w:rsid w:val="00597969"/>
    <w:rsid w:val="005A6E58"/>
    <w:rsid w:val="00616D2B"/>
    <w:rsid w:val="00674A6B"/>
    <w:rsid w:val="00677DD7"/>
    <w:rsid w:val="006A0D9B"/>
    <w:rsid w:val="006C2946"/>
    <w:rsid w:val="006C6FA9"/>
    <w:rsid w:val="006C7413"/>
    <w:rsid w:val="006D5750"/>
    <w:rsid w:val="00726C37"/>
    <w:rsid w:val="00736F62"/>
    <w:rsid w:val="00762C2E"/>
    <w:rsid w:val="007704EB"/>
    <w:rsid w:val="00773447"/>
    <w:rsid w:val="007B3ED6"/>
    <w:rsid w:val="00844113"/>
    <w:rsid w:val="00876836"/>
    <w:rsid w:val="00894A01"/>
    <w:rsid w:val="008B3DB7"/>
    <w:rsid w:val="008E2921"/>
    <w:rsid w:val="008F4043"/>
    <w:rsid w:val="00906EED"/>
    <w:rsid w:val="00954FB8"/>
    <w:rsid w:val="009738B2"/>
    <w:rsid w:val="009866E8"/>
    <w:rsid w:val="009A0EDE"/>
    <w:rsid w:val="009A542B"/>
    <w:rsid w:val="009E6984"/>
    <w:rsid w:val="009F6303"/>
    <w:rsid w:val="00A12A1A"/>
    <w:rsid w:val="00A462A1"/>
    <w:rsid w:val="00A65769"/>
    <w:rsid w:val="00A716D0"/>
    <w:rsid w:val="00A74CAE"/>
    <w:rsid w:val="00A849F7"/>
    <w:rsid w:val="00AE3263"/>
    <w:rsid w:val="00B013C7"/>
    <w:rsid w:val="00B20BE0"/>
    <w:rsid w:val="00B2526F"/>
    <w:rsid w:val="00B530A3"/>
    <w:rsid w:val="00B66A89"/>
    <w:rsid w:val="00B9084E"/>
    <w:rsid w:val="00BC6C01"/>
    <w:rsid w:val="00BD0AA6"/>
    <w:rsid w:val="00BD645D"/>
    <w:rsid w:val="00BD6527"/>
    <w:rsid w:val="00C30652"/>
    <w:rsid w:val="00C5752B"/>
    <w:rsid w:val="00CE3676"/>
    <w:rsid w:val="00D12BA6"/>
    <w:rsid w:val="00DD0F50"/>
    <w:rsid w:val="00E1356C"/>
    <w:rsid w:val="00E63252"/>
    <w:rsid w:val="00E94B6C"/>
    <w:rsid w:val="00E96EEA"/>
    <w:rsid w:val="00E97934"/>
    <w:rsid w:val="00EE61A3"/>
    <w:rsid w:val="00F30AD8"/>
    <w:rsid w:val="00FD1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DD17F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E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94B6C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Normal (Web)"/>
    <w:basedOn w:val="a"/>
    <w:uiPriority w:val="99"/>
    <w:unhideWhenUsed/>
    <w:rsid w:val="009A0E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99"/>
    <w:qFormat/>
    <w:rsid w:val="001D3A75"/>
    <w:pPr>
      <w:ind w:left="720"/>
      <w:contextualSpacing/>
    </w:pPr>
    <w:rPr>
      <w:rFonts w:ascii="Calibri" w:eastAsia="Times New Roman" w:hAnsi="Calibri" w:cs="Times New Roman"/>
    </w:rPr>
  </w:style>
  <w:style w:type="table" w:styleId="a6">
    <w:name w:val="Table Grid"/>
    <w:basedOn w:val="a1"/>
    <w:uiPriority w:val="59"/>
    <w:rsid w:val="001D3A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Title"/>
    <w:basedOn w:val="a"/>
    <w:link w:val="a8"/>
    <w:qFormat/>
    <w:rsid w:val="00DD0F50"/>
    <w:pPr>
      <w:spacing w:after="0" w:line="240" w:lineRule="auto"/>
      <w:jc w:val="center"/>
    </w:pPr>
    <w:rPr>
      <w:rFonts w:ascii="Times New Roman" w:eastAsia="Times New Roman" w:hAnsi="Times New Roman" w:cs="Times New Roman"/>
      <w:b/>
      <w:spacing w:val="20"/>
      <w:sz w:val="66"/>
      <w:szCs w:val="20"/>
    </w:rPr>
  </w:style>
  <w:style w:type="character" w:customStyle="1" w:styleId="a8">
    <w:name w:val="Название Знак"/>
    <w:basedOn w:val="a0"/>
    <w:link w:val="a7"/>
    <w:uiPriority w:val="10"/>
    <w:rsid w:val="00DD0F50"/>
    <w:rPr>
      <w:rFonts w:ascii="Times New Roman" w:eastAsia="Times New Roman" w:hAnsi="Times New Roman" w:cs="Times New Roman"/>
      <w:b/>
      <w:spacing w:val="20"/>
      <w:sz w:val="66"/>
      <w:szCs w:val="20"/>
    </w:rPr>
  </w:style>
  <w:style w:type="character" w:customStyle="1" w:styleId="a9">
    <w:name w:val="Основной текст_"/>
    <w:basedOn w:val="a0"/>
    <w:link w:val="1"/>
    <w:locked/>
    <w:rsid w:val="00DD0F50"/>
    <w:rPr>
      <w:rFonts w:ascii="Times New Roman" w:eastAsia="Times New Roman" w:hAnsi="Times New Roman" w:cs="Times New Roman"/>
      <w:spacing w:val="-4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9"/>
    <w:rsid w:val="00DD0F50"/>
    <w:pPr>
      <w:widowControl w:val="0"/>
      <w:shd w:val="clear" w:color="auto" w:fill="FFFFFF"/>
      <w:spacing w:after="120" w:line="0" w:lineRule="atLeast"/>
    </w:pPr>
    <w:rPr>
      <w:rFonts w:ascii="Times New Roman" w:eastAsia="Times New Roman" w:hAnsi="Times New Roman" w:cs="Times New Roman"/>
      <w:spacing w:val="-4"/>
      <w:sz w:val="26"/>
      <w:szCs w:val="26"/>
    </w:rPr>
  </w:style>
  <w:style w:type="paragraph" w:customStyle="1" w:styleId="ConsNonformat">
    <w:name w:val="ConsNonformat"/>
    <w:rsid w:val="00DD0F5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Calibri" w:hAnsi="Courier New" w:cs="Times New Roman"/>
      <w:sz w:val="20"/>
      <w:szCs w:val="20"/>
    </w:rPr>
  </w:style>
  <w:style w:type="paragraph" w:customStyle="1" w:styleId="P6">
    <w:name w:val="P6"/>
    <w:basedOn w:val="a"/>
    <w:rsid w:val="009E6984"/>
    <w:pPr>
      <w:widowControl w:val="0"/>
      <w:adjustRightInd w:val="0"/>
      <w:snapToGrid w:val="0"/>
      <w:spacing w:after="0" w:line="240" w:lineRule="auto"/>
    </w:pPr>
    <w:rPr>
      <w:rFonts w:ascii="Arial" w:eastAsia="Arial Unicode MS" w:hAnsi="Arial" w:cs="Mangal"/>
      <w:sz w:val="20"/>
      <w:szCs w:val="20"/>
    </w:rPr>
  </w:style>
  <w:style w:type="paragraph" w:customStyle="1" w:styleId="P17">
    <w:name w:val="P17"/>
    <w:basedOn w:val="aa"/>
    <w:rsid w:val="009E6984"/>
    <w:pPr>
      <w:widowControl w:val="0"/>
      <w:numPr>
        <w:ilvl w:val="0"/>
      </w:numPr>
      <w:adjustRightInd w:val="0"/>
      <w:spacing w:before="239" w:after="120" w:line="240" w:lineRule="auto"/>
      <w:jc w:val="center"/>
    </w:pPr>
    <w:rPr>
      <w:rFonts w:ascii="Arial1" w:eastAsia="Arial Unicode MS" w:hAnsi="Arial1" w:cs="Mangal"/>
      <w:iCs w:val="0"/>
      <w:color w:val="auto"/>
      <w:spacing w:val="0"/>
      <w:sz w:val="28"/>
      <w:szCs w:val="20"/>
    </w:rPr>
  </w:style>
  <w:style w:type="character" w:customStyle="1" w:styleId="10">
    <w:name w:val="Название Знак1"/>
    <w:basedOn w:val="a0"/>
    <w:locked/>
    <w:rsid w:val="009E6984"/>
    <w:rPr>
      <w:rFonts w:ascii="Times New Roman" w:eastAsia="Times New Roman" w:hAnsi="Times New Roman" w:cs="Times New Roman"/>
      <w:b/>
      <w:spacing w:val="20"/>
      <w:sz w:val="66"/>
      <w:szCs w:val="20"/>
      <w:lang w:eastAsia="ru-RU"/>
    </w:rPr>
  </w:style>
  <w:style w:type="paragraph" w:customStyle="1" w:styleId="Standard">
    <w:name w:val="Standard"/>
    <w:rsid w:val="009E69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ableContents">
    <w:name w:val="Table Contents"/>
    <w:basedOn w:val="Standard"/>
    <w:rsid w:val="009E6984"/>
    <w:pPr>
      <w:suppressLineNumbers/>
    </w:pPr>
  </w:style>
  <w:style w:type="paragraph" w:styleId="aa">
    <w:name w:val="Subtitle"/>
    <w:basedOn w:val="a"/>
    <w:next w:val="a"/>
    <w:link w:val="ab"/>
    <w:uiPriority w:val="11"/>
    <w:qFormat/>
    <w:rsid w:val="009E698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E698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c">
    <w:name w:val="header"/>
    <w:basedOn w:val="a"/>
    <w:link w:val="ad"/>
    <w:uiPriority w:val="99"/>
    <w:semiHidden/>
    <w:unhideWhenUsed/>
    <w:rsid w:val="007704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7704EB"/>
  </w:style>
  <w:style w:type="paragraph" w:styleId="ae">
    <w:name w:val="footer"/>
    <w:basedOn w:val="a"/>
    <w:link w:val="af"/>
    <w:uiPriority w:val="99"/>
    <w:unhideWhenUsed/>
    <w:rsid w:val="007704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704EB"/>
  </w:style>
  <w:style w:type="paragraph" w:customStyle="1" w:styleId="af0">
    <w:name w:val="Содержимое таблицы"/>
    <w:basedOn w:val="a"/>
    <w:rsid w:val="00BD0AA6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en-US"/>
    </w:rPr>
  </w:style>
  <w:style w:type="character" w:styleId="af1">
    <w:name w:val="Hyperlink"/>
    <w:rsid w:val="00894A01"/>
    <w:rPr>
      <w:color w:val="0000FF"/>
      <w:u w:val="single"/>
    </w:rPr>
  </w:style>
  <w:style w:type="paragraph" w:customStyle="1" w:styleId="ConsPlusNormal">
    <w:name w:val="ConsPlusNormal"/>
    <w:rsid w:val="00894A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f2">
    <w:name w:val="footnote text"/>
    <w:basedOn w:val="a"/>
    <w:link w:val="af3"/>
    <w:rsid w:val="00894A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3">
    <w:name w:val="Текст сноски Знак"/>
    <w:basedOn w:val="a0"/>
    <w:link w:val="af2"/>
    <w:rsid w:val="00894A01"/>
    <w:rPr>
      <w:rFonts w:ascii="Times New Roman" w:eastAsia="Times New Roman" w:hAnsi="Times New Roman" w:cs="Times New Roman"/>
      <w:sz w:val="20"/>
      <w:szCs w:val="20"/>
    </w:rPr>
  </w:style>
  <w:style w:type="character" w:styleId="af4">
    <w:name w:val="footnote reference"/>
    <w:rsid w:val="00894A01"/>
    <w:rPr>
      <w:vertAlign w:val="superscript"/>
    </w:rPr>
  </w:style>
  <w:style w:type="paragraph" w:customStyle="1" w:styleId="ConsPlusNonformat">
    <w:name w:val="ConsPlusNonformat"/>
    <w:uiPriority w:val="99"/>
    <w:rsid w:val="00894A0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repraspdisc1">
    <w:name w:val="prep_rasp_disc1"/>
    <w:rsid w:val="00894A01"/>
    <w:rPr>
      <w:color w:val="0000FF"/>
    </w:rPr>
  </w:style>
  <w:style w:type="character" w:customStyle="1" w:styleId="prepraspgroup">
    <w:name w:val="prep_rasp_group"/>
    <w:basedOn w:val="a0"/>
    <w:rsid w:val="00894A01"/>
  </w:style>
  <w:style w:type="character" w:customStyle="1" w:styleId="apple-converted-space">
    <w:name w:val="apple-converted-space"/>
    <w:basedOn w:val="a0"/>
    <w:rsid w:val="00894A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35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100</Pages>
  <Words>13479</Words>
  <Characters>76834</Characters>
  <Application>Microsoft Office Word</Application>
  <DocSecurity>0</DocSecurity>
  <Lines>640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Издательский отдел</cp:lastModifiedBy>
  <cp:revision>7</cp:revision>
  <cp:lastPrinted>2015-02-18T04:13:00Z</cp:lastPrinted>
  <dcterms:created xsi:type="dcterms:W3CDTF">2015-02-18T09:00:00Z</dcterms:created>
  <dcterms:modified xsi:type="dcterms:W3CDTF">2015-04-17T05:36:00Z</dcterms:modified>
</cp:coreProperties>
</file>